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2" w:name="smart-pointers"/>
    <w:bookmarkEnd w:id="2"/>
    <w:p w14:paraId="0C2F9755" w14:textId="32A132A0" w:rsidR="00C70494" w:rsidRDefault="00190B9C" w:rsidP="00A91A89">
      <w:pPr>
        <w:pStyle w:val="TOC1"/>
        <w:rPr>
          <w:rFonts w:asciiTheme="minorHAnsi" w:eastAsiaTheme="minorEastAsia" w:hAnsiTheme="minorHAnsi" w:cstheme="minorBidi"/>
          <w:noProof/>
          <w:lang w:val="en-GB" w:eastAsia="en-GB"/>
        </w:rPr>
      </w:pPr>
      <w:r>
        <w:rPr>
          <w:lang w:eastAsia="en-GB"/>
        </w:rPr>
        <w:fldChar w:fldCharType="begin"/>
      </w:r>
      <w:r>
        <w:rPr>
          <w:lang w:eastAsia="en-GB"/>
        </w:rPr>
        <w:instrText xml:space="preserve"> TOC \o "1-3" \h \z \t "HeadA,1,HeadB,2,HeadC,3" </w:instrText>
      </w:r>
      <w:r>
        <w:rPr>
          <w:lang w:eastAsia="en-GB"/>
        </w:rPr>
        <w:fldChar w:fldCharType="separate"/>
      </w:r>
      <w:hyperlink w:anchor="_Toc106892300" w:history="1">
        <w:r w:rsidR="00C70494" w:rsidRPr="00410655">
          <w:rPr>
            <w:rStyle w:val="Hyperlink"/>
            <w:noProof/>
          </w:rPr>
          <w:t>Using Box&lt;T&gt;</w:t>
        </w:r>
        <w:r w:rsidR="00C70494" w:rsidRPr="00410655">
          <w:rPr>
            <w:rStyle w:val="Hyperlink"/>
            <w:noProof/>
            <w:lang w:eastAsia="en-GB"/>
          </w:rPr>
          <w:t xml:space="preserve"> to Point to Data on the Heap</w:t>
        </w:r>
        <w:r w:rsidR="00C70494">
          <w:rPr>
            <w:noProof/>
            <w:webHidden/>
          </w:rPr>
          <w:tab/>
        </w:r>
        <w:r w:rsidR="00C70494">
          <w:rPr>
            <w:noProof/>
            <w:webHidden/>
          </w:rPr>
          <w:fldChar w:fldCharType="begin"/>
        </w:r>
        <w:r w:rsidR="00C70494">
          <w:rPr>
            <w:noProof/>
            <w:webHidden/>
          </w:rPr>
          <w:instrText xml:space="preserve"> PAGEREF _Toc106892300 \h </w:instrText>
        </w:r>
        <w:r w:rsidR="00C70494">
          <w:rPr>
            <w:noProof/>
            <w:webHidden/>
          </w:rPr>
        </w:r>
        <w:r w:rsidR="00C70494">
          <w:rPr>
            <w:noProof/>
            <w:webHidden/>
          </w:rPr>
          <w:fldChar w:fldCharType="separate"/>
        </w:r>
        <w:r w:rsidR="00C70494">
          <w:rPr>
            <w:noProof/>
            <w:webHidden/>
          </w:rPr>
          <w:t>3</w:t>
        </w:r>
        <w:r w:rsidR="00C70494">
          <w:rPr>
            <w:noProof/>
            <w:webHidden/>
          </w:rPr>
          <w:fldChar w:fldCharType="end"/>
        </w:r>
      </w:hyperlink>
    </w:p>
    <w:p w14:paraId="18CD4A88" w14:textId="1503FFB3" w:rsidR="00C70494" w:rsidRDefault="00000000">
      <w:pPr>
        <w:pStyle w:val="TOC2"/>
        <w:rPr>
          <w:rFonts w:asciiTheme="minorHAnsi" w:eastAsiaTheme="minorEastAsia" w:hAnsiTheme="minorHAnsi" w:cstheme="minorBidi"/>
          <w:noProof/>
          <w:lang w:val="en-GB" w:eastAsia="en-GB"/>
        </w:rPr>
      </w:pPr>
      <w:r>
        <w:fldChar w:fldCharType="begin"/>
      </w:r>
      <w:r>
        <w:instrText xml:space="preserve"> HYPERLINK \l "_Toc106892301" </w:instrText>
      </w:r>
      <w:r>
        <w:fldChar w:fldCharType="separate"/>
      </w:r>
      <w:r w:rsidR="00C70494" w:rsidRPr="00410655">
        <w:rPr>
          <w:rStyle w:val="Hyperlink"/>
          <w:noProof/>
        </w:rPr>
        <w:t xml:space="preserve">Using </w:t>
      </w:r>
      <w:del w:id="3" w:author="Audrey Doyle" w:date="2022-08-04T14:05:00Z">
        <w:r w:rsidR="00C70494" w:rsidRPr="00410655" w:rsidDel="00F22363">
          <w:rPr>
            <w:rStyle w:val="Hyperlink"/>
            <w:noProof/>
          </w:rPr>
          <w:delText xml:space="preserve">a </w:delText>
        </w:r>
      </w:del>
      <w:r w:rsidR="00C70494" w:rsidRPr="00410655">
        <w:rPr>
          <w:rStyle w:val="Hyperlink"/>
          <w:noProof/>
        </w:rPr>
        <w:t>Box&lt;T&gt;</w:t>
      </w:r>
      <w:r w:rsidR="00C70494" w:rsidRPr="00410655">
        <w:rPr>
          <w:rStyle w:val="Hyperlink"/>
          <w:noProof/>
          <w:lang w:eastAsia="en-GB"/>
        </w:rPr>
        <w:t xml:space="preserve"> to Store Data on the Heap</w:t>
      </w:r>
      <w:r w:rsidR="00C70494">
        <w:rPr>
          <w:noProof/>
          <w:webHidden/>
        </w:rPr>
        <w:tab/>
      </w:r>
      <w:r w:rsidR="00C70494">
        <w:rPr>
          <w:noProof/>
          <w:webHidden/>
        </w:rPr>
        <w:fldChar w:fldCharType="begin"/>
      </w:r>
      <w:r w:rsidR="00C70494">
        <w:rPr>
          <w:noProof/>
          <w:webHidden/>
        </w:rPr>
        <w:instrText xml:space="preserve"> PAGEREF _Toc106892301 \h </w:instrText>
      </w:r>
      <w:r w:rsidR="00C70494">
        <w:rPr>
          <w:noProof/>
          <w:webHidden/>
        </w:rPr>
      </w:r>
      <w:r w:rsidR="00C70494">
        <w:rPr>
          <w:noProof/>
          <w:webHidden/>
        </w:rPr>
        <w:fldChar w:fldCharType="separate"/>
      </w:r>
      <w:r w:rsidR="00C70494">
        <w:rPr>
          <w:noProof/>
          <w:webHidden/>
        </w:rPr>
        <w:t>4</w:t>
      </w:r>
      <w:r w:rsidR="00C70494">
        <w:rPr>
          <w:noProof/>
          <w:webHidden/>
        </w:rPr>
        <w:fldChar w:fldCharType="end"/>
      </w:r>
      <w:r>
        <w:rPr>
          <w:noProof/>
        </w:rPr>
        <w:fldChar w:fldCharType="end"/>
      </w:r>
    </w:p>
    <w:p w14:paraId="16B11528" w14:textId="38D84437" w:rsidR="00C70494" w:rsidRDefault="00000000">
      <w:pPr>
        <w:pStyle w:val="TOC2"/>
        <w:rPr>
          <w:rFonts w:asciiTheme="minorHAnsi" w:eastAsiaTheme="minorEastAsia" w:hAnsiTheme="minorHAnsi" w:cstheme="minorBidi"/>
          <w:noProof/>
          <w:lang w:val="en-GB" w:eastAsia="en-GB"/>
        </w:rPr>
      </w:pPr>
      <w:hyperlink w:anchor="_Toc106892302" w:history="1">
        <w:r w:rsidR="00C70494" w:rsidRPr="00410655">
          <w:rPr>
            <w:rStyle w:val="Hyperlink"/>
            <w:noProof/>
            <w:lang w:eastAsia="en-GB"/>
          </w:rPr>
          <w:t>Enabling Recursive Types with Boxes</w:t>
        </w:r>
        <w:r w:rsidR="00C70494">
          <w:rPr>
            <w:noProof/>
            <w:webHidden/>
          </w:rPr>
          <w:tab/>
        </w:r>
        <w:r w:rsidR="00C70494">
          <w:rPr>
            <w:noProof/>
            <w:webHidden/>
          </w:rPr>
          <w:fldChar w:fldCharType="begin"/>
        </w:r>
        <w:r w:rsidR="00C70494">
          <w:rPr>
            <w:noProof/>
            <w:webHidden/>
          </w:rPr>
          <w:instrText xml:space="preserve"> PAGEREF _Toc106892302 \h </w:instrText>
        </w:r>
        <w:r w:rsidR="00C70494">
          <w:rPr>
            <w:noProof/>
            <w:webHidden/>
          </w:rPr>
        </w:r>
        <w:r w:rsidR="00C70494">
          <w:rPr>
            <w:noProof/>
            <w:webHidden/>
          </w:rPr>
          <w:fldChar w:fldCharType="separate"/>
        </w:r>
        <w:r w:rsidR="00C70494">
          <w:rPr>
            <w:noProof/>
            <w:webHidden/>
          </w:rPr>
          <w:t>4</w:t>
        </w:r>
        <w:r w:rsidR="00C70494">
          <w:rPr>
            <w:noProof/>
            <w:webHidden/>
          </w:rPr>
          <w:fldChar w:fldCharType="end"/>
        </w:r>
      </w:hyperlink>
    </w:p>
    <w:p w14:paraId="22855987" w14:textId="63644ED1" w:rsidR="00C70494" w:rsidRDefault="00000000">
      <w:pPr>
        <w:pStyle w:val="TOC3"/>
        <w:rPr>
          <w:rFonts w:asciiTheme="minorHAnsi" w:eastAsiaTheme="minorEastAsia" w:hAnsiTheme="minorHAnsi" w:cstheme="minorBidi"/>
          <w:noProof/>
          <w:lang w:val="en-GB" w:eastAsia="en-GB"/>
        </w:rPr>
      </w:pPr>
      <w:hyperlink w:anchor="_Toc106892303" w:history="1">
        <w:r w:rsidR="00C70494" w:rsidRPr="00410655">
          <w:rPr>
            <w:rStyle w:val="Hyperlink"/>
            <w:noProof/>
            <w:lang w:eastAsia="en-GB"/>
          </w:rPr>
          <w:t>More Information About the Cons List</w:t>
        </w:r>
        <w:r w:rsidR="00C70494">
          <w:rPr>
            <w:noProof/>
            <w:webHidden/>
          </w:rPr>
          <w:tab/>
        </w:r>
        <w:r w:rsidR="00C70494">
          <w:rPr>
            <w:noProof/>
            <w:webHidden/>
          </w:rPr>
          <w:fldChar w:fldCharType="begin"/>
        </w:r>
        <w:r w:rsidR="00C70494">
          <w:rPr>
            <w:noProof/>
            <w:webHidden/>
          </w:rPr>
          <w:instrText xml:space="preserve"> PAGEREF _Toc106892303 \h </w:instrText>
        </w:r>
        <w:r w:rsidR="00C70494">
          <w:rPr>
            <w:noProof/>
            <w:webHidden/>
          </w:rPr>
        </w:r>
        <w:r w:rsidR="00C70494">
          <w:rPr>
            <w:noProof/>
            <w:webHidden/>
          </w:rPr>
          <w:fldChar w:fldCharType="separate"/>
        </w:r>
        <w:r w:rsidR="00C70494">
          <w:rPr>
            <w:noProof/>
            <w:webHidden/>
          </w:rPr>
          <w:t>5</w:t>
        </w:r>
        <w:r w:rsidR="00C70494">
          <w:rPr>
            <w:noProof/>
            <w:webHidden/>
          </w:rPr>
          <w:fldChar w:fldCharType="end"/>
        </w:r>
      </w:hyperlink>
    </w:p>
    <w:p w14:paraId="70C85A25" w14:textId="180CFD0A" w:rsidR="00C70494" w:rsidRDefault="00000000">
      <w:pPr>
        <w:pStyle w:val="TOC3"/>
        <w:rPr>
          <w:rFonts w:asciiTheme="minorHAnsi" w:eastAsiaTheme="minorEastAsia" w:hAnsiTheme="minorHAnsi" w:cstheme="minorBidi"/>
          <w:noProof/>
          <w:lang w:val="en-GB" w:eastAsia="en-GB"/>
        </w:rPr>
      </w:pPr>
      <w:hyperlink w:anchor="_Toc106892304" w:history="1">
        <w:r w:rsidR="00C70494" w:rsidRPr="00410655">
          <w:rPr>
            <w:rStyle w:val="Hyperlink"/>
            <w:noProof/>
            <w:lang w:eastAsia="en-GB"/>
          </w:rPr>
          <w:t>Computing the Size of a Non-Recursive Type</w:t>
        </w:r>
        <w:r w:rsidR="00C70494">
          <w:rPr>
            <w:noProof/>
            <w:webHidden/>
          </w:rPr>
          <w:tab/>
        </w:r>
        <w:r w:rsidR="00C70494">
          <w:rPr>
            <w:noProof/>
            <w:webHidden/>
          </w:rPr>
          <w:fldChar w:fldCharType="begin"/>
        </w:r>
        <w:r w:rsidR="00C70494">
          <w:rPr>
            <w:noProof/>
            <w:webHidden/>
          </w:rPr>
          <w:instrText xml:space="preserve"> PAGEREF _Toc106892304 \h </w:instrText>
        </w:r>
        <w:r w:rsidR="00C70494">
          <w:rPr>
            <w:noProof/>
            <w:webHidden/>
          </w:rPr>
        </w:r>
        <w:r w:rsidR="00C70494">
          <w:rPr>
            <w:noProof/>
            <w:webHidden/>
          </w:rPr>
          <w:fldChar w:fldCharType="separate"/>
        </w:r>
        <w:r w:rsidR="00C70494">
          <w:rPr>
            <w:noProof/>
            <w:webHidden/>
          </w:rPr>
          <w:t>6</w:t>
        </w:r>
        <w:r w:rsidR="00C70494">
          <w:rPr>
            <w:noProof/>
            <w:webHidden/>
          </w:rPr>
          <w:fldChar w:fldCharType="end"/>
        </w:r>
      </w:hyperlink>
    </w:p>
    <w:p w14:paraId="51372FEE" w14:textId="393C1365" w:rsidR="00C70494" w:rsidRDefault="00000000">
      <w:pPr>
        <w:pStyle w:val="TOC3"/>
        <w:rPr>
          <w:rFonts w:asciiTheme="minorHAnsi" w:eastAsiaTheme="minorEastAsia" w:hAnsiTheme="minorHAnsi" w:cstheme="minorBidi"/>
          <w:noProof/>
          <w:lang w:val="en-GB" w:eastAsia="en-GB"/>
        </w:rPr>
      </w:pPr>
      <w:hyperlink w:anchor="_Toc106892305" w:history="1">
        <w:r w:rsidR="00C70494" w:rsidRPr="00410655">
          <w:rPr>
            <w:rStyle w:val="Hyperlink"/>
            <w:noProof/>
          </w:rPr>
          <w:t>Using Box&lt;T&gt;</w:t>
        </w:r>
        <w:r w:rsidR="00C70494" w:rsidRPr="00410655">
          <w:rPr>
            <w:rStyle w:val="Hyperlink"/>
            <w:noProof/>
            <w:lang w:eastAsia="en-GB"/>
          </w:rPr>
          <w:t xml:space="preserve"> to Get a Recursive Type with a Known Size</w:t>
        </w:r>
        <w:r w:rsidR="00C70494">
          <w:rPr>
            <w:noProof/>
            <w:webHidden/>
          </w:rPr>
          <w:tab/>
        </w:r>
        <w:r w:rsidR="00C70494">
          <w:rPr>
            <w:noProof/>
            <w:webHidden/>
          </w:rPr>
          <w:fldChar w:fldCharType="begin"/>
        </w:r>
        <w:r w:rsidR="00C70494">
          <w:rPr>
            <w:noProof/>
            <w:webHidden/>
          </w:rPr>
          <w:instrText xml:space="preserve"> PAGEREF _Toc106892305 \h </w:instrText>
        </w:r>
        <w:r w:rsidR="00C70494">
          <w:rPr>
            <w:noProof/>
            <w:webHidden/>
          </w:rPr>
        </w:r>
        <w:r w:rsidR="00C70494">
          <w:rPr>
            <w:noProof/>
            <w:webHidden/>
          </w:rPr>
          <w:fldChar w:fldCharType="separate"/>
        </w:r>
        <w:r w:rsidR="00C70494">
          <w:rPr>
            <w:noProof/>
            <w:webHidden/>
          </w:rPr>
          <w:t>7</w:t>
        </w:r>
        <w:r w:rsidR="00C70494">
          <w:rPr>
            <w:noProof/>
            <w:webHidden/>
          </w:rPr>
          <w:fldChar w:fldCharType="end"/>
        </w:r>
      </w:hyperlink>
    </w:p>
    <w:p w14:paraId="4D36AC48" w14:textId="44F067C2" w:rsidR="00C70494" w:rsidRDefault="00000000" w:rsidP="00A91A89">
      <w:pPr>
        <w:pStyle w:val="TOC1"/>
        <w:rPr>
          <w:rFonts w:asciiTheme="minorHAnsi" w:eastAsiaTheme="minorEastAsia" w:hAnsiTheme="minorHAnsi" w:cstheme="minorBidi"/>
          <w:noProof/>
          <w:lang w:val="en-GB" w:eastAsia="en-GB"/>
        </w:rPr>
      </w:pPr>
      <w:hyperlink w:anchor="_Toc106892306" w:history="1">
        <w:r w:rsidR="00C70494" w:rsidRPr="00410655">
          <w:rPr>
            <w:rStyle w:val="Hyperlink"/>
            <w:noProof/>
          </w:rPr>
          <w:t>Treating Smart Pointers Like Regular References with Deref</w:t>
        </w:r>
        <w:r w:rsidR="00C70494">
          <w:rPr>
            <w:noProof/>
            <w:webHidden/>
          </w:rPr>
          <w:tab/>
        </w:r>
        <w:r w:rsidR="00C70494">
          <w:rPr>
            <w:noProof/>
            <w:webHidden/>
          </w:rPr>
          <w:fldChar w:fldCharType="begin"/>
        </w:r>
        <w:r w:rsidR="00C70494">
          <w:rPr>
            <w:noProof/>
            <w:webHidden/>
          </w:rPr>
          <w:instrText xml:space="preserve"> PAGEREF _Toc106892306 \h </w:instrText>
        </w:r>
        <w:r w:rsidR="00C70494">
          <w:rPr>
            <w:noProof/>
            <w:webHidden/>
          </w:rPr>
        </w:r>
        <w:r w:rsidR="00C70494">
          <w:rPr>
            <w:noProof/>
            <w:webHidden/>
          </w:rPr>
          <w:fldChar w:fldCharType="separate"/>
        </w:r>
        <w:r w:rsidR="00C70494">
          <w:rPr>
            <w:noProof/>
            <w:webHidden/>
          </w:rPr>
          <w:t>8</w:t>
        </w:r>
        <w:r w:rsidR="00C70494">
          <w:rPr>
            <w:noProof/>
            <w:webHidden/>
          </w:rPr>
          <w:fldChar w:fldCharType="end"/>
        </w:r>
      </w:hyperlink>
    </w:p>
    <w:p w14:paraId="457C126F" w14:textId="184DCD1E" w:rsidR="00C70494" w:rsidRDefault="00000000">
      <w:pPr>
        <w:pStyle w:val="TOC2"/>
        <w:rPr>
          <w:rFonts w:asciiTheme="minorHAnsi" w:eastAsiaTheme="minorEastAsia" w:hAnsiTheme="minorHAnsi" w:cstheme="minorBidi"/>
          <w:noProof/>
          <w:lang w:val="en-GB" w:eastAsia="en-GB"/>
        </w:rPr>
      </w:pPr>
      <w:hyperlink w:anchor="_Toc106892307" w:history="1">
        <w:r w:rsidR="00C70494" w:rsidRPr="00410655">
          <w:rPr>
            <w:rStyle w:val="Hyperlink"/>
            <w:noProof/>
            <w:lang w:eastAsia="en-GB"/>
          </w:rPr>
          <w:t>Following the Pointer to the Value</w:t>
        </w:r>
        <w:r w:rsidR="00C70494">
          <w:rPr>
            <w:noProof/>
            <w:webHidden/>
          </w:rPr>
          <w:tab/>
        </w:r>
        <w:r w:rsidR="00C70494">
          <w:rPr>
            <w:noProof/>
            <w:webHidden/>
          </w:rPr>
          <w:fldChar w:fldCharType="begin"/>
        </w:r>
        <w:r w:rsidR="00C70494">
          <w:rPr>
            <w:noProof/>
            <w:webHidden/>
          </w:rPr>
          <w:instrText xml:space="preserve"> PAGEREF _Toc106892307 \h </w:instrText>
        </w:r>
        <w:r w:rsidR="00C70494">
          <w:rPr>
            <w:noProof/>
            <w:webHidden/>
          </w:rPr>
        </w:r>
        <w:r w:rsidR="00C70494">
          <w:rPr>
            <w:noProof/>
            <w:webHidden/>
          </w:rPr>
          <w:fldChar w:fldCharType="separate"/>
        </w:r>
        <w:r w:rsidR="00C70494">
          <w:rPr>
            <w:noProof/>
            <w:webHidden/>
          </w:rPr>
          <w:t>8</w:t>
        </w:r>
        <w:r w:rsidR="00C70494">
          <w:rPr>
            <w:noProof/>
            <w:webHidden/>
          </w:rPr>
          <w:fldChar w:fldCharType="end"/>
        </w:r>
      </w:hyperlink>
    </w:p>
    <w:p w14:paraId="43DC02B7" w14:textId="0D7B436F" w:rsidR="00C70494" w:rsidRDefault="00000000">
      <w:pPr>
        <w:pStyle w:val="TOC2"/>
        <w:rPr>
          <w:rFonts w:asciiTheme="minorHAnsi" w:eastAsiaTheme="minorEastAsia" w:hAnsiTheme="minorHAnsi" w:cstheme="minorBidi"/>
          <w:noProof/>
          <w:lang w:val="en-GB" w:eastAsia="en-GB"/>
        </w:rPr>
      </w:pPr>
      <w:hyperlink w:anchor="_Toc106892308" w:history="1">
        <w:r w:rsidR="00C70494" w:rsidRPr="00410655">
          <w:rPr>
            <w:rStyle w:val="Hyperlink"/>
            <w:noProof/>
          </w:rPr>
          <w:t>Using Box&lt;T&gt;</w:t>
        </w:r>
        <w:r w:rsidR="00C70494" w:rsidRPr="00410655">
          <w:rPr>
            <w:rStyle w:val="Hyperlink"/>
            <w:noProof/>
            <w:lang w:eastAsia="en-GB"/>
          </w:rPr>
          <w:t xml:space="preserve"> Like a Reference</w:t>
        </w:r>
        <w:r w:rsidR="00C70494">
          <w:rPr>
            <w:noProof/>
            <w:webHidden/>
          </w:rPr>
          <w:tab/>
        </w:r>
        <w:r w:rsidR="00C70494">
          <w:rPr>
            <w:noProof/>
            <w:webHidden/>
          </w:rPr>
          <w:fldChar w:fldCharType="begin"/>
        </w:r>
        <w:r w:rsidR="00C70494">
          <w:rPr>
            <w:noProof/>
            <w:webHidden/>
          </w:rPr>
          <w:instrText xml:space="preserve"> PAGEREF _Toc106892308 \h </w:instrText>
        </w:r>
        <w:r w:rsidR="00C70494">
          <w:rPr>
            <w:noProof/>
            <w:webHidden/>
          </w:rPr>
        </w:r>
        <w:r w:rsidR="00C70494">
          <w:rPr>
            <w:noProof/>
            <w:webHidden/>
          </w:rPr>
          <w:fldChar w:fldCharType="separate"/>
        </w:r>
        <w:r w:rsidR="00C70494">
          <w:rPr>
            <w:noProof/>
            <w:webHidden/>
          </w:rPr>
          <w:t>9</w:t>
        </w:r>
        <w:r w:rsidR="00C70494">
          <w:rPr>
            <w:noProof/>
            <w:webHidden/>
          </w:rPr>
          <w:fldChar w:fldCharType="end"/>
        </w:r>
      </w:hyperlink>
    </w:p>
    <w:p w14:paraId="6A6110E0" w14:textId="3C97E986" w:rsidR="00C70494" w:rsidRDefault="00000000">
      <w:pPr>
        <w:pStyle w:val="TOC2"/>
        <w:rPr>
          <w:rFonts w:asciiTheme="minorHAnsi" w:eastAsiaTheme="minorEastAsia" w:hAnsiTheme="minorHAnsi" w:cstheme="minorBidi"/>
          <w:noProof/>
          <w:lang w:val="en-GB" w:eastAsia="en-GB"/>
        </w:rPr>
      </w:pPr>
      <w:hyperlink w:anchor="_Toc106892309" w:history="1">
        <w:r w:rsidR="00C70494" w:rsidRPr="00410655">
          <w:rPr>
            <w:rStyle w:val="Hyperlink"/>
            <w:noProof/>
            <w:lang w:eastAsia="en-GB"/>
          </w:rPr>
          <w:t>Defining Our Own Smart Pointer</w:t>
        </w:r>
        <w:r w:rsidR="00C70494">
          <w:rPr>
            <w:noProof/>
            <w:webHidden/>
          </w:rPr>
          <w:tab/>
        </w:r>
        <w:r w:rsidR="00C70494">
          <w:rPr>
            <w:noProof/>
            <w:webHidden/>
          </w:rPr>
          <w:fldChar w:fldCharType="begin"/>
        </w:r>
        <w:r w:rsidR="00C70494">
          <w:rPr>
            <w:noProof/>
            <w:webHidden/>
          </w:rPr>
          <w:instrText xml:space="preserve"> PAGEREF _Toc106892309 \h </w:instrText>
        </w:r>
        <w:r w:rsidR="00C70494">
          <w:rPr>
            <w:noProof/>
            <w:webHidden/>
          </w:rPr>
        </w:r>
        <w:r w:rsidR="00C70494">
          <w:rPr>
            <w:noProof/>
            <w:webHidden/>
          </w:rPr>
          <w:fldChar w:fldCharType="separate"/>
        </w:r>
        <w:r w:rsidR="00C70494">
          <w:rPr>
            <w:noProof/>
            <w:webHidden/>
          </w:rPr>
          <w:t>10</w:t>
        </w:r>
        <w:r w:rsidR="00C70494">
          <w:rPr>
            <w:noProof/>
            <w:webHidden/>
          </w:rPr>
          <w:fldChar w:fldCharType="end"/>
        </w:r>
      </w:hyperlink>
    </w:p>
    <w:p w14:paraId="28D15EE2" w14:textId="7F578993" w:rsidR="00C70494" w:rsidRDefault="00000000">
      <w:pPr>
        <w:pStyle w:val="TOC2"/>
        <w:rPr>
          <w:rFonts w:asciiTheme="minorHAnsi" w:eastAsiaTheme="minorEastAsia" w:hAnsiTheme="minorHAnsi" w:cstheme="minorBidi"/>
          <w:noProof/>
          <w:lang w:val="en-GB" w:eastAsia="en-GB"/>
        </w:rPr>
      </w:pPr>
      <w:hyperlink w:anchor="_Toc106892310" w:history="1">
        <w:r w:rsidR="00C70494" w:rsidRPr="00410655">
          <w:rPr>
            <w:rStyle w:val="Hyperlink"/>
            <w:noProof/>
          </w:rPr>
          <w:t>Implementing the Deref</w:t>
        </w:r>
        <w:r w:rsidR="00C70494" w:rsidRPr="00410655">
          <w:rPr>
            <w:rStyle w:val="Hyperlink"/>
            <w:noProof/>
            <w:lang w:eastAsia="en-GB"/>
          </w:rPr>
          <w:t xml:space="preserve"> Trait</w:t>
        </w:r>
        <w:r w:rsidR="00C70494">
          <w:rPr>
            <w:noProof/>
            <w:webHidden/>
          </w:rPr>
          <w:tab/>
        </w:r>
        <w:r w:rsidR="00C70494">
          <w:rPr>
            <w:noProof/>
            <w:webHidden/>
          </w:rPr>
          <w:fldChar w:fldCharType="begin"/>
        </w:r>
        <w:r w:rsidR="00C70494">
          <w:rPr>
            <w:noProof/>
            <w:webHidden/>
          </w:rPr>
          <w:instrText xml:space="preserve"> PAGEREF _Toc106892310 \h </w:instrText>
        </w:r>
        <w:r w:rsidR="00C70494">
          <w:rPr>
            <w:noProof/>
            <w:webHidden/>
          </w:rPr>
        </w:r>
        <w:r w:rsidR="00C70494">
          <w:rPr>
            <w:noProof/>
            <w:webHidden/>
          </w:rPr>
          <w:fldChar w:fldCharType="separate"/>
        </w:r>
        <w:r w:rsidR="00C70494">
          <w:rPr>
            <w:noProof/>
            <w:webHidden/>
          </w:rPr>
          <w:t>11</w:t>
        </w:r>
        <w:r w:rsidR="00C70494">
          <w:rPr>
            <w:noProof/>
            <w:webHidden/>
          </w:rPr>
          <w:fldChar w:fldCharType="end"/>
        </w:r>
      </w:hyperlink>
    </w:p>
    <w:p w14:paraId="0331C119" w14:textId="64EC2E13" w:rsidR="00C70494" w:rsidRDefault="00000000">
      <w:pPr>
        <w:pStyle w:val="TOC2"/>
        <w:rPr>
          <w:rFonts w:asciiTheme="minorHAnsi" w:eastAsiaTheme="minorEastAsia" w:hAnsiTheme="minorHAnsi" w:cstheme="minorBidi"/>
          <w:noProof/>
          <w:lang w:val="en-GB" w:eastAsia="en-GB"/>
        </w:rPr>
      </w:pPr>
      <w:hyperlink w:anchor="_Toc106892311" w:history="1">
        <w:r w:rsidR="00C70494" w:rsidRPr="00410655">
          <w:rPr>
            <w:rStyle w:val="Hyperlink"/>
            <w:noProof/>
            <w:lang w:eastAsia="en-GB"/>
          </w:rPr>
          <w:t>Implicit Deref Coercions with Functions and Methods</w:t>
        </w:r>
        <w:r w:rsidR="00C70494">
          <w:rPr>
            <w:noProof/>
            <w:webHidden/>
          </w:rPr>
          <w:tab/>
        </w:r>
        <w:r w:rsidR="00C70494">
          <w:rPr>
            <w:noProof/>
            <w:webHidden/>
          </w:rPr>
          <w:fldChar w:fldCharType="begin"/>
        </w:r>
        <w:r w:rsidR="00C70494">
          <w:rPr>
            <w:noProof/>
            <w:webHidden/>
          </w:rPr>
          <w:instrText xml:space="preserve"> PAGEREF _Toc106892311 \h </w:instrText>
        </w:r>
        <w:r w:rsidR="00C70494">
          <w:rPr>
            <w:noProof/>
            <w:webHidden/>
          </w:rPr>
        </w:r>
        <w:r w:rsidR="00C70494">
          <w:rPr>
            <w:noProof/>
            <w:webHidden/>
          </w:rPr>
          <w:fldChar w:fldCharType="separate"/>
        </w:r>
        <w:r w:rsidR="00C70494">
          <w:rPr>
            <w:noProof/>
            <w:webHidden/>
          </w:rPr>
          <w:t>12</w:t>
        </w:r>
        <w:r w:rsidR="00C70494">
          <w:rPr>
            <w:noProof/>
            <w:webHidden/>
          </w:rPr>
          <w:fldChar w:fldCharType="end"/>
        </w:r>
      </w:hyperlink>
    </w:p>
    <w:p w14:paraId="26C98A04" w14:textId="4B83301E" w:rsidR="00C70494" w:rsidRDefault="00000000">
      <w:pPr>
        <w:pStyle w:val="TOC2"/>
        <w:rPr>
          <w:rFonts w:asciiTheme="minorHAnsi" w:eastAsiaTheme="minorEastAsia" w:hAnsiTheme="minorHAnsi" w:cstheme="minorBidi"/>
          <w:noProof/>
          <w:lang w:val="en-GB" w:eastAsia="en-GB"/>
        </w:rPr>
      </w:pPr>
      <w:hyperlink w:anchor="_Toc106892312" w:history="1">
        <w:r w:rsidR="00C70494" w:rsidRPr="00410655">
          <w:rPr>
            <w:rStyle w:val="Hyperlink"/>
            <w:noProof/>
            <w:lang w:eastAsia="en-GB"/>
          </w:rPr>
          <w:t>How Deref Coercion Interacts with Mutability</w:t>
        </w:r>
        <w:r w:rsidR="00C70494">
          <w:rPr>
            <w:noProof/>
            <w:webHidden/>
          </w:rPr>
          <w:tab/>
        </w:r>
        <w:r w:rsidR="00C70494">
          <w:rPr>
            <w:noProof/>
            <w:webHidden/>
          </w:rPr>
          <w:fldChar w:fldCharType="begin"/>
        </w:r>
        <w:r w:rsidR="00C70494">
          <w:rPr>
            <w:noProof/>
            <w:webHidden/>
          </w:rPr>
          <w:instrText xml:space="preserve"> PAGEREF _Toc106892312 \h </w:instrText>
        </w:r>
        <w:r w:rsidR="00C70494">
          <w:rPr>
            <w:noProof/>
            <w:webHidden/>
          </w:rPr>
        </w:r>
        <w:r w:rsidR="00C70494">
          <w:rPr>
            <w:noProof/>
            <w:webHidden/>
          </w:rPr>
          <w:fldChar w:fldCharType="separate"/>
        </w:r>
        <w:r w:rsidR="00C70494">
          <w:rPr>
            <w:noProof/>
            <w:webHidden/>
          </w:rPr>
          <w:t>13</w:t>
        </w:r>
        <w:r w:rsidR="00C70494">
          <w:rPr>
            <w:noProof/>
            <w:webHidden/>
          </w:rPr>
          <w:fldChar w:fldCharType="end"/>
        </w:r>
      </w:hyperlink>
    </w:p>
    <w:p w14:paraId="1CC07C32" w14:textId="4B39D4BB" w:rsidR="00C70494" w:rsidRDefault="00000000" w:rsidP="00A91A89">
      <w:pPr>
        <w:pStyle w:val="TOC1"/>
        <w:rPr>
          <w:rFonts w:asciiTheme="minorHAnsi" w:eastAsiaTheme="minorEastAsia" w:hAnsiTheme="minorHAnsi" w:cstheme="minorBidi"/>
          <w:noProof/>
          <w:lang w:val="en-GB" w:eastAsia="en-GB"/>
        </w:rPr>
      </w:pPr>
      <w:hyperlink w:anchor="_Toc106892313" w:history="1">
        <w:r w:rsidR="00C70494" w:rsidRPr="00410655">
          <w:rPr>
            <w:rStyle w:val="Hyperlink"/>
            <w:noProof/>
          </w:rPr>
          <w:t>Running Code on Cleanup with the Drop</w:t>
        </w:r>
        <w:r w:rsidR="00C70494" w:rsidRPr="00410655">
          <w:rPr>
            <w:rStyle w:val="Hyperlink"/>
            <w:noProof/>
            <w:lang w:eastAsia="en-GB"/>
          </w:rPr>
          <w:t xml:space="preserve"> Trait</w:t>
        </w:r>
        <w:r w:rsidR="00C70494">
          <w:rPr>
            <w:noProof/>
            <w:webHidden/>
          </w:rPr>
          <w:tab/>
        </w:r>
        <w:r w:rsidR="00C70494">
          <w:rPr>
            <w:noProof/>
            <w:webHidden/>
          </w:rPr>
          <w:fldChar w:fldCharType="begin"/>
        </w:r>
        <w:r w:rsidR="00C70494">
          <w:rPr>
            <w:noProof/>
            <w:webHidden/>
          </w:rPr>
          <w:instrText xml:space="preserve"> PAGEREF _Toc106892313 \h </w:instrText>
        </w:r>
        <w:r w:rsidR="00C70494">
          <w:rPr>
            <w:noProof/>
            <w:webHidden/>
          </w:rPr>
        </w:r>
        <w:r w:rsidR="00C70494">
          <w:rPr>
            <w:noProof/>
            <w:webHidden/>
          </w:rPr>
          <w:fldChar w:fldCharType="separate"/>
        </w:r>
        <w:r w:rsidR="00C70494">
          <w:rPr>
            <w:noProof/>
            <w:webHidden/>
          </w:rPr>
          <w:t>14</w:t>
        </w:r>
        <w:r w:rsidR="00C70494">
          <w:rPr>
            <w:noProof/>
            <w:webHidden/>
          </w:rPr>
          <w:fldChar w:fldCharType="end"/>
        </w:r>
      </w:hyperlink>
    </w:p>
    <w:p w14:paraId="1F69523F" w14:textId="53368AA4" w:rsidR="00C70494" w:rsidRDefault="00000000" w:rsidP="00A91A89">
      <w:pPr>
        <w:pStyle w:val="TOC1"/>
        <w:rPr>
          <w:rFonts w:asciiTheme="minorHAnsi" w:eastAsiaTheme="minorEastAsia" w:hAnsiTheme="minorHAnsi" w:cstheme="minorBidi"/>
          <w:noProof/>
          <w:lang w:val="en-GB" w:eastAsia="en-GB"/>
        </w:rPr>
      </w:pPr>
      <w:hyperlink w:anchor="_Toc106892314" w:history="1">
        <w:r w:rsidR="00C70494" w:rsidRPr="00410655">
          <w:rPr>
            <w:rStyle w:val="Hyperlink"/>
            <w:noProof/>
          </w:rPr>
          <w:t>Rc&lt;T&gt;</w:t>
        </w:r>
        <w:r w:rsidR="00C70494" w:rsidRPr="00410655">
          <w:rPr>
            <w:rStyle w:val="Hyperlink"/>
            <w:noProof/>
            <w:lang w:eastAsia="en-GB"/>
          </w:rPr>
          <w:t>, the Reference Counted Smart Pointer</w:t>
        </w:r>
        <w:r w:rsidR="00C70494">
          <w:rPr>
            <w:noProof/>
            <w:webHidden/>
          </w:rPr>
          <w:tab/>
        </w:r>
        <w:r w:rsidR="00C70494">
          <w:rPr>
            <w:noProof/>
            <w:webHidden/>
          </w:rPr>
          <w:fldChar w:fldCharType="begin"/>
        </w:r>
        <w:r w:rsidR="00C70494">
          <w:rPr>
            <w:noProof/>
            <w:webHidden/>
          </w:rPr>
          <w:instrText xml:space="preserve"> PAGEREF _Toc106892314 \h </w:instrText>
        </w:r>
        <w:r w:rsidR="00C70494">
          <w:rPr>
            <w:noProof/>
            <w:webHidden/>
          </w:rPr>
        </w:r>
        <w:r w:rsidR="00C70494">
          <w:rPr>
            <w:noProof/>
            <w:webHidden/>
          </w:rPr>
          <w:fldChar w:fldCharType="separate"/>
        </w:r>
        <w:r w:rsidR="00C70494">
          <w:rPr>
            <w:noProof/>
            <w:webHidden/>
          </w:rPr>
          <w:t>17</w:t>
        </w:r>
        <w:r w:rsidR="00C70494">
          <w:rPr>
            <w:noProof/>
            <w:webHidden/>
          </w:rPr>
          <w:fldChar w:fldCharType="end"/>
        </w:r>
      </w:hyperlink>
    </w:p>
    <w:p w14:paraId="26850AB0" w14:textId="50CDBA59" w:rsidR="00C70494" w:rsidRDefault="00000000">
      <w:pPr>
        <w:pStyle w:val="TOC2"/>
        <w:rPr>
          <w:rFonts w:asciiTheme="minorHAnsi" w:eastAsiaTheme="minorEastAsia" w:hAnsiTheme="minorHAnsi" w:cstheme="minorBidi"/>
          <w:noProof/>
          <w:lang w:val="en-GB" w:eastAsia="en-GB"/>
        </w:rPr>
      </w:pPr>
      <w:hyperlink w:anchor="_Toc106892315" w:history="1">
        <w:r w:rsidR="00C70494" w:rsidRPr="00410655">
          <w:rPr>
            <w:rStyle w:val="Hyperlink"/>
            <w:noProof/>
          </w:rPr>
          <w:t>Using Rc&lt;T&gt;</w:t>
        </w:r>
        <w:r w:rsidR="00C70494" w:rsidRPr="00410655">
          <w:rPr>
            <w:rStyle w:val="Hyperlink"/>
            <w:noProof/>
            <w:lang w:eastAsia="en-GB"/>
          </w:rPr>
          <w:t xml:space="preserve"> to Share Data</w:t>
        </w:r>
        <w:r w:rsidR="00C70494">
          <w:rPr>
            <w:noProof/>
            <w:webHidden/>
          </w:rPr>
          <w:tab/>
        </w:r>
        <w:r w:rsidR="00C70494">
          <w:rPr>
            <w:noProof/>
            <w:webHidden/>
          </w:rPr>
          <w:fldChar w:fldCharType="begin"/>
        </w:r>
        <w:r w:rsidR="00C70494">
          <w:rPr>
            <w:noProof/>
            <w:webHidden/>
          </w:rPr>
          <w:instrText xml:space="preserve"> PAGEREF _Toc106892315 \h </w:instrText>
        </w:r>
        <w:r w:rsidR="00C70494">
          <w:rPr>
            <w:noProof/>
            <w:webHidden/>
          </w:rPr>
        </w:r>
        <w:r w:rsidR="00C70494">
          <w:rPr>
            <w:noProof/>
            <w:webHidden/>
          </w:rPr>
          <w:fldChar w:fldCharType="separate"/>
        </w:r>
        <w:r w:rsidR="00C70494">
          <w:rPr>
            <w:noProof/>
            <w:webHidden/>
          </w:rPr>
          <w:t>18</w:t>
        </w:r>
        <w:r w:rsidR="00C70494">
          <w:rPr>
            <w:noProof/>
            <w:webHidden/>
          </w:rPr>
          <w:fldChar w:fldCharType="end"/>
        </w:r>
      </w:hyperlink>
    </w:p>
    <w:p w14:paraId="58F7C692" w14:textId="1FD2858F" w:rsidR="00C70494" w:rsidRDefault="00000000">
      <w:pPr>
        <w:pStyle w:val="TOC2"/>
        <w:rPr>
          <w:rFonts w:asciiTheme="minorHAnsi" w:eastAsiaTheme="minorEastAsia" w:hAnsiTheme="minorHAnsi" w:cstheme="minorBidi"/>
          <w:noProof/>
          <w:lang w:val="en-GB" w:eastAsia="en-GB"/>
        </w:rPr>
      </w:pPr>
      <w:hyperlink w:anchor="_Toc106892316" w:history="1">
        <w:r w:rsidR="00C70494" w:rsidRPr="00410655">
          <w:rPr>
            <w:rStyle w:val="Hyperlink"/>
            <w:noProof/>
          </w:rPr>
          <w:t>Cloning an Rc&lt;T&gt;</w:t>
        </w:r>
        <w:r w:rsidR="00C70494" w:rsidRPr="00410655">
          <w:rPr>
            <w:rStyle w:val="Hyperlink"/>
            <w:noProof/>
            <w:lang w:eastAsia="en-GB"/>
          </w:rPr>
          <w:t xml:space="preserve"> Increases the Reference Count</w:t>
        </w:r>
        <w:r w:rsidR="00C70494">
          <w:rPr>
            <w:noProof/>
            <w:webHidden/>
          </w:rPr>
          <w:tab/>
        </w:r>
        <w:r w:rsidR="00C70494">
          <w:rPr>
            <w:noProof/>
            <w:webHidden/>
          </w:rPr>
          <w:fldChar w:fldCharType="begin"/>
        </w:r>
        <w:r w:rsidR="00C70494">
          <w:rPr>
            <w:noProof/>
            <w:webHidden/>
          </w:rPr>
          <w:instrText xml:space="preserve"> PAGEREF _Toc106892316 \h </w:instrText>
        </w:r>
        <w:r w:rsidR="00C70494">
          <w:rPr>
            <w:noProof/>
            <w:webHidden/>
          </w:rPr>
        </w:r>
        <w:r w:rsidR="00C70494">
          <w:rPr>
            <w:noProof/>
            <w:webHidden/>
          </w:rPr>
          <w:fldChar w:fldCharType="separate"/>
        </w:r>
        <w:r w:rsidR="00C70494">
          <w:rPr>
            <w:noProof/>
            <w:webHidden/>
          </w:rPr>
          <w:t>19</w:t>
        </w:r>
        <w:r w:rsidR="00C70494">
          <w:rPr>
            <w:noProof/>
            <w:webHidden/>
          </w:rPr>
          <w:fldChar w:fldCharType="end"/>
        </w:r>
      </w:hyperlink>
    </w:p>
    <w:p w14:paraId="3489B791" w14:textId="6D721F6C" w:rsidR="00C70494" w:rsidRDefault="00000000" w:rsidP="00A91A89">
      <w:pPr>
        <w:pStyle w:val="TOC1"/>
        <w:rPr>
          <w:rFonts w:asciiTheme="minorHAnsi" w:eastAsiaTheme="minorEastAsia" w:hAnsiTheme="minorHAnsi" w:cstheme="minorBidi"/>
          <w:noProof/>
          <w:lang w:val="en-GB" w:eastAsia="en-GB"/>
        </w:rPr>
      </w:pPr>
      <w:hyperlink w:anchor="_Toc106892317" w:history="1">
        <w:r w:rsidR="00C70494" w:rsidRPr="00410655">
          <w:rPr>
            <w:rStyle w:val="Hyperlink"/>
            <w:noProof/>
          </w:rPr>
          <w:t>RefCell&lt;T&gt;</w:t>
        </w:r>
        <w:r w:rsidR="00C70494" w:rsidRPr="00410655">
          <w:rPr>
            <w:rStyle w:val="Hyperlink"/>
            <w:noProof/>
            <w:lang w:eastAsia="en-GB"/>
          </w:rPr>
          <w:t xml:space="preserve"> and the Interior Mutability Pattern</w:t>
        </w:r>
        <w:r w:rsidR="00C70494">
          <w:rPr>
            <w:noProof/>
            <w:webHidden/>
          </w:rPr>
          <w:tab/>
        </w:r>
        <w:r w:rsidR="00C70494">
          <w:rPr>
            <w:noProof/>
            <w:webHidden/>
          </w:rPr>
          <w:fldChar w:fldCharType="begin"/>
        </w:r>
        <w:r w:rsidR="00C70494">
          <w:rPr>
            <w:noProof/>
            <w:webHidden/>
          </w:rPr>
          <w:instrText xml:space="preserve"> PAGEREF _Toc106892317 \h </w:instrText>
        </w:r>
        <w:r w:rsidR="00C70494">
          <w:rPr>
            <w:noProof/>
            <w:webHidden/>
          </w:rPr>
        </w:r>
        <w:r w:rsidR="00C70494">
          <w:rPr>
            <w:noProof/>
            <w:webHidden/>
          </w:rPr>
          <w:fldChar w:fldCharType="separate"/>
        </w:r>
        <w:r w:rsidR="00C70494">
          <w:rPr>
            <w:noProof/>
            <w:webHidden/>
          </w:rPr>
          <w:t>21</w:t>
        </w:r>
        <w:r w:rsidR="00C70494">
          <w:rPr>
            <w:noProof/>
            <w:webHidden/>
          </w:rPr>
          <w:fldChar w:fldCharType="end"/>
        </w:r>
      </w:hyperlink>
    </w:p>
    <w:p w14:paraId="2253F810" w14:textId="517EEE7C" w:rsidR="00C70494" w:rsidRDefault="00000000">
      <w:pPr>
        <w:pStyle w:val="TOC2"/>
        <w:rPr>
          <w:rFonts w:asciiTheme="minorHAnsi" w:eastAsiaTheme="minorEastAsia" w:hAnsiTheme="minorHAnsi" w:cstheme="minorBidi"/>
          <w:noProof/>
          <w:lang w:val="en-GB" w:eastAsia="en-GB"/>
        </w:rPr>
      </w:pPr>
      <w:hyperlink w:anchor="_Toc106892318" w:history="1">
        <w:r w:rsidR="00C70494" w:rsidRPr="00410655">
          <w:rPr>
            <w:rStyle w:val="Hyperlink"/>
            <w:noProof/>
          </w:rPr>
          <w:t>Enforcing Borrowing Rules at Runtime with RefCell&lt;T&gt;</w:t>
        </w:r>
        <w:r w:rsidR="00C70494">
          <w:rPr>
            <w:noProof/>
            <w:webHidden/>
          </w:rPr>
          <w:tab/>
        </w:r>
        <w:r w:rsidR="00C70494">
          <w:rPr>
            <w:noProof/>
            <w:webHidden/>
          </w:rPr>
          <w:fldChar w:fldCharType="begin"/>
        </w:r>
        <w:r w:rsidR="00C70494">
          <w:rPr>
            <w:noProof/>
            <w:webHidden/>
          </w:rPr>
          <w:instrText xml:space="preserve"> PAGEREF _Toc106892318 \h </w:instrText>
        </w:r>
        <w:r w:rsidR="00C70494">
          <w:rPr>
            <w:noProof/>
            <w:webHidden/>
          </w:rPr>
        </w:r>
        <w:r w:rsidR="00C70494">
          <w:rPr>
            <w:noProof/>
            <w:webHidden/>
          </w:rPr>
          <w:fldChar w:fldCharType="separate"/>
        </w:r>
        <w:r w:rsidR="00C70494">
          <w:rPr>
            <w:noProof/>
            <w:webHidden/>
          </w:rPr>
          <w:t>21</w:t>
        </w:r>
        <w:r w:rsidR="00C70494">
          <w:rPr>
            <w:noProof/>
            <w:webHidden/>
          </w:rPr>
          <w:fldChar w:fldCharType="end"/>
        </w:r>
      </w:hyperlink>
    </w:p>
    <w:p w14:paraId="0A60551C" w14:textId="2E21DBBE" w:rsidR="00C70494" w:rsidRDefault="00000000">
      <w:pPr>
        <w:pStyle w:val="TOC2"/>
        <w:rPr>
          <w:rFonts w:asciiTheme="minorHAnsi" w:eastAsiaTheme="minorEastAsia" w:hAnsiTheme="minorHAnsi" w:cstheme="minorBidi"/>
          <w:noProof/>
          <w:lang w:val="en-GB" w:eastAsia="en-GB"/>
        </w:rPr>
      </w:pPr>
      <w:hyperlink w:anchor="_Toc106892319" w:history="1">
        <w:r w:rsidR="00C70494" w:rsidRPr="00410655">
          <w:rPr>
            <w:rStyle w:val="Hyperlink"/>
            <w:noProof/>
            <w:lang w:eastAsia="en-GB"/>
          </w:rPr>
          <w:t>Interior Mutability: A Mutable Borrow to an Immutable Value</w:t>
        </w:r>
        <w:r w:rsidR="00C70494">
          <w:rPr>
            <w:noProof/>
            <w:webHidden/>
          </w:rPr>
          <w:tab/>
        </w:r>
        <w:r w:rsidR="00C70494">
          <w:rPr>
            <w:noProof/>
            <w:webHidden/>
          </w:rPr>
          <w:fldChar w:fldCharType="begin"/>
        </w:r>
        <w:r w:rsidR="00C70494">
          <w:rPr>
            <w:noProof/>
            <w:webHidden/>
          </w:rPr>
          <w:instrText xml:space="preserve"> PAGEREF _Toc106892319 \h </w:instrText>
        </w:r>
        <w:r w:rsidR="00C70494">
          <w:rPr>
            <w:noProof/>
            <w:webHidden/>
          </w:rPr>
        </w:r>
        <w:r w:rsidR="00C70494">
          <w:rPr>
            <w:noProof/>
            <w:webHidden/>
          </w:rPr>
          <w:fldChar w:fldCharType="separate"/>
        </w:r>
        <w:r w:rsidR="00C70494">
          <w:rPr>
            <w:noProof/>
            <w:webHidden/>
          </w:rPr>
          <w:t>22</w:t>
        </w:r>
        <w:r w:rsidR="00C70494">
          <w:rPr>
            <w:noProof/>
            <w:webHidden/>
          </w:rPr>
          <w:fldChar w:fldCharType="end"/>
        </w:r>
      </w:hyperlink>
    </w:p>
    <w:p w14:paraId="2CADB7BD" w14:textId="207CD835" w:rsidR="00C70494" w:rsidRDefault="00000000">
      <w:pPr>
        <w:pStyle w:val="TOC3"/>
        <w:rPr>
          <w:rFonts w:asciiTheme="minorHAnsi" w:eastAsiaTheme="minorEastAsia" w:hAnsiTheme="minorHAnsi" w:cstheme="minorBidi"/>
          <w:noProof/>
          <w:lang w:val="en-GB" w:eastAsia="en-GB"/>
        </w:rPr>
      </w:pPr>
      <w:hyperlink w:anchor="_Toc106892320" w:history="1">
        <w:r w:rsidR="00C70494" w:rsidRPr="00410655">
          <w:rPr>
            <w:rStyle w:val="Hyperlink"/>
            <w:noProof/>
            <w:lang w:eastAsia="en-GB"/>
          </w:rPr>
          <w:t>A Use Case for Interior Mutability: Mock Objects</w:t>
        </w:r>
        <w:r w:rsidR="00C70494">
          <w:rPr>
            <w:noProof/>
            <w:webHidden/>
          </w:rPr>
          <w:tab/>
        </w:r>
        <w:r w:rsidR="00C70494">
          <w:rPr>
            <w:noProof/>
            <w:webHidden/>
          </w:rPr>
          <w:fldChar w:fldCharType="begin"/>
        </w:r>
        <w:r w:rsidR="00C70494">
          <w:rPr>
            <w:noProof/>
            <w:webHidden/>
          </w:rPr>
          <w:instrText xml:space="preserve"> PAGEREF _Toc106892320 \h </w:instrText>
        </w:r>
        <w:r w:rsidR="00C70494">
          <w:rPr>
            <w:noProof/>
            <w:webHidden/>
          </w:rPr>
        </w:r>
        <w:r w:rsidR="00C70494">
          <w:rPr>
            <w:noProof/>
            <w:webHidden/>
          </w:rPr>
          <w:fldChar w:fldCharType="separate"/>
        </w:r>
        <w:r w:rsidR="00C70494">
          <w:rPr>
            <w:noProof/>
            <w:webHidden/>
          </w:rPr>
          <w:t>23</w:t>
        </w:r>
        <w:r w:rsidR="00C70494">
          <w:rPr>
            <w:noProof/>
            <w:webHidden/>
          </w:rPr>
          <w:fldChar w:fldCharType="end"/>
        </w:r>
      </w:hyperlink>
    </w:p>
    <w:p w14:paraId="1F6E99B7" w14:textId="3520CCAA" w:rsidR="00C70494" w:rsidRDefault="00000000">
      <w:pPr>
        <w:pStyle w:val="TOC3"/>
        <w:rPr>
          <w:rFonts w:asciiTheme="minorHAnsi" w:eastAsiaTheme="minorEastAsia" w:hAnsiTheme="minorHAnsi" w:cstheme="minorBidi"/>
          <w:noProof/>
          <w:lang w:val="en-GB" w:eastAsia="en-GB"/>
        </w:rPr>
      </w:pPr>
      <w:hyperlink w:anchor="_Toc106892321" w:history="1">
        <w:r w:rsidR="00C70494" w:rsidRPr="00410655">
          <w:rPr>
            <w:rStyle w:val="Hyperlink"/>
            <w:noProof/>
          </w:rPr>
          <w:t>Keeping Track of Borrows at Runtime with RefCell&lt;T&gt;</w:t>
        </w:r>
        <w:r w:rsidR="00C70494">
          <w:rPr>
            <w:noProof/>
            <w:webHidden/>
          </w:rPr>
          <w:tab/>
        </w:r>
        <w:r w:rsidR="00C70494">
          <w:rPr>
            <w:noProof/>
            <w:webHidden/>
          </w:rPr>
          <w:fldChar w:fldCharType="begin"/>
        </w:r>
        <w:r w:rsidR="00C70494">
          <w:rPr>
            <w:noProof/>
            <w:webHidden/>
          </w:rPr>
          <w:instrText xml:space="preserve"> PAGEREF _Toc106892321 \h </w:instrText>
        </w:r>
        <w:r w:rsidR="00C70494">
          <w:rPr>
            <w:noProof/>
            <w:webHidden/>
          </w:rPr>
        </w:r>
        <w:r w:rsidR="00C70494">
          <w:rPr>
            <w:noProof/>
            <w:webHidden/>
          </w:rPr>
          <w:fldChar w:fldCharType="separate"/>
        </w:r>
        <w:r w:rsidR="00C70494">
          <w:rPr>
            <w:noProof/>
            <w:webHidden/>
          </w:rPr>
          <w:t>27</w:t>
        </w:r>
        <w:r w:rsidR="00C70494">
          <w:rPr>
            <w:noProof/>
            <w:webHidden/>
          </w:rPr>
          <w:fldChar w:fldCharType="end"/>
        </w:r>
      </w:hyperlink>
    </w:p>
    <w:p w14:paraId="710BC2F7" w14:textId="0F75BBCD" w:rsidR="00C70494" w:rsidRDefault="00000000">
      <w:pPr>
        <w:pStyle w:val="TOC2"/>
        <w:rPr>
          <w:rFonts w:asciiTheme="minorHAnsi" w:eastAsiaTheme="minorEastAsia" w:hAnsiTheme="minorHAnsi" w:cstheme="minorBidi"/>
          <w:noProof/>
          <w:lang w:val="en-GB" w:eastAsia="en-GB"/>
        </w:rPr>
      </w:pPr>
      <w:hyperlink w:anchor="_Toc106892322" w:history="1">
        <w:r w:rsidR="00C70494" w:rsidRPr="00410655">
          <w:rPr>
            <w:rStyle w:val="Hyperlink"/>
            <w:noProof/>
          </w:rPr>
          <w:t>Allowing Multiple Owners of Mutable Data with Rc&lt;T&gt; and RefCell&lt;T&gt;</w:t>
        </w:r>
        <w:r w:rsidR="00C70494">
          <w:rPr>
            <w:noProof/>
            <w:webHidden/>
          </w:rPr>
          <w:tab/>
        </w:r>
        <w:r w:rsidR="00C70494">
          <w:rPr>
            <w:noProof/>
            <w:webHidden/>
          </w:rPr>
          <w:fldChar w:fldCharType="begin"/>
        </w:r>
        <w:r w:rsidR="00C70494">
          <w:rPr>
            <w:noProof/>
            <w:webHidden/>
          </w:rPr>
          <w:instrText xml:space="preserve"> PAGEREF _Toc106892322 \h </w:instrText>
        </w:r>
        <w:r w:rsidR="00C70494">
          <w:rPr>
            <w:noProof/>
            <w:webHidden/>
          </w:rPr>
        </w:r>
        <w:r w:rsidR="00C70494">
          <w:rPr>
            <w:noProof/>
            <w:webHidden/>
          </w:rPr>
          <w:fldChar w:fldCharType="separate"/>
        </w:r>
        <w:r w:rsidR="00C70494">
          <w:rPr>
            <w:noProof/>
            <w:webHidden/>
          </w:rPr>
          <w:t>28</w:t>
        </w:r>
        <w:r w:rsidR="00C70494">
          <w:rPr>
            <w:noProof/>
            <w:webHidden/>
          </w:rPr>
          <w:fldChar w:fldCharType="end"/>
        </w:r>
      </w:hyperlink>
    </w:p>
    <w:p w14:paraId="6B43747D" w14:textId="6BDAC9C4" w:rsidR="00C70494" w:rsidRDefault="00000000" w:rsidP="00A91A89">
      <w:pPr>
        <w:pStyle w:val="TOC1"/>
        <w:rPr>
          <w:rFonts w:asciiTheme="minorHAnsi" w:eastAsiaTheme="minorEastAsia" w:hAnsiTheme="minorHAnsi" w:cstheme="minorBidi"/>
          <w:noProof/>
          <w:lang w:val="en-GB" w:eastAsia="en-GB"/>
        </w:rPr>
      </w:pPr>
      <w:hyperlink w:anchor="_Toc106892323" w:history="1">
        <w:r w:rsidR="00C70494" w:rsidRPr="00410655">
          <w:rPr>
            <w:rStyle w:val="Hyperlink"/>
            <w:noProof/>
            <w:lang w:eastAsia="en-GB"/>
          </w:rPr>
          <w:t>Reference Cycles Can Leak Memory</w:t>
        </w:r>
        <w:r w:rsidR="00C70494">
          <w:rPr>
            <w:noProof/>
            <w:webHidden/>
          </w:rPr>
          <w:tab/>
        </w:r>
        <w:r w:rsidR="00C70494">
          <w:rPr>
            <w:noProof/>
            <w:webHidden/>
          </w:rPr>
          <w:fldChar w:fldCharType="begin"/>
        </w:r>
        <w:r w:rsidR="00C70494">
          <w:rPr>
            <w:noProof/>
            <w:webHidden/>
          </w:rPr>
          <w:instrText xml:space="preserve"> PAGEREF _Toc106892323 \h </w:instrText>
        </w:r>
        <w:r w:rsidR="00C70494">
          <w:rPr>
            <w:noProof/>
            <w:webHidden/>
          </w:rPr>
        </w:r>
        <w:r w:rsidR="00C70494">
          <w:rPr>
            <w:noProof/>
            <w:webHidden/>
          </w:rPr>
          <w:fldChar w:fldCharType="separate"/>
        </w:r>
        <w:r w:rsidR="00C70494">
          <w:rPr>
            <w:noProof/>
            <w:webHidden/>
          </w:rPr>
          <w:t>29</w:t>
        </w:r>
        <w:r w:rsidR="00C70494">
          <w:rPr>
            <w:noProof/>
            <w:webHidden/>
          </w:rPr>
          <w:fldChar w:fldCharType="end"/>
        </w:r>
      </w:hyperlink>
    </w:p>
    <w:p w14:paraId="15D8DBDE" w14:textId="18BBF979" w:rsidR="00C70494" w:rsidRDefault="00000000">
      <w:pPr>
        <w:pStyle w:val="TOC2"/>
        <w:rPr>
          <w:rFonts w:asciiTheme="minorHAnsi" w:eastAsiaTheme="minorEastAsia" w:hAnsiTheme="minorHAnsi" w:cstheme="minorBidi"/>
          <w:noProof/>
          <w:lang w:val="en-GB" w:eastAsia="en-GB"/>
        </w:rPr>
      </w:pPr>
      <w:hyperlink w:anchor="_Toc106892324" w:history="1">
        <w:r w:rsidR="00C70494" w:rsidRPr="00410655">
          <w:rPr>
            <w:rStyle w:val="Hyperlink"/>
            <w:noProof/>
            <w:lang w:eastAsia="en-GB"/>
          </w:rPr>
          <w:t>Creating a Reference Cycle</w:t>
        </w:r>
        <w:r w:rsidR="00C70494">
          <w:rPr>
            <w:noProof/>
            <w:webHidden/>
          </w:rPr>
          <w:tab/>
        </w:r>
        <w:r w:rsidR="00C70494">
          <w:rPr>
            <w:noProof/>
            <w:webHidden/>
          </w:rPr>
          <w:fldChar w:fldCharType="begin"/>
        </w:r>
        <w:r w:rsidR="00C70494">
          <w:rPr>
            <w:noProof/>
            <w:webHidden/>
          </w:rPr>
          <w:instrText xml:space="preserve"> PAGEREF _Toc106892324 \h </w:instrText>
        </w:r>
        <w:r w:rsidR="00C70494">
          <w:rPr>
            <w:noProof/>
            <w:webHidden/>
          </w:rPr>
        </w:r>
        <w:r w:rsidR="00C70494">
          <w:rPr>
            <w:noProof/>
            <w:webHidden/>
          </w:rPr>
          <w:fldChar w:fldCharType="separate"/>
        </w:r>
        <w:r w:rsidR="00C70494">
          <w:rPr>
            <w:noProof/>
            <w:webHidden/>
          </w:rPr>
          <w:t>30</w:t>
        </w:r>
        <w:r w:rsidR="00C70494">
          <w:rPr>
            <w:noProof/>
            <w:webHidden/>
          </w:rPr>
          <w:fldChar w:fldCharType="end"/>
        </w:r>
      </w:hyperlink>
    </w:p>
    <w:p w14:paraId="3B77A240" w14:textId="70CBC7CF" w:rsidR="00C70494" w:rsidRDefault="00000000">
      <w:pPr>
        <w:pStyle w:val="TOC2"/>
        <w:rPr>
          <w:rFonts w:asciiTheme="minorHAnsi" w:eastAsiaTheme="minorEastAsia" w:hAnsiTheme="minorHAnsi" w:cstheme="minorBidi"/>
          <w:noProof/>
          <w:lang w:val="en-GB" w:eastAsia="en-GB"/>
        </w:rPr>
      </w:pPr>
      <w:r>
        <w:fldChar w:fldCharType="begin"/>
      </w:r>
      <w:r>
        <w:instrText xml:space="preserve"> HYPERLINK \l "_Toc106892325" </w:instrText>
      </w:r>
      <w:r>
        <w:fldChar w:fldCharType="separate"/>
      </w:r>
      <w:r w:rsidR="00C70494" w:rsidRPr="00410655">
        <w:rPr>
          <w:rStyle w:val="Hyperlink"/>
          <w:noProof/>
        </w:rPr>
        <w:t>Preventing Reference Cycles</w:t>
      </w:r>
      <w:ins w:id="4" w:author="Audrey Doyle" w:date="2022-08-04T14:07:00Z">
        <w:r w:rsidR="00F22363">
          <w:rPr>
            <w:rStyle w:val="Hyperlink"/>
            <w:noProof/>
          </w:rPr>
          <w:t xml:space="preserve"> Using Weak&lt;T&gt;</w:t>
        </w:r>
      </w:ins>
      <w:del w:id="5" w:author="Audrey Doyle" w:date="2022-08-04T14:07:00Z">
        <w:r w:rsidR="00C70494" w:rsidRPr="00410655" w:rsidDel="00F22363">
          <w:rPr>
            <w:rStyle w:val="Hyperlink"/>
            <w:noProof/>
          </w:rPr>
          <w:delText>: Turning an Rc&lt;T&gt; into a</w:delText>
        </w:r>
      </w:del>
      <w:r w:rsidR="00C70494">
        <w:rPr>
          <w:noProof/>
          <w:webHidden/>
        </w:rPr>
        <w:tab/>
      </w:r>
      <w:r w:rsidR="00C70494">
        <w:rPr>
          <w:noProof/>
          <w:webHidden/>
        </w:rPr>
        <w:fldChar w:fldCharType="begin"/>
      </w:r>
      <w:r w:rsidR="00C70494">
        <w:rPr>
          <w:noProof/>
          <w:webHidden/>
        </w:rPr>
        <w:instrText xml:space="preserve"> PAGEREF _Toc106892325 \h </w:instrText>
      </w:r>
      <w:r w:rsidR="00C70494">
        <w:rPr>
          <w:noProof/>
          <w:webHidden/>
        </w:rPr>
      </w:r>
      <w:r w:rsidR="00C70494">
        <w:rPr>
          <w:noProof/>
          <w:webHidden/>
        </w:rPr>
        <w:fldChar w:fldCharType="separate"/>
      </w:r>
      <w:r w:rsidR="00C70494">
        <w:rPr>
          <w:noProof/>
          <w:webHidden/>
        </w:rPr>
        <w:t>32</w:t>
      </w:r>
      <w:r w:rsidR="00C70494">
        <w:rPr>
          <w:noProof/>
          <w:webHidden/>
        </w:rPr>
        <w:fldChar w:fldCharType="end"/>
      </w:r>
      <w:r>
        <w:rPr>
          <w:noProof/>
        </w:rPr>
        <w:fldChar w:fldCharType="end"/>
      </w:r>
    </w:p>
    <w:p w14:paraId="7798397A" w14:textId="31F0A1B5" w:rsidR="00C70494" w:rsidRDefault="00000000">
      <w:pPr>
        <w:pStyle w:val="TOC3"/>
        <w:rPr>
          <w:rFonts w:asciiTheme="minorHAnsi" w:eastAsiaTheme="minorEastAsia" w:hAnsiTheme="minorHAnsi" w:cstheme="minorBidi"/>
          <w:noProof/>
          <w:lang w:val="en-GB" w:eastAsia="en-GB"/>
        </w:rPr>
      </w:pPr>
      <w:r>
        <w:fldChar w:fldCharType="begin"/>
      </w:r>
      <w:r>
        <w:instrText xml:space="preserve"> HYPERLINK \l "_Toc106892326" </w:instrText>
      </w:r>
      <w:r>
        <w:fldChar w:fldCharType="separate"/>
      </w:r>
      <w:r w:rsidR="00C70494" w:rsidRPr="00410655">
        <w:rPr>
          <w:rStyle w:val="Hyperlink"/>
          <w:noProof/>
        </w:rPr>
        <w:t xml:space="preserve">Creating a Tree Data Structure: </w:t>
      </w:r>
      <w:del w:id="6" w:author="Audrey Doyle" w:date="2022-08-04T14:08:00Z">
        <w:r w:rsidR="00C70494" w:rsidRPr="00410655" w:rsidDel="00F22363">
          <w:rPr>
            <w:rStyle w:val="Hyperlink"/>
            <w:noProof/>
          </w:rPr>
          <w:delText xml:space="preserve">a </w:delText>
        </w:r>
      </w:del>
      <w:ins w:id="7" w:author="Audrey Doyle" w:date="2022-08-04T14:08:00Z">
        <w:r w:rsidR="00F22363">
          <w:rPr>
            <w:rStyle w:val="Hyperlink"/>
            <w:noProof/>
          </w:rPr>
          <w:t>A</w:t>
        </w:r>
        <w:r w:rsidR="00F22363" w:rsidRPr="00410655">
          <w:rPr>
            <w:rStyle w:val="Hyperlink"/>
            <w:noProof/>
          </w:rPr>
          <w:t xml:space="preserve"> </w:t>
        </w:r>
      </w:ins>
      <w:r w:rsidR="00C70494" w:rsidRPr="00410655">
        <w:rPr>
          <w:rStyle w:val="Hyperlink"/>
          <w:noProof/>
        </w:rPr>
        <w:t>Node</w:t>
      </w:r>
      <w:r w:rsidR="00C70494" w:rsidRPr="00410655">
        <w:rPr>
          <w:rStyle w:val="Hyperlink"/>
          <w:noProof/>
          <w:lang w:eastAsia="en-GB"/>
        </w:rPr>
        <w:t xml:space="preserve"> with Child Nodes</w:t>
      </w:r>
      <w:r w:rsidR="00C70494">
        <w:rPr>
          <w:noProof/>
          <w:webHidden/>
        </w:rPr>
        <w:tab/>
      </w:r>
      <w:r w:rsidR="00C70494">
        <w:rPr>
          <w:noProof/>
          <w:webHidden/>
        </w:rPr>
        <w:fldChar w:fldCharType="begin"/>
      </w:r>
      <w:r w:rsidR="00C70494">
        <w:rPr>
          <w:noProof/>
          <w:webHidden/>
        </w:rPr>
        <w:instrText xml:space="preserve"> PAGEREF _Toc106892326 \h </w:instrText>
      </w:r>
      <w:r w:rsidR="00C70494">
        <w:rPr>
          <w:noProof/>
          <w:webHidden/>
        </w:rPr>
      </w:r>
      <w:r w:rsidR="00C70494">
        <w:rPr>
          <w:noProof/>
          <w:webHidden/>
        </w:rPr>
        <w:fldChar w:fldCharType="separate"/>
      </w:r>
      <w:r w:rsidR="00C70494">
        <w:rPr>
          <w:noProof/>
          <w:webHidden/>
        </w:rPr>
        <w:t>33</w:t>
      </w:r>
      <w:r w:rsidR="00C70494">
        <w:rPr>
          <w:noProof/>
          <w:webHidden/>
        </w:rPr>
        <w:fldChar w:fldCharType="end"/>
      </w:r>
      <w:r>
        <w:rPr>
          <w:noProof/>
        </w:rPr>
        <w:fldChar w:fldCharType="end"/>
      </w:r>
    </w:p>
    <w:p w14:paraId="25E2016C" w14:textId="7B155B72" w:rsidR="00C70494" w:rsidRDefault="00000000">
      <w:pPr>
        <w:pStyle w:val="TOC3"/>
        <w:rPr>
          <w:rFonts w:asciiTheme="minorHAnsi" w:eastAsiaTheme="minorEastAsia" w:hAnsiTheme="minorHAnsi" w:cstheme="minorBidi"/>
          <w:noProof/>
          <w:lang w:val="en-GB" w:eastAsia="en-GB"/>
        </w:rPr>
      </w:pPr>
      <w:hyperlink w:anchor="_Toc106892327" w:history="1">
        <w:r w:rsidR="00C70494" w:rsidRPr="00410655">
          <w:rPr>
            <w:rStyle w:val="Hyperlink"/>
            <w:noProof/>
            <w:lang w:eastAsia="en-GB"/>
          </w:rPr>
          <w:t>Adding a Reference from a Child to Its Parent</w:t>
        </w:r>
        <w:r w:rsidR="00C70494">
          <w:rPr>
            <w:noProof/>
            <w:webHidden/>
          </w:rPr>
          <w:tab/>
        </w:r>
        <w:r w:rsidR="00C70494">
          <w:rPr>
            <w:noProof/>
            <w:webHidden/>
          </w:rPr>
          <w:fldChar w:fldCharType="begin"/>
        </w:r>
        <w:r w:rsidR="00C70494">
          <w:rPr>
            <w:noProof/>
            <w:webHidden/>
          </w:rPr>
          <w:instrText xml:space="preserve"> PAGEREF _Toc106892327 \h </w:instrText>
        </w:r>
        <w:r w:rsidR="00C70494">
          <w:rPr>
            <w:noProof/>
            <w:webHidden/>
          </w:rPr>
        </w:r>
        <w:r w:rsidR="00C70494">
          <w:rPr>
            <w:noProof/>
            <w:webHidden/>
          </w:rPr>
          <w:fldChar w:fldCharType="separate"/>
        </w:r>
        <w:r w:rsidR="00C70494">
          <w:rPr>
            <w:noProof/>
            <w:webHidden/>
          </w:rPr>
          <w:t>34</w:t>
        </w:r>
        <w:r w:rsidR="00C70494">
          <w:rPr>
            <w:noProof/>
            <w:webHidden/>
          </w:rPr>
          <w:fldChar w:fldCharType="end"/>
        </w:r>
      </w:hyperlink>
    </w:p>
    <w:p w14:paraId="6A5D48B3" w14:textId="2F89813E" w:rsidR="00C70494" w:rsidRDefault="00000000">
      <w:pPr>
        <w:pStyle w:val="TOC3"/>
        <w:rPr>
          <w:rFonts w:asciiTheme="minorHAnsi" w:eastAsiaTheme="minorEastAsia" w:hAnsiTheme="minorHAnsi" w:cstheme="minorBidi"/>
          <w:noProof/>
          <w:lang w:val="en-GB" w:eastAsia="en-GB"/>
        </w:rPr>
      </w:pPr>
      <w:hyperlink w:anchor="_Toc106892328" w:history="1">
        <w:r w:rsidR="00C70494" w:rsidRPr="00410655">
          <w:rPr>
            <w:rStyle w:val="Hyperlink"/>
            <w:noProof/>
          </w:rPr>
          <w:t>Visualizing Changes to strong_count and weak_count</w:t>
        </w:r>
        <w:r w:rsidR="00C70494">
          <w:rPr>
            <w:noProof/>
            <w:webHidden/>
          </w:rPr>
          <w:tab/>
        </w:r>
        <w:r w:rsidR="00C70494">
          <w:rPr>
            <w:noProof/>
            <w:webHidden/>
          </w:rPr>
          <w:fldChar w:fldCharType="begin"/>
        </w:r>
        <w:r w:rsidR="00C70494">
          <w:rPr>
            <w:noProof/>
            <w:webHidden/>
          </w:rPr>
          <w:instrText xml:space="preserve"> PAGEREF _Toc106892328 \h </w:instrText>
        </w:r>
        <w:r w:rsidR="00C70494">
          <w:rPr>
            <w:noProof/>
            <w:webHidden/>
          </w:rPr>
        </w:r>
        <w:r w:rsidR="00C70494">
          <w:rPr>
            <w:noProof/>
            <w:webHidden/>
          </w:rPr>
          <w:fldChar w:fldCharType="separate"/>
        </w:r>
        <w:r w:rsidR="00C70494">
          <w:rPr>
            <w:noProof/>
            <w:webHidden/>
          </w:rPr>
          <w:t>36</w:t>
        </w:r>
        <w:r w:rsidR="00C70494">
          <w:rPr>
            <w:noProof/>
            <w:webHidden/>
          </w:rPr>
          <w:fldChar w:fldCharType="end"/>
        </w:r>
      </w:hyperlink>
    </w:p>
    <w:p w14:paraId="17BAEB46" w14:textId="4B4DF18F" w:rsidR="00C70494" w:rsidRDefault="00000000" w:rsidP="00A91A89">
      <w:pPr>
        <w:pStyle w:val="TOC1"/>
        <w:rPr>
          <w:rFonts w:asciiTheme="minorHAnsi" w:eastAsiaTheme="minorEastAsia" w:hAnsiTheme="minorHAnsi" w:cstheme="minorBidi"/>
          <w:noProof/>
          <w:lang w:val="en-GB" w:eastAsia="en-GB"/>
        </w:rPr>
      </w:pPr>
      <w:hyperlink w:anchor="_Toc106892329" w:history="1">
        <w:r w:rsidR="00C70494" w:rsidRPr="00410655">
          <w:rPr>
            <w:rStyle w:val="Hyperlink"/>
            <w:noProof/>
            <w:lang w:eastAsia="en-GB"/>
          </w:rPr>
          <w:t>Summary</w:t>
        </w:r>
        <w:r w:rsidR="00C70494">
          <w:rPr>
            <w:noProof/>
            <w:webHidden/>
          </w:rPr>
          <w:tab/>
        </w:r>
        <w:r w:rsidR="00C70494">
          <w:rPr>
            <w:noProof/>
            <w:webHidden/>
          </w:rPr>
          <w:fldChar w:fldCharType="begin"/>
        </w:r>
        <w:r w:rsidR="00C70494">
          <w:rPr>
            <w:noProof/>
            <w:webHidden/>
          </w:rPr>
          <w:instrText xml:space="preserve"> PAGEREF _Toc106892329 \h </w:instrText>
        </w:r>
        <w:r w:rsidR="00C70494">
          <w:rPr>
            <w:noProof/>
            <w:webHidden/>
          </w:rPr>
        </w:r>
        <w:r w:rsidR="00C70494">
          <w:rPr>
            <w:noProof/>
            <w:webHidden/>
          </w:rPr>
          <w:fldChar w:fldCharType="separate"/>
        </w:r>
        <w:r w:rsidR="00C70494">
          <w:rPr>
            <w:noProof/>
            <w:webHidden/>
          </w:rPr>
          <w:t>37</w:t>
        </w:r>
        <w:r w:rsidR="00C70494">
          <w:rPr>
            <w:noProof/>
            <w:webHidden/>
          </w:rPr>
          <w:fldChar w:fldCharType="end"/>
        </w:r>
      </w:hyperlink>
    </w:p>
    <w:p w14:paraId="5DB6E2B0" w14:textId="6761E7D6" w:rsidR="00E22CA3" w:rsidRDefault="00190B9C" w:rsidP="0044067E">
      <w:pPr>
        <w:pStyle w:val="ChapterNumber"/>
        <w:numPr>
          <w:ilvl w:val="0"/>
          <w:numId w:val="0"/>
        </w:numPr>
        <w:rPr>
          <w:lang w:eastAsia="en-GB"/>
        </w:rPr>
        <w:pPrChange w:id="8" w:author="Carol Nichols" w:date="2022-09-13T12:47:00Z">
          <w:pPr>
            <w:pStyle w:val="ChapterNumber"/>
          </w:pPr>
        </w:pPrChange>
      </w:pPr>
      <w:r>
        <w:rPr>
          <w:lang w:eastAsia="en-GB"/>
        </w:rPr>
        <w:fldChar w:fldCharType="end"/>
      </w:r>
      <w:ins w:id="9" w:author="Carol Nichols" w:date="2022-09-13T12:47:00Z">
        <w:r w:rsidR="0044067E">
          <w:rPr>
            <w:lang w:eastAsia="en-GB"/>
          </w:rPr>
          <w:t>15</w:t>
        </w:r>
      </w:ins>
    </w:p>
    <w:p w14:paraId="44C15379" w14:textId="39146015" w:rsidR="009B49FF" w:rsidRPr="009B49FF" w:rsidRDefault="009B49FF" w:rsidP="00E22CA3">
      <w:pPr>
        <w:pStyle w:val="ChapterTitle"/>
        <w:rPr>
          <w:lang w:eastAsia="en-GB"/>
        </w:rPr>
      </w:pPr>
      <w:r w:rsidRPr="009B49FF">
        <w:rPr>
          <w:lang w:eastAsia="en-GB"/>
        </w:rPr>
        <w:t>Smart Pointers</w:t>
      </w:r>
    </w:p>
    <w:p w14:paraId="47AC2F3C" w14:textId="7E8CB6EC" w:rsidR="009B49FF" w:rsidRPr="009B49FF" w:rsidRDefault="00CF0B71" w:rsidP="00E22CA3">
      <w:pPr>
        <w:pStyle w:val="ChapterIntro"/>
        <w:rPr>
          <w:lang w:eastAsia="en-GB"/>
        </w:rPr>
      </w:pPr>
      <w:ins w:id="10" w:author="Carol Nichols" w:date="2022-08-25T21:30:00Z">
        <w:r>
          <w:rPr>
            <w:lang w:eastAsia="en-GB"/>
          </w:rPr>
          <w:fldChar w:fldCharType="begin"/>
        </w:r>
        <w:r>
          <w:instrText xml:space="preserve"> XE "</w:instrText>
        </w:r>
        <w:r w:rsidRPr="0073446E">
          <w:instrText>pointer:smart startRange</w:instrText>
        </w:r>
        <w:r>
          <w:instrText xml:space="preserve">" </w:instrText>
        </w:r>
        <w:r>
          <w:rPr>
            <w:lang w:eastAsia="en-GB"/>
          </w:rPr>
          <w:fldChar w:fldCharType="end"/>
        </w:r>
        <w:r>
          <w:rPr>
            <w:lang w:eastAsia="en-GB"/>
          </w:rPr>
          <w:fldChar w:fldCharType="begin"/>
        </w:r>
        <w:r>
          <w:instrText xml:space="preserve"> XE "smart </w:instrText>
        </w:r>
        <w:r w:rsidRPr="00BE574B">
          <w:instrText>pointer startRange</w:instrText>
        </w:r>
        <w:r>
          <w:instrText xml:space="preserve">" </w:instrText>
        </w:r>
        <w:r>
          <w:rPr>
            <w:lang w:eastAsia="en-GB"/>
          </w:rPr>
          <w:fldChar w:fldCharType="end"/>
        </w:r>
      </w:ins>
      <w:ins w:id="11" w:author="Carol Nichols" w:date="2022-08-25T21:31:00Z">
        <w:r w:rsidR="00006ACD">
          <w:rPr>
            <w:lang w:eastAsia="en-GB"/>
          </w:rPr>
          <w:fldChar w:fldCharType="begin"/>
        </w:r>
        <w:r w:rsidR="00006ACD">
          <w:instrText xml:space="preserve"> XE "</w:instrText>
        </w:r>
        <w:r w:rsidR="00006ACD" w:rsidRPr="00BE574B">
          <w:instrText>pointer startRange</w:instrText>
        </w:r>
        <w:r w:rsidR="00006ACD">
          <w:instrText xml:space="preserve">" </w:instrText>
        </w:r>
        <w:r w:rsidR="00006ACD">
          <w:rPr>
            <w:lang w:eastAsia="en-GB"/>
          </w:rPr>
          <w:fldChar w:fldCharType="end"/>
        </w:r>
      </w:ins>
      <w:r w:rsidR="009B49FF" w:rsidRPr="009B49FF">
        <w:rPr>
          <w:lang w:eastAsia="en-GB"/>
        </w:rPr>
        <w:t xml:space="preserve">A </w:t>
      </w:r>
      <w:r w:rsidR="009B49FF" w:rsidRPr="009A664F">
        <w:rPr>
          <w:rStyle w:val="Italic"/>
        </w:rPr>
        <w:t>pointer</w:t>
      </w:r>
      <w:r w:rsidR="009B49FF" w:rsidRPr="009B49FF">
        <w:rPr>
          <w:lang w:eastAsia="en-GB"/>
        </w:rPr>
        <w:t xml:space="preserve"> is a general concept for a variable that contains an address in</w:t>
      </w:r>
      <w:r w:rsidR="00E22CA3">
        <w:rPr>
          <w:lang w:eastAsia="en-GB"/>
        </w:rPr>
        <w:t xml:space="preserve"> </w:t>
      </w:r>
      <w:r w:rsidR="009B49FF" w:rsidRPr="009B49FF">
        <w:rPr>
          <w:lang w:eastAsia="en-GB"/>
        </w:rPr>
        <w:t>memory. This address refers to, or “points at,” some other data. The most</w:t>
      </w:r>
      <w:r w:rsidR="00E22CA3">
        <w:rPr>
          <w:lang w:eastAsia="en-GB"/>
        </w:rPr>
        <w:t xml:space="preserve"> </w:t>
      </w:r>
      <w:r w:rsidR="009B49FF" w:rsidRPr="009B49FF">
        <w:rPr>
          <w:lang w:eastAsia="en-GB"/>
        </w:rPr>
        <w:t>common kind of pointer in Rust is a reference, which you learned about in</w:t>
      </w:r>
      <w:r w:rsidR="00E22CA3">
        <w:rPr>
          <w:lang w:eastAsia="en-GB"/>
        </w:rPr>
        <w:t xml:space="preserve"> </w:t>
      </w:r>
      <w:r w:rsidR="009B49FF" w:rsidRPr="00C70494">
        <w:rPr>
          <w:rStyle w:val="Xref"/>
        </w:rPr>
        <w:t>Chapter 4</w:t>
      </w:r>
      <w:r w:rsidR="009B49FF" w:rsidRPr="009B49FF">
        <w:rPr>
          <w:lang w:eastAsia="en-GB"/>
        </w:rPr>
        <w:t xml:space="preserve">. References are indicated by the </w:t>
      </w:r>
      <w:r w:rsidR="009B49FF" w:rsidRPr="009A664F">
        <w:rPr>
          <w:rStyle w:val="Literal"/>
        </w:rPr>
        <w:t>&amp;</w:t>
      </w:r>
      <w:r w:rsidR="009B49FF" w:rsidRPr="009B49FF">
        <w:rPr>
          <w:lang w:eastAsia="en-GB"/>
        </w:rPr>
        <w:t xml:space="preserve"> symbol and borrow the value they</w:t>
      </w:r>
      <w:r w:rsidR="00E22CA3">
        <w:rPr>
          <w:lang w:eastAsia="en-GB"/>
        </w:rPr>
        <w:t xml:space="preserve"> </w:t>
      </w:r>
      <w:r w:rsidR="009B49FF" w:rsidRPr="009B49FF">
        <w:rPr>
          <w:lang w:eastAsia="en-GB"/>
        </w:rPr>
        <w:t>point to. They don’t have any special capabilities other than referring to</w:t>
      </w:r>
      <w:r w:rsidR="00E22CA3">
        <w:rPr>
          <w:lang w:eastAsia="en-GB"/>
        </w:rPr>
        <w:t xml:space="preserve"> </w:t>
      </w:r>
      <w:r w:rsidR="009B49FF" w:rsidRPr="009B49FF">
        <w:rPr>
          <w:lang w:eastAsia="en-GB"/>
        </w:rPr>
        <w:t xml:space="preserve">data, and </w:t>
      </w:r>
      <w:ins w:id="12" w:author="Audrey Doyle" w:date="2022-08-04T15:33:00Z">
        <w:r w:rsidR="00DE7C77">
          <w:rPr>
            <w:lang w:eastAsia="en-GB"/>
          </w:rPr>
          <w:t xml:space="preserve">they </w:t>
        </w:r>
      </w:ins>
      <w:r w:rsidR="009B49FF" w:rsidRPr="009B49FF">
        <w:rPr>
          <w:lang w:eastAsia="en-GB"/>
        </w:rPr>
        <w:t>have no overhead.</w:t>
      </w:r>
      <w:ins w:id="13" w:author="Carol Nichols" w:date="2022-08-25T21:31:00Z">
        <w:r w:rsidR="00006ACD">
          <w:rPr>
            <w:lang w:eastAsia="en-GB"/>
          </w:rPr>
          <w:fldChar w:fldCharType="begin"/>
        </w:r>
        <w:r w:rsidR="00006ACD">
          <w:instrText xml:space="preserve"> XE "</w:instrText>
        </w:r>
        <w:r w:rsidR="00006ACD" w:rsidRPr="00BE574B">
          <w:instrText xml:space="preserve">pointer </w:instrText>
        </w:r>
        <w:r w:rsidR="00006ACD">
          <w:instrText>end</w:instrText>
        </w:r>
        <w:r w:rsidR="00006ACD" w:rsidRPr="00BE574B">
          <w:instrText>Range</w:instrText>
        </w:r>
        <w:r w:rsidR="00006ACD">
          <w:instrText xml:space="preserve">" </w:instrText>
        </w:r>
        <w:r w:rsidR="00006ACD">
          <w:rPr>
            <w:lang w:eastAsia="en-GB"/>
          </w:rPr>
          <w:fldChar w:fldCharType="end"/>
        </w:r>
      </w:ins>
    </w:p>
    <w:p w14:paraId="339CE850" w14:textId="46980B05" w:rsidR="009B49FF" w:rsidRPr="009B49FF" w:rsidRDefault="009B49FF" w:rsidP="00E22CA3">
      <w:pPr>
        <w:pStyle w:val="Body"/>
        <w:rPr>
          <w:lang w:eastAsia="en-GB"/>
        </w:rPr>
      </w:pPr>
      <w:r w:rsidRPr="009A664F">
        <w:rPr>
          <w:rStyle w:val="Italic"/>
        </w:rPr>
        <w:t>Smart pointers</w:t>
      </w:r>
      <w:r w:rsidRPr="009B49FF">
        <w:rPr>
          <w:lang w:eastAsia="en-GB"/>
        </w:rPr>
        <w:t>, on the other hand, are data structures that act like a</w:t>
      </w:r>
      <w:r w:rsidR="00E22CA3">
        <w:rPr>
          <w:lang w:eastAsia="en-GB"/>
        </w:rPr>
        <w:t xml:space="preserve"> </w:t>
      </w:r>
      <w:r w:rsidRPr="009B49FF">
        <w:rPr>
          <w:lang w:eastAsia="en-GB"/>
        </w:rPr>
        <w:t>pointer but also have additional metadata and capabilities. The concept of</w:t>
      </w:r>
      <w:r w:rsidR="00E22CA3">
        <w:rPr>
          <w:lang w:eastAsia="en-GB"/>
        </w:rPr>
        <w:t xml:space="preserve"> </w:t>
      </w:r>
      <w:r w:rsidRPr="009B49FF">
        <w:rPr>
          <w:lang w:eastAsia="en-GB"/>
        </w:rPr>
        <w:t xml:space="preserve">smart pointers isn’t </w:t>
      </w:r>
      <w:r w:rsidRPr="009B49FF">
        <w:rPr>
          <w:lang w:eastAsia="en-GB"/>
        </w:rPr>
        <w:lastRenderedPageBreak/>
        <w:t>unique to Rust: smart pointers originated in C++ and exist</w:t>
      </w:r>
      <w:r w:rsidR="00E22CA3">
        <w:rPr>
          <w:lang w:eastAsia="en-GB"/>
        </w:rPr>
        <w:t xml:space="preserve"> </w:t>
      </w:r>
      <w:r w:rsidRPr="009B49FF">
        <w:rPr>
          <w:lang w:eastAsia="en-GB"/>
        </w:rPr>
        <w:t>in other languages as well. Rust has a variety of smart pointers defined in the</w:t>
      </w:r>
      <w:r w:rsidR="00E22CA3">
        <w:rPr>
          <w:lang w:eastAsia="en-GB"/>
        </w:rPr>
        <w:t xml:space="preserve"> </w:t>
      </w:r>
      <w:r w:rsidRPr="009B49FF">
        <w:rPr>
          <w:lang w:eastAsia="en-GB"/>
        </w:rPr>
        <w:t>standard library that provide functionality beyond that provided by references.</w:t>
      </w:r>
      <w:r w:rsidR="00E22CA3">
        <w:rPr>
          <w:lang w:eastAsia="en-GB"/>
        </w:rPr>
        <w:t xml:space="preserve"> </w:t>
      </w:r>
      <w:r w:rsidRPr="009B49FF">
        <w:rPr>
          <w:lang w:eastAsia="en-GB"/>
        </w:rPr>
        <w:t>To explore the general concept, we’ll look at a couple of different examples of</w:t>
      </w:r>
      <w:r w:rsidR="00E22CA3">
        <w:rPr>
          <w:lang w:eastAsia="en-GB"/>
        </w:rPr>
        <w:t xml:space="preserve"> </w:t>
      </w:r>
      <w:r w:rsidRPr="009B49FF">
        <w:rPr>
          <w:lang w:eastAsia="en-GB"/>
        </w:rPr>
        <w:t xml:space="preserve">smart pointers, including a </w:t>
      </w:r>
      <w:ins w:id="14" w:author="Carol Nichols" w:date="2022-08-25T21:32:00Z">
        <w:r w:rsidR="00AF2BFA">
          <w:rPr>
            <w:lang w:eastAsia="en-GB"/>
          </w:rPr>
          <w:fldChar w:fldCharType="begin"/>
        </w:r>
        <w:r w:rsidR="00AF2BFA">
          <w:instrText xml:space="preserve"> XE "reference counting</w:instrText>
        </w:r>
        <w:r w:rsidR="00AF2BFA" w:rsidRPr="00BE574B">
          <w:instrText xml:space="preserve"> startRange</w:instrText>
        </w:r>
        <w:r w:rsidR="00AF2BFA">
          <w:instrText xml:space="preserve">" </w:instrText>
        </w:r>
        <w:r w:rsidR="00AF2BFA">
          <w:rPr>
            <w:lang w:eastAsia="en-GB"/>
          </w:rPr>
          <w:fldChar w:fldCharType="end"/>
        </w:r>
      </w:ins>
      <w:r w:rsidRPr="009A664F">
        <w:rPr>
          <w:rStyle w:val="Italic"/>
        </w:rPr>
        <w:t>reference counting</w:t>
      </w:r>
      <w:r w:rsidRPr="009B49FF">
        <w:rPr>
          <w:lang w:eastAsia="en-GB"/>
        </w:rPr>
        <w:t xml:space="preserve"> smart pointer type. This</w:t>
      </w:r>
      <w:r w:rsidR="00E22CA3">
        <w:rPr>
          <w:lang w:eastAsia="en-GB"/>
        </w:rPr>
        <w:t xml:space="preserve"> </w:t>
      </w:r>
      <w:r w:rsidRPr="009B49FF">
        <w:rPr>
          <w:lang w:eastAsia="en-GB"/>
        </w:rPr>
        <w:t>pointer enables you to allow data to have multiple owners by keeping track of</w:t>
      </w:r>
      <w:r w:rsidR="00E22CA3">
        <w:rPr>
          <w:lang w:eastAsia="en-GB"/>
        </w:rPr>
        <w:t xml:space="preserve"> </w:t>
      </w:r>
      <w:r w:rsidRPr="009B49FF">
        <w:rPr>
          <w:lang w:eastAsia="en-GB"/>
        </w:rPr>
        <w:t>the number of owners and, when no owners remain, cleaning up the data.</w:t>
      </w:r>
      <w:ins w:id="15" w:author="Carol Nichols" w:date="2022-08-25T21:32:00Z">
        <w:r w:rsidR="00AF2BFA">
          <w:rPr>
            <w:lang w:eastAsia="en-GB"/>
          </w:rPr>
          <w:fldChar w:fldCharType="begin"/>
        </w:r>
        <w:r w:rsidR="00AF2BFA">
          <w:instrText xml:space="preserve"> XE "reference counting</w:instrText>
        </w:r>
        <w:r w:rsidR="00AF2BFA" w:rsidRPr="00BE574B">
          <w:instrText xml:space="preserve"> </w:instrText>
        </w:r>
        <w:r w:rsidR="00AF2BFA">
          <w:instrText>end</w:instrText>
        </w:r>
        <w:r w:rsidR="00AF2BFA" w:rsidRPr="00BE574B">
          <w:instrText>Range</w:instrText>
        </w:r>
        <w:r w:rsidR="00AF2BFA">
          <w:instrText xml:space="preserve">" </w:instrText>
        </w:r>
        <w:r w:rsidR="00AF2BFA">
          <w:rPr>
            <w:lang w:eastAsia="en-GB"/>
          </w:rPr>
          <w:fldChar w:fldCharType="end"/>
        </w:r>
      </w:ins>
    </w:p>
    <w:p w14:paraId="258924E6" w14:textId="5C701C9B" w:rsidR="009B49FF" w:rsidRPr="009B49FF" w:rsidRDefault="009B49FF" w:rsidP="009A664F">
      <w:pPr>
        <w:pStyle w:val="Body"/>
        <w:rPr>
          <w:lang w:eastAsia="en-GB"/>
        </w:rPr>
      </w:pPr>
      <w:r w:rsidRPr="009A664F">
        <w:t>Rust, with its concept of ownership and borrowing, has an additional difference</w:t>
      </w:r>
      <w:r w:rsidR="00E22CA3" w:rsidRPr="009A664F">
        <w:t xml:space="preserve"> </w:t>
      </w:r>
      <w:r w:rsidRPr="009A664F">
        <w:t>between references and smart pointers: while references only borrow data, in</w:t>
      </w:r>
      <w:r w:rsidR="00E22CA3" w:rsidRPr="009A664F">
        <w:t xml:space="preserve"> </w:t>
      </w:r>
      <w:r w:rsidRPr="009A664F">
        <w:t>many cases</w:t>
      </w:r>
      <w:del w:id="16" w:author="Audrey Doyle" w:date="2022-08-04T14:13:00Z">
        <w:r w:rsidRPr="009A664F" w:rsidDel="00A83F88">
          <w:delText>,</w:delText>
        </w:r>
      </w:del>
      <w:r w:rsidRPr="009A664F">
        <w:t xml:space="preserve"> smart pointers </w:t>
      </w:r>
      <w:r w:rsidRPr="009A664F">
        <w:rPr>
          <w:rStyle w:val="Italic"/>
        </w:rPr>
        <w:t>own</w:t>
      </w:r>
      <w:r w:rsidRPr="009B49FF">
        <w:rPr>
          <w:lang w:eastAsia="en-GB"/>
        </w:rPr>
        <w:t xml:space="preserve"> the data they point to.</w:t>
      </w:r>
    </w:p>
    <w:p w14:paraId="19594B3F" w14:textId="23BD4D5F" w:rsidR="009B49FF" w:rsidRPr="009B49FF" w:rsidRDefault="009B49FF" w:rsidP="009A664F">
      <w:pPr>
        <w:pStyle w:val="Body"/>
        <w:rPr>
          <w:lang w:eastAsia="en-GB"/>
        </w:rPr>
      </w:pPr>
      <w:r w:rsidRPr="009B49FF">
        <w:rPr>
          <w:lang w:eastAsia="en-GB"/>
        </w:rPr>
        <w:t xml:space="preserve">Though we didn’t call them as </w:t>
      </w:r>
      <w:r w:rsidR="002D14AD">
        <w:rPr>
          <w:lang w:eastAsia="en-GB"/>
        </w:rPr>
        <w:t>s</w:t>
      </w:r>
      <w:r w:rsidRPr="009B49FF">
        <w:rPr>
          <w:lang w:eastAsia="en-GB"/>
        </w:rPr>
        <w:t>uch at the time, we’ve already encountered a few</w:t>
      </w:r>
      <w:r w:rsidR="00E22CA3">
        <w:rPr>
          <w:lang w:eastAsia="en-GB"/>
        </w:rPr>
        <w:t xml:space="preserve"> </w:t>
      </w:r>
      <w:r w:rsidRPr="009B49FF">
        <w:rPr>
          <w:lang w:eastAsia="en-GB"/>
        </w:rPr>
        <w:t xml:space="preserve">smart pointers in this book, including </w:t>
      </w:r>
      <w:r w:rsidRPr="009A664F">
        <w:rPr>
          <w:rStyle w:val="Literal"/>
        </w:rPr>
        <w:t>String</w:t>
      </w:r>
      <w:r w:rsidRPr="009A664F">
        <w:t xml:space="preserve"> and </w:t>
      </w:r>
      <w:r w:rsidRPr="009A664F">
        <w:rPr>
          <w:rStyle w:val="Literal"/>
        </w:rPr>
        <w:t>Vec&lt;T&gt;</w:t>
      </w:r>
      <w:r w:rsidRPr="009A664F">
        <w:t xml:space="preserve"> in </w:t>
      </w:r>
      <w:r w:rsidRPr="00C70494">
        <w:rPr>
          <w:rStyle w:val="Xref"/>
        </w:rPr>
        <w:t>Chapter 8</w:t>
      </w:r>
      <w:r w:rsidRPr="009A664F">
        <w:t>. Both</w:t>
      </w:r>
      <w:r w:rsidR="00E22CA3" w:rsidRPr="009A664F">
        <w:t xml:space="preserve"> </w:t>
      </w:r>
      <w:ins w:id="17" w:author="Audrey Doyle" w:date="2022-08-04T14:13:00Z">
        <w:r w:rsidR="00A83F88">
          <w:t xml:space="preserve">of </w:t>
        </w:r>
      </w:ins>
      <w:r w:rsidRPr="009A664F">
        <w:t>these types count as smart pointers because they own some memory and allow you</w:t>
      </w:r>
      <w:r w:rsidR="00E22CA3" w:rsidRPr="009A664F">
        <w:t xml:space="preserve"> </w:t>
      </w:r>
      <w:r w:rsidRPr="009A664F">
        <w:t>to manipulate it. They also have metadata and extra capabilities or guarantees.</w:t>
      </w:r>
      <w:r w:rsidR="00E22CA3" w:rsidRPr="009A664F">
        <w:t xml:space="preserve"> </w:t>
      </w:r>
      <w:r w:rsidRPr="009A664F">
        <w:rPr>
          <w:rStyle w:val="Literal"/>
        </w:rPr>
        <w:t>String</w:t>
      </w:r>
      <w:r w:rsidRPr="009B49FF">
        <w:rPr>
          <w:lang w:eastAsia="en-GB"/>
        </w:rPr>
        <w:t>, for example, stores its capacity as metadata and has the extra</w:t>
      </w:r>
      <w:r w:rsidR="00E22CA3">
        <w:rPr>
          <w:lang w:eastAsia="en-GB"/>
        </w:rPr>
        <w:t xml:space="preserve"> </w:t>
      </w:r>
      <w:r w:rsidRPr="009B49FF">
        <w:rPr>
          <w:lang w:eastAsia="en-GB"/>
        </w:rPr>
        <w:t>ability to ensure its data will always be valid UTF-8.</w:t>
      </w:r>
    </w:p>
    <w:p w14:paraId="11A87280" w14:textId="65C24203" w:rsidR="009B49FF" w:rsidRPr="009B49FF" w:rsidRDefault="009B49FF" w:rsidP="009A664F">
      <w:pPr>
        <w:pStyle w:val="Body"/>
        <w:rPr>
          <w:lang w:eastAsia="en-GB"/>
        </w:rPr>
      </w:pPr>
      <w:r w:rsidRPr="009B49FF">
        <w:rPr>
          <w:lang w:eastAsia="en-GB"/>
        </w:rPr>
        <w:t>Smart pointers are usually implemented using structs. Unlike an ordinary</w:t>
      </w:r>
      <w:r w:rsidR="00E22CA3">
        <w:rPr>
          <w:lang w:eastAsia="en-GB"/>
        </w:rPr>
        <w:t xml:space="preserve"> </w:t>
      </w:r>
      <w:r w:rsidRPr="009B49FF">
        <w:rPr>
          <w:lang w:eastAsia="en-GB"/>
        </w:rPr>
        <w:t xml:space="preserve">struct, smart pointers implement the </w:t>
      </w:r>
      <w:r w:rsidRPr="009A664F">
        <w:rPr>
          <w:rStyle w:val="Literal"/>
        </w:rPr>
        <w:t>Deref</w:t>
      </w:r>
      <w:r w:rsidRPr="009A664F">
        <w:t xml:space="preserve"> and </w:t>
      </w:r>
      <w:r w:rsidRPr="009A664F">
        <w:rPr>
          <w:rStyle w:val="Literal"/>
        </w:rPr>
        <w:t>Drop</w:t>
      </w:r>
      <w:r w:rsidRPr="009A664F">
        <w:t xml:space="preserve"> traits. The </w:t>
      </w:r>
      <w:r w:rsidRPr="009A664F">
        <w:rPr>
          <w:rStyle w:val="Literal"/>
        </w:rPr>
        <w:t>Deref</w:t>
      </w:r>
      <w:r w:rsidR="00E22CA3" w:rsidRPr="009A664F">
        <w:t xml:space="preserve"> </w:t>
      </w:r>
      <w:r w:rsidRPr="009A664F">
        <w:t>trait allows an instance of the smart pointer struct to behave like a reference</w:t>
      </w:r>
      <w:r w:rsidR="00E22CA3" w:rsidRPr="009A664F">
        <w:t xml:space="preserve"> </w:t>
      </w:r>
      <w:r w:rsidRPr="009A664F">
        <w:t>so you can write your code to work with either references or smart pointers.</w:t>
      </w:r>
      <w:r w:rsidR="00E22CA3" w:rsidRPr="009A664F">
        <w:t xml:space="preserve"> </w:t>
      </w:r>
      <w:r w:rsidRPr="009A664F">
        <w:t xml:space="preserve">The </w:t>
      </w:r>
      <w:r w:rsidRPr="009A664F">
        <w:rPr>
          <w:rStyle w:val="Literal"/>
        </w:rPr>
        <w:t>Drop</w:t>
      </w:r>
      <w:r w:rsidRPr="009B49FF">
        <w:rPr>
          <w:lang w:eastAsia="en-GB"/>
        </w:rPr>
        <w:t xml:space="preserve"> trait allows you to customize the code that’s run when an instance</w:t>
      </w:r>
      <w:r w:rsidR="00E22CA3">
        <w:rPr>
          <w:lang w:eastAsia="en-GB"/>
        </w:rPr>
        <w:t xml:space="preserve"> </w:t>
      </w:r>
      <w:r w:rsidRPr="009B49FF">
        <w:rPr>
          <w:lang w:eastAsia="en-GB"/>
        </w:rPr>
        <w:t>of the smart pointer goes out of scope. In this chapter, we’ll discuss both</w:t>
      </w:r>
      <w:r w:rsidR="00E22CA3">
        <w:rPr>
          <w:lang w:eastAsia="en-GB"/>
        </w:rPr>
        <w:t xml:space="preserve"> </w:t>
      </w:r>
      <w:r w:rsidRPr="009B49FF">
        <w:rPr>
          <w:lang w:eastAsia="en-GB"/>
        </w:rPr>
        <w:t>traits and demonstrate why they’re important to smart pointers.</w:t>
      </w:r>
    </w:p>
    <w:p w14:paraId="063D5E56" w14:textId="1F723BEA" w:rsidR="009B49FF" w:rsidRPr="009B49FF" w:rsidRDefault="009B49FF" w:rsidP="009A664F">
      <w:pPr>
        <w:pStyle w:val="Body"/>
        <w:rPr>
          <w:lang w:eastAsia="en-GB"/>
        </w:rPr>
      </w:pPr>
      <w:r w:rsidRPr="009B49FF">
        <w:rPr>
          <w:lang w:eastAsia="en-GB"/>
        </w:rPr>
        <w:t>Given that the smart pointer pattern is a general design pattern used</w:t>
      </w:r>
      <w:r w:rsidR="00E22CA3">
        <w:rPr>
          <w:lang w:eastAsia="en-GB"/>
        </w:rPr>
        <w:t xml:space="preserve"> </w:t>
      </w:r>
      <w:r w:rsidRPr="009B49FF">
        <w:rPr>
          <w:lang w:eastAsia="en-GB"/>
        </w:rPr>
        <w:t>frequently in Rust, this chapter won’t cover every existing smart pointer. Many</w:t>
      </w:r>
      <w:r w:rsidR="00E22CA3">
        <w:rPr>
          <w:lang w:eastAsia="en-GB"/>
        </w:rPr>
        <w:t xml:space="preserve"> </w:t>
      </w:r>
      <w:r w:rsidRPr="009B49FF">
        <w:rPr>
          <w:lang w:eastAsia="en-GB"/>
        </w:rPr>
        <w:t>libraries have their own smart pointers, and you can even write your own. We’ll</w:t>
      </w:r>
      <w:r w:rsidR="00E22CA3">
        <w:rPr>
          <w:lang w:eastAsia="en-GB"/>
        </w:rPr>
        <w:t xml:space="preserve"> </w:t>
      </w:r>
      <w:r w:rsidRPr="009B49FF">
        <w:rPr>
          <w:lang w:eastAsia="en-GB"/>
        </w:rPr>
        <w:t>cover the most common smart pointers in the standard library:</w:t>
      </w:r>
    </w:p>
    <w:p w14:paraId="7B58C7CE" w14:textId="65852612" w:rsidR="009B49FF" w:rsidRPr="009B49FF" w:rsidRDefault="009B49FF" w:rsidP="00E22CA3">
      <w:pPr>
        <w:pStyle w:val="ListBullet"/>
        <w:rPr>
          <w:lang w:eastAsia="en-GB"/>
        </w:rPr>
      </w:pPr>
      <w:r w:rsidRPr="009A664F">
        <w:rPr>
          <w:rStyle w:val="Literal"/>
        </w:rPr>
        <w:t>Box&lt;T&gt;</w:t>
      </w:r>
      <w:del w:id="18" w:author="Audrey Doyle" w:date="2022-08-04T14:14:00Z">
        <w:r w:rsidRPr="009B49FF" w:rsidDel="00A83F88">
          <w:rPr>
            <w:lang w:eastAsia="en-GB"/>
          </w:rPr>
          <w:delText xml:space="preserve"> </w:delText>
        </w:r>
      </w:del>
      <w:ins w:id="19" w:author="Audrey Doyle" w:date="2022-08-04T14:14:00Z">
        <w:r w:rsidR="00A83F88">
          <w:rPr>
            <w:lang w:eastAsia="en-GB"/>
          </w:rPr>
          <w:t xml:space="preserve">, </w:t>
        </w:r>
      </w:ins>
      <w:r w:rsidRPr="009B49FF">
        <w:rPr>
          <w:lang w:eastAsia="en-GB"/>
        </w:rPr>
        <w:t>for allocating values on the heap</w:t>
      </w:r>
    </w:p>
    <w:p w14:paraId="17F61D61" w14:textId="77777777" w:rsidR="009B49FF" w:rsidRPr="009B49FF" w:rsidRDefault="009B49FF" w:rsidP="00E22CA3">
      <w:pPr>
        <w:pStyle w:val="ListBullet"/>
        <w:rPr>
          <w:lang w:eastAsia="en-GB"/>
        </w:rPr>
      </w:pPr>
      <w:r w:rsidRPr="009A664F">
        <w:rPr>
          <w:rStyle w:val="Literal"/>
        </w:rPr>
        <w:t>Rc&lt;T&gt;</w:t>
      </w:r>
      <w:r w:rsidRPr="009B49FF">
        <w:rPr>
          <w:lang w:eastAsia="en-GB"/>
        </w:rPr>
        <w:t>, a reference counting type that enables multiple ownership</w:t>
      </w:r>
    </w:p>
    <w:p w14:paraId="57D1C94F" w14:textId="1FA85883" w:rsidR="009B49FF" w:rsidRPr="009B49FF" w:rsidRDefault="009B49FF" w:rsidP="00E22CA3">
      <w:pPr>
        <w:pStyle w:val="ListBullet"/>
        <w:rPr>
          <w:lang w:eastAsia="en-GB"/>
        </w:rPr>
      </w:pPr>
      <w:r w:rsidRPr="009A664F">
        <w:rPr>
          <w:rStyle w:val="Literal"/>
        </w:rPr>
        <w:t>Ref&lt;T&gt;</w:t>
      </w:r>
      <w:r w:rsidRPr="009B49FF">
        <w:rPr>
          <w:lang w:eastAsia="en-GB"/>
        </w:rPr>
        <w:t xml:space="preserve"> and </w:t>
      </w:r>
      <w:r w:rsidRPr="009A664F">
        <w:rPr>
          <w:rStyle w:val="Literal"/>
        </w:rPr>
        <w:t>RefMut&lt;T&gt;</w:t>
      </w:r>
      <w:r w:rsidRPr="009B49FF">
        <w:rPr>
          <w:lang w:eastAsia="en-GB"/>
        </w:rPr>
        <w:t xml:space="preserve">, accessed through </w:t>
      </w:r>
      <w:r w:rsidRPr="009A664F">
        <w:rPr>
          <w:rStyle w:val="Literal"/>
        </w:rPr>
        <w:t>RefCell&lt;T&gt;</w:t>
      </w:r>
      <w:r w:rsidRPr="009B49FF">
        <w:rPr>
          <w:lang w:eastAsia="en-GB"/>
        </w:rPr>
        <w:t>, a type that enforces</w:t>
      </w:r>
      <w:r w:rsidR="00E22CA3">
        <w:rPr>
          <w:lang w:eastAsia="en-GB"/>
        </w:rPr>
        <w:t xml:space="preserve"> </w:t>
      </w:r>
      <w:r w:rsidRPr="009B49FF">
        <w:rPr>
          <w:lang w:eastAsia="en-GB"/>
        </w:rPr>
        <w:t>the borrowing rules at runtime instead of compile time</w:t>
      </w:r>
    </w:p>
    <w:p w14:paraId="2624C8F2" w14:textId="165B2BDE" w:rsidR="009B49FF" w:rsidRPr="009B49FF" w:rsidRDefault="009B49FF" w:rsidP="009A664F">
      <w:pPr>
        <w:pStyle w:val="Body"/>
        <w:rPr>
          <w:lang w:eastAsia="en-GB"/>
        </w:rPr>
      </w:pPr>
      <w:r w:rsidRPr="009A664F">
        <w:t xml:space="preserve">In addition, we’ll cover the </w:t>
      </w:r>
      <w:r w:rsidRPr="009A664F">
        <w:rPr>
          <w:rStyle w:val="Italic"/>
        </w:rPr>
        <w:t>interior mutability</w:t>
      </w:r>
      <w:r w:rsidRPr="009A664F">
        <w:t xml:space="preserve"> pattern where an immutable</w:t>
      </w:r>
      <w:r w:rsidR="00E22CA3" w:rsidRPr="009A664F">
        <w:t xml:space="preserve"> </w:t>
      </w:r>
      <w:r w:rsidRPr="009A664F">
        <w:t>type exposes an API for mutating an interior value. We’ll also discuss</w:t>
      </w:r>
      <w:r w:rsidR="00E22CA3" w:rsidRPr="009A664F">
        <w:t xml:space="preserve"> </w:t>
      </w:r>
      <w:r w:rsidRPr="009A664F">
        <w:rPr>
          <w:rStyle w:val="Italic"/>
        </w:rPr>
        <w:t>reference cycles</w:t>
      </w:r>
      <w:r w:rsidRPr="009B49FF">
        <w:rPr>
          <w:lang w:eastAsia="en-GB"/>
        </w:rPr>
        <w:t>: how they can leak memory and how to prevent them.</w:t>
      </w:r>
    </w:p>
    <w:p w14:paraId="6C3DBF4F" w14:textId="77777777" w:rsidR="009B49FF" w:rsidRPr="009B49FF" w:rsidRDefault="009B49FF" w:rsidP="009A664F">
      <w:pPr>
        <w:pStyle w:val="Body"/>
        <w:rPr>
          <w:lang w:eastAsia="en-GB"/>
        </w:rPr>
      </w:pPr>
      <w:r w:rsidRPr="009B49FF">
        <w:rPr>
          <w:lang w:eastAsia="en-GB"/>
        </w:rPr>
        <w:t>Let’s dive in!</w:t>
      </w:r>
    </w:p>
    <w:bookmarkStart w:id="20" w:name="using-`box`-to-point-to-data-on-the-heap"/>
    <w:bookmarkStart w:id="21" w:name="_Toc106892300"/>
    <w:bookmarkEnd w:id="20"/>
    <w:p w14:paraId="17E119E9" w14:textId="4AF50141" w:rsidR="009B49FF" w:rsidRPr="009B49FF" w:rsidRDefault="002F5F9C" w:rsidP="00E22CA3">
      <w:pPr>
        <w:pStyle w:val="HeadA"/>
        <w:rPr>
          <w:lang w:eastAsia="en-GB"/>
        </w:rPr>
      </w:pPr>
      <w:ins w:id="22" w:author="Carol Nichols" w:date="2022-08-25T21:33:00Z">
        <w:r>
          <w:rPr>
            <w:lang w:eastAsia="en-GB"/>
          </w:rPr>
          <w:fldChar w:fldCharType="begin"/>
        </w:r>
        <w:r>
          <w:instrText xml:space="preserve"> XE "Box&lt;T&gt; type</w:instrText>
        </w:r>
        <w:r w:rsidRPr="00BE574B">
          <w:instrText xml:space="preserve"> startRange</w:instrText>
        </w:r>
        <w:r>
          <w:instrText xml:space="preserve">" </w:instrText>
        </w:r>
        <w:r>
          <w:rPr>
            <w:lang w:eastAsia="en-GB"/>
          </w:rPr>
          <w:fldChar w:fldCharType="end"/>
        </w:r>
      </w:ins>
      <w:r w:rsidR="009B49FF" w:rsidRPr="00E22CA3">
        <w:t xml:space="preserve">Using </w:t>
      </w:r>
      <w:r w:rsidR="009B49FF" w:rsidRPr="009A664F">
        <w:t>Box&lt;T&gt;</w:t>
      </w:r>
      <w:r w:rsidR="009B49FF" w:rsidRPr="009B49FF">
        <w:rPr>
          <w:lang w:eastAsia="en-GB"/>
        </w:rPr>
        <w:t xml:space="preserve"> to Point to Data on the Heap</w:t>
      </w:r>
      <w:bookmarkEnd w:id="21"/>
    </w:p>
    <w:p w14:paraId="31ABBBD0" w14:textId="49526941" w:rsidR="009B49FF" w:rsidRPr="009B49FF" w:rsidRDefault="009B49FF" w:rsidP="009A664F">
      <w:pPr>
        <w:pStyle w:val="Body"/>
        <w:rPr>
          <w:lang w:eastAsia="en-GB"/>
        </w:rPr>
      </w:pPr>
      <w:r w:rsidRPr="009A664F">
        <w:t xml:space="preserve">The most straightforward smart pointer is a </w:t>
      </w:r>
      <w:r w:rsidRPr="009A664F">
        <w:rPr>
          <w:rStyle w:val="Italic"/>
        </w:rPr>
        <w:t>box</w:t>
      </w:r>
      <w:r w:rsidRPr="009A664F">
        <w:t>, whose type is written</w:t>
      </w:r>
      <w:r w:rsidR="00E22CA3" w:rsidRPr="009A664F">
        <w:t xml:space="preserve"> </w:t>
      </w:r>
      <w:r w:rsidRPr="009A664F">
        <w:rPr>
          <w:rStyle w:val="Literal"/>
        </w:rPr>
        <w:t>Box&lt;T&gt;</w:t>
      </w:r>
      <w:r w:rsidRPr="009B49FF">
        <w:rPr>
          <w:lang w:eastAsia="en-GB"/>
        </w:rPr>
        <w:t>. Boxes allow you to store data on the heap rather than the stack. What</w:t>
      </w:r>
      <w:r w:rsidR="00E22CA3">
        <w:rPr>
          <w:lang w:eastAsia="en-GB"/>
        </w:rPr>
        <w:t xml:space="preserve"> </w:t>
      </w:r>
      <w:r w:rsidRPr="009B49FF">
        <w:rPr>
          <w:lang w:eastAsia="en-GB"/>
        </w:rPr>
        <w:lastRenderedPageBreak/>
        <w:t xml:space="preserve">remains on the stack is the pointer to the heap data. Refer to </w:t>
      </w:r>
      <w:r w:rsidRPr="00C70494">
        <w:rPr>
          <w:rStyle w:val="Xref"/>
        </w:rPr>
        <w:t>Chapter 4</w:t>
      </w:r>
      <w:r w:rsidRPr="009B49FF">
        <w:rPr>
          <w:lang w:eastAsia="en-GB"/>
        </w:rPr>
        <w:t xml:space="preserve"> to</w:t>
      </w:r>
      <w:r w:rsidR="00E22CA3">
        <w:rPr>
          <w:lang w:eastAsia="en-GB"/>
        </w:rPr>
        <w:t xml:space="preserve"> </w:t>
      </w:r>
      <w:r w:rsidRPr="009B49FF">
        <w:rPr>
          <w:lang w:eastAsia="en-GB"/>
        </w:rPr>
        <w:t>review the difference between the stack and the heap.</w:t>
      </w:r>
    </w:p>
    <w:p w14:paraId="2450EEEF" w14:textId="6CE85133" w:rsidR="009B49FF" w:rsidRPr="009B49FF" w:rsidRDefault="009B49FF" w:rsidP="009A664F">
      <w:pPr>
        <w:pStyle w:val="Body"/>
        <w:rPr>
          <w:lang w:eastAsia="en-GB"/>
        </w:rPr>
      </w:pPr>
      <w:r w:rsidRPr="009B49FF">
        <w:rPr>
          <w:lang w:eastAsia="en-GB"/>
        </w:rPr>
        <w:t>Boxes don’t have performance overhead, other than storing their data on the</w:t>
      </w:r>
      <w:r w:rsidR="00E22CA3">
        <w:rPr>
          <w:lang w:eastAsia="en-GB"/>
        </w:rPr>
        <w:t xml:space="preserve"> </w:t>
      </w:r>
      <w:r w:rsidRPr="009B49FF">
        <w:rPr>
          <w:lang w:eastAsia="en-GB"/>
        </w:rPr>
        <w:t>heap instead of on the stack. But they don’t have many extra capabilities</w:t>
      </w:r>
      <w:r w:rsidR="00E22CA3">
        <w:rPr>
          <w:lang w:eastAsia="en-GB"/>
        </w:rPr>
        <w:t xml:space="preserve"> </w:t>
      </w:r>
      <w:r w:rsidRPr="009B49FF">
        <w:rPr>
          <w:lang w:eastAsia="en-GB"/>
        </w:rPr>
        <w:t>either. You’ll use them most often in these situations:</w:t>
      </w:r>
    </w:p>
    <w:p w14:paraId="4FEB0E88" w14:textId="7638100F" w:rsidR="009B49FF" w:rsidRPr="009B49FF" w:rsidRDefault="009B49FF" w:rsidP="009901D8">
      <w:pPr>
        <w:pStyle w:val="ListBullet"/>
        <w:rPr>
          <w:lang w:eastAsia="en-GB"/>
        </w:rPr>
      </w:pPr>
      <w:r w:rsidRPr="009B49FF">
        <w:rPr>
          <w:lang w:eastAsia="en-GB"/>
        </w:rPr>
        <w:t>When you have a type whose size can’t be known at compile time and you want</w:t>
      </w:r>
      <w:r w:rsidR="00E22CA3">
        <w:rPr>
          <w:lang w:eastAsia="en-GB"/>
        </w:rPr>
        <w:t xml:space="preserve"> </w:t>
      </w:r>
      <w:r w:rsidRPr="009B49FF">
        <w:rPr>
          <w:lang w:eastAsia="en-GB"/>
        </w:rPr>
        <w:t>to use a value of that type in a context that requires an exact size</w:t>
      </w:r>
    </w:p>
    <w:p w14:paraId="07994ABB" w14:textId="56B38473" w:rsidR="009B49FF" w:rsidRPr="009B49FF" w:rsidRDefault="009B49FF" w:rsidP="009901D8">
      <w:pPr>
        <w:pStyle w:val="ListBullet"/>
        <w:rPr>
          <w:lang w:eastAsia="en-GB"/>
        </w:rPr>
      </w:pPr>
      <w:r w:rsidRPr="009B49FF">
        <w:rPr>
          <w:lang w:eastAsia="en-GB"/>
        </w:rPr>
        <w:t>When you have a large amount of data and you want to transfer ownership but</w:t>
      </w:r>
      <w:r w:rsidR="00E22CA3">
        <w:rPr>
          <w:lang w:eastAsia="en-GB"/>
        </w:rPr>
        <w:t xml:space="preserve"> </w:t>
      </w:r>
      <w:r w:rsidRPr="009B49FF">
        <w:rPr>
          <w:lang w:eastAsia="en-GB"/>
        </w:rPr>
        <w:t>ensure the data won’t be copied when you do so</w:t>
      </w:r>
    </w:p>
    <w:p w14:paraId="1ED49AD0" w14:textId="04125E83" w:rsidR="009B49FF" w:rsidRPr="009B49FF" w:rsidRDefault="009B49FF" w:rsidP="009901D8">
      <w:pPr>
        <w:pStyle w:val="ListBullet"/>
        <w:rPr>
          <w:lang w:eastAsia="en-GB"/>
        </w:rPr>
      </w:pPr>
      <w:r w:rsidRPr="009B49FF">
        <w:rPr>
          <w:lang w:eastAsia="en-GB"/>
        </w:rPr>
        <w:t>When you want to own a value and you care only that it’s a type that</w:t>
      </w:r>
      <w:r w:rsidR="00E22CA3">
        <w:rPr>
          <w:lang w:eastAsia="en-GB"/>
        </w:rPr>
        <w:t xml:space="preserve"> </w:t>
      </w:r>
      <w:r w:rsidRPr="009B49FF">
        <w:rPr>
          <w:lang w:eastAsia="en-GB"/>
        </w:rPr>
        <w:t>implements a particular trait rather than being of a specific type</w:t>
      </w:r>
    </w:p>
    <w:p w14:paraId="5D43DDD9" w14:textId="7C5DE5CA" w:rsidR="009B49FF" w:rsidRPr="009B49FF" w:rsidRDefault="009B49FF" w:rsidP="009A664F">
      <w:pPr>
        <w:pStyle w:val="Body"/>
        <w:rPr>
          <w:lang w:eastAsia="en-GB"/>
        </w:rPr>
      </w:pPr>
      <w:r w:rsidRPr="009A664F">
        <w:t xml:space="preserve">We’ll demonstrate the first situation in </w:t>
      </w:r>
      <w:del w:id="23" w:author="Audrey Doyle" w:date="2022-08-04T14:15:00Z">
        <w:r w:rsidRPr="009A664F" w:rsidDel="00F71F2A">
          <w:delText xml:space="preserve">the </w:delText>
        </w:r>
      </w:del>
      <w:r w:rsidRPr="00F71F2A">
        <w:rPr>
          <w:rStyle w:val="Xref"/>
          <w:rPrChange w:id="24" w:author="Audrey Doyle" w:date="2022-08-04T14:15:00Z">
            <w:rPr/>
          </w:rPrChange>
        </w:rPr>
        <w:t>“Enabling Recursive Types with</w:t>
      </w:r>
      <w:r w:rsidR="00E22CA3" w:rsidRPr="00F71F2A">
        <w:rPr>
          <w:rStyle w:val="Xref"/>
          <w:rPrChange w:id="25" w:author="Audrey Doyle" w:date="2022-08-04T14:15:00Z">
            <w:rPr/>
          </w:rPrChange>
        </w:rPr>
        <w:t xml:space="preserve"> </w:t>
      </w:r>
      <w:r w:rsidRPr="00F71F2A">
        <w:rPr>
          <w:rStyle w:val="Xref"/>
          <w:rPrChange w:id="26" w:author="Audrey Doyle" w:date="2022-08-04T14:15:00Z">
            <w:rPr/>
          </w:rPrChange>
        </w:rPr>
        <w:t>Boxes”</w:t>
      </w:r>
      <w:r w:rsidRPr="009A664F">
        <w:t xml:space="preserve"> </w:t>
      </w:r>
      <w:del w:id="27" w:author="Audrey Doyle" w:date="2022-08-04T14:15:00Z">
        <w:r w:rsidRPr="009A664F" w:rsidDel="00F71F2A">
          <w:delText>section</w:delText>
        </w:r>
      </w:del>
      <w:ins w:id="28" w:author="Audrey Doyle" w:date="2022-08-04T14:15:00Z">
        <w:r w:rsidR="00F71F2A">
          <w:t xml:space="preserve">on </w:t>
        </w:r>
        <w:r w:rsidR="00F71F2A" w:rsidRPr="00F71F2A">
          <w:rPr>
            <w:rStyle w:val="Xref"/>
            <w:rPrChange w:id="29" w:author="Audrey Doyle" w:date="2022-08-04T14:15:00Z">
              <w:rPr/>
            </w:rPrChange>
          </w:rPr>
          <w:t>page XX</w:t>
        </w:r>
      </w:ins>
      <w:r w:rsidRPr="009A664F">
        <w:t>. In the second case, transferring ownership of a large amount of</w:t>
      </w:r>
      <w:r w:rsidR="00E22CA3" w:rsidRPr="009A664F">
        <w:t xml:space="preserve"> </w:t>
      </w:r>
      <w:r w:rsidRPr="009A664F">
        <w:t>data can take a long time because the data is copied around on the stack. To</w:t>
      </w:r>
      <w:r w:rsidR="00E22CA3" w:rsidRPr="009A664F">
        <w:t xml:space="preserve"> </w:t>
      </w:r>
      <w:r w:rsidRPr="009A664F">
        <w:t>improve performance in this situation, we can store the large amount of data on</w:t>
      </w:r>
      <w:r w:rsidR="00E22CA3" w:rsidRPr="009A664F">
        <w:t xml:space="preserve"> </w:t>
      </w:r>
      <w:r w:rsidRPr="009A664F">
        <w:t>the heap in a box. Then, only the small amount of pointer data is copied around</w:t>
      </w:r>
      <w:r w:rsidR="00E22CA3" w:rsidRPr="009A664F">
        <w:t xml:space="preserve"> </w:t>
      </w:r>
      <w:r w:rsidRPr="009A664F">
        <w:t>on the stack, while the data it references stays in one place on the heap. The</w:t>
      </w:r>
      <w:r w:rsidR="00E22CA3" w:rsidRPr="009A664F">
        <w:t xml:space="preserve"> </w:t>
      </w:r>
      <w:r w:rsidRPr="009A664F">
        <w:t xml:space="preserve">third case is known as a </w:t>
      </w:r>
      <w:r w:rsidRPr="009A664F">
        <w:rPr>
          <w:rStyle w:val="Italic"/>
        </w:rPr>
        <w:t>trait object</w:t>
      </w:r>
      <w:r w:rsidRPr="009B49FF">
        <w:rPr>
          <w:lang w:eastAsia="en-GB"/>
        </w:rPr>
        <w:t xml:space="preserve">, and </w:t>
      </w:r>
      <w:del w:id="30" w:author="Audrey Doyle" w:date="2022-08-04T15:36:00Z">
        <w:r w:rsidRPr="00C70494" w:rsidDel="0000702C">
          <w:rPr>
            <w:rStyle w:val="Xref"/>
          </w:rPr>
          <w:delText>Chapter 17</w:delText>
        </w:r>
        <w:r w:rsidRPr="009B49FF" w:rsidDel="0000702C">
          <w:rPr>
            <w:lang w:eastAsia="en-GB"/>
          </w:rPr>
          <w:delText xml:space="preserve"> devotes an entire</w:delText>
        </w:r>
        <w:r w:rsidR="00E22CA3" w:rsidDel="0000702C">
          <w:rPr>
            <w:lang w:eastAsia="en-GB"/>
          </w:rPr>
          <w:delText xml:space="preserve"> </w:delText>
        </w:r>
        <w:r w:rsidRPr="009B49FF" w:rsidDel="0000702C">
          <w:rPr>
            <w:lang w:eastAsia="en-GB"/>
          </w:rPr>
          <w:delText xml:space="preserve">section, </w:delText>
        </w:r>
      </w:del>
      <w:r w:rsidRPr="00F71F2A">
        <w:rPr>
          <w:rStyle w:val="Xref"/>
          <w:rPrChange w:id="31" w:author="Audrey Doyle" w:date="2022-08-04T14:16:00Z">
            <w:rPr>
              <w:lang w:eastAsia="en-GB"/>
            </w:rPr>
          </w:rPrChange>
        </w:rPr>
        <w:t>“Using Trait Objects That Allow for Values of Different Types</w:t>
      </w:r>
      <w:del w:id="32" w:author="Audrey Doyle" w:date="2022-08-04T14:15:00Z">
        <w:r w:rsidRPr="00F71F2A" w:rsidDel="00F71F2A">
          <w:rPr>
            <w:rStyle w:val="Xref"/>
            <w:rPrChange w:id="33" w:author="Audrey Doyle" w:date="2022-08-04T14:16:00Z">
              <w:rPr>
                <w:lang w:eastAsia="en-GB"/>
              </w:rPr>
            </w:rPrChange>
          </w:rPr>
          <w:delText>,</w:delText>
        </w:r>
      </w:del>
      <w:r w:rsidRPr="00F71F2A">
        <w:rPr>
          <w:rStyle w:val="Xref"/>
          <w:rPrChange w:id="34" w:author="Audrey Doyle" w:date="2022-08-04T14:16:00Z">
            <w:rPr>
              <w:lang w:eastAsia="en-GB"/>
            </w:rPr>
          </w:rPrChange>
        </w:rPr>
        <w:t>”</w:t>
      </w:r>
      <w:r w:rsidRPr="009B49FF">
        <w:rPr>
          <w:lang w:eastAsia="en-GB"/>
        </w:rPr>
        <w:t xml:space="preserve"> </w:t>
      </w:r>
      <w:ins w:id="35" w:author="Audrey Doyle" w:date="2022-08-04T14:15:00Z">
        <w:r w:rsidR="00F71F2A">
          <w:rPr>
            <w:lang w:eastAsia="en-GB"/>
          </w:rPr>
          <w:t xml:space="preserve">on </w:t>
        </w:r>
        <w:r w:rsidR="00F71F2A" w:rsidRPr="00F71F2A">
          <w:rPr>
            <w:rStyle w:val="Xref"/>
            <w:rPrChange w:id="36" w:author="Audrey Doyle" w:date="2022-08-04T14:16:00Z">
              <w:rPr>
                <w:lang w:eastAsia="en-GB"/>
              </w:rPr>
            </w:rPrChange>
          </w:rPr>
          <w:t>page XX</w:t>
        </w:r>
        <w:r w:rsidR="00F71F2A">
          <w:rPr>
            <w:lang w:eastAsia="en-GB"/>
          </w:rPr>
          <w:t xml:space="preserve"> </w:t>
        </w:r>
      </w:ins>
      <w:ins w:id="37" w:author="Audrey Doyle" w:date="2022-08-04T15:36:00Z">
        <w:r w:rsidR="0000702C">
          <w:rPr>
            <w:lang w:eastAsia="en-GB"/>
          </w:rPr>
          <w:t xml:space="preserve">is devoted </w:t>
        </w:r>
      </w:ins>
      <w:del w:id="38" w:author="Audrey Doyle" w:date="2022-08-04T14:16:00Z">
        <w:r w:rsidRPr="009B49FF" w:rsidDel="00F71F2A">
          <w:rPr>
            <w:lang w:eastAsia="en-GB"/>
          </w:rPr>
          <w:delText>just</w:delText>
        </w:r>
        <w:r w:rsidR="00E22CA3" w:rsidDel="00F71F2A">
          <w:rPr>
            <w:lang w:eastAsia="en-GB"/>
          </w:rPr>
          <w:delText xml:space="preserve"> </w:delText>
        </w:r>
      </w:del>
      <w:r w:rsidRPr="009B49FF">
        <w:rPr>
          <w:lang w:eastAsia="en-GB"/>
        </w:rPr>
        <w:t>to that topic. So what you learn here you’ll apply again in</w:t>
      </w:r>
      <w:ins w:id="39" w:author="Audrey Doyle" w:date="2022-08-04T15:37:00Z">
        <w:r w:rsidR="0000702C">
          <w:rPr>
            <w:lang w:eastAsia="en-GB"/>
          </w:rPr>
          <w:t xml:space="preserve"> that section</w:t>
        </w:r>
      </w:ins>
      <w:del w:id="40" w:author="Audrey Doyle" w:date="2022-08-04T15:37:00Z">
        <w:r w:rsidRPr="009B49FF" w:rsidDel="0000702C">
          <w:rPr>
            <w:lang w:eastAsia="en-GB"/>
          </w:rPr>
          <w:delText xml:space="preserve"> </w:delText>
        </w:r>
        <w:r w:rsidRPr="00C70494" w:rsidDel="0000702C">
          <w:rPr>
            <w:rStyle w:val="Xref"/>
          </w:rPr>
          <w:delText>Chapter 17</w:delText>
        </w:r>
      </w:del>
      <w:r w:rsidRPr="009B49FF">
        <w:rPr>
          <w:lang w:eastAsia="en-GB"/>
        </w:rPr>
        <w:t>!</w:t>
      </w:r>
    </w:p>
    <w:bookmarkStart w:id="41" w:name="using-a-`box`-to-store-data-on-the-heap"/>
    <w:bookmarkStart w:id="42" w:name="_Toc106892301"/>
    <w:bookmarkEnd w:id="41"/>
    <w:p w14:paraId="0FA2C831" w14:textId="11AA2E8E" w:rsidR="009B49FF" w:rsidRPr="009B49FF" w:rsidRDefault="00F33313" w:rsidP="00E22CA3">
      <w:pPr>
        <w:pStyle w:val="HeadB"/>
        <w:rPr>
          <w:lang w:eastAsia="en-GB"/>
        </w:rPr>
      </w:pPr>
      <w:ins w:id="43" w:author="Carol Nichols" w:date="2022-08-25T21:34:00Z">
        <w:r>
          <w:rPr>
            <w:lang w:eastAsia="en-GB"/>
          </w:rPr>
          <w:fldChar w:fldCharType="begin"/>
        </w:r>
        <w:r>
          <w:instrText xml:space="preserve"> XE "heap:allocating on</w:instrText>
        </w:r>
        <w:r w:rsidRPr="00BE574B">
          <w:instrText xml:space="preserve"> startRange</w:instrText>
        </w:r>
        <w:r>
          <w:instrText xml:space="preserve">" </w:instrText>
        </w:r>
        <w:r>
          <w:rPr>
            <w:lang w:eastAsia="en-GB"/>
          </w:rPr>
          <w:fldChar w:fldCharType="end"/>
        </w:r>
      </w:ins>
      <w:r w:rsidR="009B49FF" w:rsidRPr="00E22CA3">
        <w:t xml:space="preserve">Using </w:t>
      </w:r>
      <w:del w:id="44" w:author="Audrey Doyle" w:date="2022-08-04T14:08:00Z">
        <w:r w:rsidR="009B49FF" w:rsidRPr="00E22CA3" w:rsidDel="00F22363">
          <w:delText xml:space="preserve">a </w:delText>
        </w:r>
      </w:del>
      <w:r w:rsidR="009B49FF" w:rsidRPr="009A664F">
        <w:t>Box&lt;T&gt;</w:t>
      </w:r>
      <w:r w:rsidR="009B49FF" w:rsidRPr="009B49FF">
        <w:rPr>
          <w:lang w:eastAsia="en-GB"/>
        </w:rPr>
        <w:t xml:space="preserve"> to Store Data on the Heap</w:t>
      </w:r>
      <w:bookmarkEnd w:id="42"/>
    </w:p>
    <w:p w14:paraId="72E6CB07" w14:textId="7B5AD480" w:rsidR="009B49FF" w:rsidRPr="009B49FF" w:rsidRDefault="009B49FF" w:rsidP="009A664F">
      <w:pPr>
        <w:pStyle w:val="Body"/>
        <w:rPr>
          <w:lang w:eastAsia="en-GB"/>
        </w:rPr>
      </w:pPr>
      <w:r w:rsidRPr="009A664F">
        <w:t xml:space="preserve">Before we discuss the heap storage use case for </w:t>
      </w:r>
      <w:r w:rsidRPr="009A664F">
        <w:rPr>
          <w:rStyle w:val="Literal"/>
        </w:rPr>
        <w:t>Box&lt;T&gt;</w:t>
      </w:r>
      <w:r w:rsidRPr="009A664F">
        <w:t>, we’ll cover the</w:t>
      </w:r>
      <w:r w:rsidR="00E22CA3" w:rsidRPr="009A664F">
        <w:t xml:space="preserve"> </w:t>
      </w:r>
      <w:r w:rsidRPr="009A664F">
        <w:t xml:space="preserve">syntax and how to interact with values stored within a </w:t>
      </w:r>
      <w:r w:rsidRPr="009A664F">
        <w:rPr>
          <w:rStyle w:val="Literal"/>
        </w:rPr>
        <w:t>Box&lt;T&gt;</w:t>
      </w:r>
      <w:r w:rsidRPr="009B49FF">
        <w:rPr>
          <w:lang w:eastAsia="en-GB"/>
        </w:rPr>
        <w:t>.</w:t>
      </w:r>
    </w:p>
    <w:p w14:paraId="1B07B379" w14:textId="396FFFB0" w:rsidR="009B49FF" w:rsidRPr="009B49FF" w:rsidRDefault="009B49FF" w:rsidP="009A664F">
      <w:pPr>
        <w:pStyle w:val="Body"/>
        <w:rPr>
          <w:lang w:eastAsia="en-GB"/>
        </w:rPr>
      </w:pPr>
      <w:r w:rsidRPr="009B49FF">
        <w:rPr>
          <w:lang w:eastAsia="en-GB"/>
        </w:rPr>
        <w:t xml:space="preserve">Listing 15-1 shows how to use a box to store an </w:t>
      </w:r>
      <w:r w:rsidRPr="009A664F">
        <w:rPr>
          <w:rStyle w:val="Literal"/>
        </w:rPr>
        <w:t>i32</w:t>
      </w:r>
      <w:r w:rsidRPr="009B49FF">
        <w:rPr>
          <w:lang w:eastAsia="en-GB"/>
        </w:rPr>
        <w:t xml:space="preserve"> value on the heap</w:t>
      </w:r>
      <w:ins w:id="45" w:author="Audrey Doyle" w:date="2022-08-04T14:16:00Z">
        <w:r w:rsidR="00F71F2A">
          <w:rPr>
            <w:lang w:eastAsia="en-GB"/>
          </w:rPr>
          <w:t>.</w:t>
        </w:r>
      </w:ins>
      <w:del w:id="46" w:author="Audrey Doyle" w:date="2022-08-04T14:16:00Z">
        <w:r w:rsidRPr="009B49FF" w:rsidDel="00F71F2A">
          <w:rPr>
            <w:lang w:eastAsia="en-GB"/>
          </w:rPr>
          <w:delText>:</w:delText>
        </w:r>
      </w:del>
    </w:p>
    <w:p w14:paraId="117CDA0A" w14:textId="7DB5C030" w:rsidR="009B49FF" w:rsidRPr="009B49FF" w:rsidRDefault="009B49FF" w:rsidP="009A664F">
      <w:pPr>
        <w:pStyle w:val="CodeLabel"/>
        <w:rPr>
          <w:lang w:eastAsia="en-GB"/>
        </w:rPr>
      </w:pPr>
      <w:r w:rsidRPr="009B49FF">
        <w:rPr>
          <w:lang w:eastAsia="en-GB"/>
        </w:rPr>
        <w:t>src/main.rs</w:t>
      </w:r>
    </w:p>
    <w:p w14:paraId="7DC56422" w14:textId="77777777" w:rsidR="009B49FF" w:rsidRPr="009A664F" w:rsidRDefault="009B49FF" w:rsidP="009A664F">
      <w:pPr>
        <w:pStyle w:val="Code"/>
      </w:pPr>
      <w:r w:rsidRPr="009A664F">
        <w:t>fn main() {</w:t>
      </w:r>
    </w:p>
    <w:p w14:paraId="189F5687" w14:textId="77777777" w:rsidR="009B49FF" w:rsidRPr="009A664F" w:rsidRDefault="009B49FF" w:rsidP="009A664F">
      <w:pPr>
        <w:pStyle w:val="Code"/>
      </w:pPr>
      <w:r w:rsidRPr="009A664F">
        <w:t xml:space="preserve">    let b = Box::new(5);</w:t>
      </w:r>
    </w:p>
    <w:p w14:paraId="33C73B5B" w14:textId="2C7BC667" w:rsidR="009B49FF" w:rsidRPr="009A664F" w:rsidRDefault="009B49FF" w:rsidP="009A664F">
      <w:pPr>
        <w:pStyle w:val="Code"/>
      </w:pPr>
      <w:r w:rsidRPr="009A664F">
        <w:t xml:space="preserve">    println!("b = {</w:t>
      </w:r>
      <w:ins w:id="47" w:author="Carol Nichols" w:date="2022-08-24T22:07:00Z">
        <w:r w:rsidR="00A91A89">
          <w:t>b</w:t>
        </w:r>
      </w:ins>
      <w:r w:rsidRPr="009A664F">
        <w:t>}"</w:t>
      </w:r>
      <w:del w:id="48" w:author="Carol Nichols" w:date="2022-08-24T22:07:00Z">
        <w:r w:rsidRPr="009A664F" w:rsidDel="00A91A89">
          <w:delText>, b</w:delText>
        </w:r>
      </w:del>
      <w:r w:rsidRPr="009A664F">
        <w:t>);</w:t>
      </w:r>
    </w:p>
    <w:p w14:paraId="7D3CE261" w14:textId="77777777" w:rsidR="009B49FF" w:rsidRPr="009A664F" w:rsidRDefault="009B49FF" w:rsidP="009A664F">
      <w:pPr>
        <w:pStyle w:val="Code"/>
      </w:pPr>
      <w:r w:rsidRPr="009A664F">
        <w:t>}</w:t>
      </w:r>
    </w:p>
    <w:p w14:paraId="23C598A7" w14:textId="22FA6DD1" w:rsidR="009B49FF" w:rsidRPr="009B49FF" w:rsidRDefault="009B49FF" w:rsidP="00EC4AB9">
      <w:pPr>
        <w:pStyle w:val="CodeListingCaption"/>
        <w:rPr>
          <w:lang w:eastAsia="en-GB"/>
        </w:rPr>
      </w:pPr>
      <w:r w:rsidRPr="009A664F">
        <w:t xml:space="preserve">Storing an </w:t>
      </w:r>
      <w:r w:rsidRPr="009A664F">
        <w:rPr>
          <w:rStyle w:val="Literal"/>
        </w:rPr>
        <w:t>i32</w:t>
      </w:r>
      <w:r w:rsidRPr="009B49FF">
        <w:rPr>
          <w:lang w:eastAsia="en-GB"/>
        </w:rPr>
        <w:t xml:space="preserve"> value on the heap using a box</w:t>
      </w:r>
    </w:p>
    <w:p w14:paraId="6E7E0A6B" w14:textId="20ED1AEB" w:rsidR="009B49FF" w:rsidRPr="009B49FF" w:rsidRDefault="009B49FF" w:rsidP="009A664F">
      <w:pPr>
        <w:pStyle w:val="Body"/>
        <w:rPr>
          <w:lang w:eastAsia="en-GB"/>
        </w:rPr>
      </w:pPr>
      <w:r w:rsidRPr="009B49FF">
        <w:rPr>
          <w:lang w:eastAsia="en-GB"/>
        </w:rPr>
        <w:t xml:space="preserve">We define the variable </w:t>
      </w:r>
      <w:r w:rsidRPr="009A664F">
        <w:rPr>
          <w:rStyle w:val="Literal"/>
        </w:rPr>
        <w:t>b</w:t>
      </w:r>
      <w:r w:rsidRPr="009A664F">
        <w:t xml:space="preserve"> to have the value of a </w:t>
      </w:r>
      <w:r w:rsidRPr="009A664F">
        <w:rPr>
          <w:rStyle w:val="Literal"/>
        </w:rPr>
        <w:t>Box</w:t>
      </w:r>
      <w:r w:rsidRPr="009A664F">
        <w:t xml:space="preserve"> that points to the</w:t>
      </w:r>
      <w:r w:rsidR="00E22CA3" w:rsidRPr="009A664F">
        <w:t xml:space="preserve"> </w:t>
      </w:r>
      <w:r w:rsidRPr="009A664F">
        <w:t xml:space="preserve">value </w:t>
      </w:r>
      <w:r w:rsidRPr="009A664F">
        <w:rPr>
          <w:rStyle w:val="Literal"/>
        </w:rPr>
        <w:t>5</w:t>
      </w:r>
      <w:r w:rsidRPr="009A664F">
        <w:t xml:space="preserve">, which is allocated on the heap. This program will print </w:t>
      </w:r>
      <w:r w:rsidRPr="009A664F">
        <w:rPr>
          <w:rStyle w:val="Literal"/>
        </w:rPr>
        <w:t>b = 5</w:t>
      </w:r>
      <w:r w:rsidRPr="009A664F">
        <w:t>; in</w:t>
      </w:r>
      <w:r w:rsidR="00E22CA3" w:rsidRPr="009A664F">
        <w:t xml:space="preserve"> </w:t>
      </w:r>
      <w:r w:rsidRPr="009A664F">
        <w:t>this case, we can access the data in the box similar to how we would if this</w:t>
      </w:r>
      <w:r w:rsidR="00E22CA3" w:rsidRPr="009A664F">
        <w:t xml:space="preserve"> </w:t>
      </w:r>
      <w:r w:rsidRPr="009A664F">
        <w:t>data were on the stack. Just like any owned value, when a box goes out of</w:t>
      </w:r>
      <w:r w:rsidR="00E22CA3" w:rsidRPr="009A664F">
        <w:t xml:space="preserve"> </w:t>
      </w:r>
      <w:r w:rsidRPr="009A664F">
        <w:t xml:space="preserve">scope, as </w:t>
      </w:r>
      <w:r w:rsidRPr="009A664F">
        <w:rPr>
          <w:rStyle w:val="Literal"/>
        </w:rPr>
        <w:t>b</w:t>
      </w:r>
      <w:r w:rsidRPr="009A664F">
        <w:t xml:space="preserve"> does at the end of </w:t>
      </w:r>
      <w:r w:rsidRPr="009A664F">
        <w:rPr>
          <w:rStyle w:val="Literal"/>
        </w:rPr>
        <w:t>main</w:t>
      </w:r>
      <w:r w:rsidRPr="009B49FF">
        <w:rPr>
          <w:lang w:eastAsia="en-GB"/>
        </w:rPr>
        <w:t>, it will be deallocated. The</w:t>
      </w:r>
      <w:r w:rsidR="00E22CA3">
        <w:rPr>
          <w:lang w:eastAsia="en-GB"/>
        </w:rPr>
        <w:t xml:space="preserve"> </w:t>
      </w:r>
      <w:r w:rsidRPr="009B49FF">
        <w:rPr>
          <w:lang w:eastAsia="en-GB"/>
        </w:rPr>
        <w:t>deallocation happens both for the box (stored on the stack) and the data it</w:t>
      </w:r>
      <w:r w:rsidR="00E22CA3">
        <w:rPr>
          <w:lang w:eastAsia="en-GB"/>
        </w:rPr>
        <w:t xml:space="preserve"> </w:t>
      </w:r>
      <w:r w:rsidRPr="009B49FF">
        <w:rPr>
          <w:lang w:eastAsia="en-GB"/>
        </w:rPr>
        <w:t>points to (stored on the heap).</w:t>
      </w:r>
    </w:p>
    <w:p w14:paraId="74629D35" w14:textId="30697028" w:rsidR="009B49FF" w:rsidRPr="009B49FF" w:rsidRDefault="009B49FF" w:rsidP="009A664F">
      <w:pPr>
        <w:pStyle w:val="Body"/>
        <w:rPr>
          <w:lang w:eastAsia="en-GB"/>
        </w:rPr>
      </w:pPr>
      <w:r w:rsidRPr="009B49FF">
        <w:rPr>
          <w:lang w:eastAsia="en-GB"/>
        </w:rPr>
        <w:t>Putting a single value on the heap isn’t very useful, so you won’t use boxes by</w:t>
      </w:r>
      <w:r w:rsidR="00E22CA3">
        <w:rPr>
          <w:lang w:eastAsia="en-GB"/>
        </w:rPr>
        <w:t xml:space="preserve"> </w:t>
      </w:r>
      <w:r w:rsidRPr="009B49FF">
        <w:rPr>
          <w:lang w:eastAsia="en-GB"/>
        </w:rPr>
        <w:t xml:space="preserve">themselves in this way very often. Having values like a single </w:t>
      </w:r>
      <w:r w:rsidRPr="009A664F">
        <w:rPr>
          <w:rStyle w:val="Literal"/>
        </w:rPr>
        <w:t>i32</w:t>
      </w:r>
      <w:r w:rsidRPr="009B49FF">
        <w:rPr>
          <w:lang w:eastAsia="en-GB"/>
        </w:rPr>
        <w:t xml:space="preserve"> on the</w:t>
      </w:r>
      <w:r w:rsidR="00E22CA3">
        <w:rPr>
          <w:lang w:eastAsia="en-GB"/>
        </w:rPr>
        <w:t xml:space="preserve"> </w:t>
      </w:r>
      <w:r w:rsidRPr="009B49FF">
        <w:rPr>
          <w:lang w:eastAsia="en-GB"/>
        </w:rPr>
        <w:t>stack, where they’re stored by default, is more appropriate in the majority of</w:t>
      </w:r>
      <w:r w:rsidR="00E22CA3">
        <w:rPr>
          <w:lang w:eastAsia="en-GB"/>
        </w:rPr>
        <w:t xml:space="preserve"> </w:t>
      </w:r>
      <w:r w:rsidRPr="009B49FF">
        <w:rPr>
          <w:lang w:eastAsia="en-GB"/>
        </w:rPr>
        <w:t>situations.</w:t>
      </w:r>
      <w:ins w:id="49" w:author="Carol Nichols" w:date="2022-08-25T21:35:00Z">
        <w:r w:rsidR="00F33313">
          <w:rPr>
            <w:lang w:eastAsia="en-GB"/>
          </w:rPr>
          <w:fldChar w:fldCharType="begin"/>
        </w:r>
        <w:r w:rsidR="00F33313">
          <w:instrText xml:space="preserve"> </w:instrText>
        </w:r>
        <w:r w:rsidR="00F33313">
          <w:lastRenderedPageBreak/>
          <w:instrText>XE "heap:allocating on</w:instrText>
        </w:r>
        <w:r w:rsidR="00F33313" w:rsidRPr="00BE574B">
          <w:instrText xml:space="preserve"> </w:instrText>
        </w:r>
        <w:r w:rsidR="00F33313">
          <w:instrText>end</w:instrText>
        </w:r>
        <w:r w:rsidR="00F33313" w:rsidRPr="00BE574B">
          <w:instrText>Range</w:instrText>
        </w:r>
        <w:r w:rsidR="00F33313">
          <w:instrText xml:space="preserve">" </w:instrText>
        </w:r>
        <w:r w:rsidR="00F33313">
          <w:rPr>
            <w:lang w:eastAsia="en-GB"/>
          </w:rPr>
          <w:fldChar w:fldCharType="end"/>
        </w:r>
      </w:ins>
      <w:r w:rsidRPr="009B49FF">
        <w:rPr>
          <w:lang w:eastAsia="en-GB"/>
        </w:rPr>
        <w:t xml:space="preserve"> Let’s look at a case where boxes allow us to define types that we</w:t>
      </w:r>
      <w:r w:rsidR="00E22CA3">
        <w:rPr>
          <w:lang w:eastAsia="en-GB"/>
        </w:rPr>
        <w:t xml:space="preserve"> </w:t>
      </w:r>
      <w:r w:rsidRPr="009B49FF">
        <w:rPr>
          <w:lang w:eastAsia="en-GB"/>
        </w:rPr>
        <w:t xml:space="preserve">wouldn’t be allowed to </w:t>
      </w:r>
      <w:ins w:id="50" w:author="Audrey Doyle" w:date="2022-08-04T15:37:00Z">
        <w:r w:rsidR="0000702C">
          <w:rPr>
            <w:lang w:eastAsia="en-GB"/>
          </w:rPr>
          <w:t xml:space="preserve">define </w:t>
        </w:r>
      </w:ins>
      <w:r w:rsidRPr="009B49FF">
        <w:rPr>
          <w:lang w:eastAsia="en-GB"/>
        </w:rPr>
        <w:t>if we didn’t have boxes.</w:t>
      </w:r>
    </w:p>
    <w:bookmarkStart w:id="51" w:name="enabling-recursive-types-with-boxes"/>
    <w:bookmarkStart w:id="52" w:name="_Toc106892302"/>
    <w:bookmarkEnd w:id="51"/>
    <w:p w14:paraId="063601A7" w14:textId="48865210" w:rsidR="009B49FF" w:rsidRPr="009B49FF" w:rsidRDefault="006F4E31" w:rsidP="009A664F">
      <w:pPr>
        <w:pStyle w:val="HeadB"/>
        <w:rPr>
          <w:lang w:eastAsia="en-GB"/>
        </w:rPr>
      </w:pPr>
      <w:ins w:id="53" w:author="Carol Nichols" w:date="2022-08-25T21:35:00Z">
        <w:r>
          <w:rPr>
            <w:lang w:eastAsia="en-GB"/>
          </w:rPr>
          <w:fldChar w:fldCharType="begin"/>
        </w:r>
        <w:r>
          <w:instrText xml:space="preserve"> XE "recursive type</w:instrText>
        </w:r>
        <w:r w:rsidRPr="00BE574B">
          <w:instrText xml:space="preserve"> startRange</w:instrText>
        </w:r>
        <w:r>
          <w:instrText xml:space="preserve">" </w:instrText>
        </w:r>
        <w:r>
          <w:rPr>
            <w:lang w:eastAsia="en-GB"/>
          </w:rPr>
          <w:fldChar w:fldCharType="end"/>
        </w:r>
      </w:ins>
      <w:r w:rsidR="009B49FF" w:rsidRPr="009B49FF">
        <w:rPr>
          <w:lang w:eastAsia="en-GB"/>
        </w:rPr>
        <w:t>Enabling Recursive Types with Boxes</w:t>
      </w:r>
      <w:bookmarkEnd w:id="52"/>
    </w:p>
    <w:p w14:paraId="60EA1FD5" w14:textId="7EB5655A" w:rsidR="009B49FF" w:rsidRPr="009B49FF" w:rsidRDefault="009B49FF" w:rsidP="009A664F">
      <w:pPr>
        <w:pStyle w:val="Body"/>
        <w:rPr>
          <w:lang w:eastAsia="en-GB"/>
        </w:rPr>
      </w:pPr>
      <w:r w:rsidRPr="009A664F">
        <w:t xml:space="preserve">A value of </w:t>
      </w:r>
      <w:ins w:id="54" w:author="Audrey Doyle" w:date="2022-08-04T15:38:00Z">
        <w:r w:rsidR="0000702C">
          <w:t xml:space="preserve">a </w:t>
        </w:r>
      </w:ins>
      <w:r w:rsidRPr="009A664F">
        <w:rPr>
          <w:rStyle w:val="Italic"/>
        </w:rPr>
        <w:t>recursive type</w:t>
      </w:r>
      <w:r w:rsidRPr="009B49FF">
        <w:rPr>
          <w:lang w:eastAsia="en-GB"/>
        </w:rPr>
        <w:t xml:space="preserve"> can have another value of the same type as part of</w:t>
      </w:r>
      <w:r w:rsidR="00E22CA3">
        <w:rPr>
          <w:lang w:eastAsia="en-GB"/>
        </w:rPr>
        <w:t xml:space="preserve"> </w:t>
      </w:r>
      <w:r w:rsidRPr="009B49FF">
        <w:rPr>
          <w:lang w:eastAsia="en-GB"/>
        </w:rPr>
        <w:t>itself. Recursive types pose an issue because at compile time Rust needs to</w:t>
      </w:r>
      <w:r w:rsidR="00E22CA3">
        <w:rPr>
          <w:lang w:eastAsia="en-GB"/>
        </w:rPr>
        <w:t xml:space="preserve"> </w:t>
      </w:r>
      <w:r w:rsidRPr="009B49FF">
        <w:rPr>
          <w:lang w:eastAsia="en-GB"/>
        </w:rPr>
        <w:t>know how much space a type takes up. However, the nesting of values of</w:t>
      </w:r>
      <w:r w:rsidR="00E22CA3">
        <w:rPr>
          <w:lang w:eastAsia="en-GB"/>
        </w:rPr>
        <w:t xml:space="preserve"> </w:t>
      </w:r>
      <w:r w:rsidRPr="009B49FF">
        <w:rPr>
          <w:lang w:eastAsia="en-GB"/>
        </w:rPr>
        <w:t>recursive types could theoretically continue infinitely, so Rust can’t know how</w:t>
      </w:r>
      <w:r w:rsidR="00E22CA3">
        <w:rPr>
          <w:lang w:eastAsia="en-GB"/>
        </w:rPr>
        <w:t xml:space="preserve"> </w:t>
      </w:r>
      <w:r w:rsidRPr="009B49FF">
        <w:rPr>
          <w:lang w:eastAsia="en-GB"/>
        </w:rPr>
        <w:t>much space the value needs. Because boxes have a known size, we can enable</w:t>
      </w:r>
      <w:r w:rsidR="00E22CA3">
        <w:rPr>
          <w:lang w:eastAsia="en-GB"/>
        </w:rPr>
        <w:t xml:space="preserve"> </w:t>
      </w:r>
      <w:r w:rsidRPr="009B49FF">
        <w:rPr>
          <w:lang w:eastAsia="en-GB"/>
        </w:rPr>
        <w:t>recursive types by inserting a box in the recursive type definition.</w:t>
      </w:r>
    </w:p>
    <w:p w14:paraId="10D4291D" w14:textId="12CDD048" w:rsidR="009B49FF" w:rsidRPr="009B49FF" w:rsidRDefault="00387C3B" w:rsidP="009A664F">
      <w:pPr>
        <w:pStyle w:val="Body"/>
        <w:rPr>
          <w:lang w:eastAsia="en-GB"/>
        </w:rPr>
      </w:pPr>
      <w:ins w:id="55" w:author="Carol Nichols" w:date="2022-08-25T21:36:00Z">
        <w:r>
          <w:rPr>
            <w:lang w:eastAsia="en-GB"/>
          </w:rPr>
          <w:fldChar w:fldCharType="begin"/>
        </w:r>
        <w:r>
          <w:instrText xml:space="preserve"> XE "cons list</w:instrText>
        </w:r>
        <w:r w:rsidRPr="00BE574B">
          <w:instrText xml:space="preserve"> startRange</w:instrText>
        </w:r>
        <w:r>
          <w:instrText xml:space="preserve">" </w:instrText>
        </w:r>
        <w:r>
          <w:rPr>
            <w:lang w:eastAsia="en-GB"/>
          </w:rPr>
          <w:fldChar w:fldCharType="end"/>
        </w:r>
      </w:ins>
      <w:r w:rsidR="009B49FF" w:rsidRPr="009B49FF">
        <w:rPr>
          <w:lang w:eastAsia="en-GB"/>
        </w:rPr>
        <w:t xml:space="preserve">As an example of a recursive type, let’s explore the </w:t>
      </w:r>
      <w:r w:rsidR="009B49FF" w:rsidRPr="009A664F">
        <w:rPr>
          <w:rStyle w:val="Italic"/>
        </w:rPr>
        <w:t>cons list</w:t>
      </w:r>
      <w:r w:rsidR="009B49FF" w:rsidRPr="009B49FF">
        <w:rPr>
          <w:lang w:eastAsia="en-GB"/>
        </w:rPr>
        <w:t>. This is a data</w:t>
      </w:r>
      <w:r w:rsidR="00E22CA3">
        <w:rPr>
          <w:lang w:eastAsia="en-GB"/>
        </w:rPr>
        <w:t xml:space="preserve"> </w:t>
      </w:r>
      <w:r w:rsidR="009B49FF" w:rsidRPr="009B49FF">
        <w:rPr>
          <w:lang w:eastAsia="en-GB"/>
        </w:rPr>
        <w:t>type commonly found in functional programming languages. The cons list type</w:t>
      </w:r>
      <w:r w:rsidR="00E22CA3">
        <w:rPr>
          <w:lang w:eastAsia="en-GB"/>
        </w:rPr>
        <w:t xml:space="preserve"> </w:t>
      </w:r>
      <w:r w:rsidR="009B49FF" w:rsidRPr="009B49FF">
        <w:rPr>
          <w:lang w:eastAsia="en-GB"/>
        </w:rPr>
        <w:t>we’ll define is straightforward except for the recursion; therefore, the</w:t>
      </w:r>
      <w:r w:rsidR="00E22CA3">
        <w:rPr>
          <w:lang w:eastAsia="en-GB"/>
        </w:rPr>
        <w:t xml:space="preserve"> </w:t>
      </w:r>
      <w:r w:rsidR="009B49FF" w:rsidRPr="009B49FF">
        <w:rPr>
          <w:lang w:eastAsia="en-GB"/>
        </w:rPr>
        <w:t>concepts in the example we’ll work with will be useful any time you get into</w:t>
      </w:r>
      <w:r w:rsidR="00E22CA3">
        <w:rPr>
          <w:lang w:eastAsia="en-GB"/>
        </w:rPr>
        <w:t xml:space="preserve"> </w:t>
      </w:r>
      <w:r w:rsidR="009B49FF" w:rsidRPr="009B49FF">
        <w:rPr>
          <w:lang w:eastAsia="en-GB"/>
        </w:rPr>
        <w:t>more complex situations involving recursive types.</w:t>
      </w:r>
    </w:p>
    <w:p w14:paraId="363A053E" w14:textId="77777777" w:rsidR="009B49FF" w:rsidRPr="009B49FF" w:rsidRDefault="009B49FF" w:rsidP="009A664F">
      <w:pPr>
        <w:pStyle w:val="HeadC"/>
        <w:rPr>
          <w:lang w:eastAsia="en-GB"/>
        </w:rPr>
      </w:pPr>
      <w:bookmarkStart w:id="56" w:name="more-information-about-the-cons-list"/>
      <w:bookmarkStart w:id="57" w:name="_Toc106892303"/>
      <w:bookmarkEnd w:id="56"/>
      <w:r w:rsidRPr="009B49FF">
        <w:rPr>
          <w:lang w:eastAsia="en-GB"/>
        </w:rPr>
        <w:t>More Information About the Cons List</w:t>
      </w:r>
      <w:bookmarkEnd w:id="57"/>
    </w:p>
    <w:p w14:paraId="6AE7EED7" w14:textId="0E28DE3B" w:rsidR="009B49FF" w:rsidRPr="009B49FF" w:rsidRDefault="009B49FF" w:rsidP="009A664F">
      <w:pPr>
        <w:pStyle w:val="Body"/>
        <w:rPr>
          <w:lang w:eastAsia="en-GB"/>
        </w:rPr>
      </w:pPr>
      <w:r w:rsidRPr="009A664F">
        <w:t xml:space="preserve">A </w:t>
      </w:r>
      <w:r w:rsidRPr="009A664F">
        <w:rPr>
          <w:rStyle w:val="Italic"/>
        </w:rPr>
        <w:t>cons list</w:t>
      </w:r>
      <w:r w:rsidRPr="009A664F">
        <w:t xml:space="preserve"> is a data structure that comes from the Lisp programming language</w:t>
      </w:r>
      <w:r w:rsidR="00E22CA3" w:rsidRPr="009A664F">
        <w:t xml:space="preserve"> </w:t>
      </w:r>
      <w:r w:rsidRPr="009A664F">
        <w:t>and its dialects</w:t>
      </w:r>
      <w:ins w:id="58" w:author="Audrey Doyle" w:date="2022-08-04T14:18:00Z">
        <w:r w:rsidR="00F71F2A">
          <w:t>,</w:t>
        </w:r>
      </w:ins>
      <w:del w:id="59" w:author="Audrey Doyle" w:date="2022-08-04T14:18:00Z">
        <w:r w:rsidRPr="009A664F" w:rsidDel="00F71F2A">
          <w:delText xml:space="preserve"> and</w:delText>
        </w:r>
      </w:del>
      <w:r w:rsidRPr="009A664F">
        <w:t xml:space="preserve"> is made up of nested pairs, and is the Lisp version of a</w:t>
      </w:r>
      <w:r w:rsidR="00E22CA3" w:rsidRPr="009A664F">
        <w:t xml:space="preserve"> </w:t>
      </w:r>
      <w:r w:rsidRPr="009A664F">
        <w:t xml:space="preserve">linked list. Its name comes from the </w:t>
      </w:r>
      <w:r w:rsidRPr="009A664F">
        <w:rPr>
          <w:rStyle w:val="Literal"/>
        </w:rPr>
        <w:t>cons</w:t>
      </w:r>
      <w:r w:rsidRPr="009A664F">
        <w:t xml:space="preserve"> function (short for </w:t>
      </w:r>
      <w:del w:id="60" w:author="Audrey Doyle" w:date="2022-08-04T14:18:00Z">
        <w:r w:rsidRPr="009A664F" w:rsidDel="00F71F2A">
          <w:delText>“</w:delText>
        </w:r>
      </w:del>
      <w:r w:rsidRPr="00F71F2A">
        <w:rPr>
          <w:rStyle w:val="Italic"/>
          <w:rPrChange w:id="61" w:author="Audrey Doyle" w:date="2022-08-04T14:18:00Z">
            <w:rPr/>
          </w:rPrChange>
        </w:rPr>
        <w:t>construct</w:t>
      </w:r>
      <w:r w:rsidR="00E22CA3" w:rsidRPr="00F71F2A">
        <w:rPr>
          <w:rStyle w:val="Italic"/>
          <w:rPrChange w:id="62" w:author="Audrey Doyle" w:date="2022-08-04T14:18:00Z">
            <w:rPr/>
          </w:rPrChange>
        </w:rPr>
        <w:t xml:space="preserve"> </w:t>
      </w:r>
      <w:r w:rsidRPr="00F71F2A">
        <w:rPr>
          <w:rStyle w:val="Italic"/>
          <w:rPrChange w:id="63" w:author="Audrey Doyle" w:date="2022-08-04T14:18:00Z">
            <w:rPr/>
          </w:rPrChange>
        </w:rPr>
        <w:t>function</w:t>
      </w:r>
      <w:del w:id="64" w:author="Audrey Doyle" w:date="2022-08-04T14:18:00Z">
        <w:r w:rsidRPr="009A664F" w:rsidDel="00F71F2A">
          <w:delText>”</w:delText>
        </w:r>
      </w:del>
      <w:r w:rsidRPr="009A664F">
        <w:t>) in Lisp that constructs a new pair from its two arguments. By</w:t>
      </w:r>
      <w:r w:rsidR="00E22CA3" w:rsidRPr="009A664F">
        <w:t xml:space="preserve"> </w:t>
      </w:r>
      <w:r w:rsidRPr="009A664F">
        <w:t xml:space="preserve">calling </w:t>
      </w:r>
      <w:r w:rsidRPr="009A664F">
        <w:rPr>
          <w:rStyle w:val="Literal"/>
        </w:rPr>
        <w:t>cons</w:t>
      </w:r>
      <w:r w:rsidRPr="009B49FF">
        <w:rPr>
          <w:lang w:eastAsia="en-GB"/>
        </w:rPr>
        <w:t xml:space="preserve"> on a pair consisting of a value and another pair, we can</w:t>
      </w:r>
      <w:r w:rsidR="00E22CA3">
        <w:rPr>
          <w:lang w:eastAsia="en-GB"/>
        </w:rPr>
        <w:t xml:space="preserve"> </w:t>
      </w:r>
      <w:r w:rsidRPr="009B49FF">
        <w:rPr>
          <w:lang w:eastAsia="en-GB"/>
        </w:rPr>
        <w:t>construct cons lists made up of recursive pairs.</w:t>
      </w:r>
    </w:p>
    <w:p w14:paraId="6D8EDF7A" w14:textId="03B611B4" w:rsidR="009B49FF" w:rsidRPr="009B49FF" w:rsidRDefault="009B49FF" w:rsidP="009A664F">
      <w:pPr>
        <w:pStyle w:val="Body"/>
        <w:rPr>
          <w:lang w:eastAsia="en-GB"/>
        </w:rPr>
      </w:pPr>
      <w:r w:rsidRPr="009B49FF">
        <w:rPr>
          <w:lang w:eastAsia="en-GB"/>
        </w:rPr>
        <w:t>For example, here’s a pseudocode representation of a cons list containing the</w:t>
      </w:r>
      <w:r w:rsidR="00E22CA3">
        <w:rPr>
          <w:lang w:eastAsia="en-GB"/>
        </w:rPr>
        <w:t xml:space="preserve"> </w:t>
      </w:r>
      <w:r w:rsidRPr="009B49FF">
        <w:rPr>
          <w:lang w:eastAsia="en-GB"/>
        </w:rPr>
        <w:t xml:space="preserve">list </w:t>
      </w:r>
      <w:r w:rsidRPr="0000702C">
        <w:rPr>
          <w:rStyle w:val="Literal"/>
          <w:rPrChange w:id="65" w:author="Audrey Doyle" w:date="2022-08-04T15:40:00Z">
            <w:rPr>
              <w:lang w:eastAsia="en-GB"/>
            </w:rPr>
          </w:rPrChange>
        </w:rPr>
        <w:t>1, 2, 3</w:t>
      </w:r>
      <w:r w:rsidRPr="009B49FF">
        <w:rPr>
          <w:lang w:eastAsia="en-GB"/>
        </w:rPr>
        <w:t xml:space="preserve"> with each pair in parentheses:</w:t>
      </w:r>
    </w:p>
    <w:p w14:paraId="1D204CA6" w14:textId="77777777" w:rsidR="009B49FF" w:rsidRPr="009B49FF" w:rsidRDefault="009B49FF" w:rsidP="00E22CA3">
      <w:pPr>
        <w:pStyle w:val="Code"/>
        <w:rPr>
          <w:lang w:eastAsia="en-GB"/>
        </w:rPr>
      </w:pPr>
      <w:r w:rsidRPr="009B49FF">
        <w:rPr>
          <w:lang w:eastAsia="en-GB"/>
        </w:rPr>
        <w:t>(1, (2, (3, Nil)))</w:t>
      </w:r>
    </w:p>
    <w:p w14:paraId="7B29438F" w14:textId="099C975C" w:rsidR="009B49FF" w:rsidRPr="009B49FF" w:rsidRDefault="009B49FF" w:rsidP="009A664F">
      <w:pPr>
        <w:pStyle w:val="Body"/>
        <w:rPr>
          <w:lang w:eastAsia="en-GB"/>
        </w:rPr>
      </w:pPr>
      <w:r w:rsidRPr="009A664F">
        <w:t>Each item in a cons list contains two elements: the value of the current item</w:t>
      </w:r>
      <w:r w:rsidR="00E22CA3" w:rsidRPr="009A664F">
        <w:t xml:space="preserve"> </w:t>
      </w:r>
      <w:r w:rsidRPr="009A664F">
        <w:t xml:space="preserve">and the next item. The last item in the list contains only a value called </w:t>
      </w:r>
      <w:r w:rsidRPr="009A664F">
        <w:rPr>
          <w:rStyle w:val="Literal"/>
        </w:rPr>
        <w:t>Nil</w:t>
      </w:r>
      <w:r w:rsidR="00E22CA3" w:rsidRPr="009A664F">
        <w:t xml:space="preserve"> </w:t>
      </w:r>
      <w:r w:rsidRPr="009A664F">
        <w:t xml:space="preserve">without a next item. A cons list is produced by recursively calling the </w:t>
      </w:r>
      <w:r w:rsidRPr="009A664F">
        <w:rPr>
          <w:rStyle w:val="Literal"/>
        </w:rPr>
        <w:t>cons</w:t>
      </w:r>
      <w:r w:rsidR="00E22CA3" w:rsidRPr="009A664F">
        <w:t xml:space="preserve"> </w:t>
      </w:r>
      <w:r w:rsidRPr="009A664F">
        <w:t xml:space="preserve">function. The canonical name to denote the base case of the recursion is </w:t>
      </w:r>
      <w:r w:rsidRPr="009A664F">
        <w:rPr>
          <w:rStyle w:val="Literal"/>
        </w:rPr>
        <w:t>Nil</w:t>
      </w:r>
      <w:r w:rsidRPr="009B49FF">
        <w:rPr>
          <w:lang w:eastAsia="en-GB"/>
        </w:rPr>
        <w:t>.</w:t>
      </w:r>
      <w:r w:rsidR="00E22CA3">
        <w:rPr>
          <w:lang w:eastAsia="en-GB"/>
        </w:rPr>
        <w:t xml:space="preserve"> </w:t>
      </w:r>
      <w:r w:rsidRPr="009B49FF">
        <w:rPr>
          <w:lang w:eastAsia="en-GB"/>
        </w:rPr>
        <w:t xml:space="preserve">Note that this is not the same as the “null” or “nil” concept in </w:t>
      </w:r>
      <w:r w:rsidRPr="00C70494">
        <w:rPr>
          <w:rStyle w:val="Xref"/>
        </w:rPr>
        <w:t>Chapter 6</w:t>
      </w:r>
      <w:r w:rsidRPr="009B49FF">
        <w:rPr>
          <w:lang w:eastAsia="en-GB"/>
        </w:rPr>
        <w:t>,</w:t>
      </w:r>
      <w:r w:rsidR="00E22CA3">
        <w:rPr>
          <w:lang w:eastAsia="en-GB"/>
        </w:rPr>
        <w:t xml:space="preserve"> </w:t>
      </w:r>
      <w:r w:rsidRPr="009B49FF">
        <w:rPr>
          <w:lang w:eastAsia="en-GB"/>
        </w:rPr>
        <w:t>which is an invalid or absent value.</w:t>
      </w:r>
    </w:p>
    <w:p w14:paraId="7911BB2F" w14:textId="489524A9" w:rsidR="009B49FF" w:rsidRPr="009B49FF" w:rsidRDefault="009B49FF" w:rsidP="009A664F">
      <w:pPr>
        <w:pStyle w:val="Body"/>
        <w:rPr>
          <w:lang w:eastAsia="en-GB"/>
        </w:rPr>
      </w:pPr>
      <w:r w:rsidRPr="009B49FF">
        <w:rPr>
          <w:lang w:eastAsia="en-GB"/>
        </w:rPr>
        <w:t>The cons list isn’t a commonly used data structure in Rust. Most of the time</w:t>
      </w:r>
      <w:r w:rsidR="00E22CA3">
        <w:rPr>
          <w:lang w:eastAsia="en-GB"/>
        </w:rPr>
        <w:t xml:space="preserve"> </w:t>
      </w:r>
      <w:r w:rsidRPr="009B49FF">
        <w:rPr>
          <w:lang w:eastAsia="en-GB"/>
        </w:rPr>
        <w:t xml:space="preserve">when you have a list of items in Rust, </w:t>
      </w:r>
      <w:r w:rsidRPr="009A664F">
        <w:rPr>
          <w:rStyle w:val="Literal"/>
        </w:rPr>
        <w:t>Vec&lt;T&gt;</w:t>
      </w:r>
      <w:r w:rsidRPr="009A664F">
        <w:t xml:space="preserve"> is a better choice to use.</w:t>
      </w:r>
      <w:r w:rsidR="00E22CA3" w:rsidRPr="009A664F">
        <w:t xml:space="preserve"> </w:t>
      </w:r>
      <w:r w:rsidRPr="009A664F">
        <w:t xml:space="preserve">Other, more complex recursive data types </w:t>
      </w:r>
      <w:r w:rsidRPr="009A664F">
        <w:rPr>
          <w:rStyle w:val="Italic"/>
        </w:rPr>
        <w:t>are</w:t>
      </w:r>
      <w:r w:rsidRPr="009B49FF">
        <w:rPr>
          <w:lang w:eastAsia="en-GB"/>
        </w:rPr>
        <w:t xml:space="preserve"> useful in various situations,</w:t>
      </w:r>
      <w:r w:rsidR="00E22CA3">
        <w:rPr>
          <w:lang w:eastAsia="en-GB"/>
        </w:rPr>
        <w:t xml:space="preserve"> </w:t>
      </w:r>
      <w:r w:rsidRPr="009B49FF">
        <w:rPr>
          <w:lang w:eastAsia="en-GB"/>
        </w:rPr>
        <w:t>but by starting with the cons list in this chapter, we can explore how boxes</w:t>
      </w:r>
      <w:r w:rsidR="00E22CA3">
        <w:rPr>
          <w:lang w:eastAsia="en-GB"/>
        </w:rPr>
        <w:t xml:space="preserve"> </w:t>
      </w:r>
      <w:r w:rsidRPr="009B49FF">
        <w:rPr>
          <w:lang w:eastAsia="en-GB"/>
        </w:rPr>
        <w:t>let us define a recursive data type without much distraction.</w:t>
      </w:r>
    </w:p>
    <w:p w14:paraId="3846EC31" w14:textId="174F51A1" w:rsidR="009B49FF" w:rsidRPr="009B49FF" w:rsidRDefault="009B49FF" w:rsidP="009A664F">
      <w:pPr>
        <w:pStyle w:val="Body"/>
        <w:rPr>
          <w:lang w:eastAsia="en-GB"/>
        </w:rPr>
      </w:pPr>
      <w:r w:rsidRPr="009B49FF">
        <w:rPr>
          <w:lang w:eastAsia="en-GB"/>
        </w:rPr>
        <w:t>Listing 15-2 contains an enum definition for a cons list. Note that this code</w:t>
      </w:r>
      <w:r w:rsidR="00E22CA3">
        <w:rPr>
          <w:lang w:eastAsia="en-GB"/>
        </w:rPr>
        <w:t xml:space="preserve"> </w:t>
      </w:r>
      <w:r w:rsidRPr="009B49FF">
        <w:rPr>
          <w:lang w:eastAsia="en-GB"/>
        </w:rPr>
        <w:t xml:space="preserve">won’t compile yet because the </w:t>
      </w:r>
      <w:r w:rsidRPr="009A664F">
        <w:rPr>
          <w:rStyle w:val="Literal"/>
        </w:rPr>
        <w:t>List</w:t>
      </w:r>
      <w:r w:rsidRPr="009B49FF">
        <w:rPr>
          <w:lang w:eastAsia="en-GB"/>
        </w:rPr>
        <w:t xml:space="preserve"> type doesn’t have a known size, which</w:t>
      </w:r>
      <w:r w:rsidR="00E22CA3">
        <w:rPr>
          <w:lang w:eastAsia="en-GB"/>
        </w:rPr>
        <w:t xml:space="preserve"> </w:t>
      </w:r>
      <w:r w:rsidRPr="009B49FF">
        <w:rPr>
          <w:lang w:eastAsia="en-GB"/>
        </w:rPr>
        <w:t>we’ll demonstrate.</w:t>
      </w:r>
    </w:p>
    <w:p w14:paraId="13DFDFDB" w14:textId="57478426" w:rsidR="009B49FF" w:rsidRPr="009B49FF" w:rsidRDefault="009B49FF" w:rsidP="009A664F">
      <w:pPr>
        <w:pStyle w:val="CodeLabel"/>
        <w:rPr>
          <w:lang w:eastAsia="en-GB"/>
        </w:rPr>
      </w:pPr>
      <w:r w:rsidRPr="009B49FF">
        <w:rPr>
          <w:lang w:eastAsia="en-GB"/>
        </w:rPr>
        <w:t>src/main.rs</w:t>
      </w:r>
    </w:p>
    <w:p w14:paraId="0E9B960D" w14:textId="77777777" w:rsidR="009B49FF" w:rsidRPr="009A664F" w:rsidRDefault="009B49FF" w:rsidP="009A664F">
      <w:pPr>
        <w:pStyle w:val="Code"/>
      </w:pPr>
      <w:r w:rsidRPr="009A664F">
        <w:lastRenderedPageBreak/>
        <w:t>enum List {</w:t>
      </w:r>
    </w:p>
    <w:p w14:paraId="01D81AC3" w14:textId="77777777" w:rsidR="009B49FF" w:rsidRPr="009A664F" w:rsidRDefault="009B49FF" w:rsidP="009A664F">
      <w:pPr>
        <w:pStyle w:val="Code"/>
      </w:pPr>
      <w:r w:rsidRPr="009A664F">
        <w:t xml:space="preserve">    Cons(i32, List),</w:t>
      </w:r>
    </w:p>
    <w:p w14:paraId="5A875A7E" w14:textId="77777777" w:rsidR="009B49FF" w:rsidRPr="009A664F" w:rsidRDefault="009B49FF" w:rsidP="009A664F">
      <w:pPr>
        <w:pStyle w:val="Code"/>
      </w:pPr>
      <w:r w:rsidRPr="009A664F">
        <w:t xml:space="preserve">    Nil,</w:t>
      </w:r>
    </w:p>
    <w:p w14:paraId="15A781B3" w14:textId="77777777" w:rsidR="009B49FF" w:rsidRPr="009A664F" w:rsidRDefault="009B49FF" w:rsidP="009A664F">
      <w:pPr>
        <w:pStyle w:val="Code"/>
      </w:pPr>
      <w:r w:rsidRPr="009A664F">
        <w:t>}</w:t>
      </w:r>
    </w:p>
    <w:p w14:paraId="5627660D" w14:textId="7C53A6A4" w:rsidR="009B49FF" w:rsidRPr="009B49FF" w:rsidRDefault="009B49FF" w:rsidP="00E22CA3">
      <w:pPr>
        <w:pStyle w:val="CodeListingCaption"/>
        <w:rPr>
          <w:lang w:eastAsia="en-GB"/>
        </w:rPr>
      </w:pPr>
      <w:r w:rsidRPr="009B49FF">
        <w:rPr>
          <w:lang w:eastAsia="en-GB"/>
        </w:rPr>
        <w:t>The first attempt at defining an enum to represent a cons list</w:t>
      </w:r>
      <w:r w:rsidR="00E22CA3">
        <w:rPr>
          <w:lang w:eastAsia="en-GB"/>
        </w:rPr>
        <w:t xml:space="preserve"> </w:t>
      </w:r>
      <w:r w:rsidRPr="009B49FF">
        <w:rPr>
          <w:lang w:eastAsia="en-GB"/>
        </w:rPr>
        <w:t xml:space="preserve">data structure of </w:t>
      </w:r>
      <w:r w:rsidRPr="009A664F">
        <w:rPr>
          <w:rStyle w:val="Literal"/>
        </w:rPr>
        <w:t>i32</w:t>
      </w:r>
      <w:r w:rsidRPr="009B49FF">
        <w:rPr>
          <w:lang w:eastAsia="en-GB"/>
        </w:rPr>
        <w:t xml:space="preserve"> values</w:t>
      </w:r>
    </w:p>
    <w:p w14:paraId="4082D923" w14:textId="71D23956" w:rsidR="009B49FF" w:rsidRPr="009B49FF" w:rsidRDefault="009B49FF" w:rsidP="00E22CA3">
      <w:pPr>
        <w:pStyle w:val="Note"/>
        <w:rPr>
          <w:lang w:eastAsia="en-GB"/>
        </w:rPr>
      </w:pPr>
      <w:r w:rsidRPr="00E22CA3">
        <w:rPr>
          <w:rStyle w:val="NoteHead"/>
        </w:rPr>
        <w:t>Note</w:t>
      </w:r>
      <w:r w:rsidR="001664E4">
        <w:rPr>
          <w:lang w:eastAsia="en-GB"/>
        </w:rPr>
        <w:tab/>
      </w:r>
      <w:r w:rsidRPr="009B49FF">
        <w:rPr>
          <w:lang w:eastAsia="en-GB"/>
        </w:rPr>
        <w:t xml:space="preserve">We’re implementing a cons list that holds only </w:t>
      </w:r>
      <w:r w:rsidRPr="009A664F">
        <w:rPr>
          <w:rStyle w:val="Literal"/>
        </w:rPr>
        <w:t>i32</w:t>
      </w:r>
      <w:r w:rsidRPr="009B49FF">
        <w:rPr>
          <w:lang w:eastAsia="en-GB"/>
        </w:rPr>
        <w:t xml:space="preserve"> values for the</w:t>
      </w:r>
      <w:r w:rsidR="00E22CA3">
        <w:rPr>
          <w:lang w:eastAsia="en-GB"/>
        </w:rPr>
        <w:t xml:space="preserve"> </w:t>
      </w:r>
      <w:r w:rsidRPr="009B49FF">
        <w:rPr>
          <w:lang w:eastAsia="en-GB"/>
        </w:rPr>
        <w:t>purposes of this example. We could have implemented it using generics, as we</w:t>
      </w:r>
      <w:r w:rsidR="00E22CA3">
        <w:rPr>
          <w:lang w:eastAsia="en-GB"/>
        </w:rPr>
        <w:t xml:space="preserve"> </w:t>
      </w:r>
      <w:r w:rsidRPr="009B49FF">
        <w:rPr>
          <w:lang w:eastAsia="en-GB"/>
        </w:rPr>
        <w:t xml:space="preserve">discussed in </w:t>
      </w:r>
      <w:r w:rsidRPr="00C70494">
        <w:rPr>
          <w:rStyle w:val="Xref"/>
        </w:rPr>
        <w:t>Chapter 10</w:t>
      </w:r>
      <w:r w:rsidRPr="009B49FF">
        <w:rPr>
          <w:lang w:eastAsia="en-GB"/>
        </w:rPr>
        <w:t>, to define a cons list type that could store values of</w:t>
      </w:r>
      <w:r w:rsidR="00E22CA3">
        <w:rPr>
          <w:lang w:eastAsia="en-GB"/>
        </w:rPr>
        <w:t xml:space="preserve"> </w:t>
      </w:r>
      <w:r w:rsidRPr="009B49FF">
        <w:rPr>
          <w:lang w:eastAsia="en-GB"/>
        </w:rPr>
        <w:t>any type.</w:t>
      </w:r>
    </w:p>
    <w:p w14:paraId="76D0FA70" w14:textId="4CBAF819" w:rsidR="009B49FF" w:rsidRPr="009B49FF" w:rsidRDefault="009B49FF" w:rsidP="009A664F">
      <w:pPr>
        <w:pStyle w:val="Body"/>
        <w:rPr>
          <w:lang w:eastAsia="en-GB"/>
        </w:rPr>
      </w:pPr>
      <w:r w:rsidRPr="009A664F">
        <w:t xml:space="preserve">Using the </w:t>
      </w:r>
      <w:r w:rsidRPr="009A664F">
        <w:rPr>
          <w:rStyle w:val="Literal"/>
        </w:rPr>
        <w:t>List</w:t>
      </w:r>
      <w:r w:rsidRPr="009A664F">
        <w:t xml:space="preserve"> type to store the list </w:t>
      </w:r>
      <w:r w:rsidRPr="009A664F">
        <w:rPr>
          <w:rStyle w:val="Literal"/>
        </w:rPr>
        <w:t>1, 2, 3</w:t>
      </w:r>
      <w:r w:rsidRPr="009B49FF">
        <w:rPr>
          <w:lang w:eastAsia="en-GB"/>
        </w:rPr>
        <w:t xml:space="preserve"> would look like the code in</w:t>
      </w:r>
      <w:r w:rsidR="00E22CA3">
        <w:rPr>
          <w:lang w:eastAsia="en-GB"/>
        </w:rPr>
        <w:t xml:space="preserve"> </w:t>
      </w:r>
      <w:r w:rsidRPr="009B49FF">
        <w:rPr>
          <w:lang w:eastAsia="en-GB"/>
        </w:rPr>
        <w:t>Listing 15-3</w:t>
      </w:r>
      <w:ins w:id="66" w:author="Audrey Doyle" w:date="2022-08-04T14:19:00Z">
        <w:r w:rsidR="00F71F2A">
          <w:rPr>
            <w:lang w:eastAsia="en-GB"/>
          </w:rPr>
          <w:t>.</w:t>
        </w:r>
      </w:ins>
      <w:del w:id="67" w:author="Audrey Doyle" w:date="2022-08-04T14:19:00Z">
        <w:r w:rsidRPr="009B49FF" w:rsidDel="00F71F2A">
          <w:rPr>
            <w:lang w:eastAsia="en-GB"/>
          </w:rPr>
          <w:delText>:</w:delText>
        </w:r>
      </w:del>
    </w:p>
    <w:p w14:paraId="4A249C03" w14:textId="25A153A9" w:rsidR="009B49FF" w:rsidRPr="009B49FF" w:rsidRDefault="009B49FF" w:rsidP="009A664F">
      <w:pPr>
        <w:pStyle w:val="CodeLabel"/>
        <w:rPr>
          <w:lang w:eastAsia="en-GB"/>
        </w:rPr>
      </w:pPr>
      <w:r w:rsidRPr="009B49FF">
        <w:rPr>
          <w:lang w:eastAsia="en-GB"/>
        </w:rPr>
        <w:t>src/main.rs</w:t>
      </w:r>
    </w:p>
    <w:p w14:paraId="17BDBD63" w14:textId="50EBF229" w:rsidR="00262C4B" w:rsidRPr="00262C4B" w:rsidRDefault="00262C4B" w:rsidP="009A664F">
      <w:pPr>
        <w:pStyle w:val="Code"/>
        <w:rPr>
          <w:ins w:id="68" w:author="Carol Nichols" w:date="2022-08-24T22:09:00Z"/>
          <w:rStyle w:val="LiteralItalic"/>
          <w:rPrChange w:id="69" w:author="Carol Nichols" w:date="2022-08-24T22:10:00Z">
            <w:rPr>
              <w:ins w:id="70" w:author="Carol Nichols" w:date="2022-08-24T22:09:00Z"/>
            </w:rPr>
          </w:rPrChange>
        </w:rPr>
      </w:pPr>
      <w:ins w:id="71" w:author="Carol Nichols" w:date="2022-08-24T22:09:00Z">
        <w:r w:rsidRPr="00262C4B">
          <w:rPr>
            <w:rStyle w:val="LiteralItalic"/>
            <w:rPrChange w:id="72" w:author="Carol Nichols" w:date="2022-08-24T22:10:00Z">
              <w:rPr/>
            </w:rPrChange>
          </w:rPr>
          <w:t>--snip--</w:t>
        </w:r>
      </w:ins>
    </w:p>
    <w:p w14:paraId="6548A75D" w14:textId="77777777" w:rsidR="00262C4B" w:rsidRDefault="00262C4B" w:rsidP="009A664F">
      <w:pPr>
        <w:pStyle w:val="Code"/>
        <w:rPr>
          <w:ins w:id="73" w:author="Carol Nichols" w:date="2022-08-24T22:09:00Z"/>
        </w:rPr>
      </w:pPr>
    </w:p>
    <w:p w14:paraId="79820CB5" w14:textId="05A14AC3" w:rsidR="009B49FF" w:rsidRPr="009A664F" w:rsidRDefault="009B49FF" w:rsidP="009A664F">
      <w:pPr>
        <w:pStyle w:val="Code"/>
      </w:pPr>
      <w:r w:rsidRPr="009A664F">
        <w:t>use crate::List::{Cons, Nil};</w:t>
      </w:r>
    </w:p>
    <w:p w14:paraId="0D2E71FF" w14:textId="77777777" w:rsidR="009B49FF" w:rsidRPr="009A664F" w:rsidRDefault="009B49FF" w:rsidP="009A664F">
      <w:pPr>
        <w:pStyle w:val="Code"/>
      </w:pPr>
    </w:p>
    <w:p w14:paraId="49D7E907" w14:textId="77777777" w:rsidR="009B49FF" w:rsidRPr="009A664F" w:rsidRDefault="009B49FF" w:rsidP="009A664F">
      <w:pPr>
        <w:pStyle w:val="Code"/>
      </w:pPr>
      <w:r w:rsidRPr="009A664F">
        <w:t>fn main() {</w:t>
      </w:r>
    </w:p>
    <w:p w14:paraId="7B137D84" w14:textId="77777777" w:rsidR="009B49FF" w:rsidRPr="009A664F" w:rsidRDefault="009B49FF" w:rsidP="009A664F">
      <w:pPr>
        <w:pStyle w:val="Code"/>
      </w:pPr>
      <w:r w:rsidRPr="009A664F">
        <w:t xml:space="preserve">    let list = Cons(1, Cons(2, Cons(3, Nil)));</w:t>
      </w:r>
    </w:p>
    <w:p w14:paraId="35C33833" w14:textId="77777777" w:rsidR="009B49FF" w:rsidRPr="009A664F" w:rsidRDefault="009B49FF" w:rsidP="009A664F">
      <w:pPr>
        <w:pStyle w:val="Code"/>
      </w:pPr>
      <w:r w:rsidRPr="009A664F">
        <w:t>}</w:t>
      </w:r>
    </w:p>
    <w:p w14:paraId="1D4FD120" w14:textId="06D4E7BF" w:rsidR="009B49FF" w:rsidRPr="009B49FF" w:rsidRDefault="009B49FF" w:rsidP="00EC4AB9">
      <w:pPr>
        <w:pStyle w:val="CodeListingCaption"/>
        <w:rPr>
          <w:lang w:eastAsia="en-GB"/>
        </w:rPr>
      </w:pPr>
      <w:r w:rsidRPr="009A664F">
        <w:t xml:space="preserve">Using the </w:t>
      </w:r>
      <w:r w:rsidRPr="009A664F">
        <w:rPr>
          <w:rStyle w:val="Literal"/>
        </w:rPr>
        <w:t>List</w:t>
      </w:r>
      <w:r w:rsidRPr="009A664F">
        <w:t xml:space="preserve"> enum to store the list </w:t>
      </w:r>
      <w:r w:rsidRPr="009A664F">
        <w:rPr>
          <w:rStyle w:val="Literal"/>
        </w:rPr>
        <w:t>1, 2, 3</w:t>
      </w:r>
    </w:p>
    <w:p w14:paraId="1A166EE0" w14:textId="1F25EDF9" w:rsidR="009B49FF" w:rsidRPr="009B49FF" w:rsidRDefault="009B49FF" w:rsidP="009A664F">
      <w:pPr>
        <w:pStyle w:val="Body"/>
        <w:rPr>
          <w:lang w:eastAsia="en-GB"/>
        </w:rPr>
      </w:pPr>
      <w:r w:rsidRPr="009B49FF">
        <w:rPr>
          <w:lang w:eastAsia="en-GB"/>
        </w:rPr>
        <w:t xml:space="preserve">The first </w:t>
      </w:r>
      <w:r w:rsidRPr="009A664F">
        <w:rPr>
          <w:rStyle w:val="Literal"/>
        </w:rPr>
        <w:t>Cons</w:t>
      </w:r>
      <w:r w:rsidRPr="009A664F">
        <w:t xml:space="preserve"> value holds </w:t>
      </w:r>
      <w:r w:rsidRPr="009A664F">
        <w:rPr>
          <w:rStyle w:val="Literal"/>
        </w:rPr>
        <w:t>1</w:t>
      </w:r>
      <w:r w:rsidRPr="009A664F">
        <w:t xml:space="preserve"> and another </w:t>
      </w:r>
      <w:r w:rsidRPr="009A664F">
        <w:rPr>
          <w:rStyle w:val="Literal"/>
        </w:rPr>
        <w:t>List</w:t>
      </w:r>
      <w:r w:rsidRPr="009A664F">
        <w:t xml:space="preserve"> value. This </w:t>
      </w:r>
      <w:r w:rsidRPr="009A664F">
        <w:rPr>
          <w:rStyle w:val="Literal"/>
        </w:rPr>
        <w:t>List</w:t>
      </w:r>
      <w:r w:rsidRPr="009A664F">
        <w:t xml:space="preserve"> value is</w:t>
      </w:r>
      <w:r w:rsidR="00E22CA3" w:rsidRPr="009A664F">
        <w:t xml:space="preserve"> </w:t>
      </w:r>
      <w:r w:rsidRPr="009A664F">
        <w:t xml:space="preserve">another </w:t>
      </w:r>
      <w:r w:rsidRPr="009A664F">
        <w:rPr>
          <w:rStyle w:val="Literal"/>
        </w:rPr>
        <w:t>Cons</w:t>
      </w:r>
      <w:r w:rsidRPr="009A664F">
        <w:t xml:space="preserve"> value that holds </w:t>
      </w:r>
      <w:r w:rsidRPr="009A664F">
        <w:rPr>
          <w:rStyle w:val="Literal"/>
        </w:rPr>
        <w:t>2</w:t>
      </w:r>
      <w:r w:rsidRPr="009A664F">
        <w:t xml:space="preserve"> and another </w:t>
      </w:r>
      <w:r w:rsidRPr="009A664F">
        <w:rPr>
          <w:rStyle w:val="Literal"/>
        </w:rPr>
        <w:t>List</w:t>
      </w:r>
      <w:r w:rsidRPr="009A664F">
        <w:t xml:space="preserve"> value. This </w:t>
      </w:r>
      <w:r w:rsidRPr="009A664F">
        <w:rPr>
          <w:rStyle w:val="Literal"/>
        </w:rPr>
        <w:t>List</w:t>
      </w:r>
      <w:r w:rsidRPr="009A664F">
        <w:t xml:space="preserve"> value</w:t>
      </w:r>
      <w:r w:rsidR="00E22CA3" w:rsidRPr="009A664F">
        <w:t xml:space="preserve"> </w:t>
      </w:r>
      <w:r w:rsidRPr="009A664F">
        <w:t xml:space="preserve">is one more </w:t>
      </w:r>
      <w:r w:rsidRPr="009A664F">
        <w:rPr>
          <w:rStyle w:val="Literal"/>
        </w:rPr>
        <w:t>Cons</w:t>
      </w:r>
      <w:r w:rsidRPr="009A664F">
        <w:t xml:space="preserve"> value that holds </w:t>
      </w:r>
      <w:r w:rsidRPr="009A664F">
        <w:rPr>
          <w:rStyle w:val="Literal"/>
        </w:rPr>
        <w:t>3</w:t>
      </w:r>
      <w:r w:rsidRPr="009A664F">
        <w:t xml:space="preserve"> and a </w:t>
      </w:r>
      <w:r w:rsidRPr="009A664F">
        <w:rPr>
          <w:rStyle w:val="Literal"/>
        </w:rPr>
        <w:t>List</w:t>
      </w:r>
      <w:r w:rsidRPr="009A664F">
        <w:t xml:space="preserve"> value, which is finally</w:t>
      </w:r>
      <w:r w:rsidR="00E22CA3" w:rsidRPr="009A664F">
        <w:t xml:space="preserve"> </w:t>
      </w:r>
      <w:r w:rsidRPr="009A664F">
        <w:rPr>
          <w:rStyle w:val="Literal"/>
        </w:rPr>
        <w:t>Nil</w:t>
      </w:r>
      <w:r w:rsidRPr="009B49FF">
        <w:rPr>
          <w:lang w:eastAsia="en-GB"/>
        </w:rPr>
        <w:t>, the non-recursive variant that signals the end of the list.</w:t>
      </w:r>
    </w:p>
    <w:p w14:paraId="69A84E54" w14:textId="5471709C" w:rsidR="009B49FF" w:rsidRPr="009B49FF" w:rsidRDefault="009B49FF" w:rsidP="009A664F">
      <w:pPr>
        <w:pStyle w:val="Body"/>
        <w:rPr>
          <w:lang w:eastAsia="en-GB"/>
        </w:rPr>
      </w:pPr>
      <w:r w:rsidRPr="009B49FF">
        <w:rPr>
          <w:lang w:eastAsia="en-GB"/>
        </w:rPr>
        <w:t>If we try to compile the code in Listing 15-3, we get the error shown in</w:t>
      </w:r>
      <w:r w:rsidR="00E22CA3">
        <w:rPr>
          <w:lang w:eastAsia="en-GB"/>
        </w:rPr>
        <w:t xml:space="preserve"> </w:t>
      </w:r>
      <w:r w:rsidRPr="009B49FF">
        <w:rPr>
          <w:lang w:eastAsia="en-GB"/>
        </w:rPr>
        <w:t>Listing 15-4</w:t>
      </w:r>
      <w:ins w:id="74" w:author="Audrey Doyle" w:date="2022-08-04T14:19:00Z">
        <w:r w:rsidR="00F71F2A">
          <w:rPr>
            <w:lang w:eastAsia="en-GB"/>
          </w:rPr>
          <w:t>.</w:t>
        </w:r>
      </w:ins>
      <w:del w:id="75" w:author="Audrey Doyle" w:date="2022-08-04T14:19:00Z">
        <w:r w:rsidRPr="009B49FF" w:rsidDel="00F71F2A">
          <w:rPr>
            <w:lang w:eastAsia="en-GB"/>
          </w:rPr>
          <w:delText>:</w:delText>
        </w:r>
      </w:del>
    </w:p>
    <w:p w14:paraId="78D1ED3D" w14:textId="77777777" w:rsidR="009B49FF" w:rsidRPr="009B49FF" w:rsidRDefault="009B49FF" w:rsidP="009F2923">
      <w:pPr>
        <w:pStyle w:val="CodeWide"/>
        <w:rPr>
          <w:lang w:eastAsia="en-GB"/>
        </w:rPr>
      </w:pPr>
      <w:r w:rsidRPr="009B49FF">
        <w:rPr>
          <w:lang w:eastAsia="en-GB"/>
        </w:rPr>
        <w:t>error[E0072]: recursive type `List` has infinite size</w:t>
      </w:r>
    </w:p>
    <w:p w14:paraId="28873F9D" w14:textId="77777777" w:rsidR="009B49FF" w:rsidRPr="009B49FF" w:rsidRDefault="009B49FF" w:rsidP="009F2923">
      <w:pPr>
        <w:pStyle w:val="CodeWide"/>
        <w:rPr>
          <w:lang w:eastAsia="en-GB"/>
        </w:rPr>
      </w:pPr>
      <w:r w:rsidRPr="009B49FF">
        <w:rPr>
          <w:lang w:eastAsia="en-GB"/>
        </w:rPr>
        <w:t xml:space="preserve"> --&gt; src/main.rs:1:1</w:t>
      </w:r>
    </w:p>
    <w:p w14:paraId="67A026A6" w14:textId="77777777" w:rsidR="009B49FF" w:rsidRPr="009B49FF" w:rsidRDefault="009B49FF" w:rsidP="009F2923">
      <w:pPr>
        <w:pStyle w:val="CodeWide"/>
        <w:rPr>
          <w:lang w:eastAsia="en-GB"/>
        </w:rPr>
      </w:pPr>
      <w:r w:rsidRPr="009B49FF">
        <w:rPr>
          <w:lang w:eastAsia="en-GB"/>
        </w:rPr>
        <w:t xml:space="preserve">  |</w:t>
      </w:r>
    </w:p>
    <w:p w14:paraId="05F7AC7D" w14:textId="77777777" w:rsidR="009B49FF" w:rsidRPr="009B49FF" w:rsidRDefault="009B49FF" w:rsidP="009F2923">
      <w:pPr>
        <w:pStyle w:val="CodeWide"/>
        <w:rPr>
          <w:lang w:eastAsia="en-GB"/>
        </w:rPr>
      </w:pPr>
      <w:r w:rsidRPr="009B49FF">
        <w:rPr>
          <w:lang w:eastAsia="en-GB"/>
        </w:rPr>
        <w:t>1 | enum List {</w:t>
      </w:r>
    </w:p>
    <w:p w14:paraId="09A0E665" w14:textId="77777777" w:rsidR="009B49FF" w:rsidRPr="009B49FF" w:rsidRDefault="009B49FF" w:rsidP="009F2923">
      <w:pPr>
        <w:pStyle w:val="CodeWide"/>
        <w:rPr>
          <w:lang w:eastAsia="en-GB"/>
        </w:rPr>
      </w:pPr>
      <w:r w:rsidRPr="009B49FF">
        <w:rPr>
          <w:lang w:eastAsia="en-GB"/>
        </w:rPr>
        <w:t xml:space="preserve">  | ^^^^^^^^^ recursive type has infinite size</w:t>
      </w:r>
    </w:p>
    <w:p w14:paraId="7CB35FE5" w14:textId="77777777" w:rsidR="009B49FF" w:rsidRPr="009B49FF" w:rsidRDefault="009B49FF" w:rsidP="009F2923">
      <w:pPr>
        <w:pStyle w:val="CodeWide"/>
        <w:rPr>
          <w:lang w:eastAsia="en-GB"/>
        </w:rPr>
      </w:pPr>
      <w:r w:rsidRPr="009B49FF">
        <w:rPr>
          <w:lang w:eastAsia="en-GB"/>
        </w:rPr>
        <w:t>2 |     Cons(i32, List),</w:t>
      </w:r>
    </w:p>
    <w:p w14:paraId="0872BEAB" w14:textId="77777777" w:rsidR="009B49FF" w:rsidRPr="009B49FF" w:rsidRDefault="009B49FF" w:rsidP="009F2923">
      <w:pPr>
        <w:pStyle w:val="CodeWide"/>
        <w:rPr>
          <w:lang w:eastAsia="en-GB"/>
        </w:rPr>
      </w:pPr>
      <w:r w:rsidRPr="009B49FF">
        <w:rPr>
          <w:lang w:eastAsia="en-GB"/>
        </w:rPr>
        <w:t xml:space="preserve">  |               ---- recursive without indirection</w:t>
      </w:r>
    </w:p>
    <w:p w14:paraId="35095DF2" w14:textId="77777777" w:rsidR="009B49FF" w:rsidRPr="009B49FF" w:rsidRDefault="009B49FF" w:rsidP="009F2923">
      <w:pPr>
        <w:pStyle w:val="CodeWide"/>
        <w:rPr>
          <w:lang w:eastAsia="en-GB"/>
        </w:rPr>
      </w:pPr>
      <w:r w:rsidRPr="009B49FF">
        <w:rPr>
          <w:lang w:eastAsia="en-GB"/>
        </w:rPr>
        <w:t xml:space="preserve">  |</w:t>
      </w:r>
    </w:p>
    <w:p w14:paraId="1A4BE45A" w14:textId="77777777" w:rsidR="00262C4B" w:rsidRDefault="009B49FF" w:rsidP="009F2923">
      <w:pPr>
        <w:pStyle w:val="CodeWide"/>
        <w:rPr>
          <w:ins w:id="76" w:author="Carol Nichols" w:date="2022-08-24T22:10:00Z"/>
          <w:lang w:eastAsia="en-GB"/>
        </w:rPr>
      </w:pPr>
      <w:r w:rsidRPr="009B49FF">
        <w:rPr>
          <w:lang w:eastAsia="en-GB"/>
        </w:rPr>
        <w:t>help: insert some indirection (e.g., a `Box`, `Rc`, or `&amp;`) to make `List`</w:t>
      </w:r>
      <w:del w:id="77" w:author="Carol Nichols" w:date="2022-08-24T22:10:00Z">
        <w:r w:rsidRPr="009B49FF" w:rsidDel="00262C4B">
          <w:rPr>
            <w:lang w:eastAsia="en-GB"/>
          </w:rPr>
          <w:delText xml:space="preserve"> </w:delText>
        </w:r>
      </w:del>
    </w:p>
    <w:p w14:paraId="4365CCC1" w14:textId="3464CE52" w:rsidR="009B49FF" w:rsidRDefault="009B49FF" w:rsidP="009F2923">
      <w:pPr>
        <w:pStyle w:val="CodeWide"/>
        <w:rPr>
          <w:ins w:id="78" w:author="Carol Nichols" w:date="2022-08-23T21:42:00Z"/>
          <w:lang w:eastAsia="en-GB"/>
        </w:rPr>
      </w:pPr>
      <w:r w:rsidRPr="009B49FF">
        <w:rPr>
          <w:lang w:eastAsia="en-GB"/>
        </w:rPr>
        <w:t>representable</w:t>
      </w:r>
    </w:p>
    <w:p w14:paraId="54CAB189" w14:textId="77777777" w:rsidR="00313673" w:rsidRDefault="00313673" w:rsidP="00313673">
      <w:pPr>
        <w:pStyle w:val="CodeWide"/>
        <w:rPr>
          <w:ins w:id="79" w:author="Carol Nichols" w:date="2022-08-23T21:42:00Z"/>
          <w:lang w:eastAsia="en-GB"/>
        </w:rPr>
      </w:pPr>
      <w:ins w:id="80" w:author="Carol Nichols" w:date="2022-08-23T21:42:00Z">
        <w:r>
          <w:rPr>
            <w:lang w:eastAsia="en-GB"/>
          </w:rPr>
          <w:t xml:space="preserve">  |</w:t>
        </w:r>
      </w:ins>
    </w:p>
    <w:p w14:paraId="7F09AB4F" w14:textId="77777777" w:rsidR="00313673" w:rsidRDefault="00313673" w:rsidP="00313673">
      <w:pPr>
        <w:pStyle w:val="CodeWide"/>
        <w:rPr>
          <w:ins w:id="81" w:author="Carol Nichols" w:date="2022-08-23T21:42:00Z"/>
          <w:lang w:eastAsia="en-GB"/>
        </w:rPr>
      </w:pPr>
      <w:ins w:id="82" w:author="Carol Nichols" w:date="2022-08-23T21:42:00Z">
        <w:r>
          <w:rPr>
            <w:lang w:eastAsia="en-GB"/>
          </w:rPr>
          <w:t>2 |     Cons(i32, Box&lt;List&gt;),</w:t>
        </w:r>
      </w:ins>
    </w:p>
    <w:p w14:paraId="355ADEB9" w14:textId="30FDEE09" w:rsidR="00313673" w:rsidRPr="009B49FF" w:rsidRDefault="00313673" w:rsidP="00313673">
      <w:pPr>
        <w:pStyle w:val="CodeWide"/>
        <w:rPr>
          <w:lang w:eastAsia="en-GB"/>
        </w:rPr>
      </w:pPr>
      <w:ins w:id="83" w:author="Carol Nichols" w:date="2022-08-23T21:42:00Z">
        <w:r>
          <w:rPr>
            <w:lang w:eastAsia="en-GB"/>
          </w:rPr>
          <w:t xml:space="preserve">  |               ++++    +</w:t>
        </w:r>
      </w:ins>
    </w:p>
    <w:p w14:paraId="336CD8AA" w14:textId="52CE564D" w:rsidR="009B49FF" w:rsidRPr="009B49FF" w:rsidRDefault="009B49FF" w:rsidP="00EC4AB9">
      <w:pPr>
        <w:pStyle w:val="CodeListingCaption"/>
        <w:rPr>
          <w:lang w:eastAsia="en-GB"/>
        </w:rPr>
      </w:pPr>
      <w:r w:rsidRPr="009B49FF">
        <w:rPr>
          <w:lang w:eastAsia="en-GB"/>
        </w:rPr>
        <w:t>The error we get when attempting to define a recursive enum</w:t>
      </w:r>
    </w:p>
    <w:p w14:paraId="71C0AF59" w14:textId="60A47756" w:rsidR="009B49FF" w:rsidRPr="009B49FF" w:rsidRDefault="009B49FF" w:rsidP="009A664F">
      <w:pPr>
        <w:pStyle w:val="Body"/>
        <w:rPr>
          <w:lang w:eastAsia="en-GB"/>
        </w:rPr>
      </w:pPr>
      <w:r w:rsidRPr="009A664F">
        <w:t>The error shows this type “has infinite size.” The reason is that we’ve defined</w:t>
      </w:r>
      <w:r w:rsidR="00E22CA3" w:rsidRPr="009A664F">
        <w:t xml:space="preserve"> </w:t>
      </w:r>
      <w:r w:rsidRPr="009A664F">
        <w:rPr>
          <w:rStyle w:val="Literal"/>
        </w:rPr>
        <w:t>List</w:t>
      </w:r>
      <w:r w:rsidRPr="009A664F">
        <w:t xml:space="preserve"> with a variant that is recursive: it holds another value of itself</w:t>
      </w:r>
      <w:r w:rsidR="00E22CA3" w:rsidRPr="009A664F">
        <w:t xml:space="preserve"> </w:t>
      </w:r>
      <w:r w:rsidRPr="009A664F">
        <w:t>directly. As a result, Rust can’t figure out how much space it needs to store a</w:t>
      </w:r>
      <w:r w:rsidR="00E22CA3" w:rsidRPr="009A664F">
        <w:t xml:space="preserve"> </w:t>
      </w:r>
      <w:r w:rsidRPr="009A664F">
        <w:rPr>
          <w:rStyle w:val="Literal"/>
        </w:rPr>
        <w:t>List</w:t>
      </w:r>
      <w:r w:rsidRPr="009B49FF">
        <w:rPr>
          <w:lang w:eastAsia="en-GB"/>
        </w:rPr>
        <w:t xml:space="preserve"> value. Let’s break down why we get this error. First</w:t>
      </w:r>
      <w:del w:id="84" w:author="Audrey Doyle" w:date="2022-08-04T14:20:00Z">
        <w:r w:rsidRPr="009B49FF" w:rsidDel="005660E4">
          <w:rPr>
            <w:lang w:eastAsia="en-GB"/>
          </w:rPr>
          <w:delText>,</w:delText>
        </w:r>
      </w:del>
      <w:r w:rsidRPr="009B49FF">
        <w:rPr>
          <w:lang w:eastAsia="en-GB"/>
        </w:rPr>
        <w:t xml:space="preserve"> we’ll look at how</w:t>
      </w:r>
      <w:r w:rsidR="00E22CA3">
        <w:rPr>
          <w:lang w:eastAsia="en-GB"/>
        </w:rPr>
        <w:t xml:space="preserve"> </w:t>
      </w:r>
      <w:r w:rsidRPr="009B49FF">
        <w:rPr>
          <w:lang w:eastAsia="en-GB"/>
        </w:rPr>
        <w:t xml:space="preserve">Rust decides how much </w:t>
      </w:r>
      <w:r w:rsidRPr="009B49FF">
        <w:rPr>
          <w:lang w:eastAsia="en-GB"/>
        </w:rPr>
        <w:lastRenderedPageBreak/>
        <w:t>space it needs to store a value of a non-recursive type.</w:t>
      </w:r>
    </w:p>
    <w:p w14:paraId="0813CF03" w14:textId="77777777" w:rsidR="009B49FF" w:rsidRPr="009B49FF" w:rsidRDefault="009B49FF" w:rsidP="009A664F">
      <w:pPr>
        <w:pStyle w:val="HeadC"/>
        <w:rPr>
          <w:lang w:eastAsia="en-GB"/>
        </w:rPr>
      </w:pPr>
      <w:bookmarkStart w:id="85" w:name="computing-the-size-of-a-non-recursive-ty"/>
      <w:bookmarkStart w:id="86" w:name="_Toc106892304"/>
      <w:bookmarkEnd w:id="85"/>
      <w:r w:rsidRPr="009B49FF">
        <w:rPr>
          <w:lang w:eastAsia="en-GB"/>
        </w:rPr>
        <w:t>Computing the Size of a Non-Recursive Type</w:t>
      </w:r>
      <w:bookmarkEnd w:id="86"/>
    </w:p>
    <w:p w14:paraId="7AF96C4B" w14:textId="12DF7A6A" w:rsidR="009B49FF" w:rsidRPr="009B49FF" w:rsidRDefault="009B49FF" w:rsidP="009A664F">
      <w:pPr>
        <w:pStyle w:val="Body"/>
        <w:rPr>
          <w:lang w:eastAsia="en-GB"/>
        </w:rPr>
      </w:pPr>
      <w:r w:rsidRPr="009A664F">
        <w:t xml:space="preserve">Recall the </w:t>
      </w:r>
      <w:r w:rsidRPr="009A664F">
        <w:rPr>
          <w:rStyle w:val="Literal"/>
        </w:rPr>
        <w:t>Message</w:t>
      </w:r>
      <w:r w:rsidRPr="009B49FF">
        <w:rPr>
          <w:lang w:eastAsia="en-GB"/>
        </w:rPr>
        <w:t xml:space="preserve"> enum we defined in Listing 6-2 when we discussed enum</w:t>
      </w:r>
      <w:r w:rsidR="00E22CA3">
        <w:rPr>
          <w:lang w:eastAsia="en-GB"/>
        </w:rPr>
        <w:t xml:space="preserve"> </w:t>
      </w:r>
      <w:r w:rsidRPr="009B49FF">
        <w:rPr>
          <w:lang w:eastAsia="en-GB"/>
        </w:rPr>
        <w:t xml:space="preserve">definitions in </w:t>
      </w:r>
      <w:r w:rsidRPr="00C70494">
        <w:rPr>
          <w:rStyle w:val="Xref"/>
        </w:rPr>
        <w:t>Chapter 6</w:t>
      </w:r>
      <w:r w:rsidRPr="009B49FF">
        <w:rPr>
          <w:lang w:eastAsia="en-GB"/>
        </w:rPr>
        <w:t>:</w:t>
      </w:r>
    </w:p>
    <w:p w14:paraId="4DBC8104" w14:textId="77777777" w:rsidR="009B49FF" w:rsidRPr="009A664F" w:rsidRDefault="009B49FF" w:rsidP="009A664F">
      <w:pPr>
        <w:pStyle w:val="Code"/>
      </w:pPr>
      <w:r w:rsidRPr="009A664F">
        <w:t>enum Message {</w:t>
      </w:r>
    </w:p>
    <w:p w14:paraId="53AE5563" w14:textId="77777777" w:rsidR="009B49FF" w:rsidRPr="009A664F" w:rsidRDefault="009B49FF" w:rsidP="009A664F">
      <w:pPr>
        <w:pStyle w:val="Code"/>
      </w:pPr>
      <w:r w:rsidRPr="009A664F">
        <w:t xml:space="preserve">    Quit,</w:t>
      </w:r>
    </w:p>
    <w:p w14:paraId="620E961F" w14:textId="77777777" w:rsidR="009B49FF" w:rsidRPr="009A664F" w:rsidRDefault="009B49FF" w:rsidP="009A664F">
      <w:pPr>
        <w:pStyle w:val="Code"/>
      </w:pPr>
      <w:r w:rsidRPr="009A664F">
        <w:t xml:space="preserve">    Move { x: i32, y: i32 },</w:t>
      </w:r>
    </w:p>
    <w:p w14:paraId="64A21753" w14:textId="77777777" w:rsidR="009B49FF" w:rsidRPr="009A664F" w:rsidRDefault="009B49FF" w:rsidP="009A664F">
      <w:pPr>
        <w:pStyle w:val="Code"/>
      </w:pPr>
      <w:r w:rsidRPr="009A664F">
        <w:t xml:space="preserve">    Write(String),</w:t>
      </w:r>
    </w:p>
    <w:p w14:paraId="3965B2DB" w14:textId="77777777" w:rsidR="009B49FF" w:rsidRPr="009A664F" w:rsidRDefault="009B49FF" w:rsidP="009A664F">
      <w:pPr>
        <w:pStyle w:val="Code"/>
      </w:pPr>
      <w:r w:rsidRPr="009A664F">
        <w:t xml:space="preserve">    ChangeColor(i32, i32, i32),</w:t>
      </w:r>
    </w:p>
    <w:p w14:paraId="0D8B3E06" w14:textId="77777777" w:rsidR="009B49FF" w:rsidRPr="009A664F" w:rsidRDefault="009B49FF" w:rsidP="009A664F">
      <w:pPr>
        <w:pStyle w:val="Code"/>
      </w:pPr>
      <w:r w:rsidRPr="009A664F">
        <w:t>}</w:t>
      </w:r>
    </w:p>
    <w:p w14:paraId="31D72414" w14:textId="4EB74C2A" w:rsidR="009B49FF" w:rsidRPr="009B49FF" w:rsidRDefault="009B49FF" w:rsidP="009A664F">
      <w:pPr>
        <w:pStyle w:val="Body"/>
        <w:rPr>
          <w:lang w:eastAsia="en-GB"/>
        </w:rPr>
      </w:pPr>
      <w:r w:rsidRPr="009A664F">
        <w:t xml:space="preserve">To determine how much space to allocate for a </w:t>
      </w:r>
      <w:r w:rsidRPr="009A664F">
        <w:rPr>
          <w:rStyle w:val="Literal"/>
        </w:rPr>
        <w:t>Message</w:t>
      </w:r>
      <w:r w:rsidRPr="009A664F">
        <w:t xml:space="preserve"> value, Rust goes</w:t>
      </w:r>
      <w:r w:rsidR="00E22CA3" w:rsidRPr="009A664F">
        <w:t xml:space="preserve"> </w:t>
      </w:r>
      <w:r w:rsidRPr="009A664F">
        <w:t>through each of the variants to see which variant needs the most space. Rust</w:t>
      </w:r>
      <w:r w:rsidR="00E22CA3" w:rsidRPr="009A664F">
        <w:t xml:space="preserve"> </w:t>
      </w:r>
      <w:r w:rsidRPr="009A664F">
        <w:t xml:space="preserve">sees that </w:t>
      </w:r>
      <w:r w:rsidRPr="009A664F">
        <w:rPr>
          <w:rStyle w:val="Literal"/>
        </w:rPr>
        <w:t>Message::Quit</w:t>
      </w:r>
      <w:r w:rsidRPr="009A664F">
        <w:t xml:space="preserve"> doesn’t need any space, </w:t>
      </w:r>
      <w:r w:rsidRPr="009A664F">
        <w:rPr>
          <w:rStyle w:val="Literal"/>
        </w:rPr>
        <w:t>Message::Move</w:t>
      </w:r>
      <w:r w:rsidRPr="009A664F">
        <w:t xml:space="preserve"> needs enough</w:t>
      </w:r>
      <w:r w:rsidR="00E22CA3" w:rsidRPr="009A664F">
        <w:t xml:space="preserve"> </w:t>
      </w:r>
      <w:r w:rsidRPr="009A664F">
        <w:t xml:space="preserve">space to store two </w:t>
      </w:r>
      <w:r w:rsidRPr="009A664F">
        <w:rPr>
          <w:rStyle w:val="Literal"/>
        </w:rPr>
        <w:t>i32</w:t>
      </w:r>
      <w:r w:rsidRPr="009A664F">
        <w:t xml:space="preserve"> values, and so forth. Because only one variant will be</w:t>
      </w:r>
      <w:r w:rsidR="00E22CA3" w:rsidRPr="009A664F">
        <w:t xml:space="preserve"> </w:t>
      </w:r>
      <w:r w:rsidRPr="009A664F">
        <w:t xml:space="preserve">used, the most space a </w:t>
      </w:r>
      <w:r w:rsidRPr="009A664F">
        <w:rPr>
          <w:rStyle w:val="Literal"/>
        </w:rPr>
        <w:t>Message</w:t>
      </w:r>
      <w:r w:rsidRPr="009B49FF">
        <w:rPr>
          <w:lang w:eastAsia="en-GB"/>
        </w:rPr>
        <w:t xml:space="preserve"> value will need is the space it would take to</w:t>
      </w:r>
      <w:r w:rsidR="00E22CA3">
        <w:rPr>
          <w:lang w:eastAsia="en-GB"/>
        </w:rPr>
        <w:t xml:space="preserve"> </w:t>
      </w:r>
      <w:r w:rsidRPr="009B49FF">
        <w:rPr>
          <w:lang w:eastAsia="en-GB"/>
        </w:rPr>
        <w:t>store the largest of its variants.</w:t>
      </w:r>
    </w:p>
    <w:p w14:paraId="258FDA13" w14:textId="524FF2AA" w:rsidR="009B49FF" w:rsidRPr="009B49FF" w:rsidRDefault="009B49FF" w:rsidP="009A664F">
      <w:pPr>
        <w:pStyle w:val="Body"/>
        <w:rPr>
          <w:lang w:eastAsia="en-GB"/>
        </w:rPr>
      </w:pPr>
      <w:r w:rsidRPr="009B49FF">
        <w:rPr>
          <w:lang w:eastAsia="en-GB"/>
        </w:rPr>
        <w:t>Contrast this with what happens when Rust tries to determine how much space a</w:t>
      </w:r>
      <w:r w:rsidR="00E22CA3">
        <w:rPr>
          <w:lang w:eastAsia="en-GB"/>
        </w:rPr>
        <w:t xml:space="preserve"> </w:t>
      </w:r>
      <w:r w:rsidRPr="009B49FF">
        <w:rPr>
          <w:lang w:eastAsia="en-GB"/>
        </w:rPr>
        <w:t xml:space="preserve">recursive type like the </w:t>
      </w:r>
      <w:r w:rsidRPr="009A664F">
        <w:rPr>
          <w:rStyle w:val="Literal"/>
        </w:rPr>
        <w:t>List</w:t>
      </w:r>
      <w:r w:rsidRPr="009A664F">
        <w:t xml:space="preserve"> enum in Listing 15-2 needs. The compiler starts</w:t>
      </w:r>
      <w:r w:rsidR="00E22CA3" w:rsidRPr="009A664F">
        <w:t xml:space="preserve"> </w:t>
      </w:r>
      <w:r w:rsidRPr="009A664F">
        <w:t xml:space="preserve">by looking at the </w:t>
      </w:r>
      <w:r w:rsidRPr="009A664F">
        <w:rPr>
          <w:rStyle w:val="Literal"/>
        </w:rPr>
        <w:t>Cons</w:t>
      </w:r>
      <w:r w:rsidRPr="009A664F">
        <w:t xml:space="preserve"> variant, which holds a value of type </w:t>
      </w:r>
      <w:r w:rsidRPr="009A664F">
        <w:rPr>
          <w:rStyle w:val="Literal"/>
        </w:rPr>
        <w:t>i32</w:t>
      </w:r>
      <w:r w:rsidRPr="009A664F">
        <w:t xml:space="preserve"> and a value</w:t>
      </w:r>
      <w:r w:rsidR="00E22CA3" w:rsidRPr="009A664F">
        <w:t xml:space="preserve"> </w:t>
      </w:r>
      <w:r w:rsidRPr="009A664F">
        <w:t xml:space="preserve">of type </w:t>
      </w:r>
      <w:r w:rsidRPr="009A664F">
        <w:rPr>
          <w:rStyle w:val="Literal"/>
        </w:rPr>
        <w:t>List</w:t>
      </w:r>
      <w:r w:rsidRPr="009A664F">
        <w:t xml:space="preserve">. Therefore, </w:t>
      </w:r>
      <w:r w:rsidRPr="009A664F">
        <w:rPr>
          <w:rStyle w:val="Literal"/>
        </w:rPr>
        <w:t>Cons</w:t>
      </w:r>
      <w:r w:rsidRPr="009A664F">
        <w:t xml:space="preserve"> needs an amount of space equal to the size of</w:t>
      </w:r>
      <w:r w:rsidR="00E22CA3" w:rsidRPr="009A664F">
        <w:t xml:space="preserve"> </w:t>
      </w:r>
      <w:r w:rsidRPr="009A664F">
        <w:t xml:space="preserve">an </w:t>
      </w:r>
      <w:r w:rsidRPr="009A664F">
        <w:rPr>
          <w:rStyle w:val="Literal"/>
        </w:rPr>
        <w:t>i32</w:t>
      </w:r>
      <w:r w:rsidRPr="009A664F">
        <w:t xml:space="preserve"> plus the size of a </w:t>
      </w:r>
      <w:r w:rsidRPr="009A664F">
        <w:rPr>
          <w:rStyle w:val="Literal"/>
        </w:rPr>
        <w:t>List</w:t>
      </w:r>
      <w:r w:rsidRPr="009A664F">
        <w:t xml:space="preserve">. To figure out how much memory the </w:t>
      </w:r>
      <w:r w:rsidRPr="009A664F">
        <w:rPr>
          <w:rStyle w:val="Literal"/>
        </w:rPr>
        <w:t>List</w:t>
      </w:r>
      <w:r w:rsidR="00E22CA3" w:rsidRPr="009A664F">
        <w:t xml:space="preserve"> </w:t>
      </w:r>
      <w:r w:rsidRPr="009A664F">
        <w:t xml:space="preserve">type needs, the compiler looks at the variants, starting with the </w:t>
      </w:r>
      <w:r w:rsidRPr="009A664F">
        <w:rPr>
          <w:rStyle w:val="Literal"/>
        </w:rPr>
        <w:t>Cons</w:t>
      </w:r>
      <w:r w:rsidR="00E22CA3" w:rsidRPr="009A664F">
        <w:t xml:space="preserve"> </w:t>
      </w:r>
      <w:r w:rsidRPr="009A664F">
        <w:t xml:space="preserve">variant. The </w:t>
      </w:r>
      <w:r w:rsidRPr="009A664F">
        <w:rPr>
          <w:rStyle w:val="Literal"/>
        </w:rPr>
        <w:t>Cons</w:t>
      </w:r>
      <w:r w:rsidRPr="009A664F">
        <w:t xml:space="preserve"> variant holds a value of type </w:t>
      </w:r>
      <w:r w:rsidRPr="009A664F">
        <w:rPr>
          <w:rStyle w:val="Literal"/>
        </w:rPr>
        <w:t>i32</w:t>
      </w:r>
      <w:r w:rsidRPr="009A664F">
        <w:t xml:space="preserve"> and a value of type</w:t>
      </w:r>
      <w:r w:rsidR="00E22CA3" w:rsidRPr="009A664F">
        <w:t xml:space="preserve"> </w:t>
      </w:r>
      <w:r w:rsidRPr="009A664F">
        <w:rPr>
          <w:rStyle w:val="Literal"/>
        </w:rPr>
        <w:t>List</w:t>
      </w:r>
      <w:r w:rsidRPr="009B49FF">
        <w:rPr>
          <w:lang w:eastAsia="en-GB"/>
        </w:rPr>
        <w:t>, and this process continues infinitely, as shown in Figure 15-1.</w:t>
      </w:r>
    </w:p>
    <w:p w14:paraId="1AADD755" w14:textId="59DFF128" w:rsidR="009B49FF" w:rsidDel="00D23967" w:rsidRDefault="00EC4AB9">
      <w:pPr>
        <w:pStyle w:val="GraphicSlug"/>
        <w:rPr>
          <w:del w:id="87" w:author="Audrey Doyle" w:date="2022-08-04T14:21:00Z"/>
          <w:lang w:eastAsia="en-GB"/>
        </w:rPr>
        <w:pPrChange w:id="88" w:author="Carol Nichols" w:date="2022-08-25T20:46:00Z">
          <w:pPr>
            <w:pStyle w:val="CaptionLine"/>
            <w:numPr>
              <w:numId w:val="32"/>
            </w:numPr>
          </w:pPr>
        </w:pPrChange>
      </w:pPr>
      <w:r>
        <w:rPr>
          <w:lang w:eastAsia="en-GB"/>
        </w:rPr>
        <w:t>[f15001.</w:t>
      </w:r>
      <w:r w:rsidR="00491C80">
        <w:rPr>
          <w:lang w:eastAsia="en-GB"/>
        </w:rPr>
        <w:t>eps</w:t>
      </w:r>
      <w:r>
        <w:rPr>
          <w:lang w:eastAsia="en-GB"/>
        </w:rPr>
        <w:t>]</w:t>
      </w:r>
      <w:ins w:id="89" w:author="Carol Nichols" w:date="2022-08-25T20:47:00Z">
        <w:r w:rsidR="00D23967" w:rsidRPr="00D23967">
          <w:rPr>
            <w:rStyle w:val="AltText"/>
            <w:rPrChange w:id="90" w:author="Carol Nichols" w:date="2022-08-25T20:47:00Z">
              <w:rPr>
                <w:lang w:eastAsia="en-GB"/>
              </w:rPr>
            </w:rPrChange>
          </w:rPr>
          <w:t>&lt;&lt;</w:t>
        </w:r>
      </w:ins>
      <w:ins w:id="91" w:author="Carol Nichols" w:date="2022-08-25T20:48:00Z">
        <w:r w:rsidR="00D23967">
          <w:rPr>
            <w:rStyle w:val="AltText"/>
          </w:rPr>
          <w:t>An outer box labeled Cons that contains two boxes. The first box contains i32 and the second box contains a box labeled Cons, just like the outer box</w:t>
        </w:r>
      </w:ins>
      <w:ins w:id="92" w:author="Carol Nichols" w:date="2022-08-25T20:49:00Z">
        <w:r w:rsidR="00D23967">
          <w:rPr>
            <w:rStyle w:val="AltText"/>
          </w:rPr>
          <w:t>. The Cons boxes continue nesting until there isn't room for another Cons box, at which point the box contains the infinity symbol, signifying that the type would recurse infinitely.</w:t>
        </w:r>
      </w:ins>
      <w:ins w:id="93" w:author="Carol Nichols" w:date="2022-08-25T20:47:00Z">
        <w:r w:rsidR="00D23967" w:rsidRPr="00D23967">
          <w:rPr>
            <w:rStyle w:val="AltText"/>
            <w:rPrChange w:id="94" w:author="Carol Nichols" w:date="2022-08-25T20:47:00Z">
              <w:rPr>
                <w:lang w:eastAsia="en-GB"/>
              </w:rPr>
            </w:rPrChange>
          </w:rPr>
          <w:t>&gt;&gt;</w:t>
        </w:r>
      </w:ins>
    </w:p>
    <w:p w14:paraId="44437BA6" w14:textId="77777777" w:rsidR="00D23967" w:rsidRPr="00D23967" w:rsidRDefault="00D23967" w:rsidP="00D23967">
      <w:pPr>
        <w:pStyle w:val="GraphicSlug"/>
        <w:rPr>
          <w:ins w:id="95" w:author="Carol Nichols" w:date="2022-08-25T20:46:00Z"/>
          <w:lang w:eastAsia="en-GB"/>
        </w:rPr>
      </w:pPr>
    </w:p>
    <w:p w14:paraId="1A2A95D9" w14:textId="4C05B40E" w:rsidR="009B49FF" w:rsidRPr="009B49FF" w:rsidRDefault="009B49FF" w:rsidP="0075708C">
      <w:pPr>
        <w:pStyle w:val="CaptionLine"/>
        <w:numPr>
          <w:ilvl w:val="4"/>
          <w:numId w:val="32"/>
        </w:numPr>
        <w:rPr>
          <w:lang w:eastAsia="en-GB"/>
        </w:rPr>
      </w:pPr>
      <w:r w:rsidRPr="009A664F">
        <w:t xml:space="preserve">An infinite </w:t>
      </w:r>
      <w:r w:rsidRPr="009A664F">
        <w:rPr>
          <w:rStyle w:val="Literal"/>
        </w:rPr>
        <w:t>List</w:t>
      </w:r>
      <w:r w:rsidRPr="009A664F">
        <w:t xml:space="preserve"> consisting of infinite </w:t>
      </w:r>
      <w:r w:rsidRPr="009A664F">
        <w:rPr>
          <w:rStyle w:val="Literal"/>
        </w:rPr>
        <w:t>Cons</w:t>
      </w:r>
      <w:r w:rsidRPr="009B49FF">
        <w:rPr>
          <w:lang w:eastAsia="en-GB"/>
        </w:rPr>
        <w:t xml:space="preserve"> variants</w:t>
      </w:r>
    </w:p>
    <w:bookmarkStart w:id="96" w:name="using-`box`-to-get-a-recursive-type-with"/>
    <w:bookmarkStart w:id="97" w:name="_Toc106892305"/>
    <w:bookmarkEnd w:id="96"/>
    <w:p w14:paraId="6EC3619F" w14:textId="62244906" w:rsidR="009B49FF" w:rsidRPr="009B49FF" w:rsidRDefault="005B4208" w:rsidP="009F2923">
      <w:pPr>
        <w:pStyle w:val="HeadC"/>
        <w:rPr>
          <w:lang w:eastAsia="en-GB"/>
        </w:rPr>
      </w:pPr>
      <w:ins w:id="98" w:author="Carol Nichols" w:date="2022-08-25T21:36:00Z">
        <w:r>
          <w:rPr>
            <w:lang w:eastAsia="en-GB"/>
          </w:rPr>
          <w:fldChar w:fldCharType="begin"/>
        </w:r>
        <w:r>
          <w:instrText xml:space="preserve"> XE "indirection</w:instrText>
        </w:r>
        <w:r w:rsidRPr="00BE574B">
          <w:instrText xml:space="preserve"> startRange</w:instrText>
        </w:r>
        <w:r>
          <w:instrText xml:space="preserve">" </w:instrText>
        </w:r>
        <w:r>
          <w:rPr>
            <w:lang w:eastAsia="en-GB"/>
          </w:rPr>
          <w:fldChar w:fldCharType="end"/>
        </w:r>
      </w:ins>
      <w:r w:rsidR="009B49FF" w:rsidRPr="009F2923">
        <w:t xml:space="preserve">Using </w:t>
      </w:r>
      <w:r w:rsidR="009B49FF" w:rsidRPr="009A664F">
        <w:t>Box&lt;T&gt;</w:t>
      </w:r>
      <w:r w:rsidR="009B49FF" w:rsidRPr="009B49FF">
        <w:rPr>
          <w:lang w:eastAsia="en-GB"/>
        </w:rPr>
        <w:t xml:space="preserve"> to Get a Recursive Type with a Known Size</w:t>
      </w:r>
      <w:bookmarkEnd w:id="97"/>
    </w:p>
    <w:p w14:paraId="58850F04" w14:textId="5CD6A7FE" w:rsidR="009B49FF" w:rsidRPr="009B49FF" w:rsidRDefault="009B49FF" w:rsidP="009A664F">
      <w:pPr>
        <w:pStyle w:val="Body"/>
        <w:rPr>
          <w:lang w:eastAsia="en-GB"/>
        </w:rPr>
      </w:pPr>
      <w:r w:rsidRPr="009B49FF">
        <w:rPr>
          <w:lang w:eastAsia="en-GB"/>
        </w:rPr>
        <w:t>Because Rust can’t figure out how much space to allocate for recursively</w:t>
      </w:r>
      <w:r w:rsidR="00E22CA3">
        <w:rPr>
          <w:lang w:eastAsia="en-GB"/>
        </w:rPr>
        <w:t xml:space="preserve"> </w:t>
      </w:r>
      <w:r w:rsidRPr="009B49FF">
        <w:rPr>
          <w:lang w:eastAsia="en-GB"/>
        </w:rPr>
        <w:t>defined types, the compiler gives an error with this helpful suggestion:</w:t>
      </w:r>
    </w:p>
    <w:p w14:paraId="0969BDA4" w14:textId="77777777" w:rsidR="00EF43FD" w:rsidRDefault="009B49FF" w:rsidP="00535998">
      <w:pPr>
        <w:pStyle w:val="CodeWide"/>
        <w:rPr>
          <w:ins w:id="99" w:author="Carol Nichols" w:date="2022-08-24T22:10:00Z"/>
        </w:rPr>
      </w:pPr>
      <w:r w:rsidRPr="009A664F">
        <w:t>help: insert some indirection (e.g., a `Box`, `Rc`, or `&amp;`) to make `List`</w:t>
      </w:r>
      <w:del w:id="100" w:author="Carol Nichols" w:date="2022-08-24T22:10:00Z">
        <w:r w:rsidRPr="009A664F" w:rsidDel="00EF43FD">
          <w:delText xml:space="preserve"> </w:delText>
        </w:r>
      </w:del>
    </w:p>
    <w:p w14:paraId="039DE8D8" w14:textId="07F2D1DD" w:rsidR="009B49FF" w:rsidRDefault="009B49FF" w:rsidP="00535998">
      <w:pPr>
        <w:pStyle w:val="CodeWide"/>
        <w:rPr>
          <w:ins w:id="101" w:author="Carol Nichols" w:date="2022-08-23T21:42:00Z"/>
        </w:rPr>
      </w:pPr>
      <w:r w:rsidRPr="009A664F">
        <w:t>representable</w:t>
      </w:r>
    </w:p>
    <w:p w14:paraId="36DCE7DB" w14:textId="77777777" w:rsidR="00C2608E" w:rsidRDefault="00C2608E" w:rsidP="00C2608E">
      <w:pPr>
        <w:pStyle w:val="CodeWide"/>
        <w:rPr>
          <w:ins w:id="102" w:author="Carol Nichols" w:date="2022-08-23T21:42:00Z"/>
        </w:rPr>
      </w:pPr>
      <w:ins w:id="103" w:author="Carol Nichols" w:date="2022-08-23T21:42:00Z">
        <w:r>
          <w:t xml:space="preserve">  |</w:t>
        </w:r>
      </w:ins>
    </w:p>
    <w:p w14:paraId="53B78025" w14:textId="77777777" w:rsidR="00C2608E" w:rsidRDefault="00C2608E" w:rsidP="00C2608E">
      <w:pPr>
        <w:pStyle w:val="CodeWide"/>
        <w:rPr>
          <w:ins w:id="104" w:author="Carol Nichols" w:date="2022-08-23T21:42:00Z"/>
        </w:rPr>
      </w:pPr>
      <w:ins w:id="105" w:author="Carol Nichols" w:date="2022-08-23T21:42:00Z">
        <w:r>
          <w:t>2 |     Cons(i32, Box&lt;List&gt;),</w:t>
        </w:r>
      </w:ins>
    </w:p>
    <w:p w14:paraId="548928EA" w14:textId="41BBDF23" w:rsidR="00C2608E" w:rsidRPr="009A664F" w:rsidRDefault="00C2608E" w:rsidP="00C2608E">
      <w:pPr>
        <w:pStyle w:val="CodeWide"/>
      </w:pPr>
      <w:ins w:id="106" w:author="Carol Nichols" w:date="2022-08-23T21:42:00Z">
        <w:r>
          <w:t xml:space="preserve">  |               ++++    +</w:t>
        </w:r>
      </w:ins>
    </w:p>
    <w:p w14:paraId="5BFA5885" w14:textId="64F09B96" w:rsidR="009B49FF" w:rsidRPr="009B49FF" w:rsidRDefault="009B49FF" w:rsidP="009A664F">
      <w:pPr>
        <w:pStyle w:val="Body"/>
        <w:rPr>
          <w:lang w:eastAsia="en-GB"/>
        </w:rPr>
      </w:pPr>
      <w:r w:rsidRPr="009B49FF">
        <w:rPr>
          <w:lang w:eastAsia="en-GB"/>
        </w:rPr>
        <w:t xml:space="preserve">In this suggestion, </w:t>
      </w:r>
      <w:del w:id="107" w:author="Audrey Doyle" w:date="2022-08-04T14:24:00Z">
        <w:r w:rsidRPr="009B49FF" w:rsidDel="00A4751F">
          <w:rPr>
            <w:lang w:eastAsia="en-GB"/>
          </w:rPr>
          <w:delText>“</w:delText>
        </w:r>
      </w:del>
      <w:r w:rsidRPr="00A4751F">
        <w:rPr>
          <w:rStyle w:val="Italic"/>
          <w:rPrChange w:id="108" w:author="Audrey Doyle" w:date="2022-08-04T14:24:00Z">
            <w:rPr>
              <w:lang w:eastAsia="en-GB"/>
            </w:rPr>
          </w:rPrChange>
        </w:rPr>
        <w:t>indirection</w:t>
      </w:r>
      <w:del w:id="109" w:author="Audrey Doyle" w:date="2022-08-04T14:24:00Z">
        <w:r w:rsidRPr="009B49FF" w:rsidDel="00A4751F">
          <w:rPr>
            <w:lang w:eastAsia="en-GB"/>
          </w:rPr>
          <w:delText>”</w:delText>
        </w:r>
      </w:del>
      <w:r w:rsidRPr="009B49FF">
        <w:rPr>
          <w:lang w:eastAsia="en-GB"/>
        </w:rPr>
        <w:t xml:space="preserve"> means that instead of storing a value</w:t>
      </w:r>
      <w:r w:rsidR="00E22CA3">
        <w:rPr>
          <w:lang w:eastAsia="en-GB"/>
        </w:rPr>
        <w:t xml:space="preserve"> </w:t>
      </w:r>
      <w:r w:rsidRPr="009B49FF">
        <w:rPr>
          <w:lang w:eastAsia="en-GB"/>
        </w:rPr>
        <w:t>directly, we should change the data structure to store the value indirectly by</w:t>
      </w:r>
      <w:r w:rsidR="00E22CA3">
        <w:rPr>
          <w:lang w:eastAsia="en-GB"/>
        </w:rPr>
        <w:t xml:space="preserve"> </w:t>
      </w:r>
      <w:r w:rsidRPr="009B49FF">
        <w:rPr>
          <w:lang w:eastAsia="en-GB"/>
        </w:rPr>
        <w:t>storing a pointer to the value instead.</w:t>
      </w:r>
    </w:p>
    <w:p w14:paraId="2E22CD0B" w14:textId="07FE00C3" w:rsidR="009B49FF" w:rsidRPr="009B49FF" w:rsidRDefault="009B49FF" w:rsidP="009A664F">
      <w:pPr>
        <w:pStyle w:val="Body"/>
        <w:rPr>
          <w:lang w:eastAsia="en-GB"/>
        </w:rPr>
      </w:pPr>
      <w:r w:rsidRPr="009A664F">
        <w:lastRenderedPageBreak/>
        <w:t xml:space="preserve">Because a </w:t>
      </w:r>
      <w:r w:rsidRPr="009A664F">
        <w:rPr>
          <w:rStyle w:val="Literal"/>
        </w:rPr>
        <w:t>Box&lt;T&gt;</w:t>
      </w:r>
      <w:r w:rsidRPr="009A664F">
        <w:t xml:space="preserve"> is a pointer, Rust always knows how much space a </w:t>
      </w:r>
      <w:r w:rsidRPr="009A664F">
        <w:rPr>
          <w:rStyle w:val="Literal"/>
        </w:rPr>
        <w:t>Box&lt;T&gt;</w:t>
      </w:r>
      <w:r w:rsidR="00E22CA3" w:rsidRPr="009A664F">
        <w:t xml:space="preserve"> </w:t>
      </w:r>
      <w:r w:rsidRPr="009A664F">
        <w:t>needs: a pointer’s size doesn’t change based on the amount of data it’s</w:t>
      </w:r>
      <w:r w:rsidR="00E22CA3" w:rsidRPr="009A664F">
        <w:t xml:space="preserve"> </w:t>
      </w:r>
      <w:r w:rsidRPr="009A664F">
        <w:t xml:space="preserve">pointing to. This means we can put a </w:t>
      </w:r>
      <w:r w:rsidRPr="009A664F">
        <w:rPr>
          <w:rStyle w:val="Literal"/>
        </w:rPr>
        <w:t>Box&lt;T&gt;</w:t>
      </w:r>
      <w:r w:rsidRPr="009A664F">
        <w:t xml:space="preserve"> inside the </w:t>
      </w:r>
      <w:r w:rsidRPr="009A664F">
        <w:rPr>
          <w:rStyle w:val="Literal"/>
        </w:rPr>
        <w:t>Cons</w:t>
      </w:r>
      <w:r w:rsidRPr="009A664F">
        <w:t xml:space="preserve"> variant instead</w:t>
      </w:r>
      <w:r w:rsidR="00E22CA3" w:rsidRPr="009A664F">
        <w:t xml:space="preserve"> </w:t>
      </w:r>
      <w:r w:rsidRPr="009A664F">
        <w:t xml:space="preserve">of another </w:t>
      </w:r>
      <w:r w:rsidRPr="009A664F">
        <w:rPr>
          <w:rStyle w:val="Literal"/>
        </w:rPr>
        <w:t>List</w:t>
      </w:r>
      <w:r w:rsidRPr="009A664F">
        <w:t xml:space="preserve"> value directly. The </w:t>
      </w:r>
      <w:r w:rsidRPr="009A664F">
        <w:rPr>
          <w:rStyle w:val="Literal"/>
        </w:rPr>
        <w:t>Box&lt;T&gt;</w:t>
      </w:r>
      <w:r w:rsidRPr="009A664F">
        <w:t xml:space="preserve"> will point to the next </w:t>
      </w:r>
      <w:r w:rsidRPr="009A664F">
        <w:rPr>
          <w:rStyle w:val="Literal"/>
        </w:rPr>
        <w:t>List</w:t>
      </w:r>
      <w:r w:rsidR="00E22CA3" w:rsidRPr="009A664F">
        <w:t xml:space="preserve"> </w:t>
      </w:r>
      <w:r w:rsidRPr="009A664F">
        <w:t xml:space="preserve">value that will be on the heap rather than inside the </w:t>
      </w:r>
      <w:r w:rsidRPr="009A664F">
        <w:rPr>
          <w:rStyle w:val="Literal"/>
        </w:rPr>
        <w:t>Cons</w:t>
      </w:r>
      <w:r w:rsidRPr="009B49FF">
        <w:rPr>
          <w:lang w:eastAsia="en-GB"/>
        </w:rPr>
        <w:t xml:space="preserve"> variant.</w:t>
      </w:r>
      <w:r w:rsidR="00E22CA3">
        <w:rPr>
          <w:lang w:eastAsia="en-GB"/>
        </w:rPr>
        <w:t xml:space="preserve"> </w:t>
      </w:r>
      <w:r w:rsidRPr="009B49FF">
        <w:rPr>
          <w:lang w:eastAsia="en-GB"/>
        </w:rPr>
        <w:t>Conceptually, we still have a list, created with lists holding other lists, but</w:t>
      </w:r>
      <w:r w:rsidR="00E22CA3">
        <w:rPr>
          <w:lang w:eastAsia="en-GB"/>
        </w:rPr>
        <w:t xml:space="preserve"> </w:t>
      </w:r>
      <w:r w:rsidRPr="009B49FF">
        <w:rPr>
          <w:lang w:eastAsia="en-GB"/>
        </w:rPr>
        <w:t>this implementation is now more like placing the items next to one another</w:t>
      </w:r>
      <w:r w:rsidR="00E22CA3">
        <w:rPr>
          <w:lang w:eastAsia="en-GB"/>
        </w:rPr>
        <w:t xml:space="preserve"> </w:t>
      </w:r>
      <w:r w:rsidRPr="009B49FF">
        <w:rPr>
          <w:lang w:eastAsia="en-GB"/>
        </w:rPr>
        <w:t>rather than inside one another.</w:t>
      </w:r>
    </w:p>
    <w:p w14:paraId="0820F9F6" w14:textId="4DFE5321" w:rsidR="009B49FF" w:rsidRPr="009B49FF" w:rsidRDefault="009B49FF" w:rsidP="009A664F">
      <w:pPr>
        <w:pStyle w:val="Body"/>
        <w:rPr>
          <w:lang w:eastAsia="en-GB"/>
        </w:rPr>
      </w:pPr>
      <w:r w:rsidRPr="009B49FF">
        <w:rPr>
          <w:lang w:eastAsia="en-GB"/>
        </w:rPr>
        <w:t xml:space="preserve">We can change the definition of the </w:t>
      </w:r>
      <w:r w:rsidRPr="009A664F">
        <w:rPr>
          <w:rStyle w:val="Literal"/>
        </w:rPr>
        <w:t>List</w:t>
      </w:r>
      <w:r w:rsidRPr="009A664F">
        <w:t xml:space="preserve"> enum in Listing 15-2 and the usage</w:t>
      </w:r>
      <w:r w:rsidR="00E22CA3" w:rsidRPr="009A664F">
        <w:t xml:space="preserve"> </w:t>
      </w:r>
      <w:r w:rsidRPr="009A664F">
        <w:t xml:space="preserve">of the </w:t>
      </w:r>
      <w:r w:rsidRPr="009A664F">
        <w:rPr>
          <w:rStyle w:val="Literal"/>
        </w:rPr>
        <w:t>List</w:t>
      </w:r>
      <w:r w:rsidRPr="009B49FF">
        <w:rPr>
          <w:lang w:eastAsia="en-GB"/>
        </w:rPr>
        <w:t xml:space="preserve"> in Listing 15-3 to the code in Listing 15-5, which will compile</w:t>
      </w:r>
      <w:ins w:id="110" w:author="Audrey Doyle" w:date="2022-08-04T14:24:00Z">
        <w:r w:rsidR="00A4751F">
          <w:rPr>
            <w:lang w:eastAsia="en-GB"/>
          </w:rPr>
          <w:t>.</w:t>
        </w:r>
      </w:ins>
      <w:del w:id="111" w:author="Audrey Doyle" w:date="2022-08-04T14:24:00Z">
        <w:r w:rsidRPr="009B49FF" w:rsidDel="00A4751F">
          <w:rPr>
            <w:lang w:eastAsia="en-GB"/>
          </w:rPr>
          <w:delText>:</w:delText>
        </w:r>
      </w:del>
    </w:p>
    <w:p w14:paraId="74221979" w14:textId="465CE684" w:rsidR="009B49FF" w:rsidRPr="009B49FF" w:rsidRDefault="009B49FF" w:rsidP="009A664F">
      <w:pPr>
        <w:pStyle w:val="CodeLabel"/>
        <w:rPr>
          <w:lang w:eastAsia="en-GB"/>
        </w:rPr>
      </w:pPr>
      <w:r w:rsidRPr="009B49FF">
        <w:rPr>
          <w:lang w:eastAsia="en-GB"/>
        </w:rPr>
        <w:t>src/main.rs</w:t>
      </w:r>
    </w:p>
    <w:p w14:paraId="5B381F42" w14:textId="77777777" w:rsidR="009B49FF" w:rsidRPr="005A0589" w:rsidRDefault="009B49FF" w:rsidP="00143C11">
      <w:pPr>
        <w:pStyle w:val="Code"/>
        <w:rPr>
          <w:rStyle w:val="LiteralGray"/>
          <w:rPrChange w:id="112" w:author="Carol Nichols" w:date="2022-08-24T22:11:00Z">
            <w:rPr/>
          </w:rPrChange>
        </w:rPr>
      </w:pPr>
      <w:r w:rsidRPr="005A0589">
        <w:rPr>
          <w:rStyle w:val="LiteralGray"/>
          <w:rPrChange w:id="113" w:author="Carol Nichols" w:date="2022-08-24T22:11:00Z">
            <w:rPr/>
          </w:rPrChange>
        </w:rPr>
        <w:t>enum List {</w:t>
      </w:r>
    </w:p>
    <w:p w14:paraId="1313FAD3" w14:textId="77777777" w:rsidR="009B49FF" w:rsidRPr="009A664F" w:rsidRDefault="009B49FF" w:rsidP="00143C11">
      <w:pPr>
        <w:pStyle w:val="Code"/>
      </w:pPr>
      <w:r w:rsidRPr="009A664F">
        <w:t xml:space="preserve">    </w:t>
      </w:r>
      <w:r w:rsidRPr="00FD0391">
        <w:t xml:space="preserve">Cons(i32, </w:t>
      </w:r>
      <w:r w:rsidRPr="009A664F">
        <w:t>Box&lt;List&gt;</w:t>
      </w:r>
      <w:r w:rsidRPr="00FD0391">
        <w:t>),</w:t>
      </w:r>
    </w:p>
    <w:p w14:paraId="008A2DF3" w14:textId="77777777" w:rsidR="009B49FF" w:rsidRPr="005A0589" w:rsidRDefault="009B49FF" w:rsidP="00143C11">
      <w:pPr>
        <w:pStyle w:val="Code"/>
        <w:rPr>
          <w:rStyle w:val="LiteralGray"/>
          <w:rPrChange w:id="114" w:author="Carol Nichols" w:date="2022-08-24T22:12:00Z">
            <w:rPr/>
          </w:rPrChange>
        </w:rPr>
      </w:pPr>
      <w:r w:rsidRPr="005A0589">
        <w:rPr>
          <w:rStyle w:val="LiteralGray"/>
          <w:rPrChange w:id="115" w:author="Carol Nichols" w:date="2022-08-24T22:12:00Z">
            <w:rPr/>
          </w:rPrChange>
        </w:rPr>
        <w:t xml:space="preserve">    Nil,</w:t>
      </w:r>
    </w:p>
    <w:p w14:paraId="501166B8" w14:textId="77777777" w:rsidR="009B49FF" w:rsidRPr="005A0589" w:rsidRDefault="009B49FF" w:rsidP="00143C11">
      <w:pPr>
        <w:pStyle w:val="Code"/>
        <w:rPr>
          <w:rStyle w:val="LiteralGray"/>
          <w:rPrChange w:id="116" w:author="Carol Nichols" w:date="2022-08-24T22:12:00Z">
            <w:rPr/>
          </w:rPrChange>
        </w:rPr>
      </w:pPr>
      <w:r w:rsidRPr="005A0589">
        <w:rPr>
          <w:rStyle w:val="LiteralGray"/>
          <w:rPrChange w:id="117" w:author="Carol Nichols" w:date="2022-08-24T22:12:00Z">
            <w:rPr/>
          </w:rPrChange>
        </w:rPr>
        <w:t>}</w:t>
      </w:r>
    </w:p>
    <w:p w14:paraId="469E7776" w14:textId="77777777" w:rsidR="009B49FF" w:rsidRPr="005A0589" w:rsidRDefault="009B49FF" w:rsidP="00143C11">
      <w:pPr>
        <w:pStyle w:val="Code"/>
        <w:rPr>
          <w:rStyle w:val="LiteralGray"/>
          <w:rPrChange w:id="118" w:author="Carol Nichols" w:date="2022-08-24T22:12:00Z">
            <w:rPr/>
          </w:rPrChange>
        </w:rPr>
      </w:pPr>
    </w:p>
    <w:p w14:paraId="4859CE45" w14:textId="77777777" w:rsidR="009B49FF" w:rsidRPr="005A0589" w:rsidRDefault="009B49FF" w:rsidP="00143C11">
      <w:pPr>
        <w:pStyle w:val="Code"/>
        <w:rPr>
          <w:rStyle w:val="LiteralGray"/>
          <w:rPrChange w:id="119" w:author="Carol Nichols" w:date="2022-08-24T22:12:00Z">
            <w:rPr/>
          </w:rPrChange>
        </w:rPr>
      </w:pPr>
      <w:r w:rsidRPr="005A0589">
        <w:rPr>
          <w:rStyle w:val="LiteralGray"/>
          <w:rPrChange w:id="120" w:author="Carol Nichols" w:date="2022-08-24T22:12:00Z">
            <w:rPr/>
          </w:rPrChange>
        </w:rPr>
        <w:t>use crate::List::{Cons, Nil};</w:t>
      </w:r>
    </w:p>
    <w:p w14:paraId="384B1631" w14:textId="77777777" w:rsidR="009B49FF" w:rsidRPr="009A664F" w:rsidRDefault="009B49FF" w:rsidP="00143C11">
      <w:pPr>
        <w:pStyle w:val="Code"/>
      </w:pPr>
    </w:p>
    <w:p w14:paraId="339F2992" w14:textId="77777777" w:rsidR="009B49FF" w:rsidRPr="005A0589" w:rsidRDefault="009B49FF" w:rsidP="00143C11">
      <w:pPr>
        <w:pStyle w:val="Code"/>
        <w:rPr>
          <w:rStyle w:val="LiteralGray"/>
          <w:rPrChange w:id="121" w:author="Carol Nichols" w:date="2022-08-24T22:13:00Z">
            <w:rPr/>
          </w:rPrChange>
        </w:rPr>
      </w:pPr>
      <w:r w:rsidRPr="005A0589">
        <w:rPr>
          <w:rStyle w:val="LiteralGray"/>
          <w:rPrChange w:id="122" w:author="Carol Nichols" w:date="2022-08-24T22:13:00Z">
            <w:rPr/>
          </w:rPrChange>
        </w:rPr>
        <w:t>fn main() {</w:t>
      </w:r>
    </w:p>
    <w:p w14:paraId="71176A80" w14:textId="77777777" w:rsidR="005A0589" w:rsidRDefault="009B49FF" w:rsidP="00143C11">
      <w:pPr>
        <w:pStyle w:val="Code"/>
        <w:rPr>
          <w:ins w:id="123" w:author="Carol Nichols" w:date="2022-08-24T22:13:00Z"/>
        </w:rPr>
      </w:pPr>
      <w:r w:rsidRPr="009A664F">
        <w:t xml:space="preserve">    let list = Cons(</w:t>
      </w:r>
    </w:p>
    <w:p w14:paraId="22E5C48F" w14:textId="77777777" w:rsidR="005A0589" w:rsidRDefault="005A0589" w:rsidP="00143C11">
      <w:pPr>
        <w:pStyle w:val="Code"/>
        <w:rPr>
          <w:ins w:id="124" w:author="Carol Nichols" w:date="2022-08-24T22:13:00Z"/>
        </w:rPr>
      </w:pPr>
      <w:ins w:id="125" w:author="Carol Nichols" w:date="2022-08-24T22:13:00Z">
        <w:r>
          <w:t xml:space="preserve">        </w:t>
        </w:r>
      </w:ins>
      <w:r w:rsidR="009B49FF" w:rsidRPr="009A664F">
        <w:t>1,</w:t>
      </w:r>
      <w:del w:id="126" w:author="Carol Nichols" w:date="2022-08-25T20:40:00Z">
        <w:r w:rsidR="009B49FF" w:rsidRPr="009A664F" w:rsidDel="00F9022C">
          <w:delText xml:space="preserve"> </w:delText>
        </w:r>
      </w:del>
    </w:p>
    <w:p w14:paraId="4C369941" w14:textId="77777777" w:rsidR="005A0589" w:rsidRDefault="005A0589" w:rsidP="00143C11">
      <w:pPr>
        <w:pStyle w:val="Code"/>
        <w:rPr>
          <w:ins w:id="127" w:author="Carol Nichols" w:date="2022-08-24T22:13:00Z"/>
        </w:rPr>
      </w:pPr>
      <w:ins w:id="128" w:author="Carol Nichols" w:date="2022-08-24T22:13:00Z">
        <w:r>
          <w:t xml:space="preserve">        </w:t>
        </w:r>
      </w:ins>
      <w:r w:rsidR="009B49FF" w:rsidRPr="009A664F">
        <w:t>Box::new(Cons(</w:t>
      </w:r>
    </w:p>
    <w:p w14:paraId="10A63039" w14:textId="77777777" w:rsidR="005A0589" w:rsidRDefault="005A0589" w:rsidP="00143C11">
      <w:pPr>
        <w:pStyle w:val="Code"/>
        <w:rPr>
          <w:ins w:id="129" w:author="Carol Nichols" w:date="2022-08-24T22:13:00Z"/>
        </w:rPr>
      </w:pPr>
      <w:ins w:id="130" w:author="Carol Nichols" w:date="2022-08-24T22:13:00Z">
        <w:r>
          <w:t xml:space="preserve">            </w:t>
        </w:r>
      </w:ins>
      <w:r w:rsidR="009B49FF" w:rsidRPr="009A664F">
        <w:t>2,</w:t>
      </w:r>
      <w:del w:id="131" w:author="Carol Nichols" w:date="2022-08-25T20:40:00Z">
        <w:r w:rsidR="009B49FF" w:rsidRPr="009A664F" w:rsidDel="00F9022C">
          <w:delText xml:space="preserve"> </w:delText>
        </w:r>
      </w:del>
    </w:p>
    <w:p w14:paraId="62A68204" w14:textId="77777777" w:rsidR="005A0589" w:rsidRDefault="005A0589" w:rsidP="00143C11">
      <w:pPr>
        <w:pStyle w:val="Code"/>
        <w:rPr>
          <w:ins w:id="132" w:author="Carol Nichols" w:date="2022-08-24T22:14:00Z"/>
        </w:rPr>
      </w:pPr>
      <w:ins w:id="133" w:author="Carol Nichols" w:date="2022-08-24T22:13:00Z">
        <w:r>
          <w:t xml:space="preserve">            </w:t>
        </w:r>
      </w:ins>
      <w:r w:rsidR="009B49FF" w:rsidRPr="009A664F">
        <w:t>Box::new(Cons(</w:t>
      </w:r>
    </w:p>
    <w:p w14:paraId="632109F5" w14:textId="77777777" w:rsidR="005A0589" w:rsidRDefault="005A0589" w:rsidP="00143C11">
      <w:pPr>
        <w:pStyle w:val="Code"/>
        <w:rPr>
          <w:ins w:id="134" w:author="Carol Nichols" w:date="2022-08-24T22:14:00Z"/>
        </w:rPr>
      </w:pPr>
      <w:ins w:id="135" w:author="Carol Nichols" w:date="2022-08-24T22:14:00Z">
        <w:r>
          <w:t xml:space="preserve">                </w:t>
        </w:r>
      </w:ins>
      <w:r w:rsidR="009B49FF" w:rsidRPr="009A664F">
        <w:t>3,</w:t>
      </w:r>
      <w:del w:id="136" w:author="Carol Nichols" w:date="2022-08-25T20:40:00Z">
        <w:r w:rsidR="009B49FF" w:rsidRPr="009A664F" w:rsidDel="00F9022C">
          <w:delText xml:space="preserve"> </w:delText>
        </w:r>
      </w:del>
    </w:p>
    <w:p w14:paraId="0B23C44E" w14:textId="77777777" w:rsidR="005A0589" w:rsidRDefault="005A0589" w:rsidP="00143C11">
      <w:pPr>
        <w:pStyle w:val="Code"/>
        <w:rPr>
          <w:ins w:id="137" w:author="Carol Nichols" w:date="2022-08-24T22:14:00Z"/>
        </w:rPr>
      </w:pPr>
      <w:ins w:id="138" w:author="Carol Nichols" w:date="2022-08-24T22:14:00Z">
        <w:r>
          <w:t xml:space="preserve">                </w:t>
        </w:r>
      </w:ins>
      <w:r w:rsidR="009B49FF" w:rsidRPr="009A664F">
        <w:t>Box::new(Nil)</w:t>
      </w:r>
    </w:p>
    <w:p w14:paraId="1E59EB30" w14:textId="77777777" w:rsidR="005A0589" w:rsidRDefault="005A0589" w:rsidP="00143C11">
      <w:pPr>
        <w:pStyle w:val="Code"/>
        <w:rPr>
          <w:ins w:id="139" w:author="Carol Nichols" w:date="2022-08-24T22:14:00Z"/>
        </w:rPr>
      </w:pPr>
      <w:ins w:id="140" w:author="Carol Nichols" w:date="2022-08-24T22:14:00Z">
        <w:r>
          <w:t xml:space="preserve">            </w:t>
        </w:r>
      </w:ins>
      <w:r w:rsidR="009B49FF" w:rsidRPr="009A664F">
        <w:t>))</w:t>
      </w:r>
    </w:p>
    <w:p w14:paraId="03E8FBD8" w14:textId="44A9A1DB" w:rsidR="005A0589" w:rsidRDefault="005A0589" w:rsidP="00143C11">
      <w:pPr>
        <w:pStyle w:val="Code"/>
        <w:rPr>
          <w:ins w:id="141" w:author="Carol Nichols" w:date="2022-08-24T22:13:00Z"/>
        </w:rPr>
      </w:pPr>
      <w:ins w:id="142" w:author="Carol Nichols" w:date="2022-08-24T22:14:00Z">
        <w:r>
          <w:t xml:space="preserve">        </w:t>
        </w:r>
      </w:ins>
      <w:r w:rsidR="009B49FF" w:rsidRPr="009A664F">
        <w:t>))</w:t>
      </w:r>
    </w:p>
    <w:p w14:paraId="7C0AA2B9" w14:textId="7B455BDD" w:rsidR="009B49FF" w:rsidRPr="009A664F" w:rsidRDefault="005A0589" w:rsidP="00143C11">
      <w:pPr>
        <w:pStyle w:val="Code"/>
      </w:pPr>
      <w:ins w:id="143" w:author="Carol Nichols" w:date="2022-08-24T22:13:00Z">
        <w:r>
          <w:t xml:space="preserve">    </w:t>
        </w:r>
      </w:ins>
      <w:r w:rsidR="009B49FF" w:rsidRPr="009A664F">
        <w:t>);</w:t>
      </w:r>
    </w:p>
    <w:p w14:paraId="3F11877F" w14:textId="77777777" w:rsidR="009B49FF" w:rsidRPr="005A0589" w:rsidRDefault="009B49FF" w:rsidP="00143C11">
      <w:pPr>
        <w:pStyle w:val="Code"/>
        <w:rPr>
          <w:rStyle w:val="LiteralGray"/>
          <w:rPrChange w:id="144" w:author="Carol Nichols" w:date="2022-08-24T22:13:00Z">
            <w:rPr/>
          </w:rPrChange>
        </w:rPr>
      </w:pPr>
      <w:r w:rsidRPr="005A0589">
        <w:rPr>
          <w:rStyle w:val="LiteralGray"/>
          <w:rPrChange w:id="145" w:author="Carol Nichols" w:date="2022-08-24T22:13:00Z">
            <w:rPr/>
          </w:rPrChange>
        </w:rPr>
        <w:t>}</w:t>
      </w:r>
    </w:p>
    <w:p w14:paraId="1E87E962" w14:textId="03FFBB93" w:rsidR="009B49FF" w:rsidRPr="009B49FF" w:rsidRDefault="009B49FF" w:rsidP="009916AB">
      <w:pPr>
        <w:pStyle w:val="CodeListingCaption"/>
        <w:rPr>
          <w:lang w:eastAsia="en-GB"/>
        </w:rPr>
      </w:pPr>
      <w:r w:rsidRPr="009A664F">
        <w:t xml:space="preserve">Definition of </w:t>
      </w:r>
      <w:r w:rsidRPr="009A664F">
        <w:rPr>
          <w:rStyle w:val="Literal"/>
        </w:rPr>
        <w:t>List</w:t>
      </w:r>
      <w:r w:rsidRPr="009A664F">
        <w:t xml:space="preserve"> that uses </w:t>
      </w:r>
      <w:r w:rsidRPr="009A664F">
        <w:rPr>
          <w:rStyle w:val="Literal"/>
        </w:rPr>
        <w:t>Box&lt;T&gt;</w:t>
      </w:r>
      <w:r w:rsidRPr="009B49FF">
        <w:rPr>
          <w:lang w:eastAsia="en-GB"/>
        </w:rPr>
        <w:t xml:space="preserve"> in order to have a known</w:t>
      </w:r>
      <w:r w:rsidR="00E22CA3">
        <w:rPr>
          <w:lang w:eastAsia="en-GB"/>
        </w:rPr>
        <w:t xml:space="preserve"> </w:t>
      </w:r>
      <w:r w:rsidRPr="009B49FF">
        <w:rPr>
          <w:lang w:eastAsia="en-GB"/>
        </w:rPr>
        <w:t>size</w:t>
      </w:r>
    </w:p>
    <w:p w14:paraId="5F110AB3" w14:textId="4304223E" w:rsidR="009B49FF" w:rsidRPr="009B49FF" w:rsidRDefault="009B49FF" w:rsidP="009A664F">
      <w:pPr>
        <w:pStyle w:val="Body"/>
        <w:rPr>
          <w:lang w:eastAsia="en-GB"/>
        </w:rPr>
      </w:pPr>
      <w:r w:rsidRPr="009B49FF">
        <w:rPr>
          <w:lang w:eastAsia="en-GB"/>
        </w:rPr>
        <w:t xml:space="preserve">The </w:t>
      </w:r>
      <w:r w:rsidRPr="009A664F">
        <w:rPr>
          <w:rStyle w:val="Literal"/>
        </w:rPr>
        <w:t>Cons</w:t>
      </w:r>
      <w:r w:rsidRPr="009A664F">
        <w:t xml:space="preserve"> variant needs the size of an </w:t>
      </w:r>
      <w:r w:rsidRPr="009A664F">
        <w:rPr>
          <w:rStyle w:val="Literal"/>
        </w:rPr>
        <w:t>i32</w:t>
      </w:r>
      <w:r w:rsidRPr="009A664F">
        <w:t xml:space="preserve"> plus the space to store the</w:t>
      </w:r>
      <w:r w:rsidR="00E22CA3" w:rsidRPr="009A664F">
        <w:t xml:space="preserve"> </w:t>
      </w:r>
      <w:r w:rsidRPr="009A664F">
        <w:t xml:space="preserve">box’s pointer data. The </w:t>
      </w:r>
      <w:r w:rsidRPr="009A664F">
        <w:rPr>
          <w:rStyle w:val="Literal"/>
        </w:rPr>
        <w:t>Nil</w:t>
      </w:r>
      <w:r w:rsidRPr="009A664F">
        <w:t xml:space="preserve"> variant stores no values, so it needs less space</w:t>
      </w:r>
      <w:r w:rsidR="00E22CA3" w:rsidRPr="009A664F">
        <w:t xml:space="preserve"> </w:t>
      </w:r>
      <w:r w:rsidRPr="009A664F">
        <w:t xml:space="preserve">than the </w:t>
      </w:r>
      <w:r w:rsidRPr="009A664F">
        <w:rPr>
          <w:rStyle w:val="Literal"/>
        </w:rPr>
        <w:t>Cons</w:t>
      </w:r>
      <w:r w:rsidRPr="009A664F">
        <w:t xml:space="preserve"> variant. We now know that any </w:t>
      </w:r>
      <w:r w:rsidRPr="009A664F">
        <w:rPr>
          <w:rStyle w:val="Literal"/>
        </w:rPr>
        <w:t>List</w:t>
      </w:r>
      <w:r w:rsidRPr="009A664F">
        <w:t xml:space="preserve"> value will take up the</w:t>
      </w:r>
      <w:r w:rsidR="00E22CA3" w:rsidRPr="009A664F">
        <w:t xml:space="preserve"> </w:t>
      </w:r>
      <w:r w:rsidRPr="009A664F">
        <w:t xml:space="preserve">size of an </w:t>
      </w:r>
      <w:r w:rsidRPr="009A664F">
        <w:rPr>
          <w:rStyle w:val="Literal"/>
        </w:rPr>
        <w:t>i32</w:t>
      </w:r>
      <w:r w:rsidRPr="009A664F">
        <w:t xml:space="preserve"> plus the size of a box’s pointer data. By using a box, we’ve</w:t>
      </w:r>
      <w:r w:rsidR="00E22CA3" w:rsidRPr="009A664F">
        <w:t xml:space="preserve"> </w:t>
      </w:r>
      <w:r w:rsidRPr="009A664F">
        <w:t>broken the infinite, recursive chain, so the compiler can figure out the size</w:t>
      </w:r>
      <w:r w:rsidR="00E22CA3" w:rsidRPr="009A664F">
        <w:t xml:space="preserve"> </w:t>
      </w:r>
      <w:r w:rsidRPr="009A664F">
        <w:t xml:space="preserve">it needs to store a </w:t>
      </w:r>
      <w:r w:rsidRPr="009A664F">
        <w:rPr>
          <w:rStyle w:val="Literal"/>
        </w:rPr>
        <w:t>List</w:t>
      </w:r>
      <w:r w:rsidRPr="009A664F">
        <w:t xml:space="preserve"> value. Figure 15-2 shows what the </w:t>
      </w:r>
      <w:r w:rsidRPr="009A664F">
        <w:rPr>
          <w:rStyle w:val="Literal"/>
        </w:rPr>
        <w:t>Cons</w:t>
      </w:r>
      <w:r w:rsidRPr="009B49FF">
        <w:rPr>
          <w:lang w:eastAsia="en-GB"/>
        </w:rPr>
        <w:t xml:space="preserve"> variant</w:t>
      </w:r>
      <w:r w:rsidR="00E22CA3">
        <w:rPr>
          <w:lang w:eastAsia="en-GB"/>
        </w:rPr>
        <w:t xml:space="preserve"> </w:t>
      </w:r>
      <w:r w:rsidRPr="009B49FF">
        <w:rPr>
          <w:lang w:eastAsia="en-GB"/>
        </w:rPr>
        <w:t>looks like now.</w:t>
      </w:r>
    </w:p>
    <w:p w14:paraId="2BD4546A" w14:textId="71838DE6" w:rsidR="009B49FF" w:rsidRPr="009B49FF" w:rsidRDefault="009916AB" w:rsidP="009916AB">
      <w:pPr>
        <w:pStyle w:val="GraphicSlug"/>
        <w:rPr>
          <w:lang w:eastAsia="en-GB"/>
        </w:rPr>
      </w:pPr>
      <w:r>
        <w:rPr>
          <w:lang w:eastAsia="en-GB"/>
        </w:rPr>
        <w:t>[f15002.</w:t>
      </w:r>
      <w:r w:rsidR="00491C80">
        <w:rPr>
          <w:lang w:eastAsia="en-GB"/>
        </w:rPr>
        <w:t>eps</w:t>
      </w:r>
      <w:r>
        <w:rPr>
          <w:lang w:eastAsia="en-GB"/>
        </w:rPr>
        <w:t>]</w:t>
      </w:r>
      <w:ins w:id="146" w:author="Carol Nichols" w:date="2022-08-25T20:52:00Z">
        <w:r w:rsidR="00374498">
          <w:rPr>
            <w:lang w:eastAsia="en-GB"/>
          </w:rPr>
          <w:t xml:space="preserve"> </w:t>
        </w:r>
        <w:r w:rsidR="00374498" w:rsidRPr="00374498">
          <w:rPr>
            <w:rStyle w:val="AltText"/>
            <w:rPrChange w:id="147" w:author="Carol Nichols" w:date="2022-08-25T20:52:00Z">
              <w:rPr>
                <w:lang w:eastAsia="en-GB"/>
              </w:rPr>
            </w:rPrChange>
          </w:rPr>
          <w:t>&lt;&lt;</w:t>
        </w:r>
        <w:r w:rsidR="00374498">
          <w:rPr>
            <w:rStyle w:val="AltText"/>
          </w:rPr>
          <w:t>An outer box labeled Cons that contains two boxes. The first box contains i32 and the second box contains</w:t>
        </w:r>
        <w:r w:rsidR="00374498" w:rsidRPr="00A24082">
          <w:rPr>
            <w:rStyle w:val="AltText"/>
          </w:rPr>
          <w:t xml:space="preserve"> </w:t>
        </w:r>
        <w:r w:rsidR="00374498">
          <w:rPr>
            <w:rStyle w:val="AltText"/>
          </w:rPr>
          <w:t>a box labeled Box that contains usize.&gt;&gt;</w:t>
        </w:r>
      </w:ins>
    </w:p>
    <w:p w14:paraId="0BB722C1" w14:textId="7C569CB6" w:rsidR="009B49FF" w:rsidRPr="009B49FF" w:rsidRDefault="009B49FF" w:rsidP="0075708C">
      <w:pPr>
        <w:pStyle w:val="CaptionLine"/>
        <w:rPr>
          <w:lang w:eastAsia="en-GB"/>
        </w:rPr>
      </w:pPr>
      <w:r w:rsidRPr="009A664F">
        <w:t xml:space="preserve">A </w:t>
      </w:r>
      <w:r w:rsidRPr="009A664F">
        <w:rPr>
          <w:rStyle w:val="Literal"/>
        </w:rPr>
        <w:t>List</w:t>
      </w:r>
      <w:r w:rsidRPr="009A664F">
        <w:t xml:space="preserve"> that is not infinitely sized</w:t>
      </w:r>
      <w:ins w:id="148" w:author="Audrey Doyle" w:date="2022-08-04T14:25:00Z">
        <w:r w:rsidR="00481256">
          <w:t>,</w:t>
        </w:r>
      </w:ins>
      <w:r w:rsidRPr="009A664F">
        <w:t xml:space="preserve"> because </w:t>
      </w:r>
      <w:r w:rsidRPr="009A664F">
        <w:rPr>
          <w:rStyle w:val="Literal"/>
        </w:rPr>
        <w:t>Cons</w:t>
      </w:r>
      <w:r w:rsidRPr="009A664F">
        <w:t xml:space="preserve"> holds a </w:t>
      </w:r>
      <w:r w:rsidRPr="009A664F">
        <w:rPr>
          <w:rStyle w:val="Literal"/>
        </w:rPr>
        <w:t>Box</w:t>
      </w:r>
    </w:p>
    <w:p w14:paraId="0BBCFB17" w14:textId="4D676009" w:rsidR="009B49FF" w:rsidRPr="009B49FF" w:rsidRDefault="009B49FF" w:rsidP="009A664F">
      <w:pPr>
        <w:pStyle w:val="Body"/>
        <w:rPr>
          <w:lang w:eastAsia="en-GB"/>
        </w:rPr>
      </w:pPr>
      <w:r w:rsidRPr="009B49FF">
        <w:rPr>
          <w:lang w:eastAsia="en-GB"/>
        </w:rPr>
        <w:t>Boxes provide only the indirection and heap allocation; they don’t have any</w:t>
      </w:r>
      <w:r w:rsidR="00E22CA3">
        <w:rPr>
          <w:lang w:eastAsia="en-GB"/>
        </w:rPr>
        <w:t xml:space="preserve"> </w:t>
      </w:r>
      <w:r w:rsidRPr="009B49FF">
        <w:rPr>
          <w:lang w:eastAsia="en-GB"/>
        </w:rPr>
        <w:t>other special capabilities, like those we’ll see with the other smart pointer</w:t>
      </w:r>
      <w:r w:rsidR="00E22CA3">
        <w:rPr>
          <w:lang w:eastAsia="en-GB"/>
        </w:rPr>
        <w:t xml:space="preserve"> </w:t>
      </w:r>
      <w:r w:rsidRPr="009B49FF">
        <w:rPr>
          <w:lang w:eastAsia="en-GB"/>
        </w:rPr>
        <w:t>types. They also don’t have the performance overhead that these special</w:t>
      </w:r>
      <w:r w:rsidR="00E22CA3">
        <w:rPr>
          <w:lang w:eastAsia="en-GB"/>
        </w:rPr>
        <w:t xml:space="preserve"> </w:t>
      </w:r>
      <w:r w:rsidRPr="009B49FF">
        <w:rPr>
          <w:lang w:eastAsia="en-GB"/>
        </w:rPr>
        <w:t>capabilities incur, so they can be useful in cases like the cons list where the</w:t>
      </w:r>
      <w:r w:rsidR="00E22CA3">
        <w:rPr>
          <w:lang w:eastAsia="en-GB"/>
        </w:rPr>
        <w:t xml:space="preserve"> </w:t>
      </w:r>
      <w:r w:rsidRPr="009B49FF">
        <w:rPr>
          <w:lang w:eastAsia="en-GB"/>
        </w:rPr>
        <w:t>indirection is the only feature we need.</w:t>
      </w:r>
      <w:ins w:id="149" w:author="Carol Nichols" w:date="2022-08-25T21:37:00Z">
        <w:r w:rsidR="005B4208">
          <w:rPr>
            <w:lang w:eastAsia="en-GB"/>
          </w:rPr>
          <w:fldChar w:fldCharType="begin"/>
        </w:r>
        <w:r w:rsidR="005B4208">
          <w:instrText xml:space="preserve"> XE "indirection</w:instrText>
        </w:r>
        <w:r w:rsidR="005B4208" w:rsidRPr="00BE574B">
          <w:instrText xml:space="preserve"> </w:instrText>
        </w:r>
        <w:r w:rsidR="005B4208">
          <w:instrText>end</w:instrText>
        </w:r>
        <w:r w:rsidR="005B4208" w:rsidRPr="00BE574B">
          <w:instrText>Range</w:instrText>
        </w:r>
        <w:r w:rsidR="005B4208">
          <w:instrText xml:space="preserve">" </w:instrText>
        </w:r>
        <w:r w:rsidR="005B4208">
          <w:rPr>
            <w:lang w:eastAsia="en-GB"/>
          </w:rPr>
          <w:fldChar w:fldCharType="end"/>
        </w:r>
      </w:ins>
      <w:r w:rsidRPr="009B49FF">
        <w:rPr>
          <w:lang w:eastAsia="en-GB"/>
        </w:rPr>
        <w:t xml:space="preserve"> We’ll look at more use cases for boxes</w:t>
      </w:r>
      <w:r w:rsidR="00E22CA3">
        <w:rPr>
          <w:lang w:eastAsia="en-GB"/>
        </w:rPr>
        <w:t xml:space="preserve"> </w:t>
      </w:r>
      <w:r w:rsidRPr="009B49FF">
        <w:rPr>
          <w:lang w:eastAsia="en-GB"/>
        </w:rPr>
        <w:t xml:space="preserve">in </w:t>
      </w:r>
      <w:r w:rsidRPr="00C70494">
        <w:rPr>
          <w:rStyle w:val="Xref"/>
        </w:rPr>
        <w:t>Chapter 17</w:t>
      </w:r>
      <w:del w:id="150" w:author="Audrey Doyle" w:date="2022-08-04T14:26:00Z">
        <w:r w:rsidRPr="009B49FF" w:rsidDel="00481256">
          <w:rPr>
            <w:lang w:eastAsia="en-GB"/>
          </w:rPr>
          <w:delText>,</w:delText>
        </w:r>
      </w:del>
      <w:del w:id="151" w:author="Audrey Doyle" w:date="2022-08-04T15:43:00Z">
        <w:r w:rsidRPr="009B49FF" w:rsidDel="00DF1A51">
          <w:rPr>
            <w:lang w:eastAsia="en-GB"/>
          </w:rPr>
          <w:delText xml:space="preserve"> too</w:delText>
        </w:r>
      </w:del>
      <w:r w:rsidRPr="009B49FF">
        <w:rPr>
          <w:lang w:eastAsia="en-GB"/>
        </w:rPr>
        <w:t>.</w:t>
      </w:r>
    </w:p>
    <w:p w14:paraId="6BF964F0" w14:textId="27EB0C46" w:rsidR="009B49FF" w:rsidRPr="009B49FF" w:rsidRDefault="009B49FF" w:rsidP="009A664F">
      <w:pPr>
        <w:pStyle w:val="Body"/>
        <w:rPr>
          <w:lang w:eastAsia="en-GB"/>
        </w:rPr>
      </w:pPr>
      <w:r w:rsidRPr="009A664F">
        <w:lastRenderedPageBreak/>
        <w:t xml:space="preserve">The </w:t>
      </w:r>
      <w:r w:rsidRPr="009A664F">
        <w:rPr>
          <w:rStyle w:val="Literal"/>
        </w:rPr>
        <w:t>Box&lt;T&gt;</w:t>
      </w:r>
      <w:r w:rsidRPr="009A664F">
        <w:t xml:space="preserve"> type is a smart pointer because it implements the </w:t>
      </w:r>
      <w:r w:rsidRPr="009A664F">
        <w:rPr>
          <w:rStyle w:val="Literal"/>
        </w:rPr>
        <w:t>Deref</w:t>
      </w:r>
      <w:r w:rsidRPr="009A664F">
        <w:t xml:space="preserve"> trait,</w:t>
      </w:r>
      <w:r w:rsidR="00E22CA3" w:rsidRPr="009A664F">
        <w:t xml:space="preserve"> </w:t>
      </w:r>
      <w:r w:rsidRPr="009A664F">
        <w:t xml:space="preserve">which allows </w:t>
      </w:r>
      <w:r w:rsidRPr="009A664F">
        <w:rPr>
          <w:rStyle w:val="Literal"/>
        </w:rPr>
        <w:t>Box&lt;T&gt;</w:t>
      </w:r>
      <w:r w:rsidRPr="009A664F">
        <w:t xml:space="preserve"> values to be treated like references. When a </w:t>
      </w:r>
      <w:r w:rsidRPr="009A664F">
        <w:rPr>
          <w:rStyle w:val="Literal"/>
        </w:rPr>
        <w:t>Box&lt;T&gt;</w:t>
      </w:r>
      <w:r w:rsidR="00E22CA3" w:rsidRPr="009A664F">
        <w:t xml:space="preserve"> </w:t>
      </w:r>
      <w:r w:rsidRPr="009A664F">
        <w:t>value goes out of scope, the heap data that the box is pointing to is cleaned</w:t>
      </w:r>
      <w:r w:rsidR="00E22CA3" w:rsidRPr="009A664F">
        <w:t xml:space="preserve"> </w:t>
      </w:r>
      <w:r w:rsidRPr="009A664F">
        <w:t xml:space="preserve">up as well because of the </w:t>
      </w:r>
      <w:r w:rsidRPr="009A664F">
        <w:rPr>
          <w:rStyle w:val="Literal"/>
        </w:rPr>
        <w:t>Drop</w:t>
      </w:r>
      <w:r w:rsidRPr="009B49FF">
        <w:rPr>
          <w:lang w:eastAsia="en-GB"/>
        </w:rPr>
        <w:t xml:space="preserve"> trait implementation. These two traits will be</w:t>
      </w:r>
      <w:r w:rsidR="00E22CA3">
        <w:rPr>
          <w:lang w:eastAsia="en-GB"/>
        </w:rPr>
        <w:t xml:space="preserve"> </w:t>
      </w:r>
      <w:r w:rsidRPr="009B49FF">
        <w:rPr>
          <w:lang w:eastAsia="en-GB"/>
        </w:rPr>
        <w:t>even more important to the functionality provided by the other smart pointer</w:t>
      </w:r>
      <w:r w:rsidR="00E22CA3">
        <w:rPr>
          <w:lang w:eastAsia="en-GB"/>
        </w:rPr>
        <w:t xml:space="preserve"> </w:t>
      </w:r>
      <w:r w:rsidRPr="009B49FF">
        <w:rPr>
          <w:lang w:eastAsia="en-GB"/>
        </w:rPr>
        <w:t>types we’ll discuss in the rest of this chapter. Let’s explore these two traits</w:t>
      </w:r>
      <w:r w:rsidR="00E22CA3">
        <w:rPr>
          <w:lang w:eastAsia="en-GB"/>
        </w:rPr>
        <w:t xml:space="preserve"> </w:t>
      </w:r>
      <w:r w:rsidRPr="009B49FF">
        <w:rPr>
          <w:lang w:eastAsia="en-GB"/>
        </w:rPr>
        <w:t>in more detail.</w:t>
      </w:r>
      <w:ins w:id="152" w:author="Carol Nichols" w:date="2022-08-25T21:36:00Z">
        <w:r w:rsidR="00387C3B">
          <w:rPr>
            <w:lang w:eastAsia="en-GB"/>
          </w:rPr>
          <w:fldChar w:fldCharType="begin"/>
        </w:r>
        <w:r w:rsidR="00387C3B">
          <w:instrText xml:space="preserve"> XE "cons list</w:instrText>
        </w:r>
        <w:r w:rsidR="00387C3B" w:rsidRPr="00BE574B">
          <w:instrText xml:space="preserve"> </w:instrText>
        </w:r>
        <w:r w:rsidR="00387C3B">
          <w:instrText>end</w:instrText>
        </w:r>
        <w:r w:rsidR="00387C3B" w:rsidRPr="00BE574B">
          <w:instrText>Range</w:instrText>
        </w:r>
        <w:r w:rsidR="00387C3B">
          <w:instrText xml:space="preserve">" </w:instrText>
        </w:r>
        <w:r w:rsidR="00387C3B">
          <w:rPr>
            <w:lang w:eastAsia="en-GB"/>
          </w:rPr>
          <w:fldChar w:fldCharType="end"/>
        </w:r>
        <w:r w:rsidR="006F4E31">
          <w:rPr>
            <w:lang w:eastAsia="en-GB"/>
          </w:rPr>
          <w:fldChar w:fldCharType="begin"/>
        </w:r>
        <w:r w:rsidR="006F4E31">
          <w:instrText xml:space="preserve"> XE "recursive type</w:instrText>
        </w:r>
        <w:r w:rsidR="006F4E31" w:rsidRPr="00BE574B">
          <w:instrText xml:space="preserve"> </w:instrText>
        </w:r>
        <w:r w:rsidR="006F4E31">
          <w:instrText>end</w:instrText>
        </w:r>
        <w:r w:rsidR="006F4E31" w:rsidRPr="00BE574B">
          <w:instrText>Range</w:instrText>
        </w:r>
        <w:r w:rsidR="006F4E31">
          <w:instrText xml:space="preserve">" </w:instrText>
        </w:r>
        <w:r w:rsidR="006F4E31">
          <w:rPr>
            <w:lang w:eastAsia="en-GB"/>
          </w:rPr>
          <w:fldChar w:fldCharType="end"/>
        </w:r>
      </w:ins>
    </w:p>
    <w:bookmarkStart w:id="153" w:name="treating-smart-pointers-like-regular-ref"/>
    <w:bookmarkStart w:id="154" w:name="_Toc106892306"/>
    <w:bookmarkEnd w:id="153"/>
    <w:p w14:paraId="59A2453F" w14:textId="0033D9A5" w:rsidR="009B49FF" w:rsidRPr="009B49FF" w:rsidRDefault="00293706" w:rsidP="00E22CA3">
      <w:pPr>
        <w:pStyle w:val="HeadA"/>
        <w:rPr>
          <w:lang w:eastAsia="en-GB"/>
        </w:rPr>
      </w:pPr>
      <w:ins w:id="155" w:author="Carol Nichols" w:date="2022-08-25T21:37:00Z">
        <w:r>
          <w:rPr>
            <w:lang w:eastAsia="en-GB"/>
          </w:rPr>
          <w:fldChar w:fldCharType="begin"/>
        </w:r>
        <w:r>
          <w:instrText xml:space="preserve"> XE "* (asterisk):de</w:instrText>
        </w:r>
      </w:ins>
      <w:ins w:id="156" w:author="Carol Nichols" w:date="2022-08-25T21:38:00Z">
        <w:r>
          <w:instrText>reference operator</w:instrText>
        </w:r>
      </w:ins>
      <w:ins w:id="157" w:author="Carol Nichols" w:date="2022-08-25T21:37:00Z">
        <w:r w:rsidRPr="00BE574B">
          <w:instrText xml:space="preserve"> startRange</w:instrText>
        </w:r>
        <w:r>
          <w:instrText xml:space="preserve">" </w:instrText>
        </w:r>
        <w:r>
          <w:rPr>
            <w:lang w:eastAsia="en-GB"/>
          </w:rPr>
          <w:fldChar w:fldCharType="end"/>
        </w:r>
      </w:ins>
      <w:ins w:id="158" w:author="Carol Nichols" w:date="2022-08-25T21:38:00Z">
        <w:r>
          <w:rPr>
            <w:lang w:eastAsia="en-GB"/>
          </w:rPr>
          <w:fldChar w:fldCharType="begin"/>
        </w:r>
        <w:r>
          <w:instrText xml:space="preserve"> XE "asterisk (*):dereference operator</w:instrText>
        </w:r>
        <w:r w:rsidRPr="00BE574B">
          <w:instrText xml:space="preserve"> startRange</w:instrText>
        </w:r>
        <w:r>
          <w:instrText xml:space="preserve">" </w:instrText>
        </w:r>
        <w:r>
          <w:rPr>
            <w:lang w:eastAsia="en-GB"/>
          </w:rPr>
          <w:fldChar w:fldCharType="end"/>
        </w:r>
        <w:r w:rsidR="00FD3FC0">
          <w:rPr>
            <w:lang w:eastAsia="en-GB"/>
          </w:rPr>
          <w:fldChar w:fldCharType="begin"/>
        </w:r>
        <w:r w:rsidR="00FD3FC0">
          <w:instrText xml:space="preserve"> XE "Deref trait </w:instrText>
        </w:r>
        <w:r w:rsidR="00FD3FC0" w:rsidRPr="00BE574B">
          <w:instrText>startRange</w:instrText>
        </w:r>
        <w:r w:rsidR="00FD3FC0">
          <w:instrText xml:space="preserve">" </w:instrText>
        </w:r>
        <w:r w:rsidR="00FD3FC0">
          <w:rPr>
            <w:lang w:eastAsia="en-GB"/>
          </w:rPr>
          <w:fldChar w:fldCharType="end"/>
        </w:r>
      </w:ins>
      <w:ins w:id="159" w:author="Carol Nichols" w:date="2022-08-25T21:41:00Z">
        <w:r w:rsidR="005832DB">
          <w:rPr>
            <w:lang w:eastAsia="en-GB"/>
          </w:rPr>
          <w:fldChar w:fldCharType="begin"/>
        </w:r>
        <w:r w:rsidR="005832DB">
          <w:instrText xml:space="preserve"> XE "dereference </w:instrText>
        </w:r>
        <w:r w:rsidR="005832DB" w:rsidRPr="00BE574B">
          <w:instrText>startRange</w:instrText>
        </w:r>
        <w:r w:rsidR="005832DB">
          <w:instrText xml:space="preserve">" </w:instrText>
        </w:r>
        <w:r w:rsidR="005832DB">
          <w:rPr>
            <w:lang w:eastAsia="en-GB"/>
          </w:rPr>
          <w:fldChar w:fldCharType="end"/>
        </w:r>
      </w:ins>
      <w:r w:rsidR="009B49FF" w:rsidRPr="00E22CA3">
        <w:t xml:space="preserve">Treating Smart Pointers Like Regular References with </w:t>
      </w:r>
      <w:r w:rsidR="009B49FF" w:rsidRPr="009A664F">
        <w:t>Deref</w:t>
      </w:r>
      <w:bookmarkEnd w:id="154"/>
    </w:p>
    <w:p w14:paraId="414757AE" w14:textId="5D127895" w:rsidR="009B49FF" w:rsidRPr="009B49FF" w:rsidRDefault="009B49FF" w:rsidP="009A664F">
      <w:pPr>
        <w:pStyle w:val="Body"/>
        <w:rPr>
          <w:lang w:eastAsia="en-GB"/>
        </w:rPr>
      </w:pPr>
      <w:r w:rsidRPr="009A664F">
        <w:t xml:space="preserve">Implementing the </w:t>
      </w:r>
      <w:r w:rsidRPr="009A664F">
        <w:rPr>
          <w:rStyle w:val="Literal"/>
        </w:rPr>
        <w:t>Deref</w:t>
      </w:r>
      <w:r w:rsidRPr="009A664F">
        <w:t xml:space="preserve"> trait allows you to customize the behavior of the</w:t>
      </w:r>
      <w:r w:rsidR="00E22CA3" w:rsidRPr="009A664F">
        <w:t xml:space="preserve"> </w:t>
      </w:r>
      <w:r w:rsidRPr="009A664F">
        <w:rPr>
          <w:rStyle w:val="Italic"/>
        </w:rPr>
        <w:t>dereference operator</w:t>
      </w:r>
      <w:r w:rsidRPr="009A664F">
        <w:t xml:space="preserve"> </w:t>
      </w:r>
      <w:r w:rsidRPr="009A664F">
        <w:rPr>
          <w:rStyle w:val="Literal"/>
        </w:rPr>
        <w:t>*</w:t>
      </w:r>
      <w:r w:rsidRPr="009A664F">
        <w:t xml:space="preserve"> (not to be confused with the multiplication or glob</w:t>
      </w:r>
      <w:r w:rsidR="00E22CA3" w:rsidRPr="009A664F">
        <w:t xml:space="preserve"> </w:t>
      </w:r>
      <w:r w:rsidRPr="009A664F">
        <w:t xml:space="preserve">operator). By implementing </w:t>
      </w:r>
      <w:r w:rsidRPr="009A664F">
        <w:rPr>
          <w:rStyle w:val="Literal"/>
        </w:rPr>
        <w:t>Deref</w:t>
      </w:r>
      <w:r w:rsidRPr="009B49FF">
        <w:rPr>
          <w:lang w:eastAsia="en-GB"/>
        </w:rPr>
        <w:t xml:space="preserve"> in such a way that a smart pointer can be</w:t>
      </w:r>
      <w:r w:rsidR="00E22CA3">
        <w:rPr>
          <w:lang w:eastAsia="en-GB"/>
        </w:rPr>
        <w:t xml:space="preserve"> </w:t>
      </w:r>
      <w:r w:rsidRPr="009B49FF">
        <w:rPr>
          <w:lang w:eastAsia="en-GB"/>
        </w:rPr>
        <w:t>treated like a regular reference, you can write code that operates on</w:t>
      </w:r>
      <w:r w:rsidR="00E22CA3">
        <w:rPr>
          <w:lang w:eastAsia="en-GB"/>
        </w:rPr>
        <w:t xml:space="preserve"> </w:t>
      </w:r>
      <w:r w:rsidRPr="009B49FF">
        <w:rPr>
          <w:lang w:eastAsia="en-GB"/>
        </w:rPr>
        <w:t>references and use that code with smart pointers too.</w:t>
      </w:r>
    </w:p>
    <w:p w14:paraId="68FB8739" w14:textId="69D5F113" w:rsidR="009B49FF" w:rsidRPr="009B49FF" w:rsidRDefault="009B49FF" w:rsidP="009A664F">
      <w:pPr>
        <w:pStyle w:val="Body"/>
        <w:rPr>
          <w:lang w:eastAsia="en-GB"/>
        </w:rPr>
      </w:pPr>
      <w:r w:rsidRPr="009B49FF">
        <w:rPr>
          <w:lang w:eastAsia="en-GB"/>
        </w:rPr>
        <w:t>Let’s first look at how the dereference operator works with regular references.</w:t>
      </w:r>
      <w:r w:rsidR="00E22CA3">
        <w:rPr>
          <w:lang w:eastAsia="en-GB"/>
        </w:rPr>
        <w:t xml:space="preserve"> </w:t>
      </w:r>
      <w:r w:rsidRPr="009B49FF">
        <w:rPr>
          <w:lang w:eastAsia="en-GB"/>
        </w:rPr>
        <w:t xml:space="preserve">Then we’ll try to define a custom type that behaves like </w:t>
      </w:r>
      <w:r w:rsidRPr="009A664F">
        <w:rPr>
          <w:rStyle w:val="Literal"/>
        </w:rPr>
        <w:t>Box&lt;T&gt;</w:t>
      </w:r>
      <w:r w:rsidRPr="009A664F">
        <w:t>, and see why</w:t>
      </w:r>
      <w:r w:rsidR="00E22CA3" w:rsidRPr="009A664F">
        <w:t xml:space="preserve"> </w:t>
      </w:r>
      <w:r w:rsidRPr="009A664F">
        <w:t>the dereference operator doesn’t work like a reference on our newly defined</w:t>
      </w:r>
      <w:r w:rsidR="00E22CA3" w:rsidRPr="009A664F">
        <w:t xml:space="preserve"> </w:t>
      </w:r>
      <w:r w:rsidRPr="009A664F">
        <w:t xml:space="preserve">type. We’ll explore how implementing the </w:t>
      </w:r>
      <w:r w:rsidRPr="009A664F">
        <w:rPr>
          <w:rStyle w:val="Literal"/>
        </w:rPr>
        <w:t>Deref</w:t>
      </w:r>
      <w:r w:rsidRPr="009A664F">
        <w:t xml:space="preserve"> trait makes it possible for</w:t>
      </w:r>
      <w:r w:rsidR="00E22CA3" w:rsidRPr="009A664F">
        <w:t xml:space="preserve"> </w:t>
      </w:r>
      <w:r w:rsidRPr="009A664F">
        <w:t>smart pointers to work in ways similar to references. Then we’ll look at</w:t>
      </w:r>
      <w:r w:rsidR="00E22CA3" w:rsidRPr="009A664F">
        <w:t xml:space="preserve"> </w:t>
      </w:r>
      <w:r w:rsidRPr="009A664F">
        <w:t xml:space="preserve">Rust’s </w:t>
      </w:r>
      <w:r w:rsidRPr="009A664F">
        <w:rPr>
          <w:rStyle w:val="Italic"/>
        </w:rPr>
        <w:t>deref coercion</w:t>
      </w:r>
      <w:r w:rsidRPr="009B49FF">
        <w:rPr>
          <w:lang w:eastAsia="en-GB"/>
        </w:rPr>
        <w:t xml:space="preserve"> feature and how it lets us work with either references</w:t>
      </w:r>
      <w:r w:rsidR="00E22CA3">
        <w:rPr>
          <w:lang w:eastAsia="en-GB"/>
        </w:rPr>
        <w:t xml:space="preserve"> </w:t>
      </w:r>
      <w:r w:rsidRPr="009B49FF">
        <w:rPr>
          <w:lang w:eastAsia="en-GB"/>
        </w:rPr>
        <w:t>or smart pointers.</w:t>
      </w:r>
    </w:p>
    <w:p w14:paraId="147F8DD2" w14:textId="377753F4" w:rsidR="009B49FF" w:rsidRPr="009B49FF" w:rsidRDefault="009B49FF">
      <w:pPr>
        <w:pStyle w:val="Note"/>
        <w:rPr>
          <w:lang w:eastAsia="en-GB"/>
        </w:rPr>
        <w:pPrChange w:id="160" w:author="Audrey Doyle" w:date="2022-08-04T14:28:00Z">
          <w:pPr>
            <w:pStyle w:val="Body"/>
          </w:pPr>
        </w:pPrChange>
      </w:pPr>
      <w:del w:id="161" w:author="Audrey Doyle" w:date="2022-08-04T14:27:00Z">
        <w:r w:rsidRPr="009B49FF" w:rsidDel="005812F5">
          <w:rPr>
            <w:lang w:eastAsia="en-GB"/>
          </w:rPr>
          <w:delText>Note: t</w:delText>
        </w:r>
      </w:del>
      <w:ins w:id="162" w:author="Audrey Doyle" w:date="2022-08-04T14:28:00Z">
        <w:r w:rsidR="005812F5" w:rsidRPr="005812F5">
          <w:rPr>
            <w:rStyle w:val="NoteHead"/>
          </w:rPr>
          <w:t xml:space="preserve"> </w:t>
        </w:r>
        <w:r w:rsidR="005812F5" w:rsidRPr="00E2720F">
          <w:rPr>
            <w:rStyle w:val="NoteHead"/>
          </w:rPr>
          <w:t>Note</w:t>
        </w:r>
        <w:r w:rsidR="005812F5">
          <w:rPr>
            <w:lang w:eastAsia="en-GB"/>
          </w:rPr>
          <w:tab/>
        </w:r>
      </w:ins>
      <w:ins w:id="163" w:author="Audrey Doyle" w:date="2022-08-04T14:27:00Z">
        <w:r w:rsidR="005812F5">
          <w:rPr>
            <w:lang w:eastAsia="en-GB"/>
          </w:rPr>
          <w:t>T</w:t>
        </w:r>
      </w:ins>
      <w:r w:rsidRPr="009B49FF">
        <w:rPr>
          <w:lang w:eastAsia="en-GB"/>
        </w:rPr>
        <w:t xml:space="preserve">here’s one big difference between the </w:t>
      </w:r>
      <w:r w:rsidRPr="009A664F">
        <w:rPr>
          <w:rStyle w:val="Literal"/>
        </w:rPr>
        <w:t>MyBox&lt;T&gt;</w:t>
      </w:r>
      <w:r w:rsidRPr="009A664F">
        <w:t xml:space="preserve"> type we’re about to</w:t>
      </w:r>
      <w:r w:rsidR="00E22CA3" w:rsidRPr="009A664F">
        <w:t xml:space="preserve"> </w:t>
      </w:r>
      <w:r w:rsidRPr="009A664F">
        <w:t xml:space="preserve">build and the real </w:t>
      </w:r>
      <w:r w:rsidRPr="009A664F">
        <w:rPr>
          <w:rStyle w:val="Literal"/>
        </w:rPr>
        <w:t>Box&lt;T&gt;</w:t>
      </w:r>
      <w:r w:rsidRPr="009A664F">
        <w:t>: our version will not store its data on the heap.</w:t>
      </w:r>
      <w:r w:rsidR="00E22CA3" w:rsidRPr="009A664F">
        <w:t xml:space="preserve"> </w:t>
      </w:r>
      <w:r w:rsidRPr="009A664F">
        <w:t xml:space="preserve">We are focusing this example on </w:t>
      </w:r>
      <w:r w:rsidRPr="009A664F">
        <w:rPr>
          <w:rStyle w:val="Literal"/>
        </w:rPr>
        <w:t>Deref</w:t>
      </w:r>
      <w:r w:rsidRPr="009B49FF">
        <w:rPr>
          <w:lang w:eastAsia="en-GB"/>
        </w:rPr>
        <w:t>, so where the data is actually stored</w:t>
      </w:r>
      <w:r w:rsidR="00E22CA3">
        <w:rPr>
          <w:lang w:eastAsia="en-GB"/>
        </w:rPr>
        <w:t xml:space="preserve"> </w:t>
      </w:r>
      <w:r w:rsidRPr="009B49FF">
        <w:rPr>
          <w:lang w:eastAsia="en-GB"/>
        </w:rPr>
        <w:t>is less important than the pointer-like behavior.</w:t>
      </w:r>
    </w:p>
    <w:p w14:paraId="7C706B48" w14:textId="77777777" w:rsidR="009B49FF" w:rsidRPr="009B49FF" w:rsidRDefault="009B49FF" w:rsidP="009A664F">
      <w:pPr>
        <w:pStyle w:val="HeadB"/>
        <w:rPr>
          <w:lang w:eastAsia="en-GB"/>
        </w:rPr>
      </w:pPr>
      <w:bookmarkStart w:id="164" w:name="following-the-pointer-to-the-value"/>
      <w:bookmarkStart w:id="165" w:name="_Toc106892307"/>
      <w:bookmarkEnd w:id="164"/>
      <w:r w:rsidRPr="009B49FF">
        <w:rPr>
          <w:lang w:eastAsia="en-GB"/>
        </w:rPr>
        <w:t>Following the Pointer to the Value</w:t>
      </w:r>
      <w:bookmarkEnd w:id="165"/>
    </w:p>
    <w:p w14:paraId="7FD0999F" w14:textId="31E08A34" w:rsidR="009B49FF" w:rsidRPr="009B49FF" w:rsidRDefault="009B49FF" w:rsidP="009A664F">
      <w:pPr>
        <w:pStyle w:val="Body"/>
        <w:rPr>
          <w:lang w:eastAsia="en-GB"/>
        </w:rPr>
      </w:pPr>
      <w:r w:rsidRPr="009A664F">
        <w:t>A regular reference is a type of pointer, and one way to think of a pointer is</w:t>
      </w:r>
      <w:r w:rsidR="00E22CA3" w:rsidRPr="009A664F">
        <w:t xml:space="preserve"> </w:t>
      </w:r>
      <w:r w:rsidRPr="009A664F">
        <w:t>as an arrow to a value stored somewhere else. In Listing 15-6, we create a</w:t>
      </w:r>
      <w:r w:rsidR="00E22CA3" w:rsidRPr="009A664F">
        <w:t xml:space="preserve"> </w:t>
      </w:r>
      <w:r w:rsidRPr="009A664F">
        <w:t xml:space="preserve">reference to an </w:t>
      </w:r>
      <w:r w:rsidRPr="009A664F">
        <w:rPr>
          <w:rStyle w:val="Literal"/>
        </w:rPr>
        <w:t>i32</w:t>
      </w:r>
      <w:r w:rsidRPr="009B49FF">
        <w:rPr>
          <w:lang w:eastAsia="en-GB"/>
        </w:rPr>
        <w:t xml:space="preserve"> value and then use the dereference operator to follow the</w:t>
      </w:r>
      <w:r w:rsidR="00E22CA3">
        <w:rPr>
          <w:lang w:eastAsia="en-GB"/>
        </w:rPr>
        <w:t xml:space="preserve"> </w:t>
      </w:r>
      <w:r w:rsidRPr="009B49FF">
        <w:rPr>
          <w:lang w:eastAsia="en-GB"/>
        </w:rPr>
        <w:t>reference to the value</w:t>
      </w:r>
      <w:ins w:id="166" w:author="Audrey Doyle" w:date="2022-08-04T14:28:00Z">
        <w:r w:rsidR="005812F5">
          <w:rPr>
            <w:lang w:eastAsia="en-GB"/>
          </w:rPr>
          <w:t>.</w:t>
        </w:r>
      </w:ins>
      <w:del w:id="167" w:author="Audrey Doyle" w:date="2022-08-04T14:28:00Z">
        <w:r w:rsidRPr="009B49FF" w:rsidDel="005812F5">
          <w:rPr>
            <w:lang w:eastAsia="en-GB"/>
          </w:rPr>
          <w:delText>:</w:delText>
        </w:r>
      </w:del>
    </w:p>
    <w:p w14:paraId="00A25B55" w14:textId="108C1CC9" w:rsidR="009B49FF" w:rsidRPr="009B49FF" w:rsidRDefault="009B49FF" w:rsidP="009A664F">
      <w:pPr>
        <w:pStyle w:val="CodeLabel"/>
        <w:rPr>
          <w:lang w:eastAsia="en-GB"/>
        </w:rPr>
      </w:pPr>
      <w:r w:rsidRPr="009B49FF">
        <w:rPr>
          <w:lang w:eastAsia="en-GB"/>
        </w:rPr>
        <w:t>src/main.rs</w:t>
      </w:r>
    </w:p>
    <w:p w14:paraId="6F967503" w14:textId="77777777" w:rsidR="009B49FF" w:rsidRPr="009A664F" w:rsidRDefault="009B49FF" w:rsidP="009A664F">
      <w:pPr>
        <w:pStyle w:val="Code"/>
      </w:pPr>
      <w:r w:rsidRPr="009A664F">
        <w:t>fn main() {</w:t>
      </w:r>
    </w:p>
    <w:p w14:paraId="7A13E993" w14:textId="3AE4EEEE" w:rsidR="009B49FF" w:rsidRPr="009A664F" w:rsidRDefault="009B49FF" w:rsidP="009A664F">
      <w:pPr>
        <w:pStyle w:val="Code"/>
      </w:pPr>
      <w:r w:rsidRPr="009A664F">
        <w:t xml:space="preserve">  </w:t>
      </w:r>
      <w:r w:rsidR="00535998" w:rsidRPr="00535998">
        <w:rPr>
          <w:rStyle w:val="CodeAnnotation"/>
        </w:rPr>
        <w:t>1</w:t>
      </w:r>
      <w:r w:rsidRPr="009A664F">
        <w:t xml:space="preserve"> let x = 5;</w:t>
      </w:r>
    </w:p>
    <w:p w14:paraId="68F4B0F3" w14:textId="03942456" w:rsidR="009B49FF" w:rsidRPr="009A664F" w:rsidRDefault="009B49FF" w:rsidP="009A664F">
      <w:pPr>
        <w:pStyle w:val="Code"/>
      </w:pPr>
      <w:r w:rsidRPr="009A664F">
        <w:t xml:space="preserve">  </w:t>
      </w:r>
      <w:r w:rsidR="00535998" w:rsidRPr="00535998">
        <w:rPr>
          <w:rStyle w:val="CodeAnnotation"/>
        </w:rPr>
        <w:t>2</w:t>
      </w:r>
      <w:r w:rsidRPr="009A664F">
        <w:t xml:space="preserve"> let y = &amp;x;</w:t>
      </w:r>
    </w:p>
    <w:p w14:paraId="0E35408F" w14:textId="77777777" w:rsidR="009B49FF" w:rsidRPr="009A664F" w:rsidRDefault="009B49FF" w:rsidP="009A664F">
      <w:pPr>
        <w:pStyle w:val="Code"/>
      </w:pPr>
    </w:p>
    <w:p w14:paraId="2BFA5F1B" w14:textId="4B179572" w:rsidR="009B49FF" w:rsidRPr="009A664F" w:rsidRDefault="009B49FF" w:rsidP="009A664F">
      <w:pPr>
        <w:pStyle w:val="Code"/>
      </w:pPr>
      <w:r w:rsidRPr="009A664F">
        <w:t xml:space="preserve">  </w:t>
      </w:r>
      <w:r w:rsidR="00535998" w:rsidRPr="00535998">
        <w:rPr>
          <w:rStyle w:val="CodeAnnotation"/>
        </w:rPr>
        <w:t>3</w:t>
      </w:r>
      <w:r w:rsidRPr="009A664F">
        <w:t xml:space="preserve"> assert_eq!(5, x);</w:t>
      </w:r>
    </w:p>
    <w:p w14:paraId="3F1F4847" w14:textId="6EDBABF5" w:rsidR="009B49FF" w:rsidRPr="009A664F" w:rsidRDefault="009B49FF" w:rsidP="009A664F">
      <w:pPr>
        <w:pStyle w:val="Code"/>
      </w:pPr>
      <w:r w:rsidRPr="009A664F">
        <w:t xml:space="preserve">  </w:t>
      </w:r>
      <w:r w:rsidR="00535998" w:rsidRPr="00535998">
        <w:rPr>
          <w:rStyle w:val="CodeAnnotation"/>
        </w:rPr>
        <w:t>4</w:t>
      </w:r>
      <w:r w:rsidRPr="009A664F">
        <w:t xml:space="preserve"> assert_eq!(5, *y);</w:t>
      </w:r>
    </w:p>
    <w:p w14:paraId="2E24B1D9" w14:textId="77777777" w:rsidR="009B49FF" w:rsidRPr="009A664F" w:rsidRDefault="009B49FF" w:rsidP="009A664F">
      <w:pPr>
        <w:pStyle w:val="Code"/>
      </w:pPr>
      <w:r w:rsidRPr="009A664F">
        <w:t>}</w:t>
      </w:r>
    </w:p>
    <w:p w14:paraId="50C79471" w14:textId="7D684656" w:rsidR="009B49FF" w:rsidRPr="009B49FF" w:rsidRDefault="009B49FF" w:rsidP="00B46F4D">
      <w:pPr>
        <w:pStyle w:val="CodeListingCaption"/>
        <w:rPr>
          <w:lang w:eastAsia="en-GB"/>
        </w:rPr>
      </w:pPr>
      <w:r w:rsidRPr="009A664F">
        <w:t xml:space="preserve">Using the dereference operator to follow a reference to an </w:t>
      </w:r>
      <w:r w:rsidRPr="009A664F">
        <w:rPr>
          <w:rStyle w:val="Literal"/>
        </w:rPr>
        <w:t>i32</w:t>
      </w:r>
      <w:r w:rsidR="00E22CA3">
        <w:rPr>
          <w:lang w:eastAsia="en-GB"/>
        </w:rPr>
        <w:t xml:space="preserve"> </w:t>
      </w:r>
      <w:r w:rsidRPr="009B49FF">
        <w:rPr>
          <w:lang w:eastAsia="en-GB"/>
        </w:rPr>
        <w:t>value</w:t>
      </w:r>
    </w:p>
    <w:p w14:paraId="13969F40" w14:textId="70565EA8" w:rsidR="009B49FF" w:rsidRPr="009B49FF" w:rsidRDefault="009B49FF" w:rsidP="009A664F">
      <w:pPr>
        <w:pStyle w:val="Body"/>
        <w:rPr>
          <w:lang w:eastAsia="en-GB"/>
        </w:rPr>
      </w:pPr>
      <w:r w:rsidRPr="009B49FF">
        <w:rPr>
          <w:lang w:eastAsia="en-GB"/>
        </w:rPr>
        <w:lastRenderedPageBreak/>
        <w:t xml:space="preserve">The variable </w:t>
      </w:r>
      <w:r w:rsidRPr="009A664F">
        <w:rPr>
          <w:rStyle w:val="Literal"/>
        </w:rPr>
        <w:t>x</w:t>
      </w:r>
      <w:r w:rsidRPr="009A664F">
        <w:t xml:space="preserve"> holds an </w:t>
      </w:r>
      <w:r w:rsidRPr="009A664F">
        <w:rPr>
          <w:rStyle w:val="Literal"/>
        </w:rPr>
        <w:t>i32</w:t>
      </w:r>
      <w:r w:rsidRPr="009A664F">
        <w:t xml:space="preserve"> value </w:t>
      </w:r>
      <w:r w:rsidRPr="009A664F">
        <w:rPr>
          <w:rStyle w:val="Literal"/>
        </w:rPr>
        <w:t>5</w:t>
      </w:r>
      <w:r w:rsidR="00C70494" w:rsidRPr="00C70494">
        <w:t xml:space="preserve"> </w:t>
      </w:r>
      <w:r w:rsidR="00535998" w:rsidRPr="00535998">
        <w:rPr>
          <w:rStyle w:val="CodeAnnotation"/>
        </w:rPr>
        <w:t>1</w:t>
      </w:r>
      <w:r w:rsidRPr="009A664F">
        <w:t xml:space="preserve">. We set </w:t>
      </w:r>
      <w:r w:rsidRPr="009A664F">
        <w:rPr>
          <w:rStyle w:val="Literal"/>
        </w:rPr>
        <w:t>y</w:t>
      </w:r>
      <w:r w:rsidRPr="009A664F">
        <w:t xml:space="preserve"> equal to a reference</w:t>
      </w:r>
      <w:r w:rsidR="00E22CA3" w:rsidRPr="009A664F">
        <w:t xml:space="preserve"> </w:t>
      </w:r>
      <w:r w:rsidRPr="009A664F">
        <w:t xml:space="preserve">to </w:t>
      </w:r>
      <w:r w:rsidRPr="009A664F">
        <w:rPr>
          <w:rStyle w:val="Literal"/>
        </w:rPr>
        <w:t>x</w:t>
      </w:r>
      <w:r w:rsidRPr="009A664F">
        <w:t xml:space="preserve"> </w:t>
      </w:r>
      <w:r w:rsidR="00535998" w:rsidRPr="00535998">
        <w:rPr>
          <w:rStyle w:val="CodeAnnotation"/>
        </w:rPr>
        <w:t>2</w:t>
      </w:r>
      <w:r w:rsidRPr="009A664F">
        <w:t xml:space="preserve">. We can assert that </w:t>
      </w:r>
      <w:r w:rsidRPr="009A664F">
        <w:rPr>
          <w:rStyle w:val="Literal"/>
        </w:rPr>
        <w:t>x</w:t>
      </w:r>
      <w:r w:rsidRPr="009A664F">
        <w:t xml:space="preserve"> is equal to </w:t>
      </w:r>
      <w:r w:rsidRPr="009A664F">
        <w:rPr>
          <w:rStyle w:val="Literal"/>
        </w:rPr>
        <w:t>5</w:t>
      </w:r>
      <w:r w:rsidRPr="009A664F">
        <w:t xml:space="preserve"> </w:t>
      </w:r>
      <w:r w:rsidR="00535998" w:rsidRPr="00535998">
        <w:rPr>
          <w:rStyle w:val="CodeAnnotation"/>
        </w:rPr>
        <w:t>3</w:t>
      </w:r>
      <w:r w:rsidRPr="009A664F">
        <w:t>. However, if we want to</w:t>
      </w:r>
      <w:r w:rsidR="00E22CA3" w:rsidRPr="009A664F">
        <w:t xml:space="preserve"> </w:t>
      </w:r>
      <w:r w:rsidRPr="009A664F">
        <w:t xml:space="preserve">make an assertion about the value in </w:t>
      </w:r>
      <w:r w:rsidRPr="009A664F">
        <w:rPr>
          <w:rStyle w:val="Literal"/>
        </w:rPr>
        <w:t>y</w:t>
      </w:r>
      <w:r w:rsidRPr="009A664F">
        <w:t xml:space="preserve">, we have to use </w:t>
      </w:r>
      <w:r w:rsidRPr="009A664F">
        <w:rPr>
          <w:rStyle w:val="Literal"/>
        </w:rPr>
        <w:t>*y</w:t>
      </w:r>
      <w:r w:rsidRPr="009A664F">
        <w:t xml:space="preserve"> to follow the</w:t>
      </w:r>
      <w:r w:rsidR="00E22CA3" w:rsidRPr="009A664F">
        <w:t xml:space="preserve"> </w:t>
      </w:r>
      <w:r w:rsidRPr="009A664F">
        <w:t xml:space="preserve">reference to the value it’s pointing to (hence </w:t>
      </w:r>
      <w:r w:rsidRPr="009A664F">
        <w:rPr>
          <w:rStyle w:val="Italic"/>
        </w:rPr>
        <w:t>dereference</w:t>
      </w:r>
      <w:r w:rsidRPr="009A664F">
        <w:t>) so the compiler</w:t>
      </w:r>
      <w:r w:rsidR="00E22CA3" w:rsidRPr="009A664F">
        <w:t xml:space="preserve"> </w:t>
      </w:r>
      <w:r w:rsidRPr="009A664F">
        <w:t xml:space="preserve">can compare the actual value </w:t>
      </w:r>
      <w:r w:rsidR="00535998" w:rsidRPr="00535998">
        <w:rPr>
          <w:rStyle w:val="CodeAnnotation"/>
        </w:rPr>
        <w:t>4</w:t>
      </w:r>
      <w:r w:rsidRPr="009A664F">
        <w:t xml:space="preserve">. Once we dereference </w:t>
      </w:r>
      <w:r w:rsidRPr="009A664F">
        <w:rPr>
          <w:rStyle w:val="Literal"/>
        </w:rPr>
        <w:t>y</w:t>
      </w:r>
      <w:r w:rsidRPr="009A664F">
        <w:t>, we have access to</w:t>
      </w:r>
      <w:r w:rsidR="00E22CA3" w:rsidRPr="009A664F">
        <w:t xml:space="preserve"> </w:t>
      </w:r>
      <w:r w:rsidRPr="009A664F">
        <w:t xml:space="preserve">the integer value </w:t>
      </w:r>
      <w:r w:rsidRPr="009A664F">
        <w:rPr>
          <w:rStyle w:val="Literal"/>
        </w:rPr>
        <w:t>y</w:t>
      </w:r>
      <w:r w:rsidRPr="009A664F">
        <w:t xml:space="preserve"> is pointing to that we can compare with </w:t>
      </w:r>
      <w:r w:rsidRPr="009A664F">
        <w:rPr>
          <w:rStyle w:val="Literal"/>
        </w:rPr>
        <w:t>5</w:t>
      </w:r>
      <w:r w:rsidRPr="009B49FF">
        <w:rPr>
          <w:lang w:eastAsia="en-GB"/>
        </w:rPr>
        <w:t>.</w:t>
      </w:r>
    </w:p>
    <w:p w14:paraId="146818D1" w14:textId="6F9BB8A7" w:rsidR="009B49FF" w:rsidRPr="009B49FF" w:rsidRDefault="009B49FF" w:rsidP="009A664F">
      <w:pPr>
        <w:pStyle w:val="Body"/>
        <w:rPr>
          <w:lang w:eastAsia="en-GB"/>
        </w:rPr>
      </w:pPr>
      <w:r w:rsidRPr="009B49FF">
        <w:rPr>
          <w:lang w:eastAsia="en-GB"/>
        </w:rPr>
        <w:t xml:space="preserve">If we tried to write </w:t>
      </w:r>
      <w:r w:rsidRPr="009A664F">
        <w:rPr>
          <w:rStyle w:val="Literal"/>
        </w:rPr>
        <w:t>assert_eq!(5, y);</w:t>
      </w:r>
      <w:r w:rsidRPr="009B49FF">
        <w:rPr>
          <w:lang w:eastAsia="en-GB"/>
        </w:rPr>
        <w:t xml:space="preserve"> instead, we would get this compilation</w:t>
      </w:r>
      <w:r w:rsidR="00E22CA3">
        <w:rPr>
          <w:lang w:eastAsia="en-GB"/>
        </w:rPr>
        <w:t xml:space="preserve"> </w:t>
      </w:r>
      <w:r w:rsidRPr="009B49FF">
        <w:rPr>
          <w:lang w:eastAsia="en-GB"/>
        </w:rPr>
        <w:t>error:</w:t>
      </w:r>
    </w:p>
    <w:p w14:paraId="788CD719" w14:textId="77777777" w:rsidR="009B49FF" w:rsidRPr="009A664F" w:rsidRDefault="009B49FF" w:rsidP="00143C11">
      <w:pPr>
        <w:pStyle w:val="Code"/>
      </w:pPr>
      <w:r w:rsidRPr="009A664F">
        <w:t>error[E0277]: can't compare `{integer}` with `&amp;{integer}`</w:t>
      </w:r>
    </w:p>
    <w:p w14:paraId="4E24DDBB" w14:textId="77777777" w:rsidR="009B49FF" w:rsidRPr="009A664F" w:rsidRDefault="009B49FF" w:rsidP="00143C11">
      <w:pPr>
        <w:pStyle w:val="Code"/>
      </w:pPr>
      <w:r w:rsidRPr="009A664F">
        <w:t xml:space="preserve"> --&gt; src/main.rs:6:5</w:t>
      </w:r>
    </w:p>
    <w:p w14:paraId="775B2E50" w14:textId="77777777" w:rsidR="009B49FF" w:rsidRPr="009A664F" w:rsidRDefault="009B49FF" w:rsidP="00143C11">
      <w:pPr>
        <w:pStyle w:val="Code"/>
      </w:pPr>
      <w:r w:rsidRPr="009A664F">
        <w:t xml:space="preserve">  |</w:t>
      </w:r>
    </w:p>
    <w:p w14:paraId="000CBC09" w14:textId="77777777" w:rsidR="009B49FF" w:rsidRPr="009A664F" w:rsidRDefault="009B49FF" w:rsidP="00143C11">
      <w:pPr>
        <w:pStyle w:val="Code"/>
      </w:pPr>
      <w:r w:rsidRPr="009A664F">
        <w:t>6 |     assert_eq!(5, y);</w:t>
      </w:r>
    </w:p>
    <w:p w14:paraId="1B5DC63E" w14:textId="77777777" w:rsidR="00EA09F1" w:rsidRDefault="009B49FF" w:rsidP="00143C11">
      <w:pPr>
        <w:pStyle w:val="Code"/>
        <w:rPr>
          <w:ins w:id="168" w:author="Carol Nichols" w:date="2022-08-24T22:15:00Z"/>
        </w:rPr>
      </w:pPr>
      <w:r w:rsidRPr="009A664F">
        <w:t xml:space="preserve">  |     ^^^^^^^^^^^^^^^^ no implementation for `{integer} ==</w:t>
      </w:r>
      <w:del w:id="169" w:author="Carol Nichols" w:date="2022-08-24T22:15:00Z">
        <w:r w:rsidRPr="009A664F" w:rsidDel="00EA09F1">
          <w:delText xml:space="preserve"> </w:delText>
        </w:r>
      </w:del>
    </w:p>
    <w:p w14:paraId="03965A3F" w14:textId="512BE0D9" w:rsidR="009B49FF" w:rsidRPr="009A664F" w:rsidRDefault="009B49FF" w:rsidP="00143C11">
      <w:pPr>
        <w:pStyle w:val="Code"/>
      </w:pPr>
      <w:r w:rsidRPr="009A664F">
        <w:t>&amp;{integer}`</w:t>
      </w:r>
    </w:p>
    <w:p w14:paraId="3A10E679" w14:textId="77777777" w:rsidR="009B49FF" w:rsidRPr="009A664F" w:rsidRDefault="009B49FF" w:rsidP="00143C11">
      <w:pPr>
        <w:pStyle w:val="Code"/>
      </w:pPr>
      <w:r w:rsidRPr="009A664F">
        <w:t xml:space="preserve">  |</w:t>
      </w:r>
    </w:p>
    <w:p w14:paraId="3037B978" w14:textId="77777777" w:rsidR="00116F7A" w:rsidRDefault="009B49FF" w:rsidP="00143C11">
      <w:pPr>
        <w:pStyle w:val="Code"/>
        <w:rPr>
          <w:ins w:id="170" w:author="Carol Nichols" w:date="2022-08-24T22:15:00Z"/>
        </w:rPr>
      </w:pPr>
      <w:r w:rsidRPr="009A664F">
        <w:t xml:space="preserve">  = help: the trait `PartialEq&lt;&amp;{integer}&gt;` is not implemented</w:t>
      </w:r>
      <w:del w:id="171" w:author="Carol Nichols" w:date="2022-08-24T22:15:00Z">
        <w:r w:rsidRPr="009A664F" w:rsidDel="00116F7A">
          <w:delText xml:space="preserve"> </w:delText>
        </w:r>
      </w:del>
    </w:p>
    <w:p w14:paraId="3566914F" w14:textId="5E9FB6E1" w:rsidR="009B49FF" w:rsidRPr="009A664F" w:rsidRDefault="009B49FF" w:rsidP="00143C11">
      <w:pPr>
        <w:pStyle w:val="Code"/>
      </w:pPr>
      <w:r w:rsidRPr="009A664F">
        <w:t>for `{integer}`</w:t>
      </w:r>
    </w:p>
    <w:p w14:paraId="3AE153CC" w14:textId="7433EDB7" w:rsidR="009B49FF" w:rsidRPr="009B49FF" w:rsidRDefault="009B49FF" w:rsidP="009A664F">
      <w:pPr>
        <w:pStyle w:val="Body"/>
        <w:rPr>
          <w:lang w:eastAsia="en-GB"/>
        </w:rPr>
      </w:pPr>
      <w:r w:rsidRPr="009B49FF">
        <w:rPr>
          <w:lang w:eastAsia="en-GB"/>
        </w:rPr>
        <w:t>Comparing a number and a reference to a number isn’t allowed because they’re</w:t>
      </w:r>
      <w:r w:rsidR="00E22CA3">
        <w:rPr>
          <w:lang w:eastAsia="en-GB"/>
        </w:rPr>
        <w:t xml:space="preserve"> </w:t>
      </w:r>
      <w:r w:rsidRPr="009B49FF">
        <w:rPr>
          <w:lang w:eastAsia="en-GB"/>
        </w:rPr>
        <w:t>different types. We must use the dereference operator to follow the reference</w:t>
      </w:r>
      <w:r w:rsidR="00E22CA3">
        <w:rPr>
          <w:lang w:eastAsia="en-GB"/>
        </w:rPr>
        <w:t xml:space="preserve"> </w:t>
      </w:r>
      <w:r w:rsidRPr="009B49FF">
        <w:rPr>
          <w:lang w:eastAsia="en-GB"/>
        </w:rPr>
        <w:t>to the value it’s pointing to.</w:t>
      </w:r>
    </w:p>
    <w:p w14:paraId="7158999D" w14:textId="77777777" w:rsidR="009B49FF" w:rsidRPr="009B49FF" w:rsidRDefault="009B49FF" w:rsidP="00E22CA3">
      <w:pPr>
        <w:pStyle w:val="HeadB"/>
        <w:rPr>
          <w:lang w:eastAsia="en-GB"/>
        </w:rPr>
      </w:pPr>
      <w:bookmarkStart w:id="172" w:name="using-`box`-like-a-reference"/>
      <w:bookmarkStart w:id="173" w:name="_Toc106892308"/>
      <w:bookmarkEnd w:id="172"/>
      <w:r w:rsidRPr="00E22CA3">
        <w:t xml:space="preserve">Using </w:t>
      </w:r>
      <w:r w:rsidRPr="009A664F">
        <w:t>Box&lt;T&gt;</w:t>
      </w:r>
      <w:r w:rsidRPr="009B49FF">
        <w:rPr>
          <w:lang w:eastAsia="en-GB"/>
        </w:rPr>
        <w:t xml:space="preserve"> Like a Reference</w:t>
      </w:r>
      <w:bookmarkEnd w:id="173"/>
    </w:p>
    <w:p w14:paraId="6F0A1A70" w14:textId="3EC721B3" w:rsidR="009B49FF" w:rsidRPr="009B49FF" w:rsidRDefault="009B49FF" w:rsidP="009A664F">
      <w:pPr>
        <w:pStyle w:val="Body"/>
        <w:rPr>
          <w:lang w:eastAsia="en-GB"/>
        </w:rPr>
      </w:pPr>
      <w:r w:rsidRPr="009A664F">
        <w:t xml:space="preserve">We can rewrite the code in Listing 15-6 to use a </w:t>
      </w:r>
      <w:r w:rsidRPr="009A664F">
        <w:rPr>
          <w:rStyle w:val="Literal"/>
        </w:rPr>
        <w:t>Box&lt;T&gt;</w:t>
      </w:r>
      <w:r w:rsidRPr="009A664F">
        <w:t xml:space="preserve"> instead of a</w:t>
      </w:r>
      <w:r w:rsidR="00E22CA3" w:rsidRPr="009A664F">
        <w:t xml:space="preserve"> </w:t>
      </w:r>
      <w:r w:rsidRPr="009A664F">
        <w:t xml:space="preserve">reference; the dereference operator used on the </w:t>
      </w:r>
      <w:r w:rsidRPr="009A664F">
        <w:rPr>
          <w:rStyle w:val="Literal"/>
        </w:rPr>
        <w:t>Box&lt;T&gt;</w:t>
      </w:r>
      <w:r w:rsidRPr="009B49FF">
        <w:rPr>
          <w:lang w:eastAsia="en-GB"/>
        </w:rPr>
        <w:t xml:space="preserve"> in Listing 15-7</w:t>
      </w:r>
      <w:r w:rsidR="00E22CA3">
        <w:rPr>
          <w:lang w:eastAsia="en-GB"/>
        </w:rPr>
        <w:t xml:space="preserve"> </w:t>
      </w:r>
      <w:r w:rsidRPr="009B49FF">
        <w:rPr>
          <w:lang w:eastAsia="en-GB"/>
        </w:rPr>
        <w:t>functions in the same way as the dereference operator used on the reference in</w:t>
      </w:r>
      <w:r w:rsidR="00E22CA3">
        <w:rPr>
          <w:lang w:eastAsia="en-GB"/>
        </w:rPr>
        <w:t xml:space="preserve"> </w:t>
      </w:r>
      <w:r w:rsidRPr="009B49FF">
        <w:rPr>
          <w:lang w:eastAsia="en-GB"/>
        </w:rPr>
        <w:t>Listing 15-6</w:t>
      </w:r>
      <w:ins w:id="174" w:author="Audrey Doyle" w:date="2022-08-04T14:29:00Z">
        <w:r w:rsidR="005812F5">
          <w:rPr>
            <w:lang w:eastAsia="en-GB"/>
          </w:rPr>
          <w:t>.</w:t>
        </w:r>
      </w:ins>
      <w:del w:id="175" w:author="Audrey Doyle" w:date="2022-08-04T14:29:00Z">
        <w:r w:rsidRPr="009B49FF" w:rsidDel="005812F5">
          <w:rPr>
            <w:lang w:eastAsia="en-GB"/>
          </w:rPr>
          <w:delText>:</w:delText>
        </w:r>
      </w:del>
    </w:p>
    <w:p w14:paraId="71A52502" w14:textId="77B15E11" w:rsidR="009B49FF" w:rsidRPr="009B49FF" w:rsidRDefault="009B49FF" w:rsidP="009A664F">
      <w:pPr>
        <w:pStyle w:val="CodeLabel"/>
        <w:rPr>
          <w:lang w:eastAsia="en-GB"/>
        </w:rPr>
      </w:pPr>
      <w:r w:rsidRPr="009B49FF">
        <w:rPr>
          <w:lang w:eastAsia="en-GB"/>
        </w:rPr>
        <w:t>src/main.rs</w:t>
      </w:r>
    </w:p>
    <w:p w14:paraId="6789B456" w14:textId="77777777" w:rsidR="009B49FF" w:rsidRPr="00F73A7F" w:rsidRDefault="009B49FF" w:rsidP="009A664F">
      <w:pPr>
        <w:pStyle w:val="Code"/>
        <w:rPr>
          <w:rStyle w:val="LiteralGray"/>
          <w:rPrChange w:id="176" w:author="Carol Nichols" w:date="2022-08-24T22:16:00Z">
            <w:rPr/>
          </w:rPrChange>
        </w:rPr>
      </w:pPr>
      <w:r w:rsidRPr="00F73A7F">
        <w:rPr>
          <w:rStyle w:val="LiteralGray"/>
          <w:rPrChange w:id="177" w:author="Carol Nichols" w:date="2022-08-24T22:16:00Z">
            <w:rPr/>
          </w:rPrChange>
        </w:rPr>
        <w:t>fn main() {</w:t>
      </w:r>
    </w:p>
    <w:p w14:paraId="28D835C3" w14:textId="77777777" w:rsidR="009B49FF" w:rsidRPr="00F73A7F" w:rsidRDefault="009B49FF" w:rsidP="009A664F">
      <w:pPr>
        <w:pStyle w:val="Code"/>
        <w:rPr>
          <w:rStyle w:val="LiteralGray"/>
          <w:rPrChange w:id="178" w:author="Carol Nichols" w:date="2022-08-24T22:16:00Z">
            <w:rPr/>
          </w:rPrChange>
        </w:rPr>
      </w:pPr>
      <w:r w:rsidRPr="00F73A7F">
        <w:rPr>
          <w:rStyle w:val="LiteralGray"/>
          <w:rPrChange w:id="179" w:author="Carol Nichols" w:date="2022-08-24T22:16:00Z">
            <w:rPr/>
          </w:rPrChange>
        </w:rPr>
        <w:t xml:space="preserve">    let x = 5;</w:t>
      </w:r>
    </w:p>
    <w:p w14:paraId="0993509C" w14:textId="065B89E9" w:rsidR="009B49FF" w:rsidRPr="009A664F" w:rsidRDefault="009B49FF" w:rsidP="009A664F">
      <w:pPr>
        <w:pStyle w:val="Code"/>
      </w:pPr>
      <w:r w:rsidRPr="009A664F">
        <w:t xml:space="preserve"> </w:t>
      </w:r>
      <w:r w:rsidR="00C70494" w:rsidRPr="00C70494">
        <w:t xml:space="preserve"> </w:t>
      </w:r>
      <w:r w:rsidR="00535998" w:rsidRPr="00535998">
        <w:rPr>
          <w:rStyle w:val="CodeAnnotation"/>
        </w:rPr>
        <w:t>1</w:t>
      </w:r>
      <w:r w:rsidRPr="009A664F">
        <w:t xml:space="preserve"> let y = Box::new(x);</w:t>
      </w:r>
    </w:p>
    <w:p w14:paraId="7388312F" w14:textId="77777777" w:rsidR="009B49FF" w:rsidRPr="009A664F" w:rsidRDefault="009B49FF" w:rsidP="009A664F">
      <w:pPr>
        <w:pStyle w:val="Code"/>
      </w:pPr>
    </w:p>
    <w:p w14:paraId="4AD3C0F9" w14:textId="77777777" w:rsidR="009B49FF" w:rsidRPr="00F73A7F" w:rsidRDefault="009B49FF" w:rsidP="009A664F">
      <w:pPr>
        <w:pStyle w:val="Code"/>
        <w:rPr>
          <w:rStyle w:val="LiteralGray"/>
          <w:rPrChange w:id="180" w:author="Carol Nichols" w:date="2022-08-24T22:16:00Z">
            <w:rPr/>
          </w:rPrChange>
        </w:rPr>
      </w:pPr>
      <w:r w:rsidRPr="00F73A7F">
        <w:rPr>
          <w:rStyle w:val="LiteralGray"/>
          <w:rPrChange w:id="181" w:author="Carol Nichols" w:date="2022-08-24T22:16:00Z">
            <w:rPr/>
          </w:rPrChange>
        </w:rPr>
        <w:t xml:space="preserve">    assert_eq!(5, x);</w:t>
      </w:r>
    </w:p>
    <w:p w14:paraId="389EF5B0" w14:textId="01E2F1EE" w:rsidR="009B49FF" w:rsidRPr="009A664F" w:rsidRDefault="009B49FF" w:rsidP="009A664F">
      <w:pPr>
        <w:pStyle w:val="Code"/>
      </w:pPr>
      <w:r w:rsidRPr="009A664F">
        <w:t xml:space="preserve">  </w:t>
      </w:r>
      <w:r w:rsidR="00535998" w:rsidRPr="00535998">
        <w:rPr>
          <w:rStyle w:val="CodeAnnotation"/>
        </w:rPr>
        <w:t>2</w:t>
      </w:r>
      <w:r w:rsidRPr="009A664F">
        <w:t xml:space="preserve"> </w:t>
      </w:r>
      <w:r w:rsidRPr="00DC6DAA">
        <w:rPr>
          <w:rStyle w:val="LiteralGray"/>
          <w:rPrChange w:id="182" w:author="Carol Nichols" w:date="2022-08-25T17:17:00Z">
            <w:rPr/>
          </w:rPrChange>
        </w:rPr>
        <w:t>assert_eq!(5, *y);</w:t>
      </w:r>
    </w:p>
    <w:p w14:paraId="454423A0" w14:textId="77777777" w:rsidR="009B49FF" w:rsidRPr="00F73A7F" w:rsidRDefault="009B49FF" w:rsidP="009A664F">
      <w:pPr>
        <w:pStyle w:val="Code"/>
        <w:rPr>
          <w:rStyle w:val="LiteralGray"/>
          <w:rPrChange w:id="183" w:author="Carol Nichols" w:date="2022-08-24T22:16:00Z">
            <w:rPr/>
          </w:rPrChange>
        </w:rPr>
      </w:pPr>
      <w:r w:rsidRPr="00F73A7F">
        <w:rPr>
          <w:rStyle w:val="LiteralGray"/>
          <w:rPrChange w:id="184" w:author="Carol Nichols" w:date="2022-08-24T22:16:00Z">
            <w:rPr/>
          </w:rPrChange>
        </w:rPr>
        <w:t>}</w:t>
      </w:r>
    </w:p>
    <w:p w14:paraId="62177DED" w14:textId="24C895C5" w:rsidR="009B49FF" w:rsidRPr="009B49FF" w:rsidRDefault="009B49FF" w:rsidP="00B46F4D">
      <w:pPr>
        <w:pStyle w:val="CodeListingCaption"/>
        <w:rPr>
          <w:lang w:eastAsia="en-GB"/>
        </w:rPr>
      </w:pPr>
      <w:del w:id="185" w:author="Audrey Doyle" w:date="2022-08-04T15:45:00Z">
        <w:r w:rsidRPr="009A664F" w:rsidDel="00DF1A51">
          <w:delText xml:space="preserve"> </w:delText>
        </w:r>
      </w:del>
      <w:r w:rsidRPr="009A664F">
        <w:t xml:space="preserve">Using the dereference operator on a </w:t>
      </w:r>
      <w:r w:rsidRPr="009A664F">
        <w:rPr>
          <w:rStyle w:val="Literal"/>
        </w:rPr>
        <w:t>Box&lt;i32&gt;</w:t>
      </w:r>
    </w:p>
    <w:p w14:paraId="3A46CDE8" w14:textId="7A67E803" w:rsidR="009B49FF" w:rsidRPr="009B49FF" w:rsidRDefault="009B49FF" w:rsidP="009A664F">
      <w:pPr>
        <w:pStyle w:val="Body"/>
        <w:rPr>
          <w:lang w:eastAsia="en-GB"/>
        </w:rPr>
      </w:pPr>
      <w:r w:rsidRPr="009B49FF">
        <w:rPr>
          <w:lang w:eastAsia="en-GB"/>
        </w:rPr>
        <w:t>The main difference between Listing 15-7 and Listing 15-6 is that here we set</w:t>
      </w:r>
      <w:r w:rsidR="00E22CA3">
        <w:rPr>
          <w:lang w:eastAsia="en-GB"/>
        </w:rPr>
        <w:t xml:space="preserve"> </w:t>
      </w:r>
      <w:r w:rsidRPr="009A664F">
        <w:rPr>
          <w:rStyle w:val="Literal"/>
        </w:rPr>
        <w:t>y</w:t>
      </w:r>
      <w:r w:rsidRPr="009A664F">
        <w:t xml:space="preserve"> to be an instance of a box pointing to a copied value of </w:t>
      </w:r>
      <w:r w:rsidRPr="009A664F">
        <w:rPr>
          <w:rStyle w:val="Literal"/>
        </w:rPr>
        <w:t>x</w:t>
      </w:r>
      <w:r w:rsidRPr="009A664F">
        <w:t xml:space="preserve"> rather than a</w:t>
      </w:r>
      <w:r w:rsidR="00E22CA3" w:rsidRPr="009A664F">
        <w:t xml:space="preserve"> </w:t>
      </w:r>
      <w:r w:rsidRPr="009A664F">
        <w:t xml:space="preserve">reference pointing to the value of </w:t>
      </w:r>
      <w:r w:rsidRPr="009A664F">
        <w:rPr>
          <w:rStyle w:val="Literal"/>
        </w:rPr>
        <w:t>x</w:t>
      </w:r>
      <w:r w:rsidR="00C70494" w:rsidRPr="00C70494">
        <w:t xml:space="preserve"> </w:t>
      </w:r>
      <w:r w:rsidR="00535998" w:rsidRPr="00535998">
        <w:rPr>
          <w:rStyle w:val="CodeAnnotation"/>
        </w:rPr>
        <w:t>1</w:t>
      </w:r>
      <w:r w:rsidRPr="009A664F">
        <w:t xml:space="preserve">. In the last assertion </w:t>
      </w:r>
      <w:r w:rsidR="00535998" w:rsidRPr="00535998">
        <w:rPr>
          <w:rStyle w:val="CodeAnnotation"/>
        </w:rPr>
        <w:t>2</w:t>
      </w:r>
      <w:r w:rsidRPr="009A664F">
        <w:t>, we can</w:t>
      </w:r>
      <w:r w:rsidR="00E22CA3" w:rsidRPr="009A664F">
        <w:t xml:space="preserve"> </w:t>
      </w:r>
      <w:r w:rsidRPr="009A664F">
        <w:t>use the dereference operator to follow the box’s pointer in the same way that</w:t>
      </w:r>
      <w:r w:rsidR="00E22CA3" w:rsidRPr="009A664F">
        <w:t xml:space="preserve"> </w:t>
      </w:r>
      <w:r w:rsidRPr="009A664F">
        <w:t xml:space="preserve">we did when </w:t>
      </w:r>
      <w:r w:rsidRPr="009A664F">
        <w:rPr>
          <w:rStyle w:val="Literal"/>
        </w:rPr>
        <w:t>y</w:t>
      </w:r>
      <w:r w:rsidRPr="009A664F">
        <w:t xml:space="preserve"> was a reference. Next, we’ll explore what is special about</w:t>
      </w:r>
      <w:r w:rsidR="00E22CA3" w:rsidRPr="009A664F">
        <w:t xml:space="preserve"> </w:t>
      </w:r>
      <w:r w:rsidRPr="009A664F">
        <w:rPr>
          <w:rStyle w:val="Literal"/>
        </w:rPr>
        <w:t>Box&lt;T&gt;</w:t>
      </w:r>
      <w:r w:rsidRPr="009B49FF">
        <w:rPr>
          <w:lang w:eastAsia="en-GB"/>
        </w:rPr>
        <w:t xml:space="preserve"> that enables us to use the dereference operator by defining our own</w:t>
      </w:r>
      <w:r w:rsidR="00E22CA3">
        <w:rPr>
          <w:lang w:eastAsia="en-GB"/>
        </w:rPr>
        <w:t xml:space="preserve"> </w:t>
      </w:r>
      <w:r w:rsidRPr="009B49FF">
        <w:rPr>
          <w:lang w:eastAsia="en-GB"/>
        </w:rPr>
        <w:t>box type.</w:t>
      </w:r>
    </w:p>
    <w:p w14:paraId="49560AD5" w14:textId="77777777" w:rsidR="009B49FF" w:rsidRPr="009B49FF" w:rsidRDefault="009B49FF" w:rsidP="009A664F">
      <w:pPr>
        <w:pStyle w:val="HeadB"/>
        <w:rPr>
          <w:lang w:eastAsia="en-GB"/>
        </w:rPr>
      </w:pPr>
      <w:bookmarkStart w:id="186" w:name="defining-our-own-smart-pointer"/>
      <w:bookmarkStart w:id="187" w:name="_Toc106892309"/>
      <w:bookmarkEnd w:id="186"/>
      <w:r w:rsidRPr="009B49FF">
        <w:rPr>
          <w:lang w:eastAsia="en-GB"/>
        </w:rPr>
        <w:t>Defining Our Own Smart Pointer</w:t>
      </w:r>
      <w:bookmarkEnd w:id="187"/>
    </w:p>
    <w:p w14:paraId="04EA6726" w14:textId="2EE9AFCB" w:rsidR="009B49FF" w:rsidRPr="009B49FF" w:rsidRDefault="009B49FF" w:rsidP="009A664F">
      <w:pPr>
        <w:pStyle w:val="Body"/>
        <w:rPr>
          <w:lang w:eastAsia="en-GB"/>
        </w:rPr>
      </w:pPr>
      <w:r w:rsidRPr="009A664F">
        <w:t xml:space="preserve">Let’s build a smart pointer similar to the </w:t>
      </w:r>
      <w:r w:rsidRPr="009A664F">
        <w:rPr>
          <w:rStyle w:val="Literal"/>
        </w:rPr>
        <w:t>Box&lt;T&gt;</w:t>
      </w:r>
      <w:r w:rsidRPr="009B49FF">
        <w:rPr>
          <w:lang w:eastAsia="en-GB"/>
        </w:rPr>
        <w:t xml:space="preserve"> type provided by the</w:t>
      </w:r>
      <w:r w:rsidR="00E22CA3">
        <w:rPr>
          <w:lang w:eastAsia="en-GB"/>
        </w:rPr>
        <w:t xml:space="preserve"> </w:t>
      </w:r>
      <w:r w:rsidRPr="009B49FF">
        <w:rPr>
          <w:lang w:eastAsia="en-GB"/>
        </w:rPr>
        <w:t>standard library to experience how smart pointers behave differently from</w:t>
      </w:r>
      <w:r w:rsidR="00E22CA3">
        <w:rPr>
          <w:lang w:eastAsia="en-GB"/>
        </w:rPr>
        <w:t xml:space="preserve"> </w:t>
      </w:r>
      <w:r w:rsidRPr="009B49FF">
        <w:rPr>
          <w:lang w:eastAsia="en-GB"/>
        </w:rPr>
        <w:t xml:space="preserve">references by </w:t>
      </w:r>
      <w:r w:rsidRPr="009B49FF">
        <w:rPr>
          <w:lang w:eastAsia="en-GB"/>
        </w:rPr>
        <w:lastRenderedPageBreak/>
        <w:t>default. Then we’ll look at how to add the ability to use the</w:t>
      </w:r>
      <w:r w:rsidR="00E22CA3">
        <w:rPr>
          <w:lang w:eastAsia="en-GB"/>
        </w:rPr>
        <w:t xml:space="preserve"> </w:t>
      </w:r>
      <w:r w:rsidRPr="009B49FF">
        <w:rPr>
          <w:lang w:eastAsia="en-GB"/>
        </w:rPr>
        <w:t>dereference operator.</w:t>
      </w:r>
    </w:p>
    <w:p w14:paraId="2F83C125" w14:textId="1B0D8C94" w:rsidR="009B49FF" w:rsidRPr="009B49FF" w:rsidRDefault="009B49FF" w:rsidP="009A664F">
      <w:pPr>
        <w:pStyle w:val="Body"/>
        <w:rPr>
          <w:lang w:eastAsia="en-GB"/>
        </w:rPr>
      </w:pPr>
      <w:r w:rsidRPr="009B49FF">
        <w:rPr>
          <w:lang w:eastAsia="en-GB"/>
        </w:rPr>
        <w:t xml:space="preserve">The </w:t>
      </w:r>
      <w:r w:rsidRPr="009A664F">
        <w:rPr>
          <w:rStyle w:val="Literal"/>
        </w:rPr>
        <w:t>Box&lt;T&gt;</w:t>
      </w:r>
      <w:r w:rsidRPr="009A664F">
        <w:t xml:space="preserve"> type is ultimately defined as a tuple struct with one element, so</w:t>
      </w:r>
      <w:r w:rsidR="00E22CA3" w:rsidRPr="009A664F">
        <w:t xml:space="preserve"> </w:t>
      </w:r>
      <w:r w:rsidRPr="009A664F">
        <w:t xml:space="preserve">Listing 15-8 defines a </w:t>
      </w:r>
      <w:r w:rsidRPr="009A664F">
        <w:rPr>
          <w:rStyle w:val="Literal"/>
        </w:rPr>
        <w:t>MyBox&lt;T&gt;</w:t>
      </w:r>
      <w:r w:rsidRPr="009A664F">
        <w:t xml:space="preserve"> type in the same way. We’ll also define a</w:t>
      </w:r>
      <w:r w:rsidR="00E22CA3" w:rsidRPr="009A664F">
        <w:t xml:space="preserve"> </w:t>
      </w:r>
      <w:r w:rsidRPr="009A664F">
        <w:rPr>
          <w:rStyle w:val="Literal"/>
        </w:rPr>
        <w:t>new</w:t>
      </w:r>
      <w:r w:rsidRPr="009A664F">
        <w:t xml:space="preserve"> function to match the </w:t>
      </w:r>
      <w:r w:rsidRPr="009A664F">
        <w:rPr>
          <w:rStyle w:val="Literal"/>
        </w:rPr>
        <w:t>new</w:t>
      </w:r>
      <w:r w:rsidRPr="009A664F">
        <w:t xml:space="preserve"> function defined on </w:t>
      </w:r>
      <w:r w:rsidRPr="009A664F">
        <w:rPr>
          <w:rStyle w:val="Literal"/>
        </w:rPr>
        <w:t>Box&lt;T&gt;</w:t>
      </w:r>
      <w:r w:rsidRPr="009B49FF">
        <w:rPr>
          <w:lang w:eastAsia="en-GB"/>
        </w:rPr>
        <w:t>.</w:t>
      </w:r>
    </w:p>
    <w:p w14:paraId="6C9585F3" w14:textId="275AAF9C" w:rsidR="009B49FF" w:rsidRPr="009B49FF" w:rsidRDefault="009B49FF" w:rsidP="009A664F">
      <w:pPr>
        <w:pStyle w:val="CodeLabel"/>
        <w:rPr>
          <w:lang w:eastAsia="en-GB"/>
        </w:rPr>
      </w:pPr>
      <w:r w:rsidRPr="009B49FF">
        <w:rPr>
          <w:lang w:eastAsia="en-GB"/>
        </w:rPr>
        <w:t>src/main.rs</w:t>
      </w:r>
    </w:p>
    <w:p w14:paraId="3F40AF7E" w14:textId="5E753A46" w:rsidR="009B49FF" w:rsidRPr="009A664F" w:rsidRDefault="00C70494" w:rsidP="001664E4">
      <w:pPr>
        <w:pStyle w:val="CodeAnnotated"/>
      </w:pPr>
      <w:r w:rsidRPr="00C70494">
        <w:t xml:space="preserve"> </w:t>
      </w:r>
      <w:r w:rsidR="00535998" w:rsidRPr="00535998">
        <w:rPr>
          <w:rStyle w:val="CodeAnnotation"/>
        </w:rPr>
        <w:t>1</w:t>
      </w:r>
      <w:r w:rsidR="009B49FF" w:rsidRPr="009A664F">
        <w:t xml:space="preserve"> struct MyBox&lt;T&gt;(T);</w:t>
      </w:r>
    </w:p>
    <w:p w14:paraId="2F994420" w14:textId="77777777" w:rsidR="009B49FF" w:rsidRPr="009A664F" w:rsidRDefault="009B49FF" w:rsidP="009A664F">
      <w:pPr>
        <w:pStyle w:val="Code"/>
      </w:pPr>
    </w:p>
    <w:p w14:paraId="25D740D1" w14:textId="77777777" w:rsidR="009B49FF" w:rsidRPr="009A664F" w:rsidRDefault="009B49FF" w:rsidP="009A664F">
      <w:pPr>
        <w:pStyle w:val="Code"/>
      </w:pPr>
      <w:r w:rsidRPr="009A664F">
        <w:t>impl&lt;T&gt; MyBox&lt;T&gt; {</w:t>
      </w:r>
    </w:p>
    <w:p w14:paraId="4DDE4673" w14:textId="7A897332" w:rsidR="009B49FF" w:rsidRPr="009A664F" w:rsidRDefault="009B49FF" w:rsidP="009A664F">
      <w:pPr>
        <w:pStyle w:val="Code"/>
      </w:pPr>
      <w:r w:rsidRPr="009A664F">
        <w:t xml:space="preserve">  </w:t>
      </w:r>
      <w:r w:rsidR="00535998" w:rsidRPr="00535998">
        <w:rPr>
          <w:rStyle w:val="CodeAnnotation"/>
        </w:rPr>
        <w:t>2</w:t>
      </w:r>
      <w:r w:rsidRPr="009A664F">
        <w:t xml:space="preserve"> fn new(x: T) -&gt; MyBox&lt;T&gt; {</w:t>
      </w:r>
    </w:p>
    <w:p w14:paraId="63419047" w14:textId="79C250EE" w:rsidR="009B49FF" w:rsidRPr="009A664F" w:rsidRDefault="009B49FF" w:rsidP="009A664F">
      <w:pPr>
        <w:pStyle w:val="Code"/>
      </w:pPr>
      <w:r w:rsidRPr="009A664F">
        <w:t xml:space="preserve">      </w:t>
      </w:r>
      <w:r w:rsidR="00535998" w:rsidRPr="00535998">
        <w:rPr>
          <w:rStyle w:val="CodeAnnotation"/>
        </w:rPr>
        <w:t>3</w:t>
      </w:r>
      <w:r w:rsidRPr="009A664F">
        <w:t xml:space="preserve"> MyBox(x)</w:t>
      </w:r>
    </w:p>
    <w:p w14:paraId="6548E036" w14:textId="77777777" w:rsidR="009B49FF" w:rsidRPr="009A664F" w:rsidRDefault="009B49FF" w:rsidP="009A664F">
      <w:pPr>
        <w:pStyle w:val="Code"/>
      </w:pPr>
      <w:r w:rsidRPr="009A664F">
        <w:t xml:space="preserve">    }</w:t>
      </w:r>
    </w:p>
    <w:p w14:paraId="37CE7174" w14:textId="77777777" w:rsidR="009B49FF" w:rsidRPr="009A664F" w:rsidRDefault="009B49FF" w:rsidP="009A664F">
      <w:pPr>
        <w:pStyle w:val="Code"/>
      </w:pPr>
      <w:r w:rsidRPr="009A664F">
        <w:t>}</w:t>
      </w:r>
    </w:p>
    <w:p w14:paraId="05E32FF5" w14:textId="4E1871EE" w:rsidR="009B49FF" w:rsidRPr="009B49FF" w:rsidRDefault="009B49FF" w:rsidP="005E29A1">
      <w:pPr>
        <w:pStyle w:val="CodeListingCaption"/>
        <w:rPr>
          <w:lang w:eastAsia="en-GB"/>
        </w:rPr>
      </w:pPr>
      <w:r w:rsidRPr="009A664F">
        <w:t xml:space="preserve">Defining a </w:t>
      </w:r>
      <w:r w:rsidRPr="009A664F">
        <w:rPr>
          <w:rStyle w:val="Literal"/>
        </w:rPr>
        <w:t>MyBox&lt;T&gt;</w:t>
      </w:r>
      <w:r w:rsidRPr="009B49FF">
        <w:rPr>
          <w:lang w:eastAsia="en-GB"/>
        </w:rPr>
        <w:t xml:space="preserve"> type</w:t>
      </w:r>
    </w:p>
    <w:p w14:paraId="77B3820C" w14:textId="52F73F54" w:rsidR="009B49FF" w:rsidRPr="009B49FF" w:rsidRDefault="009B49FF" w:rsidP="009A664F">
      <w:pPr>
        <w:pStyle w:val="Body"/>
        <w:rPr>
          <w:lang w:eastAsia="en-GB"/>
        </w:rPr>
      </w:pPr>
      <w:r w:rsidRPr="009B49FF">
        <w:rPr>
          <w:lang w:eastAsia="en-GB"/>
        </w:rPr>
        <w:t xml:space="preserve">We define a struct named </w:t>
      </w:r>
      <w:r w:rsidRPr="009A664F">
        <w:rPr>
          <w:rStyle w:val="Literal"/>
        </w:rPr>
        <w:t>MyBox</w:t>
      </w:r>
      <w:r w:rsidRPr="009A664F">
        <w:t xml:space="preserve"> and declare a generic parameter </w:t>
      </w:r>
      <w:r w:rsidRPr="009A664F">
        <w:rPr>
          <w:rStyle w:val="Literal"/>
        </w:rPr>
        <w:t>T</w:t>
      </w:r>
      <w:r w:rsidR="00C70494" w:rsidRPr="00C70494">
        <w:t xml:space="preserve"> </w:t>
      </w:r>
      <w:r w:rsidR="00535998" w:rsidRPr="00535998">
        <w:rPr>
          <w:rStyle w:val="CodeAnnotation"/>
        </w:rPr>
        <w:t>1</w:t>
      </w:r>
      <w:del w:id="188" w:author="Audrey Doyle" w:date="2022-08-04T14:30:00Z">
        <w:r w:rsidRPr="009A664F" w:rsidDel="00B77B57">
          <w:delText>,</w:delText>
        </w:r>
      </w:del>
      <w:r w:rsidR="00E22CA3" w:rsidRPr="009A664F">
        <w:t xml:space="preserve"> </w:t>
      </w:r>
      <w:r w:rsidRPr="009A664F">
        <w:t xml:space="preserve">because we want our type to hold values of any type. The </w:t>
      </w:r>
      <w:r w:rsidRPr="009A664F">
        <w:rPr>
          <w:rStyle w:val="Literal"/>
        </w:rPr>
        <w:t>MyBox</w:t>
      </w:r>
      <w:r w:rsidRPr="009A664F">
        <w:t xml:space="preserve"> type is a</w:t>
      </w:r>
      <w:r w:rsidR="00E22CA3" w:rsidRPr="009A664F">
        <w:t xml:space="preserve"> </w:t>
      </w:r>
      <w:r w:rsidRPr="009A664F">
        <w:t xml:space="preserve">tuple struct with one element of type </w:t>
      </w:r>
      <w:r w:rsidRPr="009A664F">
        <w:rPr>
          <w:rStyle w:val="Literal"/>
        </w:rPr>
        <w:t>T</w:t>
      </w:r>
      <w:r w:rsidRPr="009A664F">
        <w:t xml:space="preserve">. The </w:t>
      </w:r>
      <w:r w:rsidRPr="009A664F">
        <w:rPr>
          <w:rStyle w:val="Literal"/>
        </w:rPr>
        <w:t>MyBox::new</w:t>
      </w:r>
      <w:r w:rsidRPr="009A664F">
        <w:t xml:space="preserve"> function takes one</w:t>
      </w:r>
      <w:r w:rsidR="00E22CA3" w:rsidRPr="009A664F">
        <w:t xml:space="preserve"> </w:t>
      </w:r>
      <w:r w:rsidRPr="009A664F">
        <w:t xml:space="preserve">parameter of type </w:t>
      </w:r>
      <w:r w:rsidRPr="009A664F">
        <w:rPr>
          <w:rStyle w:val="Literal"/>
        </w:rPr>
        <w:t>T</w:t>
      </w:r>
      <w:r w:rsidRPr="009A664F">
        <w:t xml:space="preserve"> </w:t>
      </w:r>
      <w:r w:rsidR="00535998" w:rsidRPr="00535998">
        <w:rPr>
          <w:rStyle w:val="CodeAnnotation"/>
        </w:rPr>
        <w:t>2</w:t>
      </w:r>
      <w:r w:rsidRPr="009A664F">
        <w:t xml:space="preserve"> and returns a </w:t>
      </w:r>
      <w:r w:rsidRPr="009A664F">
        <w:rPr>
          <w:rStyle w:val="Literal"/>
        </w:rPr>
        <w:t>MyBox</w:t>
      </w:r>
      <w:r w:rsidRPr="009B49FF">
        <w:rPr>
          <w:lang w:eastAsia="en-GB"/>
        </w:rPr>
        <w:t xml:space="preserve"> instance that holds the value</w:t>
      </w:r>
      <w:r w:rsidR="00E22CA3">
        <w:rPr>
          <w:lang w:eastAsia="en-GB"/>
        </w:rPr>
        <w:t xml:space="preserve"> </w:t>
      </w:r>
      <w:r w:rsidRPr="009B49FF">
        <w:rPr>
          <w:lang w:eastAsia="en-GB"/>
        </w:rPr>
        <w:t xml:space="preserve">passed in </w:t>
      </w:r>
      <w:r w:rsidR="00535998" w:rsidRPr="00535998">
        <w:rPr>
          <w:rStyle w:val="CodeAnnotation"/>
        </w:rPr>
        <w:t>3</w:t>
      </w:r>
      <w:r w:rsidRPr="009B49FF">
        <w:rPr>
          <w:lang w:eastAsia="en-GB"/>
        </w:rPr>
        <w:t>.</w:t>
      </w:r>
    </w:p>
    <w:p w14:paraId="3C910178" w14:textId="7A0E570E" w:rsidR="009B49FF" w:rsidRPr="009B49FF" w:rsidRDefault="009B49FF" w:rsidP="009A664F">
      <w:pPr>
        <w:pStyle w:val="Body"/>
        <w:rPr>
          <w:lang w:eastAsia="en-GB"/>
        </w:rPr>
      </w:pPr>
      <w:r w:rsidRPr="009B49FF">
        <w:rPr>
          <w:lang w:eastAsia="en-GB"/>
        </w:rPr>
        <w:t xml:space="preserve">Let’s try adding the </w:t>
      </w:r>
      <w:r w:rsidRPr="009A664F">
        <w:rPr>
          <w:rStyle w:val="Literal"/>
        </w:rPr>
        <w:t>main</w:t>
      </w:r>
      <w:r w:rsidRPr="009A664F">
        <w:t xml:space="preserve"> function in Listing 15-7 to Listing 15-8 and</w:t>
      </w:r>
      <w:r w:rsidR="00E22CA3" w:rsidRPr="009A664F">
        <w:t xml:space="preserve"> </w:t>
      </w:r>
      <w:r w:rsidRPr="009A664F">
        <w:t xml:space="preserve">changing it to use the </w:t>
      </w:r>
      <w:r w:rsidRPr="009A664F">
        <w:rPr>
          <w:rStyle w:val="Literal"/>
        </w:rPr>
        <w:t>MyBox&lt;T&gt;</w:t>
      </w:r>
      <w:r w:rsidRPr="009A664F">
        <w:t xml:space="preserve"> type we’ve defined instead of </w:t>
      </w:r>
      <w:r w:rsidRPr="009A664F">
        <w:rPr>
          <w:rStyle w:val="Literal"/>
        </w:rPr>
        <w:t>Box&lt;T&gt;</w:t>
      </w:r>
      <w:r w:rsidRPr="009A664F">
        <w:t>. The</w:t>
      </w:r>
      <w:r w:rsidR="00E22CA3" w:rsidRPr="009A664F">
        <w:t xml:space="preserve"> </w:t>
      </w:r>
      <w:r w:rsidRPr="009A664F">
        <w:t>code in Listing 15-9 won’t compile because Rust doesn’t know how to dereference</w:t>
      </w:r>
      <w:r w:rsidR="00E22CA3" w:rsidRPr="009A664F">
        <w:t xml:space="preserve"> </w:t>
      </w:r>
      <w:r w:rsidRPr="009A664F">
        <w:rPr>
          <w:rStyle w:val="Literal"/>
        </w:rPr>
        <w:t>MyBox</w:t>
      </w:r>
      <w:r w:rsidRPr="009B49FF">
        <w:rPr>
          <w:lang w:eastAsia="en-GB"/>
        </w:rPr>
        <w:t>.</w:t>
      </w:r>
    </w:p>
    <w:p w14:paraId="21F21CDB" w14:textId="46384FBF" w:rsidR="009B49FF" w:rsidRPr="009B49FF" w:rsidRDefault="009B49FF" w:rsidP="009A664F">
      <w:pPr>
        <w:pStyle w:val="CodeLabel"/>
        <w:rPr>
          <w:lang w:eastAsia="en-GB"/>
        </w:rPr>
      </w:pPr>
      <w:r w:rsidRPr="009B49FF">
        <w:rPr>
          <w:lang w:eastAsia="en-GB"/>
        </w:rPr>
        <w:t>src/main.rs</w:t>
      </w:r>
    </w:p>
    <w:p w14:paraId="6049C33E" w14:textId="77777777" w:rsidR="009B49FF" w:rsidRPr="006F4E9F" w:rsidRDefault="009B49FF" w:rsidP="009A664F">
      <w:pPr>
        <w:pStyle w:val="Code"/>
        <w:rPr>
          <w:rStyle w:val="LiteralGray"/>
          <w:rPrChange w:id="189" w:author="Carol Nichols" w:date="2022-08-24T22:16:00Z">
            <w:rPr/>
          </w:rPrChange>
        </w:rPr>
      </w:pPr>
      <w:r w:rsidRPr="006F4E9F">
        <w:rPr>
          <w:rStyle w:val="LiteralGray"/>
          <w:rPrChange w:id="190" w:author="Carol Nichols" w:date="2022-08-24T22:16:00Z">
            <w:rPr/>
          </w:rPrChange>
        </w:rPr>
        <w:t>fn main() {</w:t>
      </w:r>
    </w:p>
    <w:p w14:paraId="08D3F885" w14:textId="77777777" w:rsidR="009B49FF" w:rsidRPr="006F4E9F" w:rsidRDefault="009B49FF" w:rsidP="009A664F">
      <w:pPr>
        <w:pStyle w:val="Code"/>
        <w:rPr>
          <w:rStyle w:val="LiteralGray"/>
          <w:rPrChange w:id="191" w:author="Carol Nichols" w:date="2022-08-24T22:16:00Z">
            <w:rPr/>
          </w:rPrChange>
        </w:rPr>
      </w:pPr>
      <w:r w:rsidRPr="006F4E9F">
        <w:rPr>
          <w:rStyle w:val="LiteralGray"/>
          <w:rPrChange w:id="192" w:author="Carol Nichols" w:date="2022-08-24T22:16:00Z">
            <w:rPr/>
          </w:rPrChange>
        </w:rPr>
        <w:t xml:space="preserve">    let x = 5;</w:t>
      </w:r>
    </w:p>
    <w:p w14:paraId="46F1B55F" w14:textId="77777777" w:rsidR="009B49FF" w:rsidRPr="009A664F" w:rsidRDefault="009B49FF" w:rsidP="009A664F">
      <w:pPr>
        <w:pStyle w:val="Code"/>
      </w:pPr>
      <w:r w:rsidRPr="009A664F">
        <w:t xml:space="preserve">    let y = MyBox::new(x);</w:t>
      </w:r>
    </w:p>
    <w:p w14:paraId="41C7DA0C" w14:textId="77777777" w:rsidR="009B49FF" w:rsidRPr="009A664F" w:rsidRDefault="009B49FF" w:rsidP="009A664F">
      <w:pPr>
        <w:pStyle w:val="Code"/>
      </w:pPr>
    </w:p>
    <w:p w14:paraId="2B04E4B7" w14:textId="77777777" w:rsidR="009B49FF" w:rsidRPr="006F4E9F" w:rsidRDefault="009B49FF" w:rsidP="009A664F">
      <w:pPr>
        <w:pStyle w:val="Code"/>
        <w:rPr>
          <w:rStyle w:val="LiteralGray"/>
          <w:rPrChange w:id="193" w:author="Carol Nichols" w:date="2022-08-24T22:16:00Z">
            <w:rPr/>
          </w:rPrChange>
        </w:rPr>
      </w:pPr>
      <w:r w:rsidRPr="006F4E9F">
        <w:rPr>
          <w:rStyle w:val="LiteralGray"/>
          <w:rPrChange w:id="194" w:author="Carol Nichols" w:date="2022-08-24T22:16:00Z">
            <w:rPr/>
          </w:rPrChange>
        </w:rPr>
        <w:t xml:space="preserve">    assert_eq!(5, x);</w:t>
      </w:r>
    </w:p>
    <w:p w14:paraId="75C6F899" w14:textId="77777777" w:rsidR="009B49FF" w:rsidRPr="006F4E9F" w:rsidRDefault="009B49FF" w:rsidP="009A664F">
      <w:pPr>
        <w:pStyle w:val="Code"/>
        <w:rPr>
          <w:rStyle w:val="LiteralGray"/>
          <w:rPrChange w:id="195" w:author="Carol Nichols" w:date="2022-08-24T22:16:00Z">
            <w:rPr/>
          </w:rPrChange>
        </w:rPr>
      </w:pPr>
      <w:r w:rsidRPr="006F4E9F">
        <w:rPr>
          <w:rStyle w:val="LiteralGray"/>
          <w:rPrChange w:id="196" w:author="Carol Nichols" w:date="2022-08-24T22:16:00Z">
            <w:rPr/>
          </w:rPrChange>
        </w:rPr>
        <w:t xml:space="preserve">    assert_eq!(5, *y);</w:t>
      </w:r>
    </w:p>
    <w:p w14:paraId="6D3C07A8" w14:textId="77777777" w:rsidR="009B49FF" w:rsidRPr="006F4E9F" w:rsidRDefault="009B49FF" w:rsidP="009A664F">
      <w:pPr>
        <w:pStyle w:val="Code"/>
        <w:rPr>
          <w:rStyle w:val="LiteralGray"/>
          <w:rPrChange w:id="197" w:author="Carol Nichols" w:date="2022-08-24T22:16:00Z">
            <w:rPr/>
          </w:rPrChange>
        </w:rPr>
      </w:pPr>
      <w:r w:rsidRPr="006F4E9F">
        <w:rPr>
          <w:rStyle w:val="LiteralGray"/>
          <w:rPrChange w:id="198" w:author="Carol Nichols" w:date="2022-08-24T22:16:00Z">
            <w:rPr/>
          </w:rPrChange>
        </w:rPr>
        <w:t>}</w:t>
      </w:r>
    </w:p>
    <w:p w14:paraId="32FE9E76" w14:textId="1955FD3F" w:rsidR="009B49FF" w:rsidRPr="009B49FF" w:rsidRDefault="009B49FF" w:rsidP="005E29A1">
      <w:pPr>
        <w:pStyle w:val="CodeListingCaption"/>
        <w:rPr>
          <w:lang w:eastAsia="en-GB"/>
        </w:rPr>
      </w:pPr>
      <w:r w:rsidRPr="009A664F">
        <w:t xml:space="preserve">Attempting to use </w:t>
      </w:r>
      <w:r w:rsidRPr="009A664F">
        <w:rPr>
          <w:rStyle w:val="Literal"/>
        </w:rPr>
        <w:t>MyBox&lt;T&gt;</w:t>
      </w:r>
      <w:r w:rsidRPr="009A664F">
        <w:t xml:space="preserve"> in the same way we used references</w:t>
      </w:r>
      <w:r w:rsidR="00E22CA3" w:rsidRPr="009A664F">
        <w:t xml:space="preserve"> </w:t>
      </w:r>
      <w:r w:rsidRPr="009A664F">
        <w:t xml:space="preserve">and </w:t>
      </w:r>
      <w:r w:rsidRPr="009A664F">
        <w:rPr>
          <w:rStyle w:val="Literal"/>
        </w:rPr>
        <w:t>Box&lt;T&gt;</w:t>
      </w:r>
    </w:p>
    <w:p w14:paraId="6D11D408" w14:textId="2C631C6B" w:rsidR="009B49FF" w:rsidRPr="009B49FF" w:rsidRDefault="009B49FF" w:rsidP="009A664F">
      <w:pPr>
        <w:pStyle w:val="Body"/>
        <w:rPr>
          <w:lang w:eastAsia="en-GB"/>
        </w:rPr>
      </w:pPr>
      <w:r w:rsidRPr="009B49FF">
        <w:rPr>
          <w:lang w:eastAsia="en-GB"/>
        </w:rPr>
        <w:t xml:space="preserve">Here’s the </w:t>
      </w:r>
      <w:del w:id="199" w:author="Audrey Doyle" w:date="2022-08-04T14:30:00Z">
        <w:r w:rsidRPr="009B49FF" w:rsidDel="00B77B57">
          <w:rPr>
            <w:lang w:eastAsia="en-GB"/>
          </w:rPr>
          <w:delText xml:space="preserve">resulting </w:delText>
        </w:r>
      </w:del>
      <w:ins w:id="200" w:author="Audrey Doyle" w:date="2022-08-04T14:30:00Z">
        <w:r w:rsidR="00B77B57" w:rsidRPr="009B49FF">
          <w:rPr>
            <w:lang w:eastAsia="en-GB"/>
          </w:rPr>
          <w:t>result</w:t>
        </w:r>
        <w:r w:rsidR="00B77B57">
          <w:rPr>
            <w:lang w:eastAsia="en-GB"/>
          </w:rPr>
          <w:t>ant</w:t>
        </w:r>
        <w:r w:rsidR="00B77B57" w:rsidRPr="009B49FF">
          <w:rPr>
            <w:lang w:eastAsia="en-GB"/>
          </w:rPr>
          <w:t xml:space="preserve"> </w:t>
        </w:r>
      </w:ins>
      <w:r w:rsidRPr="009B49FF">
        <w:rPr>
          <w:lang w:eastAsia="en-GB"/>
        </w:rPr>
        <w:t>compilation error:</w:t>
      </w:r>
    </w:p>
    <w:p w14:paraId="60001577" w14:textId="77777777" w:rsidR="009B49FF" w:rsidRPr="009A664F" w:rsidRDefault="009B49FF" w:rsidP="009A664F">
      <w:pPr>
        <w:pStyle w:val="Code"/>
      </w:pPr>
      <w:r w:rsidRPr="009A664F">
        <w:t>error[E0614]: type `MyBox&lt;{integer}&gt;` cannot be dereferenced</w:t>
      </w:r>
    </w:p>
    <w:p w14:paraId="7E44590F" w14:textId="77777777" w:rsidR="009B49FF" w:rsidRPr="009A664F" w:rsidRDefault="009B49FF" w:rsidP="009A664F">
      <w:pPr>
        <w:pStyle w:val="Code"/>
      </w:pPr>
      <w:r w:rsidRPr="009A664F">
        <w:t xml:space="preserve">  --&gt; src/main.rs:14:19</w:t>
      </w:r>
    </w:p>
    <w:p w14:paraId="1F1984B2" w14:textId="77777777" w:rsidR="009B49FF" w:rsidRPr="009A664F" w:rsidRDefault="009B49FF" w:rsidP="009A664F">
      <w:pPr>
        <w:pStyle w:val="Code"/>
      </w:pPr>
      <w:r w:rsidRPr="009A664F">
        <w:t xml:space="preserve">   |</w:t>
      </w:r>
    </w:p>
    <w:p w14:paraId="3104580A" w14:textId="77777777" w:rsidR="009B49FF" w:rsidRPr="009A664F" w:rsidRDefault="009B49FF" w:rsidP="009A664F">
      <w:pPr>
        <w:pStyle w:val="Code"/>
      </w:pPr>
      <w:r w:rsidRPr="009A664F">
        <w:t>14 |     assert_eq!(5, *y);</w:t>
      </w:r>
    </w:p>
    <w:p w14:paraId="0EB23407" w14:textId="77777777" w:rsidR="009B49FF" w:rsidRPr="009A664F" w:rsidRDefault="009B49FF" w:rsidP="009A664F">
      <w:pPr>
        <w:pStyle w:val="Code"/>
      </w:pPr>
      <w:r w:rsidRPr="009A664F">
        <w:t xml:space="preserve">   |                   ^^</w:t>
      </w:r>
    </w:p>
    <w:p w14:paraId="6582B374" w14:textId="6DF48DF2" w:rsidR="009B49FF" w:rsidRPr="009B49FF" w:rsidRDefault="009B49FF" w:rsidP="009A664F">
      <w:pPr>
        <w:pStyle w:val="Body"/>
        <w:rPr>
          <w:lang w:eastAsia="en-GB"/>
        </w:rPr>
      </w:pPr>
      <w:r w:rsidRPr="009A664F">
        <w:t xml:space="preserve">Our </w:t>
      </w:r>
      <w:r w:rsidRPr="009A664F">
        <w:rPr>
          <w:rStyle w:val="Literal"/>
        </w:rPr>
        <w:t>MyBox&lt;T&gt;</w:t>
      </w:r>
      <w:r w:rsidRPr="009A664F">
        <w:t xml:space="preserve"> type can’t be dereferenced because we haven’t implemented that</w:t>
      </w:r>
      <w:r w:rsidR="00E22CA3" w:rsidRPr="009A664F">
        <w:t xml:space="preserve"> </w:t>
      </w:r>
      <w:r w:rsidRPr="009A664F">
        <w:t xml:space="preserve">ability on our type. To enable dereferencing with the </w:t>
      </w:r>
      <w:r w:rsidRPr="009A664F">
        <w:rPr>
          <w:rStyle w:val="Literal"/>
        </w:rPr>
        <w:t>*</w:t>
      </w:r>
      <w:r w:rsidRPr="009A664F">
        <w:t xml:space="preserve"> operator, we</w:t>
      </w:r>
      <w:r w:rsidR="00E22CA3" w:rsidRPr="009A664F">
        <w:t xml:space="preserve"> </w:t>
      </w:r>
      <w:r w:rsidRPr="009A664F">
        <w:t xml:space="preserve">implement the </w:t>
      </w:r>
      <w:r w:rsidRPr="009A664F">
        <w:rPr>
          <w:rStyle w:val="Literal"/>
        </w:rPr>
        <w:t>Deref</w:t>
      </w:r>
      <w:r w:rsidRPr="009B49FF">
        <w:rPr>
          <w:lang w:eastAsia="en-GB"/>
        </w:rPr>
        <w:t xml:space="preserve"> trait.</w:t>
      </w:r>
    </w:p>
    <w:p w14:paraId="622B4AD8" w14:textId="2D217601" w:rsidR="009B49FF" w:rsidRPr="009B49FF" w:rsidRDefault="009B49FF" w:rsidP="00E22CA3">
      <w:pPr>
        <w:pStyle w:val="HeadB"/>
        <w:rPr>
          <w:lang w:eastAsia="en-GB"/>
        </w:rPr>
      </w:pPr>
      <w:bookmarkStart w:id="201" w:name="treating-a-type-like-a-reference-by-impl"/>
      <w:bookmarkStart w:id="202" w:name="_Toc106892310"/>
      <w:bookmarkEnd w:id="201"/>
      <w:del w:id="203" w:author="NSP" w:date="2022-06-21T12:27:00Z">
        <w:r w:rsidRPr="00E22CA3" w:rsidDel="005E29A1">
          <w:delText xml:space="preserve">Treating a Type Like a Reference by </w:delText>
        </w:r>
      </w:del>
      <w:r w:rsidRPr="00E22CA3">
        <w:t xml:space="preserve">Implementing the </w:t>
      </w:r>
      <w:r w:rsidRPr="009A664F">
        <w:t>Deref</w:t>
      </w:r>
      <w:r w:rsidRPr="009B49FF">
        <w:rPr>
          <w:lang w:eastAsia="en-GB"/>
        </w:rPr>
        <w:t xml:space="preserve"> Trait</w:t>
      </w:r>
      <w:bookmarkEnd w:id="202"/>
    </w:p>
    <w:p w14:paraId="31E33B47" w14:textId="20D0DE2A" w:rsidR="009B49FF" w:rsidRPr="009B49FF" w:rsidRDefault="009B49FF" w:rsidP="009A664F">
      <w:pPr>
        <w:pStyle w:val="Body"/>
        <w:rPr>
          <w:lang w:eastAsia="en-GB"/>
        </w:rPr>
      </w:pPr>
      <w:r w:rsidRPr="009A664F">
        <w:t xml:space="preserve">As discussed in </w:t>
      </w:r>
      <w:del w:id="204" w:author="Audrey Doyle" w:date="2022-08-04T14:31:00Z">
        <w:r w:rsidRPr="009A664F" w:rsidDel="00B77B57">
          <w:delText xml:space="preserve">the </w:delText>
        </w:r>
      </w:del>
      <w:r w:rsidRPr="00B77B57">
        <w:rPr>
          <w:rStyle w:val="Xref"/>
          <w:rPrChange w:id="205" w:author="Audrey Doyle" w:date="2022-08-04T14:31:00Z">
            <w:rPr/>
          </w:rPrChange>
        </w:rPr>
        <w:t>“Implementing a Trait on a Type”</w:t>
      </w:r>
      <w:r w:rsidRPr="009A664F">
        <w:t xml:space="preserve"> </w:t>
      </w:r>
      <w:del w:id="206" w:author="Audrey Doyle" w:date="2022-08-04T14:31:00Z">
        <w:r w:rsidRPr="009A664F" w:rsidDel="00B77B57">
          <w:delText>section of</w:delText>
        </w:r>
      </w:del>
      <w:ins w:id="207" w:author="Audrey Doyle" w:date="2022-08-04T14:31:00Z">
        <w:r w:rsidR="00B77B57">
          <w:t>on</w:t>
        </w:r>
      </w:ins>
      <w:r w:rsidRPr="009A664F">
        <w:t xml:space="preserve"> </w:t>
      </w:r>
      <w:del w:id="208" w:author="Audrey Doyle" w:date="2022-08-04T14:31:00Z">
        <w:r w:rsidRPr="00C70494" w:rsidDel="00B77B57">
          <w:rPr>
            <w:rStyle w:val="Xref"/>
          </w:rPr>
          <w:delText>Chapter 10</w:delText>
        </w:r>
      </w:del>
      <w:ins w:id="209" w:author="Audrey Doyle" w:date="2022-08-04T14:31:00Z">
        <w:r w:rsidR="00B77B57">
          <w:rPr>
            <w:rStyle w:val="Xref"/>
          </w:rPr>
          <w:t>page XX</w:t>
        </w:r>
      </w:ins>
      <w:r w:rsidRPr="009A664F">
        <w:t>, to</w:t>
      </w:r>
      <w:r w:rsidR="00E22CA3" w:rsidRPr="009A664F">
        <w:t xml:space="preserve"> </w:t>
      </w:r>
      <w:r w:rsidRPr="009A664F">
        <w:t>implement a trait</w:t>
      </w:r>
      <w:del w:id="210" w:author="Audrey Doyle" w:date="2022-08-04T14:31:00Z">
        <w:r w:rsidRPr="009A664F" w:rsidDel="00B77B57">
          <w:delText>,</w:delText>
        </w:r>
      </w:del>
      <w:r w:rsidRPr="009A664F">
        <w:t xml:space="preserve"> we need to provide implementations for the trait’s required</w:t>
      </w:r>
      <w:r w:rsidR="00E22CA3" w:rsidRPr="009A664F">
        <w:t xml:space="preserve"> </w:t>
      </w:r>
      <w:r w:rsidRPr="009A664F">
        <w:t xml:space="preserve">methods. The </w:t>
      </w:r>
      <w:r w:rsidRPr="009A664F">
        <w:rPr>
          <w:rStyle w:val="Literal"/>
        </w:rPr>
        <w:lastRenderedPageBreak/>
        <w:t>Deref</w:t>
      </w:r>
      <w:r w:rsidRPr="009A664F">
        <w:t xml:space="preserve"> trait, provided by the standard library, requires us to</w:t>
      </w:r>
      <w:r w:rsidR="00E22CA3" w:rsidRPr="009A664F">
        <w:t xml:space="preserve"> </w:t>
      </w:r>
      <w:r w:rsidRPr="009A664F">
        <w:t xml:space="preserve">implement one method named </w:t>
      </w:r>
      <w:r w:rsidRPr="009A664F">
        <w:rPr>
          <w:rStyle w:val="Literal"/>
        </w:rPr>
        <w:t>deref</w:t>
      </w:r>
      <w:r w:rsidRPr="009A664F">
        <w:t xml:space="preserve"> that borrows </w:t>
      </w:r>
      <w:r w:rsidRPr="009A664F">
        <w:rPr>
          <w:rStyle w:val="Literal"/>
        </w:rPr>
        <w:t>self</w:t>
      </w:r>
      <w:r w:rsidRPr="009A664F">
        <w:t xml:space="preserve"> and returns a reference</w:t>
      </w:r>
      <w:r w:rsidR="00E22CA3" w:rsidRPr="009A664F">
        <w:t xml:space="preserve"> </w:t>
      </w:r>
      <w:r w:rsidRPr="009A664F">
        <w:t xml:space="preserve">to the inner data. Listing 15-10 contains an implementation of </w:t>
      </w:r>
      <w:r w:rsidRPr="009A664F">
        <w:rPr>
          <w:rStyle w:val="Literal"/>
        </w:rPr>
        <w:t>Deref</w:t>
      </w:r>
      <w:r w:rsidRPr="009A664F">
        <w:t xml:space="preserve"> to add</w:t>
      </w:r>
      <w:r w:rsidR="00E22CA3" w:rsidRPr="009A664F">
        <w:t xml:space="preserve"> </w:t>
      </w:r>
      <w:r w:rsidRPr="009A664F">
        <w:t xml:space="preserve">to the definition of </w:t>
      </w:r>
      <w:commentRangeStart w:id="211"/>
      <w:commentRangeStart w:id="212"/>
      <w:r w:rsidRPr="009A664F">
        <w:rPr>
          <w:rStyle w:val="Literal"/>
        </w:rPr>
        <w:t>MyBox</w:t>
      </w:r>
      <w:commentRangeEnd w:id="211"/>
      <w:commentRangeEnd w:id="212"/>
      <w:ins w:id="213" w:author="Carol Nichols" w:date="2022-08-23T22:02:00Z">
        <w:r w:rsidR="00B56E66">
          <w:rPr>
            <w:rStyle w:val="Literal"/>
          </w:rPr>
          <w:t>&lt;T&gt;</w:t>
        </w:r>
      </w:ins>
      <w:r w:rsidR="00D664DB">
        <w:rPr>
          <w:rStyle w:val="CommentReference"/>
          <w:rFonts w:ascii="Times New Roman" w:hAnsi="Times New Roman" w:cs="Times New Roman"/>
          <w:color w:val="auto"/>
          <w:lang w:val="en-CA"/>
        </w:rPr>
        <w:commentReference w:id="211"/>
      </w:r>
      <w:r w:rsidR="000900EA">
        <w:rPr>
          <w:rStyle w:val="CommentReference"/>
          <w:rFonts w:ascii="Times New Roman" w:hAnsi="Times New Roman" w:cs="Times New Roman"/>
          <w:color w:val="auto"/>
          <w:lang w:val="en-CA"/>
        </w:rPr>
        <w:commentReference w:id="212"/>
      </w:r>
      <w:ins w:id="214" w:author="Audrey Doyle" w:date="2022-08-04T14:32:00Z">
        <w:r w:rsidR="00B77B57">
          <w:rPr>
            <w:lang w:eastAsia="en-GB"/>
          </w:rPr>
          <w:t>.</w:t>
        </w:r>
      </w:ins>
      <w:del w:id="215" w:author="Audrey Doyle" w:date="2022-08-04T14:32:00Z">
        <w:r w:rsidRPr="009B49FF" w:rsidDel="00B77B57">
          <w:rPr>
            <w:lang w:eastAsia="en-GB"/>
          </w:rPr>
          <w:delText>:</w:delText>
        </w:r>
      </w:del>
    </w:p>
    <w:p w14:paraId="7565E177" w14:textId="1E9678C8" w:rsidR="009B49FF" w:rsidRPr="009B49FF" w:rsidRDefault="009B49FF" w:rsidP="009A664F">
      <w:pPr>
        <w:pStyle w:val="CodeLabel"/>
        <w:rPr>
          <w:lang w:eastAsia="en-GB"/>
        </w:rPr>
      </w:pPr>
      <w:r w:rsidRPr="009B49FF">
        <w:rPr>
          <w:lang w:eastAsia="en-GB"/>
        </w:rPr>
        <w:t>src/main.rs</w:t>
      </w:r>
    </w:p>
    <w:p w14:paraId="608787CB" w14:textId="77777777" w:rsidR="009B49FF" w:rsidRPr="009A664F" w:rsidRDefault="009B49FF" w:rsidP="009A664F">
      <w:pPr>
        <w:pStyle w:val="Code"/>
      </w:pPr>
      <w:r w:rsidRPr="009A664F">
        <w:t>use std::ops::Deref;</w:t>
      </w:r>
    </w:p>
    <w:p w14:paraId="4A71506F" w14:textId="77777777" w:rsidR="009B49FF" w:rsidRPr="009A664F" w:rsidRDefault="009B49FF" w:rsidP="009A664F">
      <w:pPr>
        <w:pStyle w:val="Code"/>
      </w:pPr>
    </w:p>
    <w:p w14:paraId="78279C6B" w14:textId="77777777" w:rsidR="009B49FF" w:rsidRPr="009A664F" w:rsidRDefault="009B49FF" w:rsidP="009A664F">
      <w:pPr>
        <w:pStyle w:val="Code"/>
      </w:pPr>
      <w:r w:rsidRPr="009A664F">
        <w:t>impl&lt;T&gt; Deref for MyBox&lt;T&gt; {</w:t>
      </w:r>
    </w:p>
    <w:p w14:paraId="22A8BCDE" w14:textId="47026E57" w:rsidR="009B49FF" w:rsidRPr="009A664F" w:rsidRDefault="009B49FF" w:rsidP="009A664F">
      <w:pPr>
        <w:pStyle w:val="Code"/>
      </w:pPr>
      <w:r w:rsidRPr="009A664F">
        <w:t xml:space="preserve"> </w:t>
      </w:r>
      <w:r w:rsidR="00C70494" w:rsidRPr="00C70494">
        <w:t xml:space="preserve"> </w:t>
      </w:r>
      <w:r w:rsidR="00535998" w:rsidRPr="00535998">
        <w:rPr>
          <w:rStyle w:val="CodeAnnotation"/>
        </w:rPr>
        <w:t>1</w:t>
      </w:r>
      <w:r w:rsidRPr="009A664F">
        <w:t xml:space="preserve"> type Target = T;</w:t>
      </w:r>
    </w:p>
    <w:p w14:paraId="3E625E33" w14:textId="77777777" w:rsidR="009B49FF" w:rsidRPr="009A664F" w:rsidRDefault="009B49FF" w:rsidP="009A664F">
      <w:pPr>
        <w:pStyle w:val="Code"/>
      </w:pPr>
    </w:p>
    <w:p w14:paraId="5EC4A44A" w14:textId="77777777" w:rsidR="009B49FF" w:rsidRPr="009A664F" w:rsidRDefault="009B49FF" w:rsidP="009A664F">
      <w:pPr>
        <w:pStyle w:val="Code"/>
      </w:pPr>
      <w:r w:rsidRPr="009A664F">
        <w:t xml:space="preserve">    fn deref(&amp;self) -&gt; &amp;Self::Target {</w:t>
      </w:r>
    </w:p>
    <w:p w14:paraId="38DF9BF3" w14:textId="6A7AEEE4" w:rsidR="009B49FF" w:rsidRPr="009A664F" w:rsidRDefault="009B49FF" w:rsidP="009A664F">
      <w:pPr>
        <w:pStyle w:val="Code"/>
      </w:pPr>
      <w:r w:rsidRPr="009A664F">
        <w:t xml:space="preserve">      </w:t>
      </w:r>
      <w:r w:rsidR="00535998" w:rsidRPr="00535998">
        <w:rPr>
          <w:rStyle w:val="CodeAnnotation"/>
        </w:rPr>
        <w:t>2</w:t>
      </w:r>
      <w:r w:rsidRPr="009A664F">
        <w:t xml:space="preserve"> &amp;self.0</w:t>
      </w:r>
    </w:p>
    <w:p w14:paraId="756E96C9" w14:textId="77777777" w:rsidR="009B49FF" w:rsidRPr="009A664F" w:rsidRDefault="009B49FF" w:rsidP="009A664F">
      <w:pPr>
        <w:pStyle w:val="Code"/>
      </w:pPr>
      <w:r w:rsidRPr="009A664F">
        <w:t xml:space="preserve">    }</w:t>
      </w:r>
    </w:p>
    <w:p w14:paraId="2E9B913C" w14:textId="77777777" w:rsidR="009B49FF" w:rsidRPr="009A664F" w:rsidRDefault="009B49FF" w:rsidP="009A664F">
      <w:pPr>
        <w:pStyle w:val="Code"/>
      </w:pPr>
      <w:r w:rsidRPr="009A664F">
        <w:t>}</w:t>
      </w:r>
    </w:p>
    <w:p w14:paraId="211F7A26" w14:textId="4FC232A4" w:rsidR="009B49FF" w:rsidRPr="009B49FF" w:rsidRDefault="009B49FF" w:rsidP="005E29A1">
      <w:pPr>
        <w:pStyle w:val="CodeListingCaption"/>
        <w:rPr>
          <w:lang w:eastAsia="en-GB"/>
        </w:rPr>
      </w:pPr>
      <w:r w:rsidRPr="009A664F">
        <w:t xml:space="preserve">Implementing </w:t>
      </w:r>
      <w:r w:rsidRPr="009A664F">
        <w:rPr>
          <w:rStyle w:val="Literal"/>
        </w:rPr>
        <w:t>Deref</w:t>
      </w:r>
      <w:r w:rsidRPr="009A664F">
        <w:t xml:space="preserve"> on </w:t>
      </w:r>
      <w:r w:rsidRPr="009A664F">
        <w:rPr>
          <w:rStyle w:val="Literal"/>
        </w:rPr>
        <w:t>MyBox&lt;T&gt;</w:t>
      </w:r>
    </w:p>
    <w:p w14:paraId="4F9DC4FE" w14:textId="092BA23C" w:rsidR="009B49FF" w:rsidRPr="009B49FF" w:rsidRDefault="009B49FF" w:rsidP="009A664F">
      <w:pPr>
        <w:pStyle w:val="Body"/>
        <w:rPr>
          <w:lang w:eastAsia="en-GB"/>
        </w:rPr>
      </w:pPr>
      <w:r w:rsidRPr="009B49FF">
        <w:rPr>
          <w:lang w:eastAsia="en-GB"/>
        </w:rPr>
        <w:t xml:space="preserve">The </w:t>
      </w:r>
      <w:r w:rsidRPr="009A664F">
        <w:rPr>
          <w:rStyle w:val="Literal"/>
        </w:rPr>
        <w:t>type Target = T;</w:t>
      </w:r>
      <w:r w:rsidRPr="009A664F">
        <w:t xml:space="preserve"> syntax</w:t>
      </w:r>
      <w:r w:rsidR="00C70494" w:rsidRPr="00C70494">
        <w:t xml:space="preserve"> </w:t>
      </w:r>
      <w:r w:rsidR="00535998" w:rsidRPr="00535998">
        <w:rPr>
          <w:rStyle w:val="CodeAnnotation"/>
        </w:rPr>
        <w:t>1</w:t>
      </w:r>
      <w:r w:rsidRPr="009A664F">
        <w:t xml:space="preserve"> defines an associated type for the </w:t>
      </w:r>
      <w:r w:rsidRPr="009A664F">
        <w:rPr>
          <w:rStyle w:val="Literal"/>
        </w:rPr>
        <w:t>Deref</w:t>
      </w:r>
      <w:r w:rsidR="00E22CA3">
        <w:rPr>
          <w:lang w:eastAsia="en-GB"/>
        </w:rPr>
        <w:t xml:space="preserve"> </w:t>
      </w:r>
      <w:r w:rsidRPr="009B49FF">
        <w:rPr>
          <w:lang w:eastAsia="en-GB"/>
        </w:rPr>
        <w:t>trait to use. Associated types are a slightly different way of declaring a</w:t>
      </w:r>
      <w:r w:rsidR="00E22CA3">
        <w:rPr>
          <w:lang w:eastAsia="en-GB"/>
        </w:rPr>
        <w:t xml:space="preserve"> </w:t>
      </w:r>
      <w:r w:rsidRPr="009B49FF">
        <w:rPr>
          <w:lang w:eastAsia="en-GB"/>
        </w:rPr>
        <w:t>generic parameter, but you don’t need to worry about them for now; we’ll cover</w:t>
      </w:r>
      <w:r w:rsidR="00E22CA3">
        <w:rPr>
          <w:lang w:eastAsia="en-GB"/>
        </w:rPr>
        <w:t xml:space="preserve"> </w:t>
      </w:r>
      <w:r w:rsidRPr="009B49FF">
        <w:rPr>
          <w:lang w:eastAsia="en-GB"/>
        </w:rPr>
        <w:t xml:space="preserve">them in more detail in </w:t>
      </w:r>
      <w:r w:rsidRPr="00C70494">
        <w:rPr>
          <w:rStyle w:val="Xref"/>
        </w:rPr>
        <w:t>Chapter 19</w:t>
      </w:r>
      <w:r w:rsidRPr="009B49FF">
        <w:rPr>
          <w:lang w:eastAsia="en-GB"/>
        </w:rPr>
        <w:t>.</w:t>
      </w:r>
    </w:p>
    <w:p w14:paraId="729B1F29" w14:textId="72C21E0E" w:rsidR="009B49FF" w:rsidRPr="009B49FF" w:rsidRDefault="009B49FF" w:rsidP="009A664F">
      <w:pPr>
        <w:pStyle w:val="Body"/>
        <w:rPr>
          <w:lang w:eastAsia="en-GB"/>
        </w:rPr>
      </w:pPr>
      <w:r w:rsidRPr="009B49FF">
        <w:rPr>
          <w:lang w:eastAsia="en-GB"/>
        </w:rPr>
        <w:t xml:space="preserve">We fill in the body of the </w:t>
      </w:r>
      <w:r w:rsidRPr="009A664F">
        <w:rPr>
          <w:rStyle w:val="Literal"/>
        </w:rPr>
        <w:t>deref</w:t>
      </w:r>
      <w:r w:rsidRPr="009A664F">
        <w:t xml:space="preserve"> method with </w:t>
      </w:r>
      <w:r w:rsidRPr="009A664F">
        <w:rPr>
          <w:rStyle w:val="Literal"/>
        </w:rPr>
        <w:t>&amp;self.0</w:t>
      </w:r>
      <w:r w:rsidRPr="009A664F">
        <w:t xml:space="preserve"> so </w:t>
      </w:r>
      <w:r w:rsidRPr="009A664F">
        <w:rPr>
          <w:rStyle w:val="Literal"/>
        </w:rPr>
        <w:t>deref</w:t>
      </w:r>
      <w:r w:rsidRPr="009A664F">
        <w:t xml:space="preserve"> returns a</w:t>
      </w:r>
      <w:r w:rsidR="00E22CA3" w:rsidRPr="009A664F">
        <w:t xml:space="preserve"> </w:t>
      </w:r>
      <w:r w:rsidRPr="009A664F">
        <w:t xml:space="preserve">reference to the value we want to access with the </w:t>
      </w:r>
      <w:r w:rsidRPr="009A664F">
        <w:rPr>
          <w:rStyle w:val="Literal"/>
        </w:rPr>
        <w:t>*</w:t>
      </w:r>
      <w:r w:rsidRPr="009A664F">
        <w:t xml:space="preserve"> operator </w:t>
      </w:r>
      <w:r w:rsidR="00535998" w:rsidRPr="00535998">
        <w:rPr>
          <w:rStyle w:val="CodeAnnotation"/>
        </w:rPr>
        <w:t>2</w:t>
      </w:r>
      <w:r w:rsidRPr="009A664F">
        <w:t>; recall from</w:t>
      </w:r>
      <w:r w:rsidR="00E22CA3" w:rsidRPr="009A664F">
        <w:t xml:space="preserve"> </w:t>
      </w:r>
      <w:del w:id="216" w:author="Audrey Doyle" w:date="2022-08-04T14:32:00Z">
        <w:r w:rsidRPr="009A664F" w:rsidDel="00B77B57">
          <w:delText xml:space="preserve">the </w:delText>
        </w:r>
      </w:del>
      <w:r w:rsidRPr="00B77B57">
        <w:rPr>
          <w:rStyle w:val="Xref"/>
          <w:rPrChange w:id="217" w:author="Audrey Doyle" w:date="2022-08-04T14:32:00Z">
            <w:rPr/>
          </w:rPrChange>
        </w:rPr>
        <w:t xml:space="preserve">“Using Tuple Structs </w:t>
      </w:r>
      <w:del w:id="218" w:author="Audrey Doyle" w:date="2022-08-04T14:32:00Z">
        <w:r w:rsidRPr="00B77B57" w:rsidDel="00B77B57">
          <w:rPr>
            <w:rStyle w:val="Xref"/>
            <w:rPrChange w:id="219" w:author="Audrey Doyle" w:date="2022-08-04T14:32:00Z">
              <w:rPr/>
            </w:rPrChange>
          </w:rPr>
          <w:delText xml:space="preserve">without </w:delText>
        </w:r>
      </w:del>
      <w:ins w:id="220" w:author="Audrey Doyle" w:date="2022-08-04T14:32:00Z">
        <w:r w:rsidR="00B77B57" w:rsidRPr="00B77B57">
          <w:rPr>
            <w:rStyle w:val="Xref"/>
            <w:rPrChange w:id="221" w:author="Audrey Doyle" w:date="2022-08-04T14:32:00Z">
              <w:rPr/>
            </w:rPrChange>
          </w:rPr>
          <w:t xml:space="preserve">Without </w:t>
        </w:r>
      </w:ins>
      <w:r w:rsidRPr="00B77B57">
        <w:rPr>
          <w:rStyle w:val="Xref"/>
          <w:rPrChange w:id="222" w:author="Audrey Doyle" w:date="2022-08-04T14:32:00Z">
            <w:rPr/>
          </w:rPrChange>
        </w:rPr>
        <w:t>Named Fields to Create Different Types”</w:t>
      </w:r>
      <w:r w:rsidR="00E22CA3" w:rsidRPr="009A664F">
        <w:t xml:space="preserve"> </w:t>
      </w:r>
      <w:del w:id="223" w:author="Audrey Doyle" w:date="2022-08-04T14:32:00Z">
        <w:r w:rsidRPr="009A664F" w:rsidDel="00B77B57">
          <w:delText>section of</w:delText>
        </w:r>
      </w:del>
      <w:ins w:id="224" w:author="Audrey Doyle" w:date="2022-08-04T14:32:00Z">
        <w:r w:rsidR="00B77B57">
          <w:t>on</w:t>
        </w:r>
      </w:ins>
      <w:r w:rsidRPr="009A664F">
        <w:t xml:space="preserve"> </w:t>
      </w:r>
      <w:del w:id="225" w:author="Audrey Doyle" w:date="2022-08-04T14:32:00Z">
        <w:r w:rsidRPr="00C70494" w:rsidDel="00B77B57">
          <w:rPr>
            <w:rStyle w:val="Xref"/>
          </w:rPr>
          <w:delText>Chapter 5</w:delText>
        </w:r>
      </w:del>
      <w:ins w:id="226" w:author="Audrey Doyle" w:date="2022-08-04T14:32:00Z">
        <w:r w:rsidR="00B77B57">
          <w:rPr>
            <w:rStyle w:val="Xref"/>
          </w:rPr>
          <w:t>page XX</w:t>
        </w:r>
      </w:ins>
      <w:r w:rsidRPr="009A664F">
        <w:t xml:space="preserve"> that </w:t>
      </w:r>
      <w:r w:rsidRPr="009A664F">
        <w:rPr>
          <w:rStyle w:val="Literal"/>
        </w:rPr>
        <w:t>.0</w:t>
      </w:r>
      <w:r w:rsidRPr="009A664F">
        <w:t xml:space="preserve"> accesses the first value in a tuple struct. The</w:t>
      </w:r>
      <w:r w:rsidR="00E22CA3" w:rsidRPr="009A664F">
        <w:t xml:space="preserve"> </w:t>
      </w:r>
      <w:r w:rsidRPr="009A664F">
        <w:rPr>
          <w:rStyle w:val="Literal"/>
        </w:rPr>
        <w:t>main</w:t>
      </w:r>
      <w:r w:rsidRPr="009A664F">
        <w:t xml:space="preserve"> function in Listing 15-9 that calls </w:t>
      </w:r>
      <w:r w:rsidRPr="009A664F">
        <w:rPr>
          <w:rStyle w:val="Literal"/>
        </w:rPr>
        <w:t>*</w:t>
      </w:r>
      <w:r w:rsidRPr="009A664F">
        <w:t xml:space="preserve"> on the </w:t>
      </w:r>
      <w:r w:rsidRPr="009A664F">
        <w:rPr>
          <w:rStyle w:val="Literal"/>
        </w:rPr>
        <w:t>MyBox&lt;T&gt;</w:t>
      </w:r>
      <w:r w:rsidRPr="009B49FF">
        <w:rPr>
          <w:lang w:eastAsia="en-GB"/>
        </w:rPr>
        <w:t xml:space="preserve"> value now</w:t>
      </w:r>
      <w:r w:rsidR="00E22CA3">
        <w:rPr>
          <w:lang w:eastAsia="en-GB"/>
        </w:rPr>
        <w:t xml:space="preserve"> </w:t>
      </w:r>
      <w:r w:rsidRPr="009B49FF">
        <w:rPr>
          <w:lang w:eastAsia="en-GB"/>
        </w:rPr>
        <w:t>compiles, and the assertions pass!</w:t>
      </w:r>
    </w:p>
    <w:p w14:paraId="44074E66" w14:textId="02B35153" w:rsidR="009B49FF" w:rsidRPr="009B49FF" w:rsidRDefault="009B49FF" w:rsidP="009A664F">
      <w:pPr>
        <w:pStyle w:val="Body"/>
        <w:rPr>
          <w:lang w:eastAsia="en-GB"/>
        </w:rPr>
      </w:pPr>
      <w:r w:rsidRPr="009B49FF">
        <w:rPr>
          <w:lang w:eastAsia="en-GB"/>
        </w:rPr>
        <w:t xml:space="preserve">Without the </w:t>
      </w:r>
      <w:r w:rsidRPr="009A664F">
        <w:rPr>
          <w:rStyle w:val="Literal"/>
        </w:rPr>
        <w:t>Deref</w:t>
      </w:r>
      <w:r w:rsidRPr="009A664F">
        <w:t xml:space="preserve"> trait, the compiler can only dereference </w:t>
      </w:r>
      <w:r w:rsidRPr="009A664F">
        <w:rPr>
          <w:rStyle w:val="Literal"/>
        </w:rPr>
        <w:t>&amp;</w:t>
      </w:r>
      <w:r w:rsidRPr="009A664F">
        <w:t xml:space="preserve"> references.</w:t>
      </w:r>
      <w:r w:rsidR="00E22CA3" w:rsidRPr="009A664F">
        <w:t xml:space="preserve"> </w:t>
      </w:r>
      <w:r w:rsidRPr="009A664F">
        <w:t xml:space="preserve">The </w:t>
      </w:r>
      <w:r w:rsidRPr="009A664F">
        <w:rPr>
          <w:rStyle w:val="Literal"/>
        </w:rPr>
        <w:t>deref</w:t>
      </w:r>
      <w:r w:rsidRPr="009A664F">
        <w:t xml:space="preserve"> method gives the compiler the ability to take a value of any type</w:t>
      </w:r>
      <w:r w:rsidR="00E22CA3" w:rsidRPr="009A664F">
        <w:t xml:space="preserve"> </w:t>
      </w:r>
      <w:r w:rsidRPr="009A664F">
        <w:t xml:space="preserve">that implements </w:t>
      </w:r>
      <w:r w:rsidRPr="009A664F">
        <w:rPr>
          <w:rStyle w:val="Literal"/>
        </w:rPr>
        <w:t>Deref</w:t>
      </w:r>
      <w:r w:rsidRPr="009A664F">
        <w:t xml:space="preserve"> and call the </w:t>
      </w:r>
      <w:r w:rsidRPr="009A664F">
        <w:rPr>
          <w:rStyle w:val="Literal"/>
        </w:rPr>
        <w:t>deref</w:t>
      </w:r>
      <w:r w:rsidRPr="009A664F">
        <w:t xml:space="preserve"> method to get a </w:t>
      </w:r>
      <w:r w:rsidRPr="009A664F">
        <w:rPr>
          <w:rStyle w:val="Literal"/>
        </w:rPr>
        <w:t>&amp;</w:t>
      </w:r>
      <w:r w:rsidRPr="009B49FF">
        <w:rPr>
          <w:lang w:eastAsia="en-GB"/>
        </w:rPr>
        <w:t xml:space="preserve"> reference that</w:t>
      </w:r>
      <w:r w:rsidR="00E22CA3">
        <w:rPr>
          <w:lang w:eastAsia="en-GB"/>
        </w:rPr>
        <w:t xml:space="preserve"> </w:t>
      </w:r>
      <w:r w:rsidRPr="009B49FF">
        <w:rPr>
          <w:lang w:eastAsia="en-GB"/>
        </w:rPr>
        <w:t>it knows how to dereference.</w:t>
      </w:r>
    </w:p>
    <w:p w14:paraId="6757651C" w14:textId="1B883CB5" w:rsidR="009B49FF" w:rsidRPr="009B49FF" w:rsidRDefault="009B49FF" w:rsidP="009A664F">
      <w:pPr>
        <w:pStyle w:val="Body"/>
        <w:rPr>
          <w:lang w:eastAsia="en-GB"/>
        </w:rPr>
      </w:pPr>
      <w:r w:rsidRPr="009B49FF">
        <w:rPr>
          <w:lang w:eastAsia="en-GB"/>
        </w:rPr>
        <w:t xml:space="preserve">When we entered </w:t>
      </w:r>
      <w:r w:rsidRPr="009A664F">
        <w:rPr>
          <w:rStyle w:val="Literal"/>
        </w:rPr>
        <w:t>*y</w:t>
      </w:r>
      <w:r w:rsidRPr="009B49FF">
        <w:rPr>
          <w:lang w:eastAsia="en-GB"/>
        </w:rPr>
        <w:t xml:space="preserve"> in Listing 15-9, behind the scenes Rust actually ran this</w:t>
      </w:r>
      <w:r w:rsidR="00E22CA3">
        <w:rPr>
          <w:lang w:eastAsia="en-GB"/>
        </w:rPr>
        <w:t xml:space="preserve"> </w:t>
      </w:r>
      <w:r w:rsidRPr="009B49FF">
        <w:rPr>
          <w:lang w:eastAsia="en-GB"/>
        </w:rPr>
        <w:t>code:</w:t>
      </w:r>
    </w:p>
    <w:p w14:paraId="1ECEDD02" w14:textId="77777777" w:rsidR="009B49FF" w:rsidRPr="009A664F" w:rsidRDefault="009B49FF" w:rsidP="009A664F">
      <w:pPr>
        <w:pStyle w:val="Code"/>
      </w:pPr>
      <w:r w:rsidRPr="009A664F">
        <w:t>*(y.deref())</w:t>
      </w:r>
    </w:p>
    <w:p w14:paraId="0101568B" w14:textId="7A65DCB5" w:rsidR="009B49FF" w:rsidRPr="009B49FF" w:rsidRDefault="009B49FF" w:rsidP="009A664F">
      <w:pPr>
        <w:pStyle w:val="Body"/>
        <w:rPr>
          <w:lang w:eastAsia="en-GB"/>
        </w:rPr>
      </w:pPr>
      <w:r w:rsidRPr="009A664F">
        <w:t xml:space="preserve">Rust substitutes the </w:t>
      </w:r>
      <w:r w:rsidRPr="009A664F">
        <w:rPr>
          <w:rStyle w:val="Literal"/>
        </w:rPr>
        <w:t>*</w:t>
      </w:r>
      <w:r w:rsidRPr="009A664F">
        <w:t xml:space="preserve"> operator with a call to the </w:t>
      </w:r>
      <w:r w:rsidRPr="009A664F">
        <w:rPr>
          <w:rStyle w:val="Literal"/>
        </w:rPr>
        <w:t>deref</w:t>
      </w:r>
      <w:r w:rsidRPr="009A664F">
        <w:t xml:space="preserve"> method and then a</w:t>
      </w:r>
      <w:r w:rsidR="00E22CA3" w:rsidRPr="009A664F">
        <w:t xml:space="preserve"> </w:t>
      </w:r>
      <w:r w:rsidRPr="009A664F">
        <w:t>plain dereference so we don’t have to think about whether or not we need to</w:t>
      </w:r>
      <w:r w:rsidR="00E22CA3" w:rsidRPr="009A664F">
        <w:t xml:space="preserve"> </w:t>
      </w:r>
      <w:r w:rsidRPr="009A664F">
        <w:t xml:space="preserve">call the </w:t>
      </w:r>
      <w:r w:rsidRPr="009A664F">
        <w:rPr>
          <w:rStyle w:val="Literal"/>
        </w:rPr>
        <w:t>deref</w:t>
      </w:r>
      <w:r w:rsidRPr="009A664F">
        <w:t xml:space="preserve"> method. This Rust feature lets us write code that functions</w:t>
      </w:r>
      <w:r w:rsidR="00E22CA3" w:rsidRPr="009A664F">
        <w:t xml:space="preserve"> </w:t>
      </w:r>
      <w:r w:rsidRPr="009A664F">
        <w:t>identically whether we have a regular reference or a type that implements</w:t>
      </w:r>
      <w:r w:rsidR="00E22CA3" w:rsidRPr="009A664F">
        <w:t xml:space="preserve"> </w:t>
      </w:r>
      <w:r w:rsidRPr="009A664F">
        <w:rPr>
          <w:rStyle w:val="Literal"/>
        </w:rPr>
        <w:t>Deref</w:t>
      </w:r>
      <w:r w:rsidRPr="009B49FF">
        <w:rPr>
          <w:lang w:eastAsia="en-GB"/>
        </w:rPr>
        <w:t>.</w:t>
      </w:r>
    </w:p>
    <w:p w14:paraId="2B61CA8B" w14:textId="228858D4" w:rsidR="009B49FF" w:rsidRPr="009B49FF" w:rsidRDefault="009B49FF" w:rsidP="009A664F">
      <w:pPr>
        <w:pStyle w:val="Body"/>
        <w:rPr>
          <w:lang w:eastAsia="en-GB"/>
        </w:rPr>
      </w:pPr>
      <w:r w:rsidRPr="009B49FF">
        <w:rPr>
          <w:lang w:eastAsia="en-GB"/>
        </w:rPr>
        <w:t xml:space="preserve">The reason the </w:t>
      </w:r>
      <w:r w:rsidRPr="009A664F">
        <w:rPr>
          <w:rStyle w:val="Literal"/>
        </w:rPr>
        <w:t>deref</w:t>
      </w:r>
      <w:r w:rsidRPr="009A664F">
        <w:t xml:space="preserve"> method returns a reference to a value, and that the</w:t>
      </w:r>
      <w:r w:rsidR="00E22CA3" w:rsidRPr="009A664F">
        <w:t xml:space="preserve"> </w:t>
      </w:r>
      <w:r w:rsidRPr="009A664F">
        <w:t xml:space="preserve">plain dereference outside the parentheses in </w:t>
      </w:r>
      <w:r w:rsidRPr="009A664F">
        <w:rPr>
          <w:rStyle w:val="Literal"/>
        </w:rPr>
        <w:t>*(y.deref())</w:t>
      </w:r>
      <w:r w:rsidRPr="009A664F">
        <w:t xml:space="preserve"> is still necessary,</w:t>
      </w:r>
      <w:r w:rsidR="00E22CA3" w:rsidRPr="009A664F">
        <w:t xml:space="preserve"> </w:t>
      </w:r>
      <w:del w:id="227" w:author="Audrey Doyle" w:date="2022-08-04T14:33:00Z">
        <w:r w:rsidRPr="009A664F" w:rsidDel="00B77B57">
          <w:delText xml:space="preserve">is </w:delText>
        </w:r>
      </w:del>
      <w:ins w:id="228" w:author="Audrey Doyle" w:date="2022-08-04T14:33:00Z">
        <w:r w:rsidR="00B77B57">
          <w:t>has</w:t>
        </w:r>
        <w:r w:rsidR="00B77B57" w:rsidRPr="009A664F">
          <w:t xml:space="preserve"> </w:t>
        </w:r>
      </w:ins>
      <w:r w:rsidRPr="009A664F">
        <w:t xml:space="preserve">to do with the ownership system. If the </w:t>
      </w:r>
      <w:r w:rsidRPr="009A664F">
        <w:rPr>
          <w:rStyle w:val="Literal"/>
        </w:rPr>
        <w:t>deref</w:t>
      </w:r>
      <w:r w:rsidRPr="009A664F">
        <w:t xml:space="preserve"> method returned the value</w:t>
      </w:r>
      <w:r w:rsidR="00E22CA3" w:rsidRPr="009A664F">
        <w:t xml:space="preserve"> </w:t>
      </w:r>
      <w:r w:rsidRPr="009A664F">
        <w:t>directly instead of a reference to the value, the value would be moved out of</w:t>
      </w:r>
      <w:r w:rsidR="00E22CA3" w:rsidRPr="009A664F">
        <w:t xml:space="preserve"> </w:t>
      </w:r>
      <w:r w:rsidRPr="009A664F">
        <w:rPr>
          <w:rStyle w:val="Literal"/>
        </w:rPr>
        <w:t>self</w:t>
      </w:r>
      <w:r w:rsidRPr="009A664F">
        <w:t xml:space="preserve">. We don’t want to take ownership of the inner value inside </w:t>
      </w:r>
      <w:r w:rsidRPr="009A664F">
        <w:rPr>
          <w:rStyle w:val="Literal"/>
        </w:rPr>
        <w:t>MyBox&lt;T&gt;</w:t>
      </w:r>
      <w:r w:rsidRPr="009B49FF">
        <w:rPr>
          <w:lang w:eastAsia="en-GB"/>
        </w:rPr>
        <w:t xml:space="preserve"> in</w:t>
      </w:r>
      <w:r w:rsidR="00E22CA3">
        <w:rPr>
          <w:lang w:eastAsia="en-GB"/>
        </w:rPr>
        <w:t xml:space="preserve"> </w:t>
      </w:r>
      <w:r w:rsidRPr="009B49FF">
        <w:rPr>
          <w:lang w:eastAsia="en-GB"/>
        </w:rPr>
        <w:t>this case or in most cases where we use the dereference operator.</w:t>
      </w:r>
    </w:p>
    <w:p w14:paraId="61A40B3D" w14:textId="44A78645" w:rsidR="009B49FF" w:rsidRPr="009B49FF" w:rsidRDefault="009B49FF" w:rsidP="009A664F">
      <w:pPr>
        <w:pStyle w:val="Body"/>
        <w:rPr>
          <w:lang w:eastAsia="en-GB"/>
        </w:rPr>
      </w:pPr>
      <w:r w:rsidRPr="009B49FF">
        <w:rPr>
          <w:lang w:eastAsia="en-GB"/>
        </w:rPr>
        <w:t xml:space="preserve">Note that the </w:t>
      </w:r>
      <w:r w:rsidRPr="009A664F">
        <w:rPr>
          <w:rStyle w:val="Literal"/>
        </w:rPr>
        <w:t>*</w:t>
      </w:r>
      <w:r w:rsidRPr="009A664F">
        <w:t xml:space="preserve"> operator is replaced with a call to the </w:t>
      </w:r>
      <w:r w:rsidRPr="009A664F">
        <w:rPr>
          <w:rStyle w:val="Literal"/>
        </w:rPr>
        <w:t>deref</w:t>
      </w:r>
      <w:r w:rsidRPr="009A664F">
        <w:t xml:space="preserve"> method and</w:t>
      </w:r>
      <w:r w:rsidR="00E22CA3" w:rsidRPr="009A664F">
        <w:t xml:space="preserve"> </w:t>
      </w:r>
      <w:r w:rsidRPr="009A664F">
        <w:t xml:space="preserve">then a call to the </w:t>
      </w:r>
      <w:r w:rsidRPr="009A664F">
        <w:rPr>
          <w:rStyle w:val="Literal"/>
        </w:rPr>
        <w:t>*</w:t>
      </w:r>
      <w:r w:rsidRPr="009A664F">
        <w:t xml:space="preserve"> operator just once, each time we use a </w:t>
      </w:r>
      <w:r w:rsidRPr="009A664F">
        <w:rPr>
          <w:rStyle w:val="Literal"/>
        </w:rPr>
        <w:t>*</w:t>
      </w:r>
      <w:r w:rsidRPr="009A664F">
        <w:t xml:space="preserve"> in our code.</w:t>
      </w:r>
      <w:r w:rsidR="00E22CA3" w:rsidRPr="009A664F">
        <w:t xml:space="preserve"> </w:t>
      </w:r>
      <w:r w:rsidRPr="009A664F">
        <w:t xml:space="preserve">Because the </w:t>
      </w:r>
      <w:r w:rsidRPr="009A664F">
        <w:lastRenderedPageBreak/>
        <w:t xml:space="preserve">substitution of the </w:t>
      </w:r>
      <w:r w:rsidRPr="009A664F">
        <w:rPr>
          <w:rStyle w:val="Literal"/>
        </w:rPr>
        <w:t>*</w:t>
      </w:r>
      <w:r w:rsidRPr="009A664F">
        <w:t xml:space="preserve"> operator does not recurse infinitely, we</w:t>
      </w:r>
      <w:r w:rsidR="00E22CA3" w:rsidRPr="009A664F">
        <w:t xml:space="preserve"> </w:t>
      </w:r>
      <w:r w:rsidRPr="009A664F">
        <w:t xml:space="preserve">end up with data of type </w:t>
      </w:r>
      <w:r w:rsidRPr="009A664F">
        <w:rPr>
          <w:rStyle w:val="Literal"/>
        </w:rPr>
        <w:t>i32</w:t>
      </w:r>
      <w:r w:rsidRPr="009A664F">
        <w:t xml:space="preserve">, which matches the </w:t>
      </w:r>
      <w:r w:rsidRPr="009A664F">
        <w:rPr>
          <w:rStyle w:val="Literal"/>
        </w:rPr>
        <w:t>5</w:t>
      </w:r>
      <w:r w:rsidRPr="009A664F">
        <w:t xml:space="preserve"> in </w:t>
      </w:r>
      <w:r w:rsidRPr="009A664F">
        <w:rPr>
          <w:rStyle w:val="Literal"/>
        </w:rPr>
        <w:t>assert_eq!</w:t>
      </w:r>
      <w:r w:rsidRPr="009B49FF">
        <w:rPr>
          <w:lang w:eastAsia="en-GB"/>
        </w:rPr>
        <w:t xml:space="preserve"> in</w:t>
      </w:r>
      <w:r w:rsidR="00E22CA3">
        <w:rPr>
          <w:lang w:eastAsia="en-GB"/>
        </w:rPr>
        <w:t xml:space="preserve"> </w:t>
      </w:r>
      <w:r w:rsidRPr="009B49FF">
        <w:rPr>
          <w:lang w:eastAsia="en-GB"/>
        </w:rPr>
        <w:t>Listing 15-9.</w:t>
      </w:r>
    </w:p>
    <w:bookmarkStart w:id="229" w:name="implicit-deref-coercions-with-functions-"/>
    <w:bookmarkStart w:id="230" w:name="_Toc106892311"/>
    <w:bookmarkEnd w:id="229"/>
    <w:p w14:paraId="6D501935" w14:textId="0EA46C62" w:rsidR="009B49FF" w:rsidRPr="009B49FF" w:rsidRDefault="005645B4" w:rsidP="009A664F">
      <w:pPr>
        <w:pStyle w:val="HeadB"/>
        <w:rPr>
          <w:lang w:eastAsia="en-GB"/>
        </w:rPr>
      </w:pPr>
      <w:ins w:id="231" w:author="Carol Nichols" w:date="2022-08-25T21:43:00Z">
        <w:r>
          <w:rPr>
            <w:lang w:eastAsia="en-GB"/>
          </w:rPr>
          <w:fldChar w:fldCharType="begin"/>
        </w:r>
        <w:r>
          <w:instrText xml:space="preserve"> XE "deref coercion </w:instrText>
        </w:r>
        <w:r w:rsidRPr="00BE574B">
          <w:instrText>startRange</w:instrText>
        </w:r>
        <w:r>
          <w:instrText xml:space="preserve">" </w:instrText>
        </w:r>
        <w:r>
          <w:rPr>
            <w:lang w:eastAsia="en-GB"/>
          </w:rPr>
          <w:fldChar w:fldCharType="end"/>
        </w:r>
      </w:ins>
      <w:r w:rsidR="009B49FF" w:rsidRPr="009B49FF">
        <w:rPr>
          <w:lang w:eastAsia="en-GB"/>
        </w:rPr>
        <w:t>Implicit Deref Coercions with Functions and Methods</w:t>
      </w:r>
      <w:bookmarkEnd w:id="230"/>
    </w:p>
    <w:p w14:paraId="34E3F9F2" w14:textId="1BF7C3D8" w:rsidR="009B49FF" w:rsidRPr="009B49FF" w:rsidRDefault="009B49FF" w:rsidP="009A664F">
      <w:pPr>
        <w:pStyle w:val="Body"/>
        <w:rPr>
          <w:lang w:eastAsia="en-GB"/>
        </w:rPr>
      </w:pPr>
      <w:r w:rsidRPr="009A664F">
        <w:rPr>
          <w:rStyle w:val="Italic"/>
        </w:rPr>
        <w:t>Deref coercion</w:t>
      </w:r>
      <w:r w:rsidRPr="009A664F">
        <w:t xml:space="preserve"> converts a reference to a type that implements the </w:t>
      </w:r>
      <w:r w:rsidRPr="009A664F">
        <w:rPr>
          <w:rStyle w:val="Literal"/>
        </w:rPr>
        <w:t>Deref</w:t>
      </w:r>
      <w:r w:rsidR="00E22CA3" w:rsidRPr="009A664F">
        <w:t xml:space="preserve"> </w:t>
      </w:r>
      <w:r w:rsidRPr="009A664F">
        <w:t>trait into a reference to another type. For example, deref coercion can convert</w:t>
      </w:r>
      <w:r w:rsidR="00E22CA3" w:rsidRPr="009A664F">
        <w:t xml:space="preserve"> </w:t>
      </w:r>
      <w:r w:rsidRPr="009A664F">
        <w:rPr>
          <w:rStyle w:val="Literal"/>
        </w:rPr>
        <w:t>&amp;String</w:t>
      </w:r>
      <w:r w:rsidRPr="009A664F">
        <w:t xml:space="preserve"> to </w:t>
      </w:r>
      <w:r w:rsidRPr="009A664F">
        <w:rPr>
          <w:rStyle w:val="Literal"/>
        </w:rPr>
        <w:t>&amp;str</w:t>
      </w:r>
      <w:r w:rsidRPr="009A664F">
        <w:t xml:space="preserve"> because </w:t>
      </w:r>
      <w:r w:rsidRPr="009A664F">
        <w:rPr>
          <w:rStyle w:val="Literal"/>
        </w:rPr>
        <w:t>String</w:t>
      </w:r>
      <w:r w:rsidRPr="009A664F">
        <w:t xml:space="preserve"> implements the </w:t>
      </w:r>
      <w:r w:rsidRPr="009A664F">
        <w:rPr>
          <w:rStyle w:val="Literal"/>
        </w:rPr>
        <w:t>Deref</w:t>
      </w:r>
      <w:r w:rsidRPr="009A664F">
        <w:t xml:space="preserve"> trait such that it</w:t>
      </w:r>
      <w:r w:rsidR="00E22CA3" w:rsidRPr="009A664F">
        <w:t xml:space="preserve"> </w:t>
      </w:r>
      <w:r w:rsidRPr="009A664F">
        <w:t xml:space="preserve">returns </w:t>
      </w:r>
      <w:r w:rsidRPr="009A664F">
        <w:rPr>
          <w:rStyle w:val="Literal"/>
        </w:rPr>
        <w:t>&amp;str</w:t>
      </w:r>
      <w:r w:rsidRPr="009A664F">
        <w:t>. Deref coercion is a convenience Rust performs on arguments to</w:t>
      </w:r>
      <w:r w:rsidR="00E22CA3" w:rsidRPr="009A664F">
        <w:t xml:space="preserve"> </w:t>
      </w:r>
      <w:r w:rsidRPr="009A664F">
        <w:t xml:space="preserve">functions and methods, and works only on types that implement the </w:t>
      </w:r>
      <w:r w:rsidRPr="009A664F">
        <w:rPr>
          <w:rStyle w:val="Literal"/>
        </w:rPr>
        <w:t>Deref</w:t>
      </w:r>
      <w:r w:rsidR="00E22CA3" w:rsidRPr="009A664F">
        <w:t xml:space="preserve"> </w:t>
      </w:r>
      <w:r w:rsidRPr="009A664F">
        <w:t>trait. It happens automatically when we pass a reference to a particular type’s</w:t>
      </w:r>
      <w:r w:rsidR="00E22CA3" w:rsidRPr="009A664F">
        <w:t xml:space="preserve"> </w:t>
      </w:r>
      <w:r w:rsidRPr="009A664F">
        <w:t>value as an argument to a function or method that doesn’t match the parameter</w:t>
      </w:r>
      <w:r w:rsidR="00E22CA3" w:rsidRPr="009A664F">
        <w:t xml:space="preserve"> </w:t>
      </w:r>
      <w:r w:rsidRPr="009A664F">
        <w:t xml:space="preserve">type in the function or method definition. A sequence of calls to the </w:t>
      </w:r>
      <w:r w:rsidRPr="009A664F">
        <w:rPr>
          <w:rStyle w:val="Literal"/>
        </w:rPr>
        <w:t>deref</w:t>
      </w:r>
      <w:r w:rsidR="00E22CA3">
        <w:rPr>
          <w:lang w:eastAsia="en-GB"/>
        </w:rPr>
        <w:t xml:space="preserve"> </w:t>
      </w:r>
      <w:r w:rsidRPr="009B49FF">
        <w:rPr>
          <w:lang w:eastAsia="en-GB"/>
        </w:rPr>
        <w:t>method converts the type we provided into the type the parameter needs.</w:t>
      </w:r>
    </w:p>
    <w:p w14:paraId="5FFDEBFF" w14:textId="1110BD36" w:rsidR="009B49FF" w:rsidRPr="009B49FF" w:rsidRDefault="009B49FF" w:rsidP="009A664F">
      <w:pPr>
        <w:pStyle w:val="Body"/>
        <w:rPr>
          <w:lang w:eastAsia="en-GB"/>
        </w:rPr>
      </w:pPr>
      <w:r w:rsidRPr="009A664F">
        <w:t>Deref coercion was added to Rust so that programmers writing function and</w:t>
      </w:r>
      <w:r w:rsidR="00E22CA3" w:rsidRPr="009A664F">
        <w:t xml:space="preserve"> </w:t>
      </w:r>
      <w:r w:rsidRPr="009A664F">
        <w:t>method calls don’t need to add as many explicit references and dereferences</w:t>
      </w:r>
      <w:r w:rsidR="00E22CA3" w:rsidRPr="009A664F">
        <w:t xml:space="preserve"> </w:t>
      </w:r>
      <w:r w:rsidRPr="009A664F">
        <w:t xml:space="preserve">with </w:t>
      </w:r>
      <w:r w:rsidRPr="009A664F">
        <w:rPr>
          <w:rStyle w:val="Literal"/>
        </w:rPr>
        <w:t>&amp;</w:t>
      </w:r>
      <w:r w:rsidRPr="009A664F">
        <w:t xml:space="preserve"> and </w:t>
      </w:r>
      <w:r w:rsidRPr="009A664F">
        <w:rPr>
          <w:rStyle w:val="Literal"/>
        </w:rPr>
        <w:t>*</w:t>
      </w:r>
      <w:r w:rsidRPr="009B49FF">
        <w:rPr>
          <w:lang w:eastAsia="en-GB"/>
        </w:rPr>
        <w:t>. The deref coercion feature also lets us write more code that</w:t>
      </w:r>
      <w:r w:rsidR="00E22CA3">
        <w:rPr>
          <w:lang w:eastAsia="en-GB"/>
        </w:rPr>
        <w:t xml:space="preserve"> </w:t>
      </w:r>
      <w:r w:rsidRPr="009B49FF">
        <w:rPr>
          <w:lang w:eastAsia="en-GB"/>
        </w:rPr>
        <w:t>can work for either references or smart pointers.</w:t>
      </w:r>
    </w:p>
    <w:p w14:paraId="2B537206" w14:textId="72E1A2E1" w:rsidR="009B49FF" w:rsidRPr="009B49FF" w:rsidRDefault="009B49FF" w:rsidP="009A664F">
      <w:pPr>
        <w:pStyle w:val="Body"/>
        <w:rPr>
          <w:lang w:eastAsia="en-GB"/>
        </w:rPr>
      </w:pPr>
      <w:r w:rsidRPr="009B49FF">
        <w:rPr>
          <w:lang w:eastAsia="en-GB"/>
        </w:rPr>
        <w:t xml:space="preserve">To see deref coercion in action, let’s use the </w:t>
      </w:r>
      <w:r w:rsidRPr="009A664F">
        <w:rPr>
          <w:rStyle w:val="Literal"/>
        </w:rPr>
        <w:t>MyBox&lt;T&gt;</w:t>
      </w:r>
      <w:r w:rsidRPr="009A664F">
        <w:t xml:space="preserve"> type we defined in</w:t>
      </w:r>
      <w:r w:rsidR="00E22CA3" w:rsidRPr="009A664F">
        <w:t xml:space="preserve"> </w:t>
      </w:r>
      <w:r w:rsidRPr="009A664F">
        <w:t xml:space="preserve">Listing 15-8 as well as the implementation of </w:t>
      </w:r>
      <w:r w:rsidRPr="009A664F">
        <w:rPr>
          <w:rStyle w:val="Literal"/>
        </w:rPr>
        <w:t>Deref</w:t>
      </w:r>
      <w:r w:rsidRPr="009B49FF">
        <w:rPr>
          <w:lang w:eastAsia="en-GB"/>
        </w:rPr>
        <w:t xml:space="preserve"> that we added in Listing</w:t>
      </w:r>
      <w:r w:rsidR="00E22CA3">
        <w:rPr>
          <w:lang w:eastAsia="en-GB"/>
        </w:rPr>
        <w:t xml:space="preserve"> </w:t>
      </w:r>
      <w:r w:rsidRPr="009B49FF">
        <w:rPr>
          <w:lang w:eastAsia="en-GB"/>
        </w:rPr>
        <w:t>15-10. Listing 15-11 shows the definition of a function that has a string slice</w:t>
      </w:r>
      <w:r w:rsidR="00E22CA3">
        <w:rPr>
          <w:lang w:eastAsia="en-GB"/>
        </w:rPr>
        <w:t xml:space="preserve"> </w:t>
      </w:r>
      <w:r w:rsidRPr="009B49FF">
        <w:rPr>
          <w:lang w:eastAsia="en-GB"/>
        </w:rPr>
        <w:t>parameter</w:t>
      </w:r>
      <w:ins w:id="232" w:author="Audrey Doyle" w:date="2022-08-04T14:45:00Z">
        <w:r w:rsidR="00CC23DA">
          <w:rPr>
            <w:lang w:eastAsia="en-GB"/>
          </w:rPr>
          <w:t>.</w:t>
        </w:r>
      </w:ins>
      <w:del w:id="233" w:author="Audrey Doyle" w:date="2022-08-04T14:45:00Z">
        <w:r w:rsidRPr="009B49FF" w:rsidDel="00CC23DA">
          <w:rPr>
            <w:lang w:eastAsia="en-GB"/>
          </w:rPr>
          <w:delText>:</w:delText>
        </w:r>
      </w:del>
    </w:p>
    <w:p w14:paraId="3B4A2898" w14:textId="07F7B32F" w:rsidR="009B49FF" w:rsidRPr="009B49FF" w:rsidRDefault="009B49FF" w:rsidP="009A664F">
      <w:pPr>
        <w:pStyle w:val="CodeLabel"/>
        <w:rPr>
          <w:lang w:eastAsia="en-GB"/>
        </w:rPr>
      </w:pPr>
      <w:r w:rsidRPr="009B49FF">
        <w:rPr>
          <w:lang w:eastAsia="en-GB"/>
        </w:rPr>
        <w:t>src/main.rs</w:t>
      </w:r>
    </w:p>
    <w:p w14:paraId="270435F3" w14:textId="77777777" w:rsidR="009B49FF" w:rsidRPr="009A664F" w:rsidRDefault="009B49FF" w:rsidP="009A664F">
      <w:pPr>
        <w:pStyle w:val="Code"/>
      </w:pPr>
      <w:r w:rsidRPr="009A664F">
        <w:t>fn hello(name: &amp;str) {</w:t>
      </w:r>
    </w:p>
    <w:p w14:paraId="67965FE0" w14:textId="77777777" w:rsidR="009B49FF" w:rsidRPr="009A664F" w:rsidRDefault="009B49FF" w:rsidP="009A664F">
      <w:pPr>
        <w:pStyle w:val="Code"/>
      </w:pPr>
      <w:r w:rsidRPr="009A664F">
        <w:t xml:space="preserve">    println!("Hello, {name}!");</w:t>
      </w:r>
    </w:p>
    <w:p w14:paraId="0EE901D9" w14:textId="77777777" w:rsidR="009B49FF" w:rsidRPr="009A664F" w:rsidRDefault="009B49FF" w:rsidP="009A664F">
      <w:pPr>
        <w:pStyle w:val="Code"/>
      </w:pPr>
      <w:r w:rsidRPr="009A664F">
        <w:t>}</w:t>
      </w:r>
    </w:p>
    <w:p w14:paraId="1BF8A3C5" w14:textId="14222D90" w:rsidR="009B49FF" w:rsidRPr="009B49FF" w:rsidRDefault="009B49FF" w:rsidP="005E29A1">
      <w:pPr>
        <w:pStyle w:val="CodeListingCaption"/>
        <w:rPr>
          <w:lang w:eastAsia="en-GB"/>
        </w:rPr>
      </w:pPr>
      <w:r w:rsidRPr="009A664F">
        <w:t xml:space="preserve">A </w:t>
      </w:r>
      <w:r w:rsidRPr="009A664F">
        <w:rPr>
          <w:rStyle w:val="Literal"/>
        </w:rPr>
        <w:t>hello</w:t>
      </w:r>
      <w:r w:rsidRPr="009A664F">
        <w:t xml:space="preserve"> function that has the parameter </w:t>
      </w:r>
      <w:r w:rsidRPr="009A664F">
        <w:rPr>
          <w:rStyle w:val="Literal"/>
        </w:rPr>
        <w:t>name</w:t>
      </w:r>
      <w:r w:rsidRPr="009A664F">
        <w:t xml:space="preserve"> of type </w:t>
      </w:r>
      <w:r w:rsidRPr="009A664F">
        <w:rPr>
          <w:rStyle w:val="Literal"/>
        </w:rPr>
        <w:t>&amp;str</w:t>
      </w:r>
    </w:p>
    <w:p w14:paraId="2CAF906A" w14:textId="105546C1" w:rsidR="009B49FF" w:rsidRPr="009B49FF" w:rsidRDefault="009B49FF" w:rsidP="009A664F">
      <w:pPr>
        <w:pStyle w:val="Body"/>
        <w:rPr>
          <w:lang w:eastAsia="en-GB"/>
        </w:rPr>
      </w:pPr>
      <w:r w:rsidRPr="009B49FF">
        <w:rPr>
          <w:lang w:eastAsia="en-GB"/>
        </w:rPr>
        <w:t xml:space="preserve">We can call the </w:t>
      </w:r>
      <w:r w:rsidRPr="009A664F">
        <w:rPr>
          <w:rStyle w:val="Literal"/>
        </w:rPr>
        <w:t>hello</w:t>
      </w:r>
      <w:r w:rsidRPr="009A664F">
        <w:t xml:space="preserve"> function with a string slice as an argument, such as</w:t>
      </w:r>
      <w:r w:rsidR="00E22CA3" w:rsidRPr="009A664F">
        <w:t xml:space="preserve"> </w:t>
      </w:r>
      <w:r w:rsidRPr="009A664F">
        <w:rPr>
          <w:rStyle w:val="Literal"/>
        </w:rPr>
        <w:t>hello("Rust");</w:t>
      </w:r>
      <w:del w:id="234" w:author="Audrey Doyle" w:date="2022-08-04T14:46:00Z">
        <w:r w:rsidRPr="009A664F" w:rsidDel="00CC23DA">
          <w:delText xml:space="preserve"> </w:delText>
        </w:r>
      </w:del>
      <w:ins w:id="235" w:author="Audrey Doyle" w:date="2022-08-04T14:46:00Z">
        <w:r w:rsidR="00CC23DA">
          <w:t xml:space="preserve">, </w:t>
        </w:r>
      </w:ins>
      <w:r w:rsidRPr="009A664F">
        <w:t xml:space="preserve">for example. Deref coercion makes it possible to call </w:t>
      </w:r>
      <w:r w:rsidRPr="009A664F">
        <w:rPr>
          <w:rStyle w:val="Literal"/>
        </w:rPr>
        <w:t>hello</w:t>
      </w:r>
      <w:r w:rsidR="00E22CA3" w:rsidRPr="009A664F">
        <w:t xml:space="preserve"> </w:t>
      </w:r>
      <w:r w:rsidRPr="009A664F">
        <w:t xml:space="preserve">with a reference to a value of type </w:t>
      </w:r>
      <w:r w:rsidRPr="009A664F">
        <w:rPr>
          <w:rStyle w:val="Literal"/>
        </w:rPr>
        <w:t>MyBox&lt;String&gt;</w:t>
      </w:r>
      <w:r w:rsidRPr="009B49FF">
        <w:rPr>
          <w:lang w:eastAsia="en-GB"/>
        </w:rPr>
        <w:t>, as shown in Listing 15-12</w:t>
      </w:r>
      <w:ins w:id="236" w:author="Audrey Doyle" w:date="2022-08-04T14:46:00Z">
        <w:r w:rsidR="00CC23DA">
          <w:rPr>
            <w:lang w:eastAsia="en-GB"/>
          </w:rPr>
          <w:t>.</w:t>
        </w:r>
      </w:ins>
      <w:del w:id="237" w:author="Audrey Doyle" w:date="2022-08-04T14:46:00Z">
        <w:r w:rsidRPr="009B49FF" w:rsidDel="00CC23DA">
          <w:rPr>
            <w:lang w:eastAsia="en-GB"/>
          </w:rPr>
          <w:delText>:</w:delText>
        </w:r>
      </w:del>
    </w:p>
    <w:p w14:paraId="6643EFCC" w14:textId="4D6813DE" w:rsidR="009B49FF" w:rsidRPr="009B49FF" w:rsidRDefault="009B49FF" w:rsidP="009A664F">
      <w:pPr>
        <w:pStyle w:val="CodeLabel"/>
        <w:rPr>
          <w:lang w:eastAsia="en-GB"/>
        </w:rPr>
      </w:pPr>
      <w:r w:rsidRPr="009B49FF">
        <w:rPr>
          <w:lang w:eastAsia="en-GB"/>
        </w:rPr>
        <w:t>src/main.rs</w:t>
      </w:r>
    </w:p>
    <w:p w14:paraId="57535547" w14:textId="77777777" w:rsidR="009B49FF" w:rsidRPr="009A664F" w:rsidRDefault="009B49FF" w:rsidP="009A664F">
      <w:pPr>
        <w:pStyle w:val="Code"/>
      </w:pPr>
      <w:r w:rsidRPr="009A664F">
        <w:t>fn main() {</w:t>
      </w:r>
    </w:p>
    <w:p w14:paraId="32FB5B69" w14:textId="77777777" w:rsidR="009B49FF" w:rsidRPr="009A664F" w:rsidRDefault="009B49FF" w:rsidP="009A664F">
      <w:pPr>
        <w:pStyle w:val="Code"/>
      </w:pPr>
      <w:r w:rsidRPr="009A664F">
        <w:t xml:space="preserve">    let m = MyBox::new(String::from("Rust"));</w:t>
      </w:r>
    </w:p>
    <w:p w14:paraId="6FEEA415" w14:textId="77777777" w:rsidR="009B49FF" w:rsidRPr="009A664F" w:rsidRDefault="009B49FF" w:rsidP="009A664F">
      <w:pPr>
        <w:pStyle w:val="Code"/>
      </w:pPr>
      <w:r w:rsidRPr="009A664F">
        <w:t xml:space="preserve">    hello(&amp;m);</w:t>
      </w:r>
    </w:p>
    <w:p w14:paraId="3119AAC6" w14:textId="77777777" w:rsidR="009B49FF" w:rsidRPr="009A664F" w:rsidRDefault="009B49FF" w:rsidP="009A664F">
      <w:pPr>
        <w:pStyle w:val="Code"/>
      </w:pPr>
      <w:r w:rsidRPr="009A664F">
        <w:t>}</w:t>
      </w:r>
    </w:p>
    <w:p w14:paraId="40B92C32" w14:textId="34DDFA80" w:rsidR="009B49FF" w:rsidRPr="009B49FF" w:rsidRDefault="009B49FF" w:rsidP="005E29A1">
      <w:pPr>
        <w:pStyle w:val="CodeListingCaption"/>
        <w:rPr>
          <w:lang w:eastAsia="en-GB"/>
        </w:rPr>
      </w:pPr>
      <w:r w:rsidRPr="009A664F">
        <w:t xml:space="preserve">Calling </w:t>
      </w:r>
      <w:r w:rsidRPr="009A664F">
        <w:rPr>
          <w:rStyle w:val="Literal"/>
        </w:rPr>
        <w:t>hello</w:t>
      </w:r>
      <w:r w:rsidRPr="009A664F">
        <w:t xml:space="preserve"> with a reference to a </w:t>
      </w:r>
      <w:r w:rsidRPr="009A664F">
        <w:rPr>
          <w:rStyle w:val="Literal"/>
        </w:rPr>
        <w:t>MyBox&lt;String&gt;</w:t>
      </w:r>
      <w:r w:rsidRPr="009B49FF">
        <w:rPr>
          <w:lang w:eastAsia="en-GB"/>
        </w:rPr>
        <w:t xml:space="preserve"> value,</w:t>
      </w:r>
      <w:r w:rsidR="00E22CA3">
        <w:rPr>
          <w:lang w:eastAsia="en-GB"/>
        </w:rPr>
        <w:t xml:space="preserve"> </w:t>
      </w:r>
      <w:r w:rsidRPr="009B49FF">
        <w:rPr>
          <w:lang w:eastAsia="en-GB"/>
        </w:rPr>
        <w:t>which works because of deref coercion</w:t>
      </w:r>
    </w:p>
    <w:p w14:paraId="1AE151D5" w14:textId="2AAE6FBE" w:rsidR="009B49FF" w:rsidRPr="009B49FF" w:rsidRDefault="009B49FF" w:rsidP="009A664F">
      <w:pPr>
        <w:pStyle w:val="Body"/>
        <w:rPr>
          <w:lang w:eastAsia="en-GB"/>
        </w:rPr>
      </w:pPr>
      <w:r w:rsidRPr="009B49FF">
        <w:rPr>
          <w:lang w:eastAsia="en-GB"/>
        </w:rPr>
        <w:t xml:space="preserve">Here we’re calling the </w:t>
      </w:r>
      <w:r w:rsidRPr="009A664F">
        <w:rPr>
          <w:rStyle w:val="Literal"/>
        </w:rPr>
        <w:t>hello</w:t>
      </w:r>
      <w:r w:rsidRPr="009A664F">
        <w:t xml:space="preserve"> function with the argument </w:t>
      </w:r>
      <w:r w:rsidRPr="009A664F">
        <w:rPr>
          <w:rStyle w:val="Literal"/>
        </w:rPr>
        <w:t>&amp;m</w:t>
      </w:r>
      <w:r w:rsidRPr="009A664F">
        <w:t>, which is a</w:t>
      </w:r>
      <w:r w:rsidR="00E22CA3" w:rsidRPr="009A664F">
        <w:t xml:space="preserve"> </w:t>
      </w:r>
      <w:r w:rsidRPr="009A664F">
        <w:t xml:space="preserve">reference to a </w:t>
      </w:r>
      <w:r w:rsidRPr="009A664F">
        <w:rPr>
          <w:rStyle w:val="Literal"/>
        </w:rPr>
        <w:t>MyBox&lt;String&gt;</w:t>
      </w:r>
      <w:r w:rsidRPr="009A664F">
        <w:t xml:space="preserve"> value. Because we implemented the </w:t>
      </w:r>
      <w:r w:rsidRPr="009A664F">
        <w:rPr>
          <w:rStyle w:val="Literal"/>
        </w:rPr>
        <w:t>Deref</w:t>
      </w:r>
      <w:r w:rsidRPr="009A664F">
        <w:t xml:space="preserve"> trait</w:t>
      </w:r>
      <w:r w:rsidR="00E22CA3" w:rsidRPr="009A664F">
        <w:t xml:space="preserve"> </w:t>
      </w:r>
      <w:r w:rsidRPr="009A664F">
        <w:t xml:space="preserve">on </w:t>
      </w:r>
      <w:r w:rsidRPr="009A664F">
        <w:rPr>
          <w:rStyle w:val="Literal"/>
        </w:rPr>
        <w:t>MyBox&lt;T&gt;</w:t>
      </w:r>
      <w:r w:rsidRPr="009A664F">
        <w:t xml:space="preserve"> in Listing 15-10, Rust can turn </w:t>
      </w:r>
      <w:r w:rsidRPr="009A664F">
        <w:rPr>
          <w:rStyle w:val="Literal"/>
        </w:rPr>
        <w:t>&amp;MyBox&lt;String&gt;</w:t>
      </w:r>
      <w:r w:rsidRPr="009A664F">
        <w:t xml:space="preserve"> into </w:t>
      </w:r>
      <w:r w:rsidRPr="009A664F">
        <w:rPr>
          <w:rStyle w:val="Literal"/>
        </w:rPr>
        <w:t>&amp;String</w:t>
      </w:r>
      <w:r w:rsidR="00E22CA3" w:rsidRPr="009A664F">
        <w:t xml:space="preserve"> </w:t>
      </w:r>
      <w:r w:rsidRPr="009A664F">
        <w:t xml:space="preserve">by calling </w:t>
      </w:r>
      <w:r w:rsidRPr="009A664F">
        <w:rPr>
          <w:rStyle w:val="Literal"/>
        </w:rPr>
        <w:t>deref</w:t>
      </w:r>
      <w:r w:rsidRPr="009A664F">
        <w:t xml:space="preserve">. The standard library provides an implementation of </w:t>
      </w:r>
      <w:r w:rsidRPr="009A664F">
        <w:rPr>
          <w:rStyle w:val="Literal"/>
        </w:rPr>
        <w:t>Deref</w:t>
      </w:r>
      <w:r w:rsidR="00E22CA3" w:rsidRPr="009A664F">
        <w:t xml:space="preserve"> </w:t>
      </w:r>
      <w:r w:rsidRPr="009A664F">
        <w:t xml:space="preserve">on </w:t>
      </w:r>
      <w:r w:rsidRPr="009A664F">
        <w:rPr>
          <w:rStyle w:val="Literal"/>
        </w:rPr>
        <w:t>String</w:t>
      </w:r>
      <w:r w:rsidRPr="009A664F">
        <w:t xml:space="preserve"> that returns a string slice, and this is in the API documentation</w:t>
      </w:r>
      <w:r w:rsidR="00E22CA3" w:rsidRPr="009A664F">
        <w:t xml:space="preserve"> </w:t>
      </w:r>
      <w:r w:rsidRPr="009A664F">
        <w:lastRenderedPageBreak/>
        <w:t xml:space="preserve">for </w:t>
      </w:r>
      <w:r w:rsidRPr="009A664F">
        <w:rPr>
          <w:rStyle w:val="Literal"/>
        </w:rPr>
        <w:t>Deref</w:t>
      </w:r>
      <w:r w:rsidRPr="009A664F">
        <w:t xml:space="preserve">. Rust calls </w:t>
      </w:r>
      <w:r w:rsidRPr="009A664F">
        <w:rPr>
          <w:rStyle w:val="Literal"/>
        </w:rPr>
        <w:t>deref</w:t>
      </w:r>
      <w:r w:rsidRPr="009A664F">
        <w:t xml:space="preserve"> again to turn the </w:t>
      </w:r>
      <w:r w:rsidRPr="009A664F">
        <w:rPr>
          <w:rStyle w:val="Literal"/>
        </w:rPr>
        <w:t>&amp;String</w:t>
      </w:r>
      <w:r w:rsidRPr="009A664F">
        <w:t xml:space="preserve"> into </w:t>
      </w:r>
      <w:r w:rsidRPr="009A664F">
        <w:rPr>
          <w:rStyle w:val="Literal"/>
        </w:rPr>
        <w:t>&amp;str</w:t>
      </w:r>
      <w:r w:rsidRPr="009A664F">
        <w:t>, which</w:t>
      </w:r>
      <w:r w:rsidR="00E22CA3" w:rsidRPr="009A664F">
        <w:t xml:space="preserve"> </w:t>
      </w:r>
      <w:r w:rsidRPr="009A664F">
        <w:t xml:space="preserve">matches the </w:t>
      </w:r>
      <w:r w:rsidRPr="009A664F">
        <w:rPr>
          <w:rStyle w:val="Literal"/>
        </w:rPr>
        <w:t>hello</w:t>
      </w:r>
      <w:r w:rsidRPr="009B49FF">
        <w:rPr>
          <w:lang w:eastAsia="en-GB"/>
        </w:rPr>
        <w:t xml:space="preserve"> function’s definition.</w:t>
      </w:r>
    </w:p>
    <w:p w14:paraId="510D1FC9" w14:textId="3AA92510" w:rsidR="009B49FF" w:rsidRPr="009B49FF" w:rsidRDefault="009B49FF" w:rsidP="009A664F">
      <w:pPr>
        <w:pStyle w:val="Body"/>
        <w:rPr>
          <w:lang w:eastAsia="en-GB"/>
        </w:rPr>
      </w:pPr>
      <w:r w:rsidRPr="009B49FF">
        <w:rPr>
          <w:lang w:eastAsia="en-GB"/>
        </w:rPr>
        <w:t>If Rust didn’t implement deref coercion, we would have to write the code in</w:t>
      </w:r>
      <w:r w:rsidR="00E22CA3">
        <w:rPr>
          <w:lang w:eastAsia="en-GB"/>
        </w:rPr>
        <w:t xml:space="preserve"> </w:t>
      </w:r>
      <w:r w:rsidRPr="009B49FF">
        <w:rPr>
          <w:lang w:eastAsia="en-GB"/>
        </w:rPr>
        <w:t xml:space="preserve">Listing 15-13 instead of the code in Listing 15-12 to call </w:t>
      </w:r>
      <w:r w:rsidRPr="009A664F">
        <w:rPr>
          <w:rStyle w:val="Literal"/>
        </w:rPr>
        <w:t>hello</w:t>
      </w:r>
      <w:r w:rsidRPr="009A664F">
        <w:t xml:space="preserve"> with a value</w:t>
      </w:r>
      <w:r w:rsidR="00E22CA3" w:rsidRPr="009A664F">
        <w:t xml:space="preserve"> </w:t>
      </w:r>
      <w:r w:rsidRPr="009A664F">
        <w:t xml:space="preserve">of type </w:t>
      </w:r>
      <w:r w:rsidRPr="009A664F">
        <w:rPr>
          <w:rStyle w:val="Literal"/>
        </w:rPr>
        <w:t>&amp;MyBox&lt;String&gt;</w:t>
      </w:r>
      <w:r w:rsidRPr="009B49FF">
        <w:rPr>
          <w:lang w:eastAsia="en-GB"/>
        </w:rPr>
        <w:t>.</w:t>
      </w:r>
    </w:p>
    <w:p w14:paraId="7F893FD4" w14:textId="2479C566" w:rsidR="009B49FF" w:rsidRPr="009B49FF" w:rsidRDefault="009B49FF" w:rsidP="009A664F">
      <w:pPr>
        <w:pStyle w:val="CodeLabel"/>
        <w:rPr>
          <w:lang w:eastAsia="en-GB"/>
        </w:rPr>
      </w:pPr>
      <w:r w:rsidRPr="009B49FF">
        <w:rPr>
          <w:lang w:eastAsia="en-GB"/>
        </w:rPr>
        <w:t>src/main.rs</w:t>
      </w:r>
    </w:p>
    <w:p w14:paraId="4F6291BD" w14:textId="77777777" w:rsidR="009B49FF" w:rsidRPr="00742C60" w:rsidRDefault="009B49FF" w:rsidP="009A664F">
      <w:pPr>
        <w:pStyle w:val="Code"/>
        <w:rPr>
          <w:rStyle w:val="LiteralGray"/>
          <w:rPrChange w:id="238" w:author="Carol Nichols" w:date="2022-08-24T22:17:00Z">
            <w:rPr/>
          </w:rPrChange>
        </w:rPr>
      </w:pPr>
      <w:r w:rsidRPr="00742C60">
        <w:rPr>
          <w:rStyle w:val="LiteralGray"/>
          <w:rPrChange w:id="239" w:author="Carol Nichols" w:date="2022-08-24T22:17:00Z">
            <w:rPr/>
          </w:rPrChange>
        </w:rPr>
        <w:t>fn main() {</w:t>
      </w:r>
    </w:p>
    <w:p w14:paraId="137DE4E4" w14:textId="77777777" w:rsidR="009B49FF" w:rsidRPr="00742C60" w:rsidRDefault="009B49FF" w:rsidP="009A664F">
      <w:pPr>
        <w:pStyle w:val="Code"/>
        <w:rPr>
          <w:rStyle w:val="LiteralGray"/>
          <w:rPrChange w:id="240" w:author="Carol Nichols" w:date="2022-08-24T22:17:00Z">
            <w:rPr/>
          </w:rPrChange>
        </w:rPr>
      </w:pPr>
      <w:r w:rsidRPr="00742C60">
        <w:rPr>
          <w:rStyle w:val="LiteralGray"/>
          <w:rPrChange w:id="241" w:author="Carol Nichols" w:date="2022-08-24T22:17:00Z">
            <w:rPr/>
          </w:rPrChange>
        </w:rPr>
        <w:t xml:space="preserve">    let m = MyBox::new(String::from("Rust"));</w:t>
      </w:r>
    </w:p>
    <w:p w14:paraId="5FC2C183" w14:textId="77777777" w:rsidR="009B49FF" w:rsidRPr="009A664F" w:rsidRDefault="009B49FF" w:rsidP="009A664F">
      <w:pPr>
        <w:pStyle w:val="Code"/>
      </w:pPr>
      <w:r w:rsidRPr="009A664F">
        <w:t xml:space="preserve">    hello(&amp;(*m)[..]);</w:t>
      </w:r>
    </w:p>
    <w:p w14:paraId="4D86B1C1" w14:textId="77777777" w:rsidR="009B49FF" w:rsidRPr="00742C60" w:rsidRDefault="009B49FF" w:rsidP="009A664F">
      <w:pPr>
        <w:pStyle w:val="Code"/>
        <w:rPr>
          <w:rStyle w:val="LiteralGray"/>
          <w:rPrChange w:id="242" w:author="Carol Nichols" w:date="2022-08-24T22:17:00Z">
            <w:rPr/>
          </w:rPrChange>
        </w:rPr>
      </w:pPr>
      <w:r w:rsidRPr="00742C60">
        <w:rPr>
          <w:rStyle w:val="LiteralGray"/>
          <w:rPrChange w:id="243" w:author="Carol Nichols" w:date="2022-08-24T22:17:00Z">
            <w:rPr/>
          </w:rPrChange>
        </w:rPr>
        <w:t>}</w:t>
      </w:r>
    </w:p>
    <w:p w14:paraId="435E19EC" w14:textId="19D03B6C" w:rsidR="009B49FF" w:rsidRPr="009B49FF" w:rsidRDefault="009B49FF" w:rsidP="005E29A1">
      <w:pPr>
        <w:pStyle w:val="CodeListingCaption"/>
        <w:rPr>
          <w:lang w:eastAsia="en-GB"/>
        </w:rPr>
      </w:pPr>
      <w:r w:rsidRPr="009B49FF">
        <w:rPr>
          <w:lang w:eastAsia="en-GB"/>
        </w:rPr>
        <w:t>The code we would have to write if Rust didn’t have deref</w:t>
      </w:r>
      <w:r w:rsidR="00E22CA3">
        <w:rPr>
          <w:lang w:eastAsia="en-GB"/>
        </w:rPr>
        <w:t xml:space="preserve"> </w:t>
      </w:r>
      <w:r w:rsidRPr="009B49FF">
        <w:rPr>
          <w:lang w:eastAsia="en-GB"/>
        </w:rPr>
        <w:t>coercion</w:t>
      </w:r>
    </w:p>
    <w:p w14:paraId="0C15404A" w14:textId="3E35EFB7" w:rsidR="009B49FF" w:rsidRPr="009B49FF" w:rsidRDefault="009B49FF" w:rsidP="009A664F">
      <w:pPr>
        <w:pStyle w:val="Body"/>
        <w:rPr>
          <w:lang w:eastAsia="en-GB"/>
        </w:rPr>
      </w:pPr>
      <w:r w:rsidRPr="009A664F">
        <w:t xml:space="preserve">The </w:t>
      </w:r>
      <w:r w:rsidRPr="009A664F">
        <w:rPr>
          <w:rStyle w:val="Literal"/>
        </w:rPr>
        <w:t>(*m)</w:t>
      </w:r>
      <w:r w:rsidRPr="009A664F">
        <w:t xml:space="preserve"> dereferences the </w:t>
      </w:r>
      <w:r w:rsidRPr="009A664F">
        <w:rPr>
          <w:rStyle w:val="Literal"/>
        </w:rPr>
        <w:t>MyBox&lt;String&gt;</w:t>
      </w:r>
      <w:r w:rsidRPr="009A664F">
        <w:t xml:space="preserve"> into a </w:t>
      </w:r>
      <w:r w:rsidRPr="009A664F">
        <w:rPr>
          <w:rStyle w:val="Literal"/>
        </w:rPr>
        <w:t>String</w:t>
      </w:r>
      <w:r w:rsidRPr="009A664F">
        <w:t xml:space="preserve">. Then the </w:t>
      </w:r>
      <w:r w:rsidRPr="009A664F">
        <w:rPr>
          <w:rStyle w:val="Literal"/>
        </w:rPr>
        <w:t>&amp;</w:t>
      </w:r>
      <w:r w:rsidRPr="009A664F">
        <w:t xml:space="preserve"> and</w:t>
      </w:r>
      <w:r w:rsidR="00E22CA3" w:rsidRPr="009A664F">
        <w:t xml:space="preserve"> </w:t>
      </w:r>
      <w:r w:rsidRPr="009A664F">
        <w:rPr>
          <w:rStyle w:val="Literal"/>
        </w:rPr>
        <w:t>[..]</w:t>
      </w:r>
      <w:r w:rsidRPr="009A664F">
        <w:t xml:space="preserve"> take a string slice of the </w:t>
      </w:r>
      <w:r w:rsidRPr="009A664F">
        <w:rPr>
          <w:rStyle w:val="Literal"/>
        </w:rPr>
        <w:t>String</w:t>
      </w:r>
      <w:r w:rsidRPr="009A664F">
        <w:t xml:space="preserve"> that is equal to the whole string to</w:t>
      </w:r>
      <w:r w:rsidR="00E22CA3" w:rsidRPr="009A664F">
        <w:t xml:space="preserve"> </w:t>
      </w:r>
      <w:r w:rsidRPr="009A664F">
        <w:t xml:space="preserve">match the signature of </w:t>
      </w:r>
      <w:r w:rsidRPr="009A664F">
        <w:rPr>
          <w:rStyle w:val="Literal"/>
        </w:rPr>
        <w:t>hello</w:t>
      </w:r>
      <w:r w:rsidRPr="009B49FF">
        <w:rPr>
          <w:lang w:eastAsia="en-GB"/>
        </w:rPr>
        <w:t>. This code without deref coercions is harder to</w:t>
      </w:r>
      <w:r w:rsidR="00E22CA3">
        <w:rPr>
          <w:lang w:eastAsia="en-GB"/>
        </w:rPr>
        <w:t xml:space="preserve"> </w:t>
      </w:r>
      <w:r w:rsidRPr="009B49FF">
        <w:rPr>
          <w:lang w:eastAsia="en-GB"/>
        </w:rPr>
        <w:t>read, write, and understand with all of these symbols involved. Deref coercion</w:t>
      </w:r>
      <w:r w:rsidR="00E22CA3">
        <w:rPr>
          <w:lang w:eastAsia="en-GB"/>
        </w:rPr>
        <w:t xml:space="preserve"> </w:t>
      </w:r>
      <w:r w:rsidRPr="009B49FF">
        <w:rPr>
          <w:lang w:eastAsia="en-GB"/>
        </w:rPr>
        <w:t>allows Rust to handle these conversions for us automatically.</w:t>
      </w:r>
    </w:p>
    <w:p w14:paraId="26500A49" w14:textId="13E75AEA" w:rsidR="009B49FF" w:rsidRPr="009B49FF" w:rsidRDefault="009B49FF" w:rsidP="009A664F">
      <w:pPr>
        <w:pStyle w:val="Body"/>
        <w:rPr>
          <w:lang w:eastAsia="en-GB"/>
        </w:rPr>
      </w:pPr>
      <w:r w:rsidRPr="009B49FF">
        <w:rPr>
          <w:lang w:eastAsia="en-GB"/>
        </w:rPr>
        <w:t xml:space="preserve">When the </w:t>
      </w:r>
      <w:r w:rsidRPr="009A664F">
        <w:rPr>
          <w:rStyle w:val="Literal"/>
        </w:rPr>
        <w:t>Deref</w:t>
      </w:r>
      <w:r w:rsidRPr="009A664F">
        <w:t xml:space="preserve"> trait is defined for the types involved, Rust will analyze the</w:t>
      </w:r>
      <w:r w:rsidR="00E22CA3" w:rsidRPr="009A664F">
        <w:t xml:space="preserve"> </w:t>
      </w:r>
      <w:r w:rsidRPr="009A664F">
        <w:t xml:space="preserve">types and use </w:t>
      </w:r>
      <w:r w:rsidRPr="009A664F">
        <w:rPr>
          <w:rStyle w:val="Literal"/>
        </w:rPr>
        <w:t>Deref::deref</w:t>
      </w:r>
      <w:r w:rsidRPr="009A664F">
        <w:t xml:space="preserve"> as many times as necessary to get a reference to</w:t>
      </w:r>
      <w:r w:rsidR="00E22CA3" w:rsidRPr="009A664F">
        <w:t xml:space="preserve"> </w:t>
      </w:r>
      <w:r w:rsidRPr="009A664F">
        <w:t xml:space="preserve">match the parameter’s type. The number of times that </w:t>
      </w:r>
      <w:r w:rsidRPr="009A664F">
        <w:rPr>
          <w:rStyle w:val="Literal"/>
        </w:rPr>
        <w:t>Deref::deref</w:t>
      </w:r>
      <w:r w:rsidRPr="009B49FF">
        <w:rPr>
          <w:lang w:eastAsia="en-GB"/>
        </w:rPr>
        <w:t xml:space="preserve"> needs to be</w:t>
      </w:r>
      <w:r w:rsidR="00E22CA3">
        <w:rPr>
          <w:lang w:eastAsia="en-GB"/>
        </w:rPr>
        <w:t xml:space="preserve"> </w:t>
      </w:r>
      <w:r w:rsidRPr="009B49FF">
        <w:rPr>
          <w:lang w:eastAsia="en-GB"/>
        </w:rPr>
        <w:t>inserted is resolved at compile time, so there is no runtime penalty for taking</w:t>
      </w:r>
      <w:r w:rsidR="00E22CA3">
        <w:rPr>
          <w:lang w:eastAsia="en-GB"/>
        </w:rPr>
        <w:t xml:space="preserve"> </w:t>
      </w:r>
      <w:r w:rsidRPr="009B49FF">
        <w:rPr>
          <w:lang w:eastAsia="en-GB"/>
        </w:rPr>
        <w:t>advantage of deref coercion!</w:t>
      </w:r>
    </w:p>
    <w:bookmarkStart w:id="244" w:name="how-deref-coercion-interacts-with-mutabi"/>
    <w:bookmarkStart w:id="245" w:name="_Toc106892312"/>
    <w:bookmarkEnd w:id="244"/>
    <w:p w14:paraId="67A75D39" w14:textId="20ED207A" w:rsidR="009B49FF" w:rsidRPr="009B49FF" w:rsidRDefault="00D70E9C" w:rsidP="009A664F">
      <w:pPr>
        <w:pStyle w:val="HeadB"/>
        <w:rPr>
          <w:lang w:eastAsia="en-GB"/>
        </w:rPr>
      </w:pPr>
      <w:ins w:id="246" w:author="Carol Nichols" w:date="2022-08-25T21:44:00Z">
        <w:r>
          <w:rPr>
            <w:lang w:eastAsia="en-GB"/>
          </w:rPr>
          <w:fldChar w:fldCharType="begin"/>
        </w:r>
        <w:r>
          <w:instrText xml:space="preserve"> XE "DerefMut trait </w:instrText>
        </w:r>
        <w:r w:rsidRPr="00BE574B">
          <w:instrText>startRange</w:instrText>
        </w:r>
        <w:r>
          <w:instrText xml:space="preserve">" </w:instrText>
        </w:r>
        <w:r>
          <w:rPr>
            <w:lang w:eastAsia="en-GB"/>
          </w:rPr>
          <w:fldChar w:fldCharType="end"/>
        </w:r>
      </w:ins>
      <w:r w:rsidR="009B49FF" w:rsidRPr="009B49FF">
        <w:rPr>
          <w:lang w:eastAsia="en-GB"/>
        </w:rPr>
        <w:t>How Deref Coercion Interacts with Mutability</w:t>
      </w:r>
      <w:bookmarkEnd w:id="245"/>
    </w:p>
    <w:p w14:paraId="1AB03138" w14:textId="5362D898" w:rsidR="009B49FF" w:rsidRPr="009B49FF" w:rsidRDefault="009B49FF" w:rsidP="009A664F">
      <w:pPr>
        <w:pStyle w:val="Body"/>
        <w:rPr>
          <w:lang w:eastAsia="en-GB"/>
        </w:rPr>
      </w:pPr>
      <w:r w:rsidRPr="009A664F">
        <w:t xml:space="preserve">Similar to how you use the </w:t>
      </w:r>
      <w:r w:rsidRPr="009A664F">
        <w:rPr>
          <w:rStyle w:val="Literal"/>
        </w:rPr>
        <w:t>Deref</w:t>
      </w:r>
      <w:r w:rsidRPr="009A664F">
        <w:t xml:space="preserve"> trait to override the </w:t>
      </w:r>
      <w:r w:rsidRPr="009A664F">
        <w:rPr>
          <w:rStyle w:val="Literal"/>
        </w:rPr>
        <w:t>*</w:t>
      </w:r>
      <w:r w:rsidRPr="009A664F">
        <w:t xml:space="preserve"> operator on</w:t>
      </w:r>
      <w:r w:rsidR="00E22CA3" w:rsidRPr="009A664F">
        <w:t xml:space="preserve"> </w:t>
      </w:r>
      <w:r w:rsidRPr="009A664F">
        <w:t xml:space="preserve">immutable references, you can use the </w:t>
      </w:r>
      <w:r w:rsidRPr="009A664F">
        <w:rPr>
          <w:rStyle w:val="Literal"/>
        </w:rPr>
        <w:t>DerefMut</w:t>
      </w:r>
      <w:r w:rsidRPr="009A664F">
        <w:t xml:space="preserve"> trait to override the </w:t>
      </w:r>
      <w:r w:rsidRPr="009A664F">
        <w:rPr>
          <w:rStyle w:val="Literal"/>
        </w:rPr>
        <w:t>*</w:t>
      </w:r>
      <w:r w:rsidR="00E22CA3">
        <w:rPr>
          <w:lang w:eastAsia="en-GB"/>
        </w:rPr>
        <w:t xml:space="preserve"> </w:t>
      </w:r>
      <w:r w:rsidRPr="009B49FF">
        <w:rPr>
          <w:lang w:eastAsia="en-GB"/>
        </w:rPr>
        <w:t>operator on mutable references.</w:t>
      </w:r>
    </w:p>
    <w:p w14:paraId="745CFF31" w14:textId="5AA9A9BE" w:rsidR="009B49FF" w:rsidRPr="009B49FF" w:rsidRDefault="009B49FF" w:rsidP="009A664F">
      <w:pPr>
        <w:pStyle w:val="Body"/>
        <w:rPr>
          <w:lang w:eastAsia="en-GB"/>
        </w:rPr>
      </w:pPr>
      <w:r w:rsidRPr="009B49FF">
        <w:rPr>
          <w:lang w:eastAsia="en-GB"/>
        </w:rPr>
        <w:t>Rust does deref coercion when it finds types and trait implementations in three</w:t>
      </w:r>
      <w:r w:rsidR="00E22CA3">
        <w:rPr>
          <w:lang w:eastAsia="en-GB"/>
        </w:rPr>
        <w:t xml:space="preserve"> </w:t>
      </w:r>
      <w:r w:rsidRPr="009B49FF">
        <w:rPr>
          <w:lang w:eastAsia="en-GB"/>
        </w:rPr>
        <w:t>cases:</w:t>
      </w:r>
    </w:p>
    <w:p w14:paraId="2EB6F071" w14:textId="77777777" w:rsidR="009B49FF" w:rsidRPr="009B49FF" w:rsidRDefault="009B49FF" w:rsidP="005E29A1">
      <w:pPr>
        <w:pStyle w:val="ListBullet"/>
        <w:rPr>
          <w:lang w:eastAsia="en-GB"/>
        </w:rPr>
      </w:pPr>
      <w:r w:rsidRPr="009A664F">
        <w:t xml:space="preserve">From </w:t>
      </w:r>
      <w:r w:rsidRPr="009A664F">
        <w:rPr>
          <w:rStyle w:val="Literal"/>
        </w:rPr>
        <w:t>&amp;T</w:t>
      </w:r>
      <w:r w:rsidRPr="009A664F">
        <w:t xml:space="preserve"> to </w:t>
      </w:r>
      <w:r w:rsidRPr="009A664F">
        <w:rPr>
          <w:rStyle w:val="Literal"/>
        </w:rPr>
        <w:t>&amp;U</w:t>
      </w:r>
      <w:r w:rsidRPr="009A664F">
        <w:t xml:space="preserve"> when </w:t>
      </w:r>
      <w:r w:rsidRPr="009A664F">
        <w:rPr>
          <w:rStyle w:val="Literal"/>
        </w:rPr>
        <w:t>T: Deref&lt;Target=U&gt;</w:t>
      </w:r>
    </w:p>
    <w:p w14:paraId="3B32D96C" w14:textId="77777777" w:rsidR="009B49FF" w:rsidRPr="009B49FF" w:rsidRDefault="009B49FF" w:rsidP="005E29A1">
      <w:pPr>
        <w:pStyle w:val="ListBullet"/>
        <w:rPr>
          <w:lang w:eastAsia="en-GB"/>
        </w:rPr>
      </w:pPr>
      <w:r w:rsidRPr="009B49FF">
        <w:rPr>
          <w:lang w:eastAsia="en-GB"/>
        </w:rPr>
        <w:t xml:space="preserve">From </w:t>
      </w:r>
      <w:r w:rsidRPr="009A664F">
        <w:rPr>
          <w:rStyle w:val="Literal"/>
        </w:rPr>
        <w:t>&amp;mut T</w:t>
      </w:r>
      <w:r w:rsidRPr="009A664F">
        <w:t xml:space="preserve"> to </w:t>
      </w:r>
      <w:r w:rsidRPr="009A664F">
        <w:rPr>
          <w:rStyle w:val="Literal"/>
        </w:rPr>
        <w:t>&amp;mut U</w:t>
      </w:r>
      <w:r w:rsidRPr="009A664F">
        <w:t xml:space="preserve"> when </w:t>
      </w:r>
      <w:r w:rsidRPr="009A664F">
        <w:rPr>
          <w:rStyle w:val="Literal"/>
        </w:rPr>
        <w:t>T: DerefMut&lt;Target=U&gt;</w:t>
      </w:r>
    </w:p>
    <w:p w14:paraId="28CBCAD2" w14:textId="77777777" w:rsidR="009B49FF" w:rsidRPr="009B49FF" w:rsidRDefault="009B49FF" w:rsidP="005E29A1">
      <w:pPr>
        <w:pStyle w:val="ListBullet"/>
        <w:rPr>
          <w:lang w:eastAsia="en-GB"/>
        </w:rPr>
      </w:pPr>
      <w:r w:rsidRPr="009B49FF">
        <w:rPr>
          <w:lang w:eastAsia="en-GB"/>
        </w:rPr>
        <w:t xml:space="preserve">From </w:t>
      </w:r>
      <w:r w:rsidRPr="009A664F">
        <w:rPr>
          <w:rStyle w:val="Literal"/>
        </w:rPr>
        <w:t>&amp;mut T</w:t>
      </w:r>
      <w:r w:rsidRPr="009A664F">
        <w:t xml:space="preserve"> to </w:t>
      </w:r>
      <w:r w:rsidRPr="009A664F">
        <w:rPr>
          <w:rStyle w:val="Literal"/>
        </w:rPr>
        <w:t>&amp;U</w:t>
      </w:r>
      <w:r w:rsidRPr="009A664F">
        <w:t xml:space="preserve"> when </w:t>
      </w:r>
      <w:r w:rsidRPr="009A664F">
        <w:rPr>
          <w:rStyle w:val="Literal"/>
        </w:rPr>
        <w:t>T: Deref&lt;Target=U&gt;</w:t>
      </w:r>
    </w:p>
    <w:p w14:paraId="2D3091D0" w14:textId="43B0FEF7" w:rsidR="009B49FF" w:rsidRPr="009B49FF" w:rsidRDefault="009B49FF" w:rsidP="009A664F">
      <w:pPr>
        <w:pStyle w:val="Body"/>
        <w:rPr>
          <w:lang w:eastAsia="en-GB"/>
        </w:rPr>
      </w:pPr>
      <w:r w:rsidRPr="009B49FF">
        <w:rPr>
          <w:lang w:eastAsia="en-GB"/>
        </w:rPr>
        <w:t xml:space="preserve">The first two cases are the same </w:t>
      </w:r>
      <w:del w:id="247" w:author="Audrey Doyle" w:date="2022-08-04T14:47:00Z">
        <w:r w:rsidRPr="009B49FF" w:rsidDel="00CC23DA">
          <w:rPr>
            <w:lang w:eastAsia="en-GB"/>
          </w:rPr>
          <w:delText xml:space="preserve">as each other </w:delText>
        </w:r>
      </w:del>
      <w:r w:rsidRPr="009B49FF">
        <w:rPr>
          <w:lang w:eastAsia="en-GB"/>
        </w:rPr>
        <w:t>except that the second</w:t>
      </w:r>
      <w:r w:rsidR="00E22CA3">
        <w:rPr>
          <w:lang w:eastAsia="en-GB"/>
        </w:rPr>
        <w:t xml:space="preserve"> </w:t>
      </w:r>
      <w:r w:rsidRPr="009B49FF">
        <w:rPr>
          <w:lang w:eastAsia="en-GB"/>
        </w:rPr>
        <w:t xml:space="preserve">implements mutability. The first case states that if you have a </w:t>
      </w:r>
      <w:r w:rsidRPr="009A664F">
        <w:rPr>
          <w:rStyle w:val="Literal"/>
        </w:rPr>
        <w:t>&amp;T</w:t>
      </w:r>
      <w:r w:rsidRPr="009A664F">
        <w:t xml:space="preserve">, and </w:t>
      </w:r>
      <w:r w:rsidRPr="009A664F">
        <w:rPr>
          <w:rStyle w:val="Literal"/>
        </w:rPr>
        <w:t>T</w:t>
      </w:r>
      <w:r w:rsidR="00E22CA3" w:rsidRPr="009A664F">
        <w:t xml:space="preserve"> </w:t>
      </w:r>
      <w:r w:rsidRPr="009A664F">
        <w:t xml:space="preserve">implements </w:t>
      </w:r>
      <w:r w:rsidRPr="009A664F">
        <w:rPr>
          <w:rStyle w:val="Literal"/>
        </w:rPr>
        <w:t>Deref</w:t>
      </w:r>
      <w:r w:rsidRPr="009A664F">
        <w:t xml:space="preserve"> to some type </w:t>
      </w:r>
      <w:r w:rsidRPr="009A664F">
        <w:rPr>
          <w:rStyle w:val="Literal"/>
        </w:rPr>
        <w:t>U</w:t>
      </w:r>
      <w:r w:rsidRPr="009A664F">
        <w:t xml:space="preserve">, you can get a </w:t>
      </w:r>
      <w:r w:rsidRPr="009A664F">
        <w:rPr>
          <w:rStyle w:val="Literal"/>
        </w:rPr>
        <w:t>&amp;U</w:t>
      </w:r>
      <w:r w:rsidRPr="009B49FF">
        <w:rPr>
          <w:lang w:eastAsia="en-GB"/>
        </w:rPr>
        <w:t xml:space="preserve"> transparently. The</w:t>
      </w:r>
      <w:r w:rsidR="00E22CA3">
        <w:rPr>
          <w:lang w:eastAsia="en-GB"/>
        </w:rPr>
        <w:t xml:space="preserve"> </w:t>
      </w:r>
      <w:r w:rsidRPr="009B49FF">
        <w:rPr>
          <w:lang w:eastAsia="en-GB"/>
        </w:rPr>
        <w:t>second case states that the same deref coercion happens for mutable references.</w:t>
      </w:r>
    </w:p>
    <w:p w14:paraId="3B56A2E4" w14:textId="19A141D7" w:rsidR="009B49FF" w:rsidRPr="009B49FF" w:rsidRDefault="009B49FF" w:rsidP="009A664F">
      <w:pPr>
        <w:pStyle w:val="Body"/>
        <w:rPr>
          <w:lang w:eastAsia="en-GB"/>
        </w:rPr>
      </w:pPr>
      <w:r w:rsidRPr="009B49FF">
        <w:rPr>
          <w:lang w:eastAsia="en-GB"/>
        </w:rPr>
        <w:t>The third case is trickier: Rust will also coerce a mutable reference to an</w:t>
      </w:r>
      <w:r w:rsidR="00E22CA3">
        <w:rPr>
          <w:lang w:eastAsia="en-GB"/>
        </w:rPr>
        <w:t xml:space="preserve"> </w:t>
      </w:r>
      <w:r w:rsidRPr="009B49FF">
        <w:rPr>
          <w:lang w:eastAsia="en-GB"/>
        </w:rPr>
        <w:t xml:space="preserve">immutable one. But the reverse is </w:t>
      </w:r>
      <w:r w:rsidRPr="009A664F">
        <w:rPr>
          <w:rStyle w:val="Italic"/>
        </w:rPr>
        <w:t>not</w:t>
      </w:r>
      <w:r w:rsidRPr="009B49FF">
        <w:rPr>
          <w:lang w:eastAsia="en-GB"/>
        </w:rPr>
        <w:t xml:space="preserve"> possible: immutable references will</w:t>
      </w:r>
      <w:r w:rsidR="00E22CA3">
        <w:rPr>
          <w:lang w:eastAsia="en-GB"/>
        </w:rPr>
        <w:t xml:space="preserve"> </w:t>
      </w:r>
      <w:r w:rsidRPr="009B49FF">
        <w:rPr>
          <w:lang w:eastAsia="en-GB"/>
        </w:rPr>
        <w:t>never coerce to mutable references. Because of the borrowing rules, if you have</w:t>
      </w:r>
      <w:r w:rsidR="00E22CA3">
        <w:rPr>
          <w:lang w:eastAsia="en-GB"/>
        </w:rPr>
        <w:t xml:space="preserve"> </w:t>
      </w:r>
      <w:r w:rsidRPr="009B49FF">
        <w:rPr>
          <w:lang w:eastAsia="en-GB"/>
        </w:rPr>
        <w:t>a mutable reference, that mutable reference must be the only reference to that</w:t>
      </w:r>
      <w:r w:rsidR="00E22CA3">
        <w:rPr>
          <w:lang w:eastAsia="en-GB"/>
        </w:rPr>
        <w:t xml:space="preserve"> </w:t>
      </w:r>
      <w:r w:rsidRPr="009B49FF">
        <w:rPr>
          <w:lang w:eastAsia="en-GB"/>
        </w:rPr>
        <w:t xml:space="preserve">data </w:t>
      </w:r>
      <w:r w:rsidRPr="009B49FF">
        <w:rPr>
          <w:lang w:eastAsia="en-GB"/>
        </w:rPr>
        <w:lastRenderedPageBreak/>
        <w:t>(otherwise, the program wouldn’t compile). Converting one mutable</w:t>
      </w:r>
      <w:r w:rsidR="00E22CA3">
        <w:rPr>
          <w:lang w:eastAsia="en-GB"/>
        </w:rPr>
        <w:t xml:space="preserve"> </w:t>
      </w:r>
      <w:r w:rsidRPr="009B49FF">
        <w:rPr>
          <w:lang w:eastAsia="en-GB"/>
        </w:rPr>
        <w:t>reference to one immutable reference will never break the borrowing rules.</w:t>
      </w:r>
      <w:r w:rsidR="00E22CA3">
        <w:rPr>
          <w:lang w:eastAsia="en-GB"/>
        </w:rPr>
        <w:t xml:space="preserve"> </w:t>
      </w:r>
      <w:r w:rsidRPr="009B49FF">
        <w:rPr>
          <w:lang w:eastAsia="en-GB"/>
        </w:rPr>
        <w:t>Converting an immutable reference to a mutable reference would require that the</w:t>
      </w:r>
      <w:r w:rsidR="00E22CA3">
        <w:rPr>
          <w:lang w:eastAsia="en-GB"/>
        </w:rPr>
        <w:t xml:space="preserve"> </w:t>
      </w:r>
      <w:r w:rsidRPr="009B49FF">
        <w:rPr>
          <w:lang w:eastAsia="en-GB"/>
        </w:rPr>
        <w:t>initial immutable reference is the only immutable reference to that data, but</w:t>
      </w:r>
      <w:r w:rsidR="00E22CA3">
        <w:rPr>
          <w:lang w:eastAsia="en-GB"/>
        </w:rPr>
        <w:t xml:space="preserve"> </w:t>
      </w:r>
      <w:r w:rsidRPr="009B49FF">
        <w:rPr>
          <w:lang w:eastAsia="en-GB"/>
        </w:rPr>
        <w:t>the borrowing rules don’t guarantee that. Therefore, Rust can’t make the</w:t>
      </w:r>
      <w:r w:rsidR="00E22CA3">
        <w:rPr>
          <w:lang w:eastAsia="en-GB"/>
        </w:rPr>
        <w:t xml:space="preserve"> </w:t>
      </w:r>
      <w:r w:rsidRPr="009B49FF">
        <w:rPr>
          <w:lang w:eastAsia="en-GB"/>
        </w:rPr>
        <w:t>assumption that converting an immutable reference to a mutable reference is</w:t>
      </w:r>
      <w:r w:rsidR="00E22CA3">
        <w:rPr>
          <w:lang w:eastAsia="en-GB"/>
        </w:rPr>
        <w:t xml:space="preserve"> </w:t>
      </w:r>
      <w:r w:rsidRPr="009B49FF">
        <w:rPr>
          <w:lang w:eastAsia="en-GB"/>
        </w:rPr>
        <w:t>possible.</w:t>
      </w:r>
      <w:ins w:id="248" w:author="Carol Nichols" w:date="2022-08-25T21:45:00Z">
        <w:r w:rsidR="00D70E9C">
          <w:rPr>
            <w:lang w:eastAsia="en-GB"/>
          </w:rPr>
          <w:fldChar w:fldCharType="begin"/>
        </w:r>
        <w:r w:rsidR="00D70E9C">
          <w:instrText xml:space="preserve"> XE "DerefMut trait end</w:instrText>
        </w:r>
        <w:r w:rsidR="00D70E9C" w:rsidRPr="00BE574B">
          <w:instrText>Range</w:instrText>
        </w:r>
        <w:r w:rsidR="00D70E9C">
          <w:instrText xml:space="preserve">" </w:instrText>
        </w:r>
        <w:r w:rsidR="00D70E9C">
          <w:rPr>
            <w:lang w:eastAsia="en-GB"/>
          </w:rPr>
          <w:fldChar w:fldCharType="end"/>
        </w:r>
      </w:ins>
      <w:ins w:id="249" w:author="Carol Nichols" w:date="2022-08-25T21:44:00Z">
        <w:r w:rsidR="005645B4">
          <w:rPr>
            <w:lang w:eastAsia="en-GB"/>
          </w:rPr>
          <w:fldChar w:fldCharType="begin"/>
        </w:r>
        <w:r w:rsidR="005645B4">
          <w:instrText xml:space="preserve"> XE "deref coercion end</w:instrText>
        </w:r>
        <w:r w:rsidR="005645B4" w:rsidRPr="00BE574B">
          <w:instrText>Range</w:instrText>
        </w:r>
        <w:r w:rsidR="005645B4">
          <w:instrText xml:space="preserve">" </w:instrText>
        </w:r>
        <w:r w:rsidR="005645B4">
          <w:rPr>
            <w:lang w:eastAsia="en-GB"/>
          </w:rPr>
          <w:fldChar w:fldCharType="end"/>
        </w:r>
      </w:ins>
      <w:ins w:id="250" w:author="Carol Nichols" w:date="2022-08-25T21:40:00Z">
        <w:r w:rsidR="00D32E34">
          <w:rPr>
            <w:lang w:eastAsia="en-GB"/>
          </w:rPr>
          <w:fldChar w:fldCharType="begin"/>
        </w:r>
        <w:r w:rsidR="00D32E34">
          <w:instrText xml:space="preserve"> XE "* (asterisk):dereference operator</w:instrText>
        </w:r>
        <w:r w:rsidR="00D32E34" w:rsidRPr="00BE574B">
          <w:instrText xml:space="preserve"> </w:instrText>
        </w:r>
      </w:ins>
      <w:ins w:id="251" w:author="Carol Nichols" w:date="2022-08-25T21:41:00Z">
        <w:r w:rsidR="005832DB">
          <w:instrText>end</w:instrText>
        </w:r>
      </w:ins>
      <w:ins w:id="252" w:author="Carol Nichols" w:date="2022-08-25T21:40:00Z">
        <w:r w:rsidR="00D32E34" w:rsidRPr="00BE574B">
          <w:instrText>Range</w:instrText>
        </w:r>
        <w:r w:rsidR="00D32E34">
          <w:instrText xml:space="preserve">" </w:instrText>
        </w:r>
        <w:r w:rsidR="00D32E34">
          <w:rPr>
            <w:lang w:eastAsia="en-GB"/>
          </w:rPr>
          <w:fldChar w:fldCharType="end"/>
        </w:r>
        <w:r w:rsidR="00D32E34">
          <w:rPr>
            <w:lang w:eastAsia="en-GB"/>
          </w:rPr>
          <w:fldChar w:fldCharType="begin"/>
        </w:r>
        <w:r w:rsidR="00D32E34">
          <w:instrText xml:space="preserve"> XE "asterisk (*):dereference operator</w:instrText>
        </w:r>
        <w:r w:rsidR="00D32E34" w:rsidRPr="00BE574B">
          <w:instrText xml:space="preserve"> </w:instrText>
        </w:r>
      </w:ins>
      <w:ins w:id="253" w:author="Carol Nichols" w:date="2022-08-25T21:41:00Z">
        <w:r w:rsidR="005832DB">
          <w:instrText>end</w:instrText>
        </w:r>
      </w:ins>
      <w:ins w:id="254" w:author="Carol Nichols" w:date="2022-08-25T21:40:00Z">
        <w:r w:rsidR="00D32E34" w:rsidRPr="00BE574B">
          <w:instrText>Range</w:instrText>
        </w:r>
        <w:r w:rsidR="00D32E34">
          <w:instrText xml:space="preserve">" </w:instrText>
        </w:r>
        <w:r w:rsidR="00D32E34">
          <w:rPr>
            <w:lang w:eastAsia="en-GB"/>
          </w:rPr>
          <w:fldChar w:fldCharType="end"/>
        </w:r>
        <w:r w:rsidR="00D32E34">
          <w:rPr>
            <w:lang w:eastAsia="en-GB"/>
          </w:rPr>
          <w:fldChar w:fldCharType="begin"/>
        </w:r>
        <w:r w:rsidR="00D32E34">
          <w:instrText xml:space="preserve"> XE "Deref trait </w:instrText>
        </w:r>
      </w:ins>
      <w:ins w:id="255" w:author="Carol Nichols" w:date="2022-08-25T21:42:00Z">
        <w:r w:rsidR="005832DB">
          <w:instrText>end</w:instrText>
        </w:r>
      </w:ins>
      <w:ins w:id="256" w:author="Carol Nichols" w:date="2022-08-25T21:40:00Z">
        <w:r w:rsidR="00D32E34" w:rsidRPr="00BE574B">
          <w:instrText>Range</w:instrText>
        </w:r>
        <w:r w:rsidR="00D32E34">
          <w:instrText xml:space="preserve">" </w:instrText>
        </w:r>
        <w:r w:rsidR="00D32E34">
          <w:rPr>
            <w:lang w:eastAsia="en-GB"/>
          </w:rPr>
          <w:fldChar w:fldCharType="end"/>
        </w:r>
      </w:ins>
      <w:ins w:id="257" w:author="Carol Nichols" w:date="2022-08-25T21:41:00Z">
        <w:r w:rsidR="005832DB">
          <w:rPr>
            <w:lang w:eastAsia="en-GB"/>
          </w:rPr>
          <w:fldChar w:fldCharType="begin"/>
        </w:r>
        <w:r w:rsidR="005832DB">
          <w:instrText xml:space="preserve"> XE "dereference end</w:instrText>
        </w:r>
        <w:r w:rsidR="005832DB" w:rsidRPr="00BE574B">
          <w:instrText>Range</w:instrText>
        </w:r>
        <w:r w:rsidR="005832DB">
          <w:instrText xml:space="preserve">" </w:instrText>
        </w:r>
        <w:r w:rsidR="005832DB">
          <w:rPr>
            <w:lang w:eastAsia="en-GB"/>
          </w:rPr>
          <w:fldChar w:fldCharType="end"/>
        </w:r>
      </w:ins>
      <w:ins w:id="258" w:author="Carol Nichols" w:date="2022-08-25T21:33:00Z">
        <w:r w:rsidR="002F5F9C">
          <w:rPr>
            <w:lang w:eastAsia="en-GB"/>
          </w:rPr>
          <w:fldChar w:fldCharType="begin"/>
        </w:r>
        <w:r w:rsidR="002F5F9C">
          <w:instrText xml:space="preserve"> XE "Box&lt;T&gt; type</w:instrText>
        </w:r>
        <w:r w:rsidR="002F5F9C" w:rsidRPr="00BE574B">
          <w:instrText xml:space="preserve"> </w:instrText>
        </w:r>
        <w:r w:rsidR="002F5F9C">
          <w:instrText>end</w:instrText>
        </w:r>
        <w:r w:rsidR="002F5F9C" w:rsidRPr="00BE574B">
          <w:instrText>Range</w:instrText>
        </w:r>
        <w:r w:rsidR="002F5F9C">
          <w:instrText xml:space="preserve">" </w:instrText>
        </w:r>
        <w:r w:rsidR="002F5F9C">
          <w:rPr>
            <w:lang w:eastAsia="en-GB"/>
          </w:rPr>
          <w:fldChar w:fldCharType="end"/>
        </w:r>
      </w:ins>
    </w:p>
    <w:bookmarkStart w:id="259" w:name="running-code-on-cleanup-with-the-`drop`-"/>
    <w:bookmarkStart w:id="260" w:name="_Toc106892313"/>
    <w:bookmarkEnd w:id="259"/>
    <w:p w14:paraId="05B3E5DD" w14:textId="39DF4375" w:rsidR="009B49FF" w:rsidRPr="009B49FF" w:rsidRDefault="0025720B" w:rsidP="00E22CA3">
      <w:pPr>
        <w:pStyle w:val="HeadA"/>
        <w:rPr>
          <w:lang w:eastAsia="en-GB"/>
        </w:rPr>
      </w:pPr>
      <w:ins w:id="261" w:author="Carol Nichols" w:date="2022-08-25T21:45:00Z">
        <w:r>
          <w:rPr>
            <w:lang w:eastAsia="en-GB"/>
          </w:rPr>
          <w:fldChar w:fldCharType="begin"/>
        </w:r>
        <w:r>
          <w:instrText xml:space="preserve"> XE "Drop trait </w:instrText>
        </w:r>
        <w:r w:rsidRPr="00BE574B">
          <w:instrText>startRange</w:instrText>
        </w:r>
        <w:r>
          <w:instrText xml:space="preserve">" </w:instrText>
        </w:r>
        <w:r>
          <w:rPr>
            <w:lang w:eastAsia="en-GB"/>
          </w:rPr>
          <w:fldChar w:fldCharType="end"/>
        </w:r>
      </w:ins>
      <w:r w:rsidR="009B49FF" w:rsidRPr="00E22CA3">
        <w:t xml:space="preserve">Running Code on Cleanup with the </w:t>
      </w:r>
      <w:r w:rsidR="009B49FF" w:rsidRPr="009A664F">
        <w:t>Drop</w:t>
      </w:r>
      <w:r w:rsidR="009B49FF" w:rsidRPr="009B49FF">
        <w:rPr>
          <w:lang w:eastAsia="en-GB"/>
        </w:rPr>
        <w:t xml:space="preserve"> Trait</w:t>
      </w:r>
      <w:bookmarkEnd w:id="260"/>
    </w:p>
    <w:p w14:paraId="61860B60" w14:textId="2C4479D1" w:rsidR="009B49FF" w:rsidRPr="009B49FF" w:rsidRDefault="009B49FF" w:rsidP="009A664F">
      <w:pPr>
        <w:pStyle w:val="Body"/>
        <w:rPr>
          <w:lang w:eastAsia="en-GB"/>
        </w:rPr>
      </w:pPr>
      <w:r w:rsidRPr="009A664F">
        <w:t xml:space="preserve">The second trait important to the smart pointer pattern is </w:t>
      </w:r>
      <w:r w:rsidRPr="009A664F">
        <w:rPr>
          <w:rStyle w:val="Literal"/>
        </w:rPr>
        <w:t>Drop</w:t>
      </w:r>
      <w:r w:rsidRPr="009A664F">
        <w:t>, which lets</w:t>
      </w:r>
      <w:r w:rsidR="00E22CA3" w:rsidRPr="009A664F">
        <w:t xml:space="preserve"> </w:t>
      </w:r>
      <w:r w:rsidRPr="009A664F">
        <w:t>you customize what happens when a value is about to go out of scope. You can</w:t>
      </w:r>
      <w:r w:rsidR="00E22CA3" w:rsidRPr="009A664F">
        <w:t xml:space="preserve"> </w:t>
      </w:r>
      <w:r w:rsidRPr="009A664F">
        <w:t xml:space="preserve">provide an implementation for the </w:t>
      </w:r>
      <w:r w:rsidRPr="009A664F">
        <w:rPr>
          <w:rStyle w:val="Literal"/>
        </w:rPr>
        <w:t>Drop</w:t>
      </w:r>
      <w:r w:rsidRPr="009B49FF">
        <w:rPr>
          <w:lang w:eastAsia="en-GB"/>
        </w:rPr>
        <w:t xml:space="preserve"> trait on any type, and that code</w:t>
      </w:r>
      <w:r w:rsidR="00E22CA3">
        <w:rPr>
          <w:lang w:eastAsia="en-GB"/>
        </w:rPr>
        <w:t xml:space="preserve"> </w:t>
      </w:r>
      <w:r w:rsidRPr="009B49FF">
        <w:rPr>
          <w:lang w:eastAsia="en-GB"/>
        </w:rPr>
        <w:t>can be used to release resources like files or network connections.</w:t>
      </w:r>
    </w:p>
    <w:p w14:paraId="6E6F55A3" w14:textId="49E057DF" w:rsidR="009B49FF" w:rsidRPr="009B49FF" w:rsidRDefault="009B49FF" w:rsidP="009A664F">
      <w:pPr>
        <w:pStyle w:val="Body"/>
        <w:rPr>
          <w:lang w:eastAsia="en-GB"/>
        </w:rPr>
      </w:pPr>
      <w:r w:rsidRPr="009B49FF">
        <w:rPr>
          <w:lang w:eastAsia="en-GB"/>
        </w:rPr>
        <w:t xml:space="preserve">We’re introducing </w:t>
      </w:r>
      <w:r w:rsidRPr="009A664F">
        <w:rPr>
          <w:rStyle w:val="Literal"/>
        </w:rPr>
        <w:t>Drop</w:t>
      </w:r>
      <w:r w:rsidRPr="009A664F">
        <w:t xml:space="preserve"> in the context of smart pointers because the</w:t>
      </w:r>
      <w:r w:rsidR="00E22CA3" w:rsidRPr="009A664F">
        <w:t xml:space="preserve"> </w:t>
      </w:r>
      <w:r w:rsidRPr="009A664F">
        <w:t xml:space="preserve">functionality of the </w:t>
      </w:r>
      <w:r w:rsidRPr="009A664F">
        <w:rPr>
          <w:rStyle w:val="Literal"/>
        </w:rPr>
        <w:t>Drop</w:t>
      </w:r>
      <w:r w:rsidRPr="009A664F">
        <w:t xml:space="preserve"> trait is almost always used when implementing a</w:t>
      </w:r>
      <w:r w:rsidR="00E22CA3" w:rsidRPr="009A664F">
        <w:t xml:space="preserve"> </w:t>
      </w:r>
      <w:r w:rsidRPr="009A664F">
        <w:t xml:space="preserve">smart pointer. For example, when a </w:t>
      </w:r>
      <w:r w:rsidRPr="009A664F">
        <w:rPr>
          <w:rStyle w:val="Literal"/>
        </w:rPr>
        <w:t>Box&lt;T&gt;</w:t>
      </w:r>
      <w:r w:rsidRPr="009B49FF">
        <w:rPr>
          <w:lang w:eastAsia="en-GB"/>
        </w:rPr>
        <w:t xml:space="preserve"> is dropped it will deallocate the</w:t>
      </w:r>
      <w:r w:rsidR="00E22CA3">
        <w:rPr>
          <w:lang w:eastAsia="en-GB"/>
        </w:rPr>
        <w:t xml:space="preserve"> </w:t>
      </w:r>
      <w:r w:rsidRPr="009B49FF">
        <w:rPr>
          <w:lang w:eastAsia="en-GB"/>
        </w:rPr>
        <w:t>space on the heap that the box points to.</w:t>
      </w:r>
    </w:p>
    <w:p w14:paraId="40354068" w14:textId="3FAFB3DD" w:rsidR="009B49FF" w:rsidRPr="009B49FF" w:rsidRDefault="009B49FF" w:rsidP="009A664F">
      <w:pPr>
        <w:pStyle w:val="Body"/>
        <w:rPr>
          <w:lang w:eastAsia="en-GB"/>
        </w:rPr>
      </w:pPr>
      <w:r w:rsidRPr="009B49FF">
        <w:rPr>
          <w:lang w:eastAsia="en-GB"/>
        </w:rPr>
        <w:t>In some languages, for some types, the programmer must call code to free memory</w:t>
      </w:r>
      <w:r w:rsidR="00E22CA3">
        <w:rPr>
          <w:lang w:eastAsia="en-GB"/>
        </w:rPr>
        <w:t xml:space="preserve"> </w:t>
      </w:r>
      <w:r w:rsidRPr="009B49FF">
        <w:rPr>
          <w:lang w:eastAsia="en-GB"/>
        </w:rPr>
        <w:t>or resources every time they finish using an instance</w:t>
      </w:r>
      <w:r w:rsidR="00636BF1">
        <w:rPr>
          <w:lang w:eastAsia="en-GB"/>
        </w:rPr>
        <w:t xml:space="preserve"> of</w:t>
      </w:r>
      <w:r w:rsidRPr="009B49FF">
        <w:rPr>
          <w:lang w:eastAsia="en-GB"/>
        </w:rPr>
        <w:t xml:space="preserve"> those types. Examples</w:t>
      </w:r>
      <w:r w:rsidR="00E22CA3">
        <w:rPr>
          <w:lang w:eastAsia="en-GB"/>
        </w:rPr>
        <w:t xml:space="preserve"> </w:t>
      </w:r>
      <w:r w:rsidRPr="009B49FF">
        <w:rPr>
          <w:lang w:eastAsia="en-GB"/>
        </w:rPr>
        <w:t xml:space="preserve">include file handles, sockets, </w:t>
      </w:r>
      <w:del w:id="262" w:author="Audrey Doyle" w:date="2022-08-04T14:48:00Z">
        <w:r w:rsidRPr="009B49FF" w:rsidDel="00CC23DA">
          <w:rPr>
            <w:lang w:eastAsia="en-GB"/>
          </w:rPr>
          <w:delText xml:space="preserve">or </w:delText>
        </w:r>
      </w:del>
      <w:ins w:id="263" w:author="Audrey Doyle" w:date="2022-08-04T14:48:00Z">
        <w:r w:rsidR="00CC23DA">
          <w:rPr>
            <w:lang w:eastAsia="en-GB"/>
          </w:rPr>
          <w:t>and</w:t>
        </w:r>
        <w:r w:rsidR="00CC23DA" w:rsidRPr="009B49FF">
          <w:rPr>
            <w:lang w:eastAsia="en-GB"/>
          </w:rPr>
          <w:t xml:space="preserve"> </w:t>
        </w:r>
      </w:ins>
      <w:r w:rsidRPr="009B49FF">
        <w:rPr>
          <w:lang w:eastAsia="en-GB"/>
        </w:rPr>
        <w:t>locks. If they forget, the system might</w:t>
      </w:r>
      <w:r w:rsidR="00E22CA3">
        <w:rPr>
          <w:lang w:eastAsia="en-GB"/>
        </w:rPr>
        <w:t xml:space="preserve"> </w:t>
      </w:r>
      <w:r w:rsidRPr="009B49FF">
        <w:rPr>
          <w:lang w:eastAsia="en-GB"/>
        </w:rPr>
        <w:t>become overloaded and crash. In Rust, you can specify that a particular bit of</w:t>
      </w:r>
      <w:r w:rsidR="00E22CA3">
        <w:rPr>
          <w:lang w:eastAsia="en-GB"/>
        </w:rPr>
        <w:t xml:space="preserve"> </w:t>
      </w:r>
      <w:r w:rsidRPr="009B49FF">
        <w:rPr>
          <w:lang w:eastAsia="en-GB"/>
        </w:rPr>
        <w:t>code be run whenever a value goes out of scope, and the compiler will insert</w:t>
      </w:r>
      <w:r w:rsidR="00E22CA3">
        <w:rPr>
          <w:lang w:eastAsia="en-GB"/>
        </w:rPr>
        <w:t xml:space="preserve"> </w:t>
      </w:r>
      <w:r w:rsidRPr="009B49FF">
        <w:rPr>
          <w:lang w:eastAsia="en-GB"/>
        </w:rPr>
        <w:t>this code automatically. As a result, you don’t need to be careful about</w:t>
      </w:r>
      <w:r w:rsidR="00E22CA3">
        <w:rPr>
          <w:lang w:eastAsia="en-GB"/>
        </w:rPr>
        <w:t xml:space="preserve"> </w:t>
      </w:r>
      <w:r w:rsidRPr="009B49FF">
        <w:rPr>
          <w:lang w:eastAsia="en-GB"/>
        </w:rPr>
        <w:t>placing cleanup code everywhere in a program that an instance of a particular</w:t>
      </w:r>
      <w:r w:rsidR="00E22CA3">
        <w:rPr>
          <w:lang w:eastAsia="en-GB"/>
        </w:rPr>
        <w:t xml:space="preserve"> </w:t>
      </w:r>
      <w:r w:rsidRPr="009B49FF">
        <w:rPr>
          <w:lang w:eastAsia="en-GB"/>
        </w:rPr>
        <w:t>type is finished with—you still won’t leak resources!</w:t>
      </w:r>
    </w:p>
    <w:p w14:paraId="55F4A8BA" w14:textId="5CBBC2EC" w:rsidR="009B49FF" w:rsidRPr="009B49FF" w:rsidRDefault="009B49FF" w:rsidP="009A664F">
      <w:pPr>
        <w:pStyle w:val="Body"/>
        <w:rPr>
          <w:lang w:eastAsia="en-GB"/>
        </w:rPr>
      </w:pPr>
      <w:r w:rsidRPr="009A664F">
        <w:t>You specify the code to run when a value goes out of scope by implementing the</w:t>
      </w:r>
      <w:r w:rsidR="00E22CA3" w:rsidRPr="009A664F">
        <w:t xml:space="preserve"> </w:t>
      </w:r>
      <w:r w:rsidRPr="009A664F">
        <w:rPr>
          <w:rStyle w:val="Literal"/>
        </w:rPr>
        <w:t>Drop</w:t>
      </w:r>
      <w:r w:rsidRPr="009A664F">
        <w:t xml:space="preserve"> trait. The </w:t>
      </w:r>
      <w:r w:rsidRPr="009A664F">
        <w:rPr>
          <w:rStyle w:val="Literal"/>
        </w:rPr>
        <w:t>Drop</w:t>
      </w:r>
      <w:r w:rsidRPr="009A664F">
        <w:t xml:space="preserve"> trait requires you to implement one method named</w:t>
      </w:r>
      <w:r w:rsidR="00E22CA3" w:rsidRPr="009A664F">
        <w:t xml:space="preserve"> </w:t>
      </w:r>
      <w:r w:rsidRPr="009A664F">
        <w:rPr>
          <w:rStyle w:val="Literal"/>
        </w:rPr>
        <w:t>drop</w:t>
      </w:r>
      <w:r w:rsidRPr="009A664F">
        <w:t xml:space="preserve"> that takes a mutable reference to </w:t>
      </w:r>
      <w:r w:rsidRPr="009A664F">
        <w:rPr>
          <w:rStyle w:val="Literal"/>
        </w:rPr>
        <w:t>self</w:t>
      </w:r>
      <w:r w:rsidRPr="009A664F">
        <w:t xml:space="preserve">. To see when Rust calls </w:t>
      </w:r>
      <w:r w:rsidRPr="009A664F">
        <w:rPr>
          <w:rStyle w:val="Literal"/>
        </w:rPr>
        <w:t>drop</w:t>
      </w:r>
      <w:r w:rsidRPr="009A664F">
        <w:t>,</w:t>
      </w:r>
      <w:r w:rsidR="00E22CA3" w:rsidRPr="009A664F">
        <w:t xml:space="preserve"> </w:t>
      </w:r>
      <w:r w:rsidRPr="009A664F">
        <w:t xml:space="preserve">let’s implement </w:t>
      </w:r>
      <w:r w:rsidRPr="009A664F">
        <w:rPr>
          <w:rStyle w:val="Literal"/>
        </w:rPr>
        <w:t>drop</w:t>
      </w:r>
      <w:r w:rsidRPr="009A664F">
        <w:t xml:space="preserve"> with </w:t>
      </w:r>
      <w:r w:rsidRPr="009A664F">
        <w:rPr>
          <w:rStyle w:val="Literal"/>
        </w:rPr>
        <w:t>println!</w:t>
      </w:r>
      <w:r w:rsidRPr="009B49FF">
        <w:rPr>
          <w:lang w:eastAsia="en-GB"/>
        </w:rPr>
        <w:t xml:space="preserve"> statements for now.</w:t>
      </w:r>
    </w:p>
    <w:p w14:paraId="25F9C455" w14:textId="3F8121AC" w:rsidR="009B49FF" w:rsidRPr="009B49FF" w:rsidRDefault="009B49FF" w:rsidP="009A664F">
      <w:pPr>
        <w:pStyle w:val="Body"/>
        <w:rPr>
          <w:lang w:eastAsia="en-GB"/>
        </w:rPr>
      </w:pPr>
      <w:r w:rsidRPr="009B49FF">
        <w:rPr>
          <w:lang w:eastAsia="en-GB"/>
        </w:rPr>
        <w:t xml:space="preserve">Listing 15-14 shows a </w:t>
      </w:r>
      <w:r w:rsidRPr="009A664F">
        <w:rPr>
          <w:rStyle w:val="Literal"/>
        </w:rPr>
        <w:t>CustomSmartPointer</w:t>
      </w:r>
      <w:r w:rsidRPr="009A664F">
        <w:t xml:space="preserve"> struct whose only custom</w:t>
      </w:r>
      <w:r w:rsidR="00E22CA3" w:rsidRPr="009A664F">
        <w:t xml:space="preserve"> </w:t>
      </w:r>
      <w:r w:rsidRPr="009A664F">
        <w:t xml:space="preserve">functionality is that it will print </w:t>
      </w:r>
      <w:r w:rsidRPr="009A664F">
        <w:rPr>
          <w:rStyle w:val="Literal"/>
        </w:rPr>
        <w:t>Dropping CustomSmartPointer!</w:t>
      </w:r>
      <w:r w:rsidRPr="009A664F">
        <w:t xml:space="preserve"> when the</w:t>
      </w:r>
      <w:r w:rsidR="00E22CA3" w:rsidRPr="009A664F">
        <w:t xml:space="preserve"> </w:t>
      </w:r>
      <w:r w:rsidRPr="009A664F">
        <w:t xml:space="preserve">instance goes out of scope, to show when Rust runs the </w:t>
      </w:r>
      <w:r w:rsidRPr="009A664F">
        <w:rPr>
          <w:rStyle w:val="Literal"/>
        </w:rPr>
        <w:t>drop</w:t>
      </w:r>
      <w:r w:rsidRPr="009B49FF">
        <w:rPr>
          <w:lang w:eastAsia="en-GB"/>
        </w:rPr>
        <w:t xml:space="preserve"> </w:t>
      </w:r>
      <w:del w:id="264" w:author="Carol Nichols" w:date="2022-08-25T21:46:00Z">
        <w:r w:rsidRPr="009B49FF" w:rsidDel="00EE5568">
          <w:rPr>
            <w:lang w:eastAsia="en-GB"/>
          </w:rPr>
          <w:delText>function</w:delText>
        </w:r>
      </w:del>
      <w:ins w:id="265" w:author="Carol Nichols" w:date="2022-08-25T21:46:00Z">
        <w:r w:rsidR="00EE5568">
          <w:rPr>
            <w:lang w:eastAsia="en-GB"/>
          </w:rPr>
          <w:t>method</w:t>
        </w:r>
      </w:ins>
      <w:r w:rsidRPr="009B49FF">
        <w:rPr>
          <w:lang w:eastAsia="en-GB"/>
        </w:rPr>
        <w:t>.</w:t>
      </w:r>
    </w:p>
    <w:p w14:paraId="79EDC5C5" w14:textId="45909EA5" w:rsidR="009B49FF" w:rsidRPr="009B49FF" w:rsidRDefault="009B49FF" w:rsidP="009A664F">
      <w:pPr>
        <w:pStyle w:val="CodeLabel"/>
        <w:rPr>
          <w:lang w:eastAsia="en-GB"/>
        </w:rPr>
      </w:pPr>
      <w:r w:rsidRPr="009B49FF">
        <w:rPr>
          <w:lang w:eastAsia="en-GB"/>
        </w:rPr>
        <w:t>src/main.rs</w:t>
      </w:r>
    </w:p>
    <w:p w14:paraId="31C90F0D" w14:textId="77777777" w:rsidR="009B49FF" w:rsidRPr="009A664F" w:rsidRDefault="009B49FF" w:rsidP="00CE4881">
      <w:pPr>
        <w:pStyle w:val="Code"/>
      </w:pPr>
      <w:r w:rsidRPr="009A664F">
        <w:t>struct CustomSmartPointer {</w:t>
      </w:r>
    </w:p>
    <w:p w14:paraId="09534290" w14:textId="77777777" w:rsidR="009B49FF" w:rsidRPr="009A664F" w:rsidRDefault="009B49FF" w:rsidP="00CE4881">
      <w:pPr>
        <w:pStyle w:val="Code"/>
      </w:pPr>
      <w:r w:rsidRPr="009A664F">
        <w:t xml:space="preserve">    data: String,</w:t>
      </w:r>
    </w:p>
    <w:p w14:paraId="5A2D43CF" w14:textId="77777777" w:rsidR="009B49FF" w:rsidRPr="009A664F" w:rsidRDefault="009B49FF" w:rsidP="00CE4881">
      <w:pPr>
        <w:pStyle w:val="Code"/>
      </w:pPr>
      <w:r w:rsidRPr="009A664F">
        <w:t>}</w:t>
      </w:r>
    </w:p>
    <w:p w14:paraId="158F5091" w14:textId="77777777" w:rsidR="009B49FF" w:rsidRPr="009A664F" w:rsidRDefault="009B49FF" w:rsidP="00CE4881">
      <w:pPr>
        <w:pStyle w:val="Code"/>
      </w:pPr>
    </w:p>
    <w:p w14:paraId="36128186" w14:textId="15C8F45A" w:rsidR="009B49FF" w:rsidRPr="009A664F" w:rsidRDefault="00535998" w:rsidP="00CE4881">
      <w:pPr>
        <w:pStyle w:val="CodeAnnotated"/>
      </w:pPr>
      <w:r w:rsidRPr="00535998">
        <w:rPr>
          <w:rStyle w:val="CodeAnnotation"/>
        </w:rPr>
        <w:t>1</w:t>
      </w:r>
      <w:r w:rsidR="009B49FF" w:rsidRPr="009A664F">
        <w:t xml:space="preserve"> impl Drop for CustomSmartPointer {</w:t>
      </w:r>
    </w:p>
    <w:p w14:paraId="7EFFCA04" w14:textId="77777777" w:rsidR="009B49FF" w:rsidRPr="009A664F" w:rsidRDefault="009B49FF" w:rsidP="00CE4881">
      <w:pPr>
        <w:pStyle w:val="Code"/>
      </w:pPr>
      <w:r w:rsidRPr="009A664F">
        <w:t xml:space="preserve">    fn drop(&amp;mut self) {</w:t>
      </w:r>
    </w:p>
    <w:p w14:paraId="51594A16" w14:textId="77777777" w:rsidR="007E29A6" w:rsidRDefault="009B49FF" w:rsidP="00CE4881">
      <w:pPr>
        <w:pStyle w:val="Code"/>
        <w:rPr>
          <w:ins w:id="266" w:author="Carol Nichols" w:date="2022-08-24T22:18:00Z"/>
        </w:rPr>
      </w:pPr>
      <w:r w:rsidRPr="009A664F">
        <w:t xml:space="preserve"> </w:t>
      </w:r>
      <w:r w:rsidR="002122B5">
        <w:t xml:space="preserve">    </w:t>
      </w:r>
      <w:r w:rsidRPr="009A664F">
        <w:t xml:space="preserve"> </w:t>
      </w:r>
      <w:r w:rsidR="00535998" w:rsidRPr="00535998">
        <w:rPr>
          <w:rStyle w:val="CodeAnnotation"/>
        </w:rPr>
        <w:t>2</w:t>
      </w:r>
      <w:r w:rsidRPr="009A664F">
        <w:t xml:space="preserve"> println!(</w:t>
      </w:r>
    </w:p>
    <w:p w14:paraId="4A3D8E79" w14:textId="77777777" w:rsidR="007E29A6" w:rsidRDefault="007E29A6" w:rsidP="00CE4881">
      <w:pPr>
        <w:pStyle w:val="Code"/>
        <w:rPr>
          <w:ins w:id="267" w:author="Carol Nichols" w:date="2022-08-24T22:18:00Z"/>
        </w:rPr>
      </w:pPr>
      <w:ins w:id="268" w:author="Carol Nichols" w:date="2022-08-24T22:18:00Z">
        <w:r>
          <w:lastRenderedPageBreak/>
          <w:t xml:space="preserve">            </w:t>
        </w:r>
      </w:ins>
      <w:r w:rsidR="009B49FF" w:rsidRPr="009A664F">
        <w:t>"Dropping CustomSmartPointer with data `{}`!",</w:t>
      </w:r>
    </w:p>
    <w:p w14:paraId="0445663A" w14:textId="77777777" w:rsidR="007E29A6" w:rsidRDefault="007E29A6" w:rsidP="00CE4881">
      <w:pPr>
        <w:pStyle w:val="Code"/>
        <w:rPr>
          <w:ins w:id="269" w:author="Carol Nichols" w:date="2022-08-24T22:18:00Z"/>
        </w:rPr>
      </w:pPr>
      <w:ins w:id="270" w:author="Carol Nichols" w:date="2022-08-24T22:18:00Z">
        <w:r>
          <w:t xml:space="preserve">           </w:t>
        </w:r>
      </w:ins>
      <w:r w:rsidR="009B49FF" w:rsidRPr="009A664F">
        <w:t xml:space="preserve"> self.data</w:t>
      </w:r>
    </w:p>
    <w:p w14:paraId="35F60193" w14:textId="0C6C7B38" w:rsidR="009B49FF" w:rsidRPr="009A664F" w:rsidRDefault="007E29A6" w:rsidP="00CE4881">
      <w:pPr>
        <w:pStyle w:val="Code"/>
      </w:pPr>
      <w:ins w:id="271" w:author="Carol Nichols" w:date="2022-08-24T22:18:00Z">
        <w:r>
          <w:t xml:space="preserve">        </w:t>
        </w:r>
      </w:ins>
      <w:r w:rsidR="009B49FF" w:rsidRPr="009A664F">
        <w:t>);</w:t>
      </w:r>
    </w:p>
    <w:p w14:paraId="39A743A3" w14:textId="77777777" w:rsidR="009B49FF" w:rsidRPr="009A664F" w:rsidRDefault="009B49FF" w:rsidP="00CE4881">
      <w:pPr>
        <w:pStyle w:val="Code"/>
      </w:pPr>
      <w:r w:rsidRPr="009A664F">
        <w:t xml:space="preserve">    }</w:t>
      </w:r>
    </w:p>
    <w:p w14:paraId="60DA98E2" w14:textId="77777777" w:rsidR="009B49FF" w:rsidRPr="009A664F" w:rsidRDefault="009B49FF" w:rsidP="00CE4881">
      <w:pPr>
        <w:pStyle w:val="Code"/>
      </w:pPr>
      <w:r w:rsidRPr="009A664F">
        <w:t>}</w:t>
      </w:r>
    </w:p>
    <w:p w14:paraId="3D27F9AF" w14:textId="77777777" w:rsidR="009B49FF" w:rsidRPr="009A664F" w:rsidRDefault="009B49FF" w:rsidP="00CE4881">
      <w:pPr>
        <w:pStyle w:val="Code"/>
      </w:pPr>
    </w:p>
    <w:p w14:paraId="41A27169" w14:textId="77777777" w:rsidR="009B49FF" w:rsidRPr="009A664F" w:rsidRDefault="009B49FF" w:rsidP="00CE4881">
      <w:pPr>
        <w:pStyle w:val="Code"/>
      </w:pPr>
      <w:r w:rsidRPr="009A664F">
        <w:t>fn main() {</w:t>
      </w:r>
    </w:p>
    <w:p w14:paraId="0FE5A3E3" w14:textId="4E6279FA" w:rsidR="009B49FF" w:rsidRPr="009A664F" w:rsidRDefault="009B49FF" w:rsidP="00CE4881">
      <w:pPr>
        <w:pStyle w:val="Code"/>
      </w:pPr>
      <w:r w:rsidRPr="009A664F">
        <w:t xml:space="preserve">  </w:t>
      </w:r>
      <w:r w:rsidR="00535998" w:rsidRPr="00535998">
        <w:rPr>
          <w:rStyle w:val="CodeAnnotation"/>
        </w:rPr>
        <w:t>3</w:t>
      </w:r>
      <w:r w:rsidRPr="009A664F">
        <w:t xml:space="preserve"> let c = CustomSmartPointer {</w:t>
      </w:r>
    </w:p>
    <w:p w14:paraId="77CCEDAA" w14:textId="77777777" w:rsidR="009B49FF" w:rsidRPr="009A664F" w:rsidRDefault="009B49FF" w:rsidP="00CE4881">
      <w:pPr>
        <w:pStyle w:val="Code"/>
      </w:pPr>
      <w:r w:rsidRPr="009A664F">
        <w:t xml:space="preserve">        data: String::from("my stuff"),</w:t>
      </w:r>
    </w:p>
    <w:p w14:paraId="0BC6876D" w14:textId="77777777" w:rsidR="009B49FF" w:rsidRPr="009A664F" w:rsidRDefault="009B49FF" w:rsidP="00CE4881">
      <w:pPr>
        <w:pStyle w:val="Code"/>
      </w:pPr>
      <w:r w:rsidRPr="009A664F">
        <w:t xml:space="preserve">    };</w:t>
      </w:r>
    </w:p>
    <w:p w14:paraId="5A460D07" w14:textId="72F8AC91" w:rsidR="009B49FF" w:rsidRPr="009A664F" w:rsidRDefault="009B49FF" w:rsidP="00CE4881">
      <w:pPr>
        <w:pStyle w:val="Code"/>
      </w:pPr>
      <w:r w:rsidRPr="009A664F">
        <w:t xml:space="preserve">  </w:t>
      </w:r>
      <w:r w:rsidR="00535998" w:rsidRPr="00535998">
        <w:rPr>
          <w:rStyle w:val="CodeAnnotation"/>
        </w:rPr>
        <w:t>4</w:t>
      </w:r>
      <w:r w:rsidRPr="009A664F">
        <w:t xml:space="preserve"> let d = CustomSmartPointer {</w:t>
      </w:r>
    </w:p>
    <w:p w14:paraId="4C6EBABB" w14:textId="77777777" w:rsidR="009B49FF" w:rsidRPr="009A664F" w:rsidRDefault="009B49FF" w:rsidP="00CE4881">
      <w:pPr>
        <w:pStyle w:val="Code"/>
      </w:pPr>
      <w:r w:rsidRPr="009A664F">
        <w:t xml:space="preserve">        data: String::from("other stuff"),</w:t>
      </w:r>
    </w:p>
    <w:p w14:paraId="4EFE7512" w14:textId="77777777" w:rsidR="009B49FF" w:rsidRPr="009A664F" w:rsidRDefault="009B49FF" w:rsidP="00CE4881">
      <w:pPr>
        <w:pStyle w:val="Code"/>
      </w:pPr>
      <w:r w:rsidRPr="009A664F">
        <w:t xml:space="preserve">    };</w:t>
      </w:r>
    </w:p>
    <w:p w14:paraId="12DE04EA" w14:textId="157D0A04" w:rsidR="009B49FF" w:rsidRPr="009A664F" w:rsidRDefault="009B49FF" w:rsidP="00CE4881">
      <w:pPr>
        <w:pStyle w:val="Code"/>
      </w:pPr>
      <w:r w:rsidRPr="009A664F">
        <w:t xml:space="preserve">  </w:t>
      </w:r>
      <w:r w:rsidR="00535998" w:rsidRPr="00535998">
        <w:rPr>
          <w:rStyle w:val="CodeAnnotation"/>
        </w:rPr>
        <w:t>5</w:t>
      </w:r>
      <w:r w:rsidRPr="009A664F">
        <w:t xml:space="preserve"> println!("CustomSmartPointers created.");</w:t>
      </w:r>
    </w:p>
    <w:p w14:paraId="6A6F4286" w14:textId="5952D080" w:rsidR="009B49FF" w:rsidRPr="009A664F" w:rsidRDefault="00535998" w:rsidP="00CE4881">
      <w:pPr>
        <w:pStyle w:val="CodeAnnotated"/>
      </w:pPr>
      <w:r w:rsidRPr="00535998">
        <w:rPr>
          <w:rStyle w:val="CodeAnnotation"/>
        </w:rPr>
        <w:t>6</w:t>
      </w:r>
      <w:r w:rsidR="009B49FF" w:rsidRPr="009A664F">
        <w:t xml:space="preserve"> }</w:t>
      </w:r>
    </w:p>
    <w:p w14:paraId="4957ED64" w14:textId="6143A2C8" w:rsidR="009B49FF" w:rsidRPr="009B49FF" w:rsidRDefault="009B49FF" w:rsidP="005E29A1">
      <w:pPr>
        <w:pStyle w:val="CodeListingCaption"/>
        <w:rPr>
          <w:lang w:eastAsia="en-GB"/>
        </w:rPr>
      </w:pPr>
      <w:r w:rsidRPr="009A664F">
        <w:t xml:space="preserve">A </w:t>
      </w:r>
      <w:r w:rsidRPr="009A664F">
        <w:rPr>
          <w:rStyle w:val="Literal"/>
        </w:rPr>
        <w:t>CustomSmartPointer</w:t>
      </w:r>
      <w:r w:rsidRPr="009A664F">
        <w:t xml:space="preserve"> struct that implements the </w:t>
      </w:r>
      <w:r w:rsidRPr="009A664F">
        <w:rPr>
          <w:rStyle w:val="Literal"/>
        </w:rPr>
        <w:t>Drop</w:t>
      </w:r>
      <w:r w:rsidRPr="009B49FF">
        <w:rPr>
          <w:lang w:eastAsia="en-GB"/>
        </w:rPr>
        <w:t xml:space="preserve"> trait</w:t>
      </w:r>
      <w:r w:rsidR="00E22CA3">
        <w:rPr>
          <w:lang w:eastAsia="en-GB"/>
        </w:rPr>
        <w:t xml:space="preserve"> </w:t>
      </w:r>
      <w:r w:rsidRPr="009B49FF">
        <w:rPr>
          <w:lang w:eastAsia="en-GB"/>
        </w:rPr>
        <w:t>where we would put our cleanup code</w:t>
      </w:r>
    </w:p>
    <w:p w14:paraId="4D3ADF95" w14:textId="1ED56E29" w:rsidR="009B49FF" w:rsidRPr="009B49FF" w:rsidRDefault="009B49FF" w:rsidP="009A664F">
      <w:pPr>
        <w:pStyle w:val="Body"/>
        <w:rPr>
          <w:lang w:eastAsia="en-GB"/>
        </w:rPr>
      </w:pPr>
      <w:r w:rsidRPr="009B49FF">
        <w:rPr>
          <w:lang w:eastAsia="en-GB"/>
        </w:rPr>
        <w:t xml:space="preserve">The </w:t>
      </w:r>
      <w:r w:rsidRPr="009A664F">
        <w:rPr>
          <w:rStyle w:val="Literal"/>
        </w:rPr>
        <w:t>Drop</w:t>
      </w:r>
      <w:r w:rsidRPr="009A664F">
        <w:t xml:space="preserve"> trait is included in the prelude, so we don’t need to bring it into</w:t>
      </w:r>
      <w:r w:rsidR="00E22CA3" w:rsidRPr="009A664F">
        <w:t xml:space="preserve"> </w:t>
      </w:r>
      <w:r w:rsidRPr="009A664F">
        <w:t xml:space="preserve">scope. We implement the </w:t>
      </w:r>
      <w:r w:rsidRPr="009A664F">
        <w:rPr>
          <w:rStyle w:val="Literal"/>
        </w:rPr>
        <w:t>Drop</w:t>
      </w:r>
      <w:r w:rsidRPr="009A664F">
        <w:t xml:space="preserve"> trait on </w:t>
      </w:r>
      <w:r w:rsidRPr="009A664F">
        <w:rPr>
          <w:rStyle w:val="Literal"/>
        </w:rPr>
        <w:t>CustomSmartPointer</w:t>
      </w:r>
      <w:r w:rsidR="00C70494" w:rsidRPr="00C70494">
        <w:t xml:space="preserve"> </w:t>
      </w:r>
      <w:r w:rsidR="00535998" w:rsidRPr="00535998">
        <w:rPr>
          <w:rStyle w:val="CodeAnnotation"/>
        </w:rPr>
        <w:t>1</w:t>
      </w:r>
      <w:r w:rsidRPr="009A664F">
        <w:t xml:space="preserve"> and provide an</w:t>
      </w:r>
      <w:r w:rsidR="00E22CA3" w:rsidRPr="009A664F">
        <w:t xml:space="preserve"> </w:t>
      </w:r>
      <w:r w:rsidRPr="009A664F">
        <w:t xml:space="preserve">implementation for the </w:t>
      </w:r>
      <w:r w:rsidRPr="009A664F">
        <w:rPr>
          <w:rStyle w:val="Literal"/>
        </w:rPr>
        <w:t>drop</w:t>
      </w:r>
      <w:r w:rsidRPr="009A664F">
        <w:t xml:space="preserve"> method that calls </w:t>
      </w:r>
      <w:r w:rsidRPr="009A664F">
        <w:rPr>
          <w:rStyle w:val="Literal"/>
        </w:rPr>
        <w:t>println!</w:t>
      </w:r>
      <w:r w:rsidRPr="009A664F">
        <w:t xml:space="preserve"> </w:t>
      </w:r>
      <w:r w:rsidR="00535998" w:rsidRPr="00535998">
        <w:rPr>
          <w:rStyle w:val="CodeAnnotation"/>
        </w:rPr>
        <w:t>2</w:t>
      </w:r>
      <w:r w:rsidRPr="009A664F">
        <w:t>. The body of the</w:t>
      </w:r>
      <w:r w:rsidR="00E22CA3" w:rsidRPr="009A664F">
        <w:t xml:space="preserve"> </w:t>
      </w:r>
      <w:r w:rsidRPr="009A664F">
        <w:rPr>
          <w:rStyle w:val="Literal"/>
        </w:rPr>
        <w:t>drop</w:t>
      </w:r>
      <w:r w:rsidRPr="009A664F">
        <w:t xml:space="preserve"> </w:t>
      </w:r>
      <w:del w:id="272" w:author="Carol Nichols" w:date="2022-08-25T21:46:00Z">
        <w:r w:rsidRPr="009A664F" w:rsidDel="001232D3">
          <w:delText xml:space="preserve">function </w:delText>
        </w:r>
      </w:del>
      <w:ins w:id="273" w:author="Carol Nichols" w:date="2022-08-25T21:46:00Z">
        <w:r w:rsidR="001232D3">
          <w:t>m</w:t>
        </w:r>
      </w:ins>
      <w:ins w:id="274" w:author="Carol Nichols" w:date="2022-08-25T21:47:00Z">
        <w:r w:rsidR="001232D3">
          <w:t>ethod</w:t>
        </w:r>
      </w:ins>
      <w:ins w:id="275" w:author="Carol Nichols" w:date="2022-08-25T21:46:00Z">
        <w:r w:rsidR="001232D3" w:rsidRPr="009A664F">
          <w:t xml:space="preserve"> </w:t>
        </w:r>
      </w:ins>
      <w:r w:rsidRPr="009A664F">
        <w:t>is where you would place any logic that you wanted to run when</w:t>
      </w:r>
      <w:r w:rsidR="00E22CA3" w:rsidRPr="009A664F">
        <w:t xml:space="preserve"> </w:t>
      </w:r>
      <w:r w:rsidRPr="009A664F">
        <w:t>an instance of your type goes out of scope. We’re printing some text here to</w:t>
      </w:r>
      <w:r w:rsidR="00E22CA3" w:rsidRPr="009A664F">
        <w:t xml:space="preserve"> </w:t>
      </w:r>
      <w:r w:rsidRPr="009A664F">
        <w:t xml:space="preserve">demonstrate visually when Rust will call </w:t>
      </w:r>
      <w:r w:rsidRPr="009A664F">
        <w:rPr>
          <w:rStyle w:val="Literal"/>
        </w:rPr>
        <w:t>drop</w:t>
      </w:r>
      <w:r w:rsidRPr="009B49FF">
        <w:rPr>
          <w:lang w:eastAsia="en-GB"/>
        </w:rPr>
        <w:t>.</w:t>
      </w:r>
    </w:p>
    <w:p w14:paraId="66A03131" w14:textId="68C37C17" w:rsidR="009B49FF" w:rsidRPr="009B49FF" w:rsidRDefault="009B49FF" w:rsidP="009A664F">
      <w:pPr>
        <w:pStyle w:val="Body"/>
        <w:rPr>
          <w:lang w:eastAsia="en-GB"/>
        </w:rPr>
      </w:pPr>
      <w:r w:rsidRPr="009B49FF">
        <w:rPr>
          <w:lang w:eastAsia="en-GB"/>
        </w:rPr>
        <w:t xml:space="preserve">In </w:t>
      </w:r>
      <w:r w:rsidRPr="009A664F">
        <w:rPr>
          <w:rStyle w:val="Literal"/>
        </w:rPr>
        <w:t>main</w:t>
      </w:r>
      <w:r w:rsidRPr="009A664F">
        <w:t xml:space="preserve">, we create two instances of </w:t>
      </w:r>
      <w:r w:rsidRPr="009A664F">
        <w:rPr>
          <w:rStyle w:val="Literal"/>
        </w:rPr>
        <w:t>CustomSmartPointer</w:t>
      </w:r>
      <w:r w:rsidRPr="009A664F">
        <w:t xml:space="preserve"> </w:t>
      </w:r>
      <w:ins w:id="276" w:author="Audrey Doyle" w:date="2022-08-04T15:54:00Z">
        <w:r w:rsidR="00E05993">
          <w:t xml:space="preserve">at </w:t>
        </w:r>
      </w:ins>
      <w:r w:rsidR="00535998" w:rsidRPr="00CC23DA">
        <w:rPr>
          <w:rStyle w:val="CodeAnnotation"/>
        </w:rPr>
        <w:t>3</w:t>
      </w:r>
      <w:ins w:id="277" w:author="Audrey Doyle" w:date="2022-08-04T14:50:00Z">
        <w:r w:rsidR="00CC23DA" w:rsidRPr="00CC23DA">
          <w:rPr>
            <w:rPrChange w:id="278" w:author="Audrey Doyle" w:date="2022-08-04T14:50:00Z">
              <w:rPr>
                <w:rStyle w:val="CodeAnnotation"/>
              </w:rPr>
            </w:rPrChange>
          </w:rPr>
          <w:t xml:space="preserve"> and</w:t>
        </w:r>
        <w:r w:rsidR="00CC23DA" w:rsidRPr="00CC23DA">
          <w:rPr>
            <w:rStyle w:val="Bold"/>
            <w:b w:val="0"/>
            <w:bCs w:val="0"/>
            <w:rPrChange w:id="279" w:author="Audrey Doyle" w:date="2022-08-04T14:50:00Z">
              <w:rPr>
                <w:rStyle w:val="CodeAnnotation"/>
              </w:rPr>
            </w:rPrChange>
          </w:rPr>
          <w:t xml:space="preserve"> </w:t>
        </w:r>
      </w:ins>
      <w:r w:rsidR="00535998" w:rsidRPr="00535998">
        <w:rPr>
          <w:rStyle w:val="CodeAnnotation"/>
        </w:rPr>
        <w:t>4</w:t>
      </w:r>
      <w:r w:rsidRPr="009A664F">
        <w:t xml:space="preserve"> and then</w:t>
      </w:r>
      <w:r w:rsidR="00E22CA3" w:rsidRPr="009A664F">
        <w:t xml:space="preserve"> </w:t>
      </w:r>
      <w:r w:rsidRPr="009A664F">
        <w:t xml:space="preserve">print </w:t>
      </w:r>
      <w:r w:rsidRPr="009A664F">
        <w:rPr>
          <w:rStyle w:val="Literal"/>
        </w:rPr>
        <w:t>CustomSmartPointers created</w:t>
      </w:r>
      <w:r w:rsidRPr="009A664F">
        <w:t xml:space="preserve"> </w:t>
      </w:r>
      <w:r w:rsidR="00535998" w:rsidRPr="00535998">
        <w:rPr>
          <w:rStyle w:val="CodeAnnotation"/>
        </w:rPr>
        <w:t>5</w:t>
      </w:r>
      <w:r w:rsidRPr="009A664F">
        <w:t xml:space="preserve">. At the end of </w:t>
      </w:r>
      <w:r w:rsidRPr="009A664F">
        <w:rPr>
          <w:rStyle w:val="Literal"/>
        </w:rPr>
        <w:t>main</w:t>
      </w:r>
      <w:r w:rsidRPr="009A664F">
        <w:t xml:space="preserve"> </w:t>
      </w:r>
      <w:r w:rsidR="00535998" w:rsidRPr="00535998">
        <w:rPr>
          <w:rStyle w:val="CodeAnnotation"/>
        </w:rPr>
        <w:t>6</w:t>
      </w:r>
      <w:r w:rsidRPr="009A664F">
        <w:t>, our</w:t>
      </w:r>
      <w:r w:rsidR="00E22CA3" w:rsidRPr="009A664F">
        <w:t xml:space="preserve"> </w:t>
      </w:r>
      <w:r w:rsidRPr="009A664F">
        <w:t xml:space="preserve">instances of </w:t>
      </w:r>
      <w:r w:rsidRPr="009A664F">
        <w:rPr>
          <w:rStyle w:val="Literal"/>
        </w:rPr>
        <w:t>CustomSmartPointer</w:t>
      </w:r>
      <w:r w:rsidRPr="009A664F">
        <w:t xml:space="preserve"> will go out of scope, and Rust will call the</w:t>
      </w:r>
      <w:r w:rsidR="00E22CA3" w:rsidRPr="009A664F">
        <w:t xml:space="preserve"> </w:t>
      </w:r>
      <w:r w:rsidRPr="009A664F">
        <w:t xml:space="preserve">code we put in the </w:t>
      </w:r>
      <w:r w:rsidRPr="009A664F">
        <w:rPr>
          <w:rStyle w:val="Literal"/>
        </w:rPr>
        <w:t>drop</w:t>
      </w:r>
      <w:r w:rsidRPr="009A664F">
        <w:t xml:space="preserve"> method </w:t>
      </w:r>
      <w:r w:rsidR="00535998" w:rsidRPr="00535998">
        <w:rPr>
          <w:rStyle w:val="CodeAnnotation"/>
        </w:rPr>
        <w:t>2</w:t>
      </w:r>
      <w:r w:rsidRPr="009A664F">
        <w:t>, printing our final message. Note that we</w:t>
      </w:r>
      <w:r w:rsidR="00E22CA3" w:rsidRPr="009A664F">
        <w:t xml:space="preserve"> </w:t>
      </w:r>
      <w:r w:rsidRPr="009A664F">
        <w:t xml:space="preserve">didn’t need to call the </w:t>
      </w:r>
      <w:r w:rsidRPr="009A664F">
        <w:rPr>
          <w:rStyle w:val="Literal"/>
        </w:rPr>
        <w:t>drop</w:t>
      </w:r>
      <w:r w:rsidRPr="009B49FF">
        <w:rPr>
          <w:lang w:eastAsia="en-GB"/>
        </w:rPr>
        <w:t xml:space="preserve"> method explicitly.</w:t>
      </w:r>
    </w:p>
    <w:p w14:paraId="2A8C0B61" w14:textId="77777777" w:rsidR="009B49FF" w:rsidRPr="009B49FF" w:rsidRDefault="009B49FF" w:rsidP="009A664F">
      <w:pPr>
        <w:pStyle w:val="Body"/>
        <w:rPr>
          <w:lang w:eastAsia="en-GB"/>
        </w:rPr>
      </w:pPr>
      <w:r w:rsidRPr="009B49FF">
        <w:rPr>
          <w:lang w:eastAsia="en-GB"/>
        </w:rPr>
        <w:t>When we run this program, we’ll see the following output:</w:t>
      </w:r>
    </w:p>
    <w:p w14:paraId="599D5543" w14:textId="77777777" w:rsidR="009B49FF" w:rsidRPr="009A664F" w:rsidRDefault="009B49FF" w:rsidP="009A664F">
      <w:pPr>
        <w:pStyle w:val="Code"/>
      </w:pPr>
      <w:r w:rsidRPr="009A664F">
        <w:t>CustomSmartPointers created.</w:t>
      </w:r>
    </w:p>
    <w:p w14:paraId="03DCE10E" w14:textId="77777777" w:rsidR="009B49FF" w:rsidRPr="009A664F" w:rsidRDefault="009B49FF" w:rsidP="009A664F">
      <w:pPr>
        <w:pStyle w:val="Code"/>
      </w:pPr>
      <w:r w:rsidRPr="009A664F">
        <w:t>Dropping CustomSmartPointer with data `other stuff`!</w:t>
      </w:r>
    </w:p>
    <w:p w14:paraId="4BB29746" w14:textId="77777777" w:rsidR="009B49FF" w:rsidRPr="009A664F" w:rsidRDefault="009B49FF" w:rsidP="009A664F">
      <w:pPr>
        <w:pStyle w:val="Code"/>
      </w:pPr>
      <w:r w:rsidRPr="009A664F">
        <w:t>Dropping CustomSmartPointer with data `my stuff`!</w:t>
      </w:r>
    </w:p>
    <w:p w14:paraId="1D623352" w14:textId="5279E41D" w:rsidR="009B49FF" w:rsidRPr="009B49FF" w:rsidRDefault="009B49FF" w:rsidP="009A664F">
      <w:pPr>
        <w:pStyle w:val="Body"/>
        <w:rPr>
          <w:lang w:eastAsia="en-GB"/>
        </w:rPr>
      </w:pPr>
      <w:r w:rsidRPr="009A664F">
        <w:t xml:space="preserve">Rust automatically called </w:t>
      </w:r>
      <w:r w:rsidRPr="009A664F">
        <w:rPr>
          <w:rStyle w:val="Literal"/>
        </w:rPr>
        <w:t>drop</w:t>
      </w:r>
      <w:r w:rsidRPr="009A664F">
        <w:t xml:space="preserve"> for us when our instances went out of scope,</w:t>
      </w:r>
      <w:r w:rsidR="00E22CA3" w:rsidRPr="009A664F">
        <w:t xml:space="preserve"> </w:t>
      </w:r>
      <w:r w:rsidRPr="009A664F">
        <w:t>calling the code we specified. Variables are dropped in the reverse order of</w:t>
      </w:r>
      <w:r w:rsidR="00E22CA3" w:rsidRPr="009A664F">
        <w:t xml:space="preserve"> </w:t>
      </w:r>
      <w:r w:rsidRPr="009A664F">
        <w:t xml:space="preserve">their creation, so </w:t>
      </w:r>
      <w:r w:rsidRPr="009A664F">
        <w:rPr>
          <w:rStyle w:val="Literal"/>
        </w:rPr>
        <w:t>d</w:t>
      </w:r>
      <w:r w:rsidRPr="009A664F">
        <w:t xml:space="preserve"> was dropped before </w:t>
      </w:r>
      <w:r w:rsidRPr="009A664F">
        <w:rPr>
          <w:rStyle w:val="Literal"/>
        </w:rPr>
        <w:t>c</w:t>
      </w:r>
      <w:r w:rsidRPr="009A664F">
        <w:t>. This example’s purpose is to</w:t>
      </w:r>
      <w:r w:rsidR="00E22CA3" w:rsidRPr="009A664F">
        <w:t xml:space="preserve"> </w:t>
      </w:r>
      <w:r w:rsidRPr="009A664F">
        <w:t xml:space="preserve">give you a visual guide to how the </w:t>
      </w:r>
      <w:r w:rsidRPr="009A664F">
        <w:rPr>
          <w:rStyle w:val="Literal"/>
        </w:rPr>
        <w:t>drop</w:t>
      </w:r>
      <w:r w:rsidRPr="009B49FF">
        <w:rPr>
          <w:lang w:eastAsia="en-GB"/>
        </w:rPr>
        <w:t xml:space="preserve"> method works; usually you would</w:t>
      </w:r>
      <w:r w:rsidR="00E22CA3">
        <w:rPr>
          <w:lang w:eastAsia="en-GB"/>
        </w:rPr>
        <w:t xml:space="preserve"> </w:t>
      </w:r>
      <w:r w:rsidRPr="009B49FF">
        <w:rPr>
          <w:lang w:eastAsia="en-GB"/>
        </w:rPr>
        <w:t>specify the cleanup code that your type needs to run rather than a print</w:t>
      </w:r>
      <w:r w:rsidR="00E22CA3">
        <w:rPr>
          <w:lang w:eastAsia="en-GB"/>
        </w:rPr>
        <w:t xml:space="preserve"> </w:t>
      </w:r>
      <w:r w:rsidRPr="009B49FF">
        <w:rPr>
          <w:lang w:eastAsia="en-GB"/>
        </w:rPr>
        <w:t>message.</w:t>
      </w:r>
    </w:p>
    <w:p w14:paraId="495FC085" w14:textId="2F07947F" w:rsidR="009B49FF" w:rsidRPr="009B49FF" w:rsidRDefault="009B49FF" w:rsidP="009A664F">
      <w:pPr>
        <w:pStyle w:val="Body"/>
        <w:rPr>
          <w:lang w:eastAsia="en-GB"/>
        </w:rPr>
      </w:pPr>
      <w:bookmarkStart w:id="280" w:name="dropping-a-value-early-with-`std::mem::d"/>
      <w:bookmarkEnd w:id="280"/>
      <w:r w:rsidRPr="009A664F">
        <w:t xml:space="preserve">Unfortunately, it’s not straightforward to disable the automatic </w:t>
      </w:r>
      <w:r w:rsidRPr="009A664F">
        <w:rPr>
          <w:rStyle w:val="Literal"/>
        </w:rPr>
        <w:t>drop</w:t>
      </w:r>
      <w:r w:rsidR="00E22CA3" w:rsidRPr="009A664F">
        <w:t xml:space="preserve"> </w:t>
      </w:r>
      <w:r w:rsidRPr="009A664F">
        <w:t xml:space="preserve">functionality. Disabling </w:t>
      </w:r>
      <w:r w:rsidRPr="009A664F">
        <w:rPr>
          <w:rStyle w:val="Literal"/>
        </w:rPr>
        <w:t>drop</w:t>
      </w:r>
      <w:r w:rsidRPr="009A664F">
        <w:t xml:space="preserve"> isn’t usually necessary; the whole point of the</w:t>
      </w:r>
      <w:r w:rsidR="00E22CA3" w:rsidRPr="009A664F">
        <w:t xml:space="preserve"> </w:t>
      </w:r>
      <w:r w:rsidRPr="009A664F">
        <w:rPr>
          <w:rStyle w:val="Literal"/>
        </w:rPr>
        <w:t>Drop</w:t>
      </w:r>
      <w:r w:rsidRPr="009A664F">
        <w:t xml:space="preserve"> trait is that it’s taken care of automatically. Occasionally, however,</w:t>
      </w:r>
      <w:r w:rsidR="00E22CA3" w:rsidRPr="009A664F">
        <w:t xml:space="preserve"> </w:t>
      </w:r>
      <w:r w:rsidRPr="009A664F">
        <w:t>you might want to clean up a value early. One example is when using smart</w:t>
      </w:r>
      <w:r w:rsidR="00E22CA3" w:rsidRPr="009A664F">
        <w:t xml:space="preserve"> </w:t>
      </w:r>
      <w:r w:rsidRPr="009A664F">
        <w:t xml:space="preserve">pointers that manage locks: you might want to force the </w:t>
      </w:r>
      <w:r w:rsidRPr="009A664F">
        <w:rPr>
          <w:rStyle w:val="Literal"/>
        </w:rPr>
        <w:t>drop</w:t>
      </w:r>
      <w:r w:rsidRPr="009A664F">
        <w:t xml:space="preserve"> method that</w:t>
      </w:r>
      <w:r w:rsidR="00E22CA3" w:rsidRPr="009A664F">
        <w:t xml:space="preserve"> </w:t>
      </w:r>
      <w:r w:rsidRPr="009A664F">
        <w:t>releases the lock so that other code in the same scope can acquire the lock.</w:t>
      </w:r>
      <w:r w:rsidR="00E22CA3" w:rsidRPr="009A664F">
        <w:t xml:space="preserve"> </w:t>
      </w:r>
      <w:r w:rsidRPr="009A664F">
        <w:t xml:space="preserve">Rust doesn’t let you call the </w:t>
      </w:r>
      <w:r w:rsidRPr="009A664F">
        <w:rPr>
          <w:rStyle w:val="Literal"/>
        </w:rPr>
        <w:t>Drop</w:t>
      </w:r>
      <w:r w:rsidRPr="009A664F">
        <w:t xml:space="preserve"> trait’s </w:t>
      </w:r>
      <w:r w:rsidRPr="009A664F">
        <w:rPr>
          <w:rStyle w:val="Literal"/>
        </w:rPr>
        <w:t>drop</w:t>
      </w:r>
      <w:r w:rsidRPr="009A664F">
        <w:t xml:space="preserve"> method manually; instead</w:t>
      </w:r>
      <w:ins w:id="281" w:author="Audrey Doyle" w:date="2022-08-04T14:51:00Z">
        <w:r w:rsidR="00280C47">
          <w:t>,</w:t>
        </w:r>
      </w:ins>
      <w:r w:rsidR="00E22CA3" w:rsidRPr="009A664F">
        <w:t xml:space="preserve"> </w:t>
      </w:r>
      <w:ins w:id="282" w:author="Carol Nichols" w:date="2022-08-25T21:47:00Z">
        <w:r w:rsidR="00717F35">
          <w:rPr>
            <w:lang w:eastAsia="en-GB"/>
          </w:rPr>
          <w:fldChar w:fldCharType="begin"/>
        </w:r>
        <w:r w:rsidR="00717F35">
          <w:instrText xml:space="preserve"> XE "drop function </w:instrText>
        </w:r>
        <w:r w:rsidR="00717F35" w:rsidRPr="00BE574B">
          <w:instrText>startRange</w:instrText>
        </w:r>
        <w:r w:rsidR="00717F35">
          <w:instrText xml:space="preserve">" </w:instrText>
        </w:r>
        <w:r w:rsidR="00717F35">
          <w:rPr>
            <w:lang w:eastAsia="en-GB"/>
          </w:rPr>
          <w:fldChar w:fldCharType="end"/>
        </w:r>
      </w:ins>
      <w:r w:rsidRPr="009A664F">
        <w:t xml:space="preserve">you have to call the </w:t>
      </w:r>
      <w:r w:rsidRPr="009A664F">
        <w:rPr>
          <w:rStyle w:val="Literal"/>
        </w:rPr>
        <w:t>std::mem::drop</w:t>
      </w:r>
      <w:r w:rsidRPr="009B49FF">
        <w:rPr>
          <w:lang w:eastAsia="en-GB"/>
        </w:rPr>
        <w:t xml:space="preserve"> function provided by the standard library</w:t>
      </w:r>
      <w:r w:rsidR="00E22CA3">
        <w:rPr>
          <w:lang w:eastAsia="en-GB"/>
        </w:rPr>
        <w:t xml:space="preserve"> </w:t>
      </w:r>
      <w:r w:rsidRPr="009B49FF">
        <w:rPr>
          <w:lang w:eastAsia="en-GB"/>
        </w:rPr>
        <w:t>if you want to force a value to be dropped before the end of its scope.</w:t>
      </w:r>
    </w:p>
    <w:p w14:paraId="796981C9" w14:textId="62E217A9" w:rsidR="009B49FF" w:rsidRPr="009B49FF" w:rsidRDefault="009B49FF" w:rsidP="009A664F">
      <w:pPr>
        <w:pStyle w:val="Body"/>
        <w:rPr>
          <w:lang w:eastAsia="en-GB"/>
        </w:rPr>
      </w:pPr>
      <w:r w:rsidRPr="009B49FF">
        <w:rPr>
          <w:lang w:eastAsia="en-GB"/>
        </w:rPr>
        <w:lastRenderedPageBreak/>
        <w:t xml:space="preserve">If we try to call the </w:t>
      </w:r>
      <w:r w:rsidRPr="009A664F">
        <w:rPr>
          <w:rStyle w:val="Literal"/>
        </w:rPr>
        <w:t>Drop</w:t>
      </w:r>
      <w:r w:rsidRPr="009A664F">
        <w:t xml:space="preserve"> trait’s </w:t>
      </w:r>
      <w:r w:rsidRPr="009A664F">
        <w:rPr>
          <w:rStyle w:val="Literal"/>
        </w:rPr>
        <w:t>drop</w:t>
      </w:r>
      <w:r w:rsidRPr="009A664F">
        <w:t xml:space="preserve"> method manually by modifying the</w:t>
      </w:r>
      <w:r w:rsidR="00E22CA3" w:rsidRPr="009A664F">
        <w:t xml:space="preserve"> </w:t>
      </w:r>
      <w:r w:rsidRPr="009A664F">
        <w:rPr>
          <w:rStyle w:val="Literal"/>
        </w:rPr>
        <w:t>main</w:t>
      </w:r>
      <w:r w:rsidRPr="009B49FF">
        <w:rPr>
          <w:lang w:eastAsia="en-GB"/>
        </w:rPr>
        <w:t xml:space="preserve"> function from Listing 15-14, as shown in Listing 15-15, we’ll get a</w:t>
      </w:r>
      <w:r w:rsidR="00E22CA3">
        <w:rPr>
          <w:lang w:eastAsia="en-GB"/>
        </w:rPr>
        <w:t xml:space="preserve"> </w:t>
      </w:r>
      <w:r w:rsidRPr="009B49FF">
        <w:rPr>
          <w:lang w:eastAsia="en-GB"/>
        </w:rPr>
        <w:t>compiler error</w:t>
      </w:r>
      <w:ins w:id="283" w:author="Audrey Doyle" w:date="2022-08-04T14:52:00Z">
        <w:r w:rsidR="00280C47">
          <w:rPr>
            <w:lang w:eastAsia="en-GB"/>
          </w:rPr>
          <w:t>.</w:t>
        </w:r>
      </w:ins>
      <w:del w:id="284" w:author="Audrey Doyle" w:date="2022-08-04T14:52:00Z">
        <w:r w:rsidRPr="009B49FF" w:rsidDel="00280C47">
          <w:rPr>
            <w:lang w:eastAsia="en-GB"/>
          </w:rPr>
          <w:delText>:</w:delText>
        </w:r>
      </w:del>
    </w:p>
    <w:p w14:paraId="5FA4E332" w14:textId="0FD9D0D7" w:rsidR="009B49FF" w:rsidRPr="009B49FF" w:rsidRDefault="009B49FF" w:rsidP="009A664F">
      <w:pPr>
        <w:pStyle w:val="CodeLabel"/>
        <w:rPr>
          <w:lang w:eastAsia="en-GB"/>
        </w:rPr>
      </w:pPr>
      <w:r w:rsidRPr="009B49FF">
        <w:rPr>
          <w:lang w:eastAsia="en-GB"/>
        </w:rPr>
        <w:t>src/main.rs</w:t>
      </w:r>
    </w:p>
    <w:p w14:paraId="53ACD3A6" w14:textId="77777777" w:rsidR="009B49FF" w:rsidRPr="00543506" w:rsidRDefault="009B49FF" w:rsidP="00CE4881">
      <w:pPr>
        <w:pStyle w:val="Code"/>
        <w:rPr>
          <w:rStyle w:val="LiteralGray"/>
          <w:rPrChange w:id="285" w:author="Carol Nichols" w:date="2022-08-24T22:19:00Z">
            <w:rPr/>
          </w:rPrChange>
        </w:rPr>
      </w:pPr>
      <w:r w:rsidRPr="00543506">
        <w:rPr>
          <w:rStyle w:val="LiteralGray"/>
          <w:rPrChange w:id="286" w:author="Carol Nichols" w:date="2022-08-24T22:19:00Z">
            <w:rPr/>
          </w:rPrChange>
        </w:rPr>
        <w:t>fn main() {</w:t>
      </w:r>
    </w:p>
    <w:p w14:paraId="28406305" w14:textId="77777777" w:rsidR="009B49FF" w:rsidRPr="00543506" w:rsidRDefault="009B49FF" w:rsidP="00CE4881">
      <w:pPr>
        <w:pStyle w:val="Code"/>
        <w:rPr>
          <w:rStyle w:val="LiteralGray"/>
          <w:rPrChange w:id="287" w:author="Carol Nichols" w:date="2022-08-24T22:19:00Z">
            <w:rPr/>
          </w:rPrChange>
        </w:rPr>
      </w:pPr>
      <w:r w:rsidRPr="00543506">
        <w:rPr>
          <w:rStyle w:val="LiteralGray"/>
          <w:rPrChange w:id="288" w:author="Carol Nichols" w:date="2022-08-24T22:19:00Z">
            <w:rPr/>
          </w:rPrChange>
        </w:rPr>
        <w:t xml:space="preserve">    let c = CustomSmartPointer {</w:t>
      </w:r>
    </w:p>
    <w:p w14:paraId="492376E1" w14:textId="77777777" w:rsidR="009B49FF" w:rsidRPr="00543506" w:rsidRDefault="009B49FF" w:rsidP="00CE4881">
      <w:pPr>
        <w:pStyle w:val="Code"/>
        <w:rPr>
          <w:rStyle w:val="LiteralGray"/>
          <w:rPrChange w:id="289" w:author="Carol Nichols" w:date="2022-08-24T22:19:00Z">
            <w:rPr/>
          </w:rPrChange>
        </w:rPr>
      </w:pPr>
      <w:r w:rsidRPr="00543506">
        <w:rPr>
          <w:rStyle w:val="LiteralGray"/>
          <w:rPrChange w:id="290" w:author="Carol Nichols" w:date="2022-08-24T22:19:00Z">
            <w:rPr/>
          </w:rPrChange>
        </w:rPr>
        <w:t xml:space="preserve">        data: String::from("some data"),</w:t>
      </w:r>
    </w:p>
    <w:p w14:paraId="70947B30" w14:textId="77777777" w:rsidR="009B49FF" w:rsidRPr="00543506" w:rsidRDefault="009B49FF" w:rsidP="00CE4881">
      <w:pPr>
        <w:pStyle w:val="Code"/>
        <w:rPr>
          <w:rStyle w:val="LiteralGray"/>
          <w:rPrChange w:id="291" w:author="Carol Nichols" w:date="2022-08-24T22:19:00Z">
            <w:rPr/>
          </w:rPrChange>
        </w:rPr>
      </w:pPr>
      <w:r w:rsidRPr="00543506">
        <w:rPr>
          <w:rStyle w:val="LiteralGray"/>
          <w:rPrChange w:id="292" w:author="Carol Nichols" w:date="2022-08-24T22:19:00Z">
            <w:rPr/>
          </w:rPrChange>
        </w:rPr>
        <w:t xml:space="preserve">    };</w:t>
      </w:r>
    </w:p>
    <w:p w14:paraId="0B46DE65" w14:textId="77777777" w:rsidR="009B49FF" w:rsidRPr="00543506" w:rsidRDefault="009B49FF" w:rsidP="00CE4881">
      <w:pPr>
        <w:pStyle w:val="Code"/>
        <w:rPr>
          <w:rStyle w:val="LiteralGray"/>
          <w:rPrChange w:id="293" w:author="Carol Nichols" w:date="2022-08-24T22:19:00Z">
            <w:rPr/>
          </w:rPrChange>
        </w:rPr>
      </w:pPr>
      <w:r w:rsidRPr="00543506">
        <w:rPr>
          <w:rStyle w:val="LiteralGray"/>
          <w:rPrChange w:id="294" w:author="Carol Nichols" w:date="2022-08-24T22:19:00Z">
            <w:rPr/>
          </w:rPrChange>
        </w:rPr>
        <w:t xml:space="preserve">    println!("CustomSmartPointer created.");</w:t>
      </w:r>
    </w:p>
    <w:p w14:paraId="38CE8935" w14:textId="77777777" w:rsidR="009B49FF" w:rsidRPr="009A664F" w:rsidRDefault="009B49FF" w:rsidP="00CE4881">
      <w:pPr>
        <w:pStyle w:val="Code"/>
      </w:pPr>
      <w:r w:rsidRPr="009A664F">
        <w:t xml:space="preserve">    c.drop();</w:t>
      </w:r>
    </w:p>
    <w:p w14:paraId="42A88E75" w14:textId="77777777" w:rsidR="002F734B" w:rsidRPr="00543506" w:rsidRDefault="009B49FF" w:rsidP="00CE4881">
      <w:pPr>
        <w:pStyle w:val="Code"/>
        <w:rPr>
          <w:rStyle w:val="LiteralGray"/>
          <w:rPrChange w:id="295" w:author="Carol Nichols" w:date="2022-08-24T22:19:00Z">
            <w:rPr/>
          </w:rPrChange>
        </w:rPr>
      </w:pPr>
      <w:r w:rsidRPr="00543506">
        <w:rPr>
          <w:rStyle w:val="LiteralGray"/>
          <w:rPrChange w:id="296" w:author="Carol Nichols" w:date="2022-08-24T22:19:00Z">
            <w:rPr/>
          </w:rPrChange>
        </w:rPr>
        <w:t xml:space="preserve">    println!(</w:t>
      </w:r>
    </w:p>
    <w:p w14:paraId="69BA2659" w14:textId="77777777" w:rsidR="002F734B" w:rsidRPr="00543506" w:rsidRDefault="002F734B" w:rsidP="00CE4881">
      <w:pPr>
        <w:pStyle w:val="Code"/>
        <w:rPr>
          <w:rStyle w:val="LiteralGray"/>
          <w:rPrChange w:id="297" w:author="Carol Nichols" w:date="2022-08-24T22:19:00Z">
            <w:rPr/>
          </w:rPrChange>
        </w:rPr>
      </w:pPr>
      <w:r w:rsidRPr="00543506">
        <w:rPr>
          <w:rStyle w:val="LiteralGray"/>
          <w:rPrChange w:id="298" w:author="Carol Nichols" w:date="2022-08-24T22:19:00Z">
            <w:rPr/>
          </w:rPrChange>
        </w:rPr>
        <w:t xml:space="preserve">        </w:t>
      </w:r>
      <w:r w:rsidR="009B49FF" w:rsidRPr="00543506">
        <w:rPr>
          <w:rStyle w:val="LiteralGray"/>
          <w:rPrChange w:id="299" w:author="Carol Nichols" w:date="2022-08-24T22:19:00Z">
            <w:rPr/>
          </w:rPrChange>
        </w:rPr>
        <w:t>"CustomSmartPointer dropped before the end of main."</w:t>
      </w:r>
    </w:p>
    <w:p w14:paraId="667278CA" w14:textId="2F49B3BC" w:rsidR="009B49FF" w:rsidRPr="00543506" w:rsidRDefault="002F734B" w:rsidP="00CE4881">
      <w:pPr>
        <w:pStyle w:val="Code"/>
        <w:rPr>
          <w:rStyle w:val="LiteralGray"/>
          <w:rPrChange w:id="300" w:author="Carol Nichols" w:date="2022-08-24T22:19:00Z">
            <w:rPr/>
          </w:rPrChange>
        </w:rPr>
      </w:pPr>
      <w:r w:rsidRPr="00543506">
        <w:rPr>
          <w:rStyle w:val="LiteralGray"/>
          <w:rPrChange w:id="301" w:author="Carol Nichols" w:date="2022-08-24T22:19:00Z">
            <w:rPr/>
          </w:rPrChange>
        </w:rPr>
        <w:t xml:space="preserve">    </w:t>
      </w:r>
      <w:r w:rsidR="009B49FF" w:rsidRPr="00543506">
        <w:rPr>
          <w:rStyle w:val="LiteralGray"/>
          <w:rPrChange w:id="302" w:author="Carol Nichols" w:date="2022-08-24T22:19:00Z">
            <w:rPr/>
          </w:rPrChange>
        </w:rPr>
        <w:t>);</w:t>
      </w:r>
    </w:p>
    <w:p w14:paraId="5090C29C" w14:textId="77777777" w:rsidR="009B49FF" w:rsidRPr="00543506" w:rsidRDefault="009B49FF" w:rsidP="00CE4881">
      <w:pPr>
        <w:pStyle w:val="Code"/>
        <w:rPr>
          <w:rStyle w:val="LiteralGray"/>
          <w:rPrChange w:id="303" w:author="Carol Nichols" w:date="2022-08-24T22:19:00Z">
            <w:rPr/>
          </w:rPrChange>
        </w:rPr>
      </w:pPr>
      <w:r w:rsidRPr="00543506">
        <w:rPr>
          <w:rStyle w:val="LiteralGray"/>
          <w:rPrChange w:id="304" w:author="Carol Nichols" w:date="2022-08-24T22:19:00Z">
            <w:rPr/>
          </w:rPrChange>
        </w:rPr>
        <w:t>}</w:t>
      </w:r>
    </w:p>
    <w:p w14:paraId="5C86C3B8" w14:textId="5EB87835" w:rsidR="009B49FF" w:rsidRPr="009B49FF" w:rsidRDefault="009B49FF" w:rsidP="005E29A1">
      <w:pPr>
        <w:pStyle w:val="CodeListingCaption"/>
        <w:rPr>
          <w:lang w:eastAsia="en-GB"/>
        </w:rPr>
      </w:pPr>
      <w:r w:rsidRPr="009A664F">
        <w:t xml:space="preserve">Attempting to call the </w:t>
      </w:r>
      <w:r w:rsidRPr="009A664F">
        <w:rPr>
          <w:rStyle w:val="Literal"/>
        </w:rPr>
        <w:t>drop</w:t>
      </w:r>
      <w:r w:rsidRPr="009A664F">
        <w:t xml:space="preserve"> method from the </w:t>
      </w:r>
      <w:r w:rsidRPr="009A664F">
        <w:rPr>
          <w:rStyle w:val="Literal"/>
        </w:rPr>
        <w:t>Drop</w:t>
      </w:r>
      <w:r w:rsidRPr="009B49FF">
        <w:rPr>
          <w:lang w:eastAsia="en-GB"/>
        </w:rPr>
        <w:t xml:space="preserve"> trait</w:t>
      </w:r>
      <w:r w:rsidR="00E22CA3">
        <w:rPr>
          <w:lang w:eastAsia="en-GB"/>
        </w:rPr>
        <w:t xml:space="preserve"> </w:t>
      </w:r>
      <w:r w:rsidRPr="009B49FF">
        <w:rPr>
          <w:lang w:eastAsia="en-GB"/>
        </w:rPr>
        <w:t>manually to clean up early</w:t>
      </w:r>
    </w:p>
    <w:p w14:paraId="390F5D02" w14:textId="77777777" w:rsidR="009B49FF" w:rsidRPr="009B49FF" w:rsidRDefault="009B49FF" w:rsidP="009A664F">
      <w:pPr>
        <w:pStyle w:val="Body"/>
        <w:rPr>
          <w:lang w:eastAsia="en-GB"/>
        </w:rPr>
      </w:pPr>
      <w:r w:rsidRPr="009B49FF">
        <w:rPr>
          <w:lang w:eastAsia="en-GB"/>
        </w:rPr>
        <w:t>When we try to compile this code, we’ll get this error:</w:t>
      </w:r>
    </w:p>
    <w:p w14:paraId="1D6FF689" w14:textId="77777777" w:rsidR="009B49FF" w:rsidRPr="009A664F" w:rsidRDefault="009B49FF" w:rsidP="009A664F">
      <w:pPr>
        <w:pStyle w:val="Code"/>
      </w:pPr>
      <w:r w:rsidRPr="009A664F">
        <w:t>error[E0040]: explicit use of destructor method</w:t>
      </w:r>
    </w:p>
    <w:p w14:paraId="6B51B351" w14:textId="77777777" w:rsidR="009B49FF" w:rsidRPr="009A664F" w:rsidRDefault="009B49FF" w:rsidP="009A664F">
      <w:pPr>
        <w:pStyle w:val="Code"/>
      </w:pPr>
      <w:r w:rsidRPr="009A664F">
        <w:t xml:space="preserve">  --&gt; src/main.rs:16:7</w:t>
      </w:r>
    </w:p>
    <w:p w14:paraId="38592A8E" w14:textId="77777777" w:rsidR="009B49FF" w:rsidRPr="009A664F" w:rsidRDefault="009B49FF" w:rsidP="009A664F">
      <w:pPr>
        <w:pStyle w:val="Code"/>
      </w:pPr>
      <w:r w:rsidRPr="009A664F">
        <w:t xml:space="preserve">   |</w:t>
      </w:r>
    </w:p>
    <w:p w14:paraId="4FC25470" w14:textId="77777777" w:rsidR="009B49FF" w:rsidRPr="009A664F" w:rsidRDefault="009B49FF" w:rsidP="009A664F">
      <w:pPr>
        <w:pStyle w:val="Code"/>
      </w:pPr>
      <w:r w:rsidRPr="009A664F">
        <w:t>16 |     c.drop();</w:t>
      </w:r>
    </w:p>
    <w:p w14:paraId="6D2E3822" w14:textId="77777777" w:rsidR="009B49FF" w:rsidRPr="009A664F" w:rsidRDefault="009B49FF" w:rsidP="009A664F">
      <w:pPr>
        <w:pStyle w:val="Code"/>
      </w:pPr>
      <w:r w:rsidRPr="009A664F">
        <w:t xml:space="preserve">   |     --^^^^--</w:t>
      </w:r>
    </w:p>
    <w:p w14:paraId="212C5C53" w14:textId="77777777" w:rsidR="009B49FF" w:rsidRPr="009A664F" w:rsidRDefault="009B49FF" w:rsidP="009A664F">
      <w:pPr>
        <w:pStyle w:val="Code"/>
      </w:pPr>
      <w:r w:rsidRPr="009A664F">
        <w:t xml:space="preserve">   |     | |</w:t>
      </w:r>
    </w:p>
    <w:p w14:paraId="3DDEAC40" w14:textId="4275C021" w:rsidR="009B49FF" w:rsidRDefault="009B49FF" w:rsidP="009A664F">
      <w:pPr>
        <w:pStyle w:val="Code"/>
        <w:rPr>
          <w:ins w:id="305" w:author="Carol Nichols" w:date="2022-08-23T21:42:00Z"/>
        </w:rPr>
      </w:pPr>
      <w:r w:rsidRPr="009A664F">
        <w:t xml:space="preserve">   |     | explicit destructor calls not allowed</w:t>
      </w:r>
    </w:p>
    <w:p w14:paraId="3A587E1E" w14:textId="29A71801" w:rsidR="0027011C" w:rsidRPr="009A664F" w:rsidRDefault="0027011C" w:rsidP="009A664F">
      <w:pPr>
        <w:pStyle w:val="Code"/>
      </w:pPr>
      <w:ins w:id="306" w:author="Carol Nichols" w:date="2022-08-23T21:42:00Z">
        <w:r w:rsidRPr="0027011C">
          <w:t xml:space="preserve">   |     help: consider using `drop` function: `drop(c)`</w:t>
        </w:r>
      </w:ins>
    </w:p>
    <w:p w14:paraId="2282F3C2" w14:textId="7758D506" w:rsidR="009B49FF" w:rsidRPr="009B49FF" w:rsidRDefault="009B49FF" w:rsidP="009A664F">
      <w:pPr>
        <w:pStyle w:val="Body"/>
        <w:rPr>
          <w:lang w:eastAsia="en-GB"/>
        </w:rPr>
      </w:pPr>
      <w:r w:rsidRPr="009A664F">
        <w:t xml:space="preserve">This error message states that we’re not allowed to explicitly call </w:t>
      </w:r>
      <w:r w:rsidRPr="009A664F">
        <w:rPr>
          <w:rStyle w:val="Literal"/>
        </w:rPr>
        <w:t>drop</w:t>
      </w:r>
      <w:r w:rsidRPr="009A664F">
        <w:t xml:space="preserve">. </w:t>
      </w:r>
      <w:ins w:id="307" w:author="Carol Nichols" w:date="2022-08-25T21:49:00Z">
        <w:r w:rsidR="00DA535F">
          <w:rPr>
            <w:lang w:eastAsia="en-GB"/>
          </w:rPr>
          <w:fldChar w:fldCharType="begin"/>
        </w:r>
        <w:r w:rsidR="00DA535F">
          <w:instrText xml:space="preserve"> XE "destructor </w:instrText>
        </w:r>
        <w:r w:rsidR="00DA535F" w:rsidRPr="00BE574B">
          <w:instrText>startRange</w:instrText>
        </w:r>
        <w:r w:rsidR="00DA535F">
          <w:instrText xml:space="preserve">" </w:instrText>
        </w:r>
        <w:r w:rsidR="00DA535F">
          <w:rPr>
            <w:lang w:eastAsia="en-GB"/>
          </w:rPr>
          <w:fldChar w:fldCharType="end"/>
        </w:r>
      </w:ins>
      <w:r w:rsidRPr="009A664F">
        <w:t>The</w:t>
      </w:r>
      <w:r w:rsidR="00E22CA3" w:rsidRPr="009A664F">
        <w:t xml:space="preserve"> </w:t>
      </w:r>
      <w:r w:rsidRPr="009A664F">
        <w:t xml:space="preserve">error message uses the term </w:t>
      </w:r>
      <w:r w:rsidRPr="009A664F">
        <w:rPr>
          <w:rStyle w:val="Italic"/>
        </w:rPr>
        <w:t>destructor</w:t>
      </w:r>
      <w:r w:rsidRPr="009A664F">
        <w:t>, which is the general programming term</w:t>
      </w:r>
      <w:r w:rsidR="00E22CA3" w:rsidRPr="009A664F">
        <w:t xml:space="preserve"> </w:t>
      </w:r>
      <w:r w:rsidRPr="009A664F">
        <w:t xml:space="preserve">for a function that cleans up an instance. </w:t>
      </w:r>
      <w:ins w:id="308" w:author="Carol Nichols" w:date="2022-08-25T21:49:00Z">
        <w:r w:rsidR="00DA535F">
          <w:rPr>
            <w:lang w:eastAsia="en-GB"/>
          </w:rPr>
          <w:fldChar w:fldCharType="begin"/>
        </w:r>
        <w:r w:rsidR="00DA535F">
          <w:instrText xml:space="preserve"> XE "constructor </w:instrText>
        </w:r>
        <w:r w:rsidR="00DA535F" w:rsidRPr="00BE574B">
          <w:instrText>startRange</w:instrText>
        </w:r>
        <w:r w:rsidR="00DA535F">
          <w:instrText xml:space="preserve">" </w:instrText>
        </w:r>
        <w:r w:rsidR="00DA535F">
          <w:rPr>
            <w:lang w:eastAsia="en-GB"/>
          </w:rPr>
          <w:fldChar w:fldCharType="end"/>
        </w:r>
      </w:ins>
      <w:r w:rsidRPr="009A664F">
        <w:t xml:space="preserve">A </w:t>
      </w:r>
      <w:r w:rsidRPr="009A664F">
        <w:rPr>
          <w:rStyle w:val="Italic"/>
        </w:rPr>
        <w:t>destructor</w:t>
      </w:r>
      <w:r w:rsidRPr="009A664F">
        <w:t xml:space="preserve"> is analogous to a</w:t>
      </w:r>
      <w:r w:rsidR="00E22CA3" w:rsidRPr="009A664F">
        <w:t xml:space="preserve"> </w:t>
      </w:r>
      <w:r w:rsidRPr="009A664F">
        <w:rPr>
          <w:rStyle w:val="Italic"/>
        </w:rPr>
        <w:t>constructor</w:t>
      </w:r>
      <w:r w:rsidRPr="009A664F">
        <w:t>, which creates an instance.</w:t>
      </w:r>
      <w:ins w:id="309" w:author="Carol Nichols" w:date="2022-08-25T21:49:00Z">
        <w:r w:rsidR="00DA535F">
          <w:rPr>
            <w:lang w:eastAsia="en-GB"/>
          </w:rPr>
          <w:fldChar w:fldCharType="begin"/>
        </w:r>
        <w:r w:rsidR="00DA535F">
          <w:instrText xml:space="preserve"> XE "constructor end</w:instrText>
        </w:r>
        <w:r w:rsidR="00DA535F" w:rsidRPr="00BE574B">
          <w:instrText>Range</w:instrText>
        </w:r>
        <w:r w:rsidR="00DA535F">
          <w:instrText xml:space="preserve">" </w:instrText>
        </w:r>
        <w:r w:rsidR="00DA535F">
          <w:rPr>
            <w:lang w:eastAsia="en-GB"/>
          </w:rPr>
          <w:fldChar w:fldCharType="end"/>
        </w:r>
      </w:ins>
      <w:r w:rsidRPr="009A664F">
        <w:t xml:space="preserve"> The </w:t>
      </w:r>
      <w:r w:rsidRPr="009A664F">
        <w:rPr>
          <w:rStyle w:val="Literal"/>
        </w:rPr>
        <w:t>drop</w:t>
      </w:r>
      <w:r w:rsidRPr="009B49FF">
        <w:rPr>
          <w:lang w:eastAsia="en-GB"/>
        </w:rPr>
        <w:t xml:space="preserve"> function in Rust is one</w:t>
      </w:r>
      <w:r w:rsidR="00E22CA3">
        <w:rPr>
          <w:lang w:eastAsia="en-GB"/>
        </w:rPr>
        <w:t xml:space="preserve"> </w:t>
      </w:r>
      <w:r w:rsidRPr="009B49FF">
        <w:rPr>
          <w:lang w:eastAsia="en-GB"/>
        </w:rPr>
        <w:t>particular destructor.</w:t>
      </w:r>
      <w:ins w:id="310" w:author="Carol Nichols" w:date="2022-08-25T21:49:00Z">
        <w:r w:rsidR="00DA535F">
          <w:rPr>
            <w:lang w:eastAsia="en-GB"/>
          </w:rPr>
          <w:fldChar w:fldCharType="begin"/>
        </w:r>
        <w:r w:rsidR="00DA535F">
          <w:instrText xml:space="preserve"> XE "destructor end</w:instrText>
        </w:r>
        <w:r w:rsidR="00DA535F" w:rsidRPr="00BE574B">
          <w:instrText>Range</w:instrText>
        </w:r>
        <w:r w:rsidR="00DA535F">
          <w:instrText xml:space="preserve">" </w:instrText>
        </w:r>
        <w:r w:rsidR="00DA535F">
          <w:rPr>
            <w:lang w:eastAsia="en-GB"/>
          </w:rPr>
          <w:fldChar w:fldCharType="end"/>
        </w:r>
      </w:ins>
    </w:p>
    <w:p w14:paraId="14CE3185" w14:textId="10639375" w:rsidR="009B49FF" w:rsidRPr="009B49FF" w:rsidRDefault="00AB19E1" w:rsidP="009A664F">
      <w:pPr>
        <w:pStyle w:val="Body"/>
        <w:rPr>
          <w:lang w:eastAsia="en-GB"/>
        </w:rPr>
      </w:pPr>
      <w:ins w:id="311" w:author="Carol Nichols" w:date="2022-08-25T21:49:00Z">
        <w:r>
          <w:rPr>
            <w:lang w:eastAsia="en-GB"/>
          </w:rPr>
          <w:fldChar w:fldCharType="begin"/>
        </w:r>
        <w:r>
          <w:instrText xml:space="preserve"> XE "double free error </w:instrText>
        </w:r>
        <w:r w:rsidRPr="00BE574B">
          <w:instrText>startRange</w:instrText>
        </w:r>
        <w:r>
          <w:instrText xml:space="preserve">" </w:instrText>
        </w:r>
        <w:r>
          <w:rPr>
            <w:lang w:eastAsia="en-GB"/>
          </w:rPr>
          <w:fldChar w:fldCharType="end"/>
        </w:r>
      </w:ins>
      <w:r w:rsidR="009B49FF" w:rsidRPr="009B49FF">
        <w:rPr>
          <w:lang w:eastAsia="en-GB"/>
        </w:rPr>
        <w:t xml:space="preserve">Rust doesn’t let us call </w:t>
      </w:r>
      <w:r w:rsidR="009B49FF" w:rsidRPr="009A664F">
        <w:rPr>
          <w:rStyle w:val="Literal"/>
        </w:rPr>
        <w:t>drop</w:t>
      </w:r>
      <w:r w:rsidR="009B49FF" w:rsidRPr="009A664F">
        <w:t xml:space="preserve"> explicitly because Rust would still</w:t>
      </w:r>
      <w:r w:rsidR="00E22CA3" w:rsidRPr="009A664F">
        <w:t xml:space="preserve"> </w:t>
      </w:r>
      <w:r w:rsidR="009B49FF" w:rsidRPr="009A664F">
        <w:t xml:space="preserve">automatically call </w:t>
      </w:r>
      <w:r w:rsidR="009B49FF" w:rsidRPr="009A664F">
        <w:rPr>
          <w:rStyle w:val="Literal"/>
        </w:rPr>
        <w:t>drop</w:t>
      </w:r>
      <w:r w:rsidR="009B49FF" w:rsidRPr="009A664F">
        <w:t xml:space="preserve"> on the value at the end of </w:t>
      </w:r>
      <w:r w:rsidR="009B49FF" w:rsidRPr="009A664F">
        <w:rPr>
          <w:rStyle w:val="Literal"/>
        </w:rPr>
        <w:t>main</w:t>
      </w:r>
      <w:r w:rsidR="009B49FF" w:rsidRPr="009A664F">
        <w:t>. This would cause a</w:t>
      </w:r>
      <w:r w:rsidR="00E22CA3" w:rsidRPr="009A664F">
        <w:t xml:space="preserve"> </w:t>
      </w:r>
      <w:r w:rsidR="009B49FF" w:rsidRPr="009A664F">
        <w:rPr>
          <w:rStyle w:val="Italic"/>
        </w:rPr>
        <w:t>double free</w:t>
      </w:r>
      <w:r w:rsidR="009B49FF" w:rsidRPr="009B49FF">
        <w:rPr>
          <w:lang w:eastAsia="en-GB"/>
        </w:rPr>
        <w:t xml:space="preserve"> error because Rust would be trying to clean up the same value</w:t>
      </w:r>
      <w:r w:rsidR="00E22CA3">
        <w:rPr>
          <w:lang w:eastAsia="en-GB"/>
        </w:rPr>
        <w:t xml:space="preserve"> </w:t>
      </w:r>
      <w:r w:rsidR="009B49FF" w:rsidRPr="009B49FF">
        <w:rPr>
          <w:lang w:eastAsia="en-GB"/>
        </w:rPr>
        <w:t>twice.</w:t>
      </w:r>
      <w:ins w:id="312" w:author="Carol Nichols" w:date="2022-08-25T21:50:00Z">
        <w:r>
          <w:rPr>
            <w:lang w:eastAsia="en-GB"/>
          </w:rPr>
          <w:fldChar w:fldCharType="begin"/>
        </w:r>
        <w:r>
          <w:instrText xml:space="preserve"> XE "double free error end</w:instrText>
        </w:r>
        <w:r w:rsidRPr="00BE574B">
          <w:instrText>Range</w:instrText>
        </w:r>
        <w:r>
          <w:instrText xml:space="preserve">" </w:instrText>
        </w:r>
        <w:r>
          <w:rPr>
            <w:lang w:eastAsia="en-GB"/>
          </w:rPr>
          <w:fldChar w:fldCharType="end"/>
        </w:r>
      </w:ins>
    </w:p>
    <w:p w14:paraId="454E7F34" w14:textId="4686AE87" w:rsidR="009B49FF" w:rsidRPr="009B49FF" w:rsidRDefault="009B49FF" w:rsidP="009A664F">
      <w:pPr>
        <w:pStyle w:val="Body"/>
        <w:rPr>
          <w:lang w:eastAsia="en-GB"/>
        </w:rPr>
      </w:pPr>
      <w:r w:rsidRPr="009B49FF">
        <w:rPr>
          <w:lang w:eastAsia="en-GB"/>
        </w:rPr>
        <w:t xml:space="preserve">We can’t disable the automatic insertion of </w:t>
      </w:r>
      <w:r w:rsidRPr="009A664F">
        <w:rPr>
          <w:rStyle w:val="Literal"/>
        </w:rPr>
        <w:t>drop</w:t>
      </w:r>
      <w:r w:rsidRPr="009A664F">
        <w:t xml:space="preserve"> when a value goes out of</w:t>
      </w:r>
      <w:r w:rsidR="00E22CA3" w:rsidRPr="009A664F">
        <w:t xml:space="preserve"> </w:t>
      </w:r>
      <w:r w:rsidRPr="009A664F">
        <w:t xml:space="preserve">scope, and we can’t call the </w:t>
      </w:r>
      <w:r w:rsidRPr="009A664F">
        <w:rPr>
          <w:rStyle w:val="Literal"/>
        </w:rPr>
        <w:t>drop</w:t>
      </w:r>
      <w:r w:rsidRPr="009A664F">
        <w:t xml:space="preserve"> method explicitly. So, if we need to force</w:t>
      </w:r>
      <w:r w:rsidR="00E22CA3" w:rsidRPr="009A664F">
        <w:t xml:space="preserve"> </w:t>
      </w:r>
      <w:r w:rsidRPr="009A664F">
        <w:t xml:space="preserve">a value to be cleaned up early, we use the </w:t>
      </w:r>
      <w:r w:rsidRPr="009A664F">
        <w:rPr>
          <w:rStyle w:val="Literal"/>
        </w:rPr>
        <w:t>std::mem::drop</w:t>
      </w:r>
      <w:r w:rsidRPr="009B49FF">
        <w:rPr>
          <w:lang w:eastAsia="en-GB"/>
        </w:rPr>
        <w:t xml:space="preserve"> function.</w:t>
      </w:r>
    </w:p>
    <w:p w14:paraId="6F72B718" w14:textId="6D362796" w:rsidR="009B49FF" w:rsidRPr="009B49FF" w:rsidRDefault="009B49FF" w:rsidP="009A664F">
      <w:pPr>
        <w:pStyle w:val="Body"/>
        <w:rPr>
          <w:lang w:eastAsia="en-GB"/>
        </w:rPr>
      </w:pPr>
      <w:r w:rsidRPr="009B49FF">
        <w:rPr>
          <w:lang w:eastAsia="en-GB"/>
        </w:rPr>
        <w:t xml:space="preserve">The </w:t>
      </w:r>
      <w:r w:rsidRPr="009A664F">
        <w:rPr>
          <w:rStyle w:val="Literal"/>
        </w:rPr>
        <w:t>std::mem::drop</w:t>
      </w:r>
      <w:r w:rsidRPr="009A664F">
        <w:t xml:space="preserve"> function is different from the </w:t>
      </w:r>
      <w:r w:rsidRPr="009A664F">
        <w:rPr>
          <w:rStyle w:val="Literal"/>
        </w:rPr>
        <w:t>drop</w:t>
      </w:r>
      <w:r w:rsidRPr="009A664F">
        <w:t xml:space="preserve"> method in the </w:t>
      </w:r>
      <w:r w:rsidRPr="009A664F">
        <w:rPr>
          <w:rStyle w:val="Literal"/>
        </w:rPr>
        <w:t>Drop</w:t>
      </w:r>
      <w:r w:rsidR="00E22CA3" w:rsidRPr="009A664F">
        <w:t xml:space="preserve"> </w:t>
      </w:r>
      <w:r w:rsidRPr="009A664F">
        <w:t xml:space="preserve">trait. We call it by passing as an argument the value we want to </w:t>
      </w:r>
      <w:del w:id="313" w:author="Audrey Doyle" w:date="2022-08-04T14:52:00Z">
        <w:r w:rsidRPr="009A664F" w:rsidDel="00280C47">
          <w:delText xml:space="preserve">force </w:delText>
        </w:r>
      </w:del>
      <w:ins w:id="314" w:author="Audrey Doyle" w:date="2022-08-04T14:52:00Z">
        <w:r w:rsidR="00280C47" w:rsidRPr="009A664F">
          <w:t>force</w:t>
        </w:r>
        <w:r w:rsidR="00280C47">
          <w:t>-</w:t>
        </w:r>
      </w:ins>
      <w:r w:rsidRPr="009A664F">
        <w:t>drop.</w:t>
      </w:r>
      <w:r w:rsidR="00E22CA3" w:rsidRPr="009A664F">
        <w:t xml:space="preserve"> </w:t>
      </w:r>
      <w:r w:rsidRPr="009A664F">
        <w:t xml:space="preserve">The function is in the prelude, so we can modify </w:t>
      </w:r>
      <w:r w:rsidRPr="009A664F">
        <w:rPr>
          <w:rStyle w:val="Literal"/>
        </w:rPr>
        <w:t>main</w:t>
      </w:r>
      <w:r w:rsidRPr="009A664F">
        <w:t xml:space="preserve"> in Listing 15-15 to</w:t>
      </w:r>
      <w:r w:rsidR="00E22CA3" w:rsidRPr="009A664F">
        <w:t xml:space="preserve"> </w:t>
      </w:r>
      <w:r w:rsidRPr="009A664F">
        <w:t xml:space="preserve">call the </w:t>
      </w:r>
      <w:r w:rsidRPr="009A664F">
        <w:rPr>
          <w:rStyle w:val="Literal"/>
        </w:rPr>
        <w:t>drop</w:t>
      </w:r>
      <w:r w:rsidRPr="009B49FF">
        <w:rPr>
          <w:lang w:eastAsia="en-GB"/>
        </w:rPr>
        <w:t xml:space="preserve"> function, as shown in Listing 15-16</w:t>
      </w:r>
      <w:ins w:id="315" w:author="Audrey Doyle" w:date="2022-08-04T14:53:00Z">
        <w:r w:rsidR="00280C47">
          <w:rPr>
            <w:lang w:eastAsia="en-GB"/>
          </w:rPr>
          <w:t>.</w:t>
        </w:r>
      </w:ins>
      <w:del w:id="316" w:author="Audrey Doyle" w:date="2022-08-04T14:53:00Z">
        <w:r w:rsidRPr="009B49FF" w:rsidDel="00280C47">
          <w:rPr>
            <w:lang w:eastAsia="en-GB"/>
          </w:rPr>
          <w:delText>:</w:delText>
        </w:r>
      </w:del>
    </w:p>
    <w:p w14:paraId="1EE6FF51" w14:textId="6CEF9EEF" w:rsidR="009B49FF" w:rsidRPr="009B49FF" w:rsidRDefault="009B49FF" w:rsidP="009A664F">
      <w:pPr>
        <w:pStyle w:val="CodeLabel"/>
        <w:rPr>
          <w:lang w:eastAsia="en-GB"/>
        </w:rPr>
      </w:pPr>
      <w:r w:rsidRPr="009B49FF">
        <w:rPr>
          <w:lang w:eastAsia="en-GB"/>
        </w:rPr>
        <w:t>src/main.rs</w:t>
      </w:r>
    </w:p>
    <w:p w14:paraId="1EDD99F9" w14:textId="77777777" w:rsidR="009B49FF" w:rsidRPr="00CE52D1" w:rsidRDefault="009B49FF" w:rsidP="00CE4881">
      <w:pPr>
        <w:pStyle w:val="Code"/>
        <w:rPr>
          <w:rStyle w:val="LiteralGray"/>
          <w:rPrChange w:id="317" w:author="Carol Nichols" w:date="2022-08-24T22:19:00Z">
            <w:rPr/>
          </w:rPrChange>
        </w:rPr>
      </w:pPr>
      <w:r w:rsidRPr="00CE52D1">
        <w:rPr>
          <w:rStyle w:val="LiteralGray"/>
          <w:rPrChange w:id="318" w:author="Carol Nichols" w:date="2022-08-24T22:19:00Z">
            <w:rPr/>
          </w:rPrChange>
        </w:rPr>
        <w:t>fn main() {</w:t>
      </w:r>
    </w:p>
    <w:p w14:paraId="3668AD3D" w14:textId="77777777" w:rsidR="009B49FF" w:rsidRPr="00CE52D1" w:rsidRDefault="009B49FF" w:rsidP="00CE4881">
      <w:pPr>
        <w:pStyle w:val="Code"/>
        <w:rPr>
          <w:rStyle w:val="LiteralGray"/>
          <w:rPrChange w:id="319" w:author="Carol Nichols" w:date="2022-08-24T22:19:00Z">
            <w:rPr/>
          </w:rPrChange>
        </w:rPr>
      </w:pPr>
      <w:r w:rsidRPr="00CE52D1">
        <w:rPr>
          <w:rStyle w:val="LiteralGray"/>
          <w:rPrChange w:id="320" w:author="Carol Nichols" w:date="2022-08-24T22:19:00Z">
            <w:rPr/>
          </w:rPrChange>
        </w:rPr>
        <w:t xml:space="preserve">    let c = CustomSmartPointer {</w:t>
      </w:r>
    </w:p>
    <w:p w14:paraId="68CAD772" w14:textId="77777777" w:rsidR="009B49FF" w:rsidRPr="00CE52D1" w:rsidRDefault="009B49FF" w:rsidP="00CE4881">
      <w:pPr>
        <w:pStyle w:val="Code"/>
        <w:rPr>
          <w:rStyle w:val="LiteralGray"/>
          <w:rPrChange w:id="321" w:author="Carol Nichols" w:date="2022-08-24T22:19:00Z">
            <w:rPr/>
          </w:rPrChange>
        </w:rPr>
      </w:pPr>
      <w:r w:rsidRPr="00CE52D1">
        <w:rPr>
          <w:rStyle w:val="LiteralGray"/>
          <w:rPrChange w:id="322" w:author="Carol Nichols" w:date="2022-08-24T22:19:00Z">
            <w:rPr/>
          </w:rPrChange>
        </w:rPr>
        <w:t xml:space="preserve">        data: String::from("some data"),</w:t>
      </w:r>
    </w:p>
    <w:p w14:paraId="48B82BE5" w14:textId="77777777" w:rsidR="009B49FF" w:rsidRPr="00CE52D1" w:rsidRDefault="009B49FF" w:rsidP="00CE4881">
      <w:pPr>
        <w:pStyle w:val="Code"/>
        <w:rPr>
          <w:rStyle w:val="LiteralGray"/>
          <w:rPrChange w:id="323" w:author="Carol Nichols" w:date="2022-08-24T22:19:00Z">
            <w:rPr/>
          </w:rPrChange>
        </w:rPr>
      </w:pPr>
      <w:r w:rsidRPr="00CE52D1">
        <w:rPr>
          <w:rStyle w:val="LiteralGray"/>
          <w:rPrChange w:id="324" w:author="Carol Nichols" w:date="2022-08-24T22:19:00Z">
            <w:rPr/>
          </w:rPrChange>
        </w:rPr>
        <w:lastRenderedPageBreak/>
        <w:t xml:space="preserve">    };</w:t>
      </w:r>
    </w:p>
    <w:p w14:paraId="5C78D737" w14:textId="77777777" w:rsidR="009B49FF" w:rsidRPr="00CE52D1" w:rsidRDefault="009B49FF" w:rsidP="00CE4881">
      <w:pPr>
        <w:pStyle w:val="Code"/>
        <w:rPr>
          <w:rStyle w:val="LiteralGray"/>
          <w:rPrChange w:id="325" w:author="Carol Nichols" w:date="2022-08-24T22:19:00Z">
            <w:rPr/>
          </w:rPrChange>
        </w:rPr>
      </w:pPr>
      <w:r w:rsidRPr="00CE52D1">
        <w:rPr>
          <w:rStyle w:val="LiteralGray"/>
          <w:rPrChange w:id="326" w:author="Carol Nichols" w:date="2022-08-24T22:19:00Z">
            <w:rPr/>
          </w:rPrChange>
        </w:rPr>
        <w:t xml:space="preserve">    println!("CustomSmartPointer created.");</w:t>
      </w:r>
    </w:p>
    <w:p w14:paraId="22E54FD2" w14:textId="77777777" w:rsidR="009B49FF" w:rsidRPr="009A664F" w:rsidRDefault="009B49FF" w:rsidP="00CE4881">
      <w:pPr>
        <w:pStyle w:val="Code"/>
      </w:pPr>
      <w:r w:rsidRPr="009A664F">
        <w:t xml:space="preserve">    drop(c);</w:t>
      </w:r>
    </w:p>
    <w:p w14:paraId="34BE377D" w14:textId="77777777" w:rsidR="00FC669D" w:rsidRPr="00CE52D1" w:rsidRDefault="009B49FF" w:rsidP="00CE4881">
      <w:pPr>
        <w:pStyle w:val="Code"/>
        <w:rPr>
          <w:rStyle w:val="LiteralGray"/>
          <w:rPrChange w:id="327" w:author="Carol Nichols" w:date="2022-08-24T22:19:00Z">
            <w:rPr/>
          </w:rPrChange>
        </w:rPr>
      </w:pPr>
      <w:r w:rsidRPr="00CE52D1">
        <w:rPr>
          <w:rStyle w:val="LiteralGray"/>
          <w:rPrChange w:id="328" w:author="Carol Nichols" w:date="2022-08-24T22:19:00Z">
            <w:rPr/>
          </w:rPrChange>
        </w:rPr>
        <w:t xml:space="preserve">    println!(</w:t>
      </w:r>
    </w:p>
    <w:p w14:paraId="60958001" w14:textId="77777777" w:rsidR="00FC669D" w:rsidRPr="00CE52D1" w:rsidRDefault="00FC669D" w:rsidP="00CE4881">
      <w:pPr>
        <w:pStyle w:val="Code"/>
        <w:rPr>
          <w:rStyle w:val="LiteralGray"/>
          <w:rPrChange w:id="329" w:author="Carol Nichols" w:date="2022-08-24T22:19:00Z">
            <w:rPr/>
          </w:rPrChange>
        </w:rPr>
      </w:pPr>
      <w:r w:rsidRPr="00CE52D1">
        <w:rPr>
          <w:rStyle w:val="LiteralGray"/>
          <w:rPrChange w:id="330" w:author="Carol Nichols" w:date="2022-08-24T22:19:00Z">
            <w:rPr/>
          </w:rPrChange>
        </w:rPr>
        <w:t xml:space="preserve">        </w:t>
      </w:r>
      <w:r w:rsidR="009B49FF" w:rsidRPr="00CE52D1">
        <w:rPr>
          <w:rStyle w:val="LiteralGray"/>
          <w:rPrChange w:id="331" w:author="Carol Nichols" w:date="2022-08-24T22:19:00Z">
            <w:rPr/>
          </w:rPrChange>
        </w:rPr>
        <w:t>"CustomSmartPointer dropped before the end of main."</w:t>
      </w:r>
    </w:p>
    <w:p w14:paraId="5233E1E9" w14:textId="53194790" w:rsidR="009B49FF" w:rsidRPr="00CE52D1" w:rsidRDefault="00FC669D" w:rsidP="00CE4881">
      <w:pPr>
        <w:pStyle w:val="Code"/>
        <w:rPr>
          <w:rStyle w:val="LiteralGray"/>
          <w:rPrChange w:id="332" w:author="Carol Nichols" w:date="2022-08-24T22:19:00Z">
            <w:rPr/>
          </w:rPrChange>
        </w:rPr>
      </w:pPr>
      <w:r w:rsidRPr="00CE52D1">
        <w:rPr>
          <w:rStyle w:val="LiteralGray"/>
          <w:rPrChange w:id="333" w:author="Carol Nichols" w:date="2022-08-24T22:19:00Z">
            <w:rPr/>
          </w:rPrChange>
        </w:rPr>
        <w:t xml:space="preserve">    </w:t>
      </w:r>
      <w:r w:rsidR="009B49FF" w:rsidRPr="00CE52D1">
        <w:rPr>
          <w:rStyle w:val="LiteralGray"/>
          <w:rPrChange w:id="334" w:author="Carol Nichols" w:date="2022-08-24T22:19:00Z">
            <w:rPr/>
          </w:rPrChange>
        </w:rPr>
        <w:t>);</w:t>
      </w:r>
    </w:p>
    <w:p w14:paraId="2B6E9172" w14:textId="77777777" w:rsidR="009B49FF" w:rsidRPr="00CE52D1" w:rsidRDefault="009B49FF" w:rsidP="00CE4881">
      <w:pPr>
        <w:pStyle w:val="Code"/>
        <w:rPr>
          <w:rStyle w:val="LiteralGray"/>
          <w:rPrChange w:id="335" w:author="Carol Nichols" w:date="2022-08-24T22:19:00Z">
            <w:rPr/>
          </w:rPrChange>
        </w:rPr>
      </w:pPr>
      <w:r w:rsidRPr="00CE52D1">
        <w:rPr>
          <w:rStyle w:val="LiteralGray"/>
          <w:rPrChange w:id="336" w:author="Carol Nichols" w:date="2022-08-24T22:19:00Z">
            <w:rPr/>
          </w:rPrChange>
        </w:rPr>
        <w:t>}</w:t>
      </w:r>
    </w:p>
    <w:p w14:paraId="4BCE882C" w14:textId="485E0051" w:rsidR="009B49FF" w:rsidRPr="009B49FF" w:rsidRDefault="009B49FF" w:rsidP="005E29A1">
      <w:pPr>
        <w:pStyle w:val="CodeListingCaption"/>
        <w:rPr>
          <w:lang w:eastAsia="en-GB"/>
        </w:rPr>
      </w:pPr>
      <w:r w:rsidRPr="009A664F">
        <w:t xml:space="preserve">Calling </w:t>
      </w:r>
      <w:r w:rsidRPr="009A664F">
        <w:rPr>
          <w:rStyle w:val="Literal"/>
        </w:rPr>
        <w:t>std::mem::drop</w:t>
      </w:r>
      <w:r w:rsidRPr="009B49FF">
        <w:rPr>
          <w:lang w:eastAsia="en-GB"/>
        </w:rPr>
        <w:t xml:space="preserve"> to explicitly drop a value before it</w:t>
      </w:r>
      <w:r w:rsidR="00E22CA3">
        <w:rPr>
          <w:lang w:eastAsia="en-GB"/>
        </w:rPr>
        <w:t xml:space="preserve"> </w:t>
      </w:r>
      <w:r w:rsidRPr="009B49FF">
        <w:rPr>
          <w:lang w:eastAsia="en-GB"/>
        </w:rPr>
        <w:t>goes out of scope</w:t>
      </w:r>
    </w:p>
    <w:p w14:paraId="4D4ADDF2" w14:textId="77777777" w:rsidR="009B49FF" w:rsidRPr="009B49FF" w:rsidRDefault="009B49FF" w:rsidP="009A664F">
      <w:pPr>
        <w:pStyle w:val="Body"/>
        <w:rPr>
          <w:lang w:eastAsia="en-GB"/>
        </w:rPr>
      </w:pPr>
      <w:r w:rsidRPr="009B49FF">
        <w:rPr>
          <w:lang w:eastAsia="en-GB"/>
        </w:rPr>
        <w:t>Running this code will print the following:</w:t>
      </w:r>
    </w:p>
    <w:p w14:paraId="4C315E36" w14:textId="77777777" w:rsidR="009B49FF" w:rsidRPr="009A664F" w:rsidRDefault="009B49FF" w:rsidP="009A664F">
      <w:pPr>
        <w:pStyle w:val="Code"/>
      </w:pPr>
      <w:r w:rsidRPr="009A664F">
        <w:t>CustomSmartPointer created.</w:t>
      </w:r>
    </w:p>
    <w:p w14:paraId="1CF81A88" w14:textId="77777777" w:rsidR="009B49FF" w:rsidRPr="009A664F" w:rsidRDefault="009B49FF" w:rsidP="009A664F">
      <w:pPr>
        <w:pStyle w:val="Code"/>
      </w:pPr>
      <w:r w:rsidRPr="009A664F">
        <w:t>Dropping CustomSmartPointer with data `some data`!</w:t>
      </w:r>
    </w:p>
    <w:p w14:paraId="751E8FDF" w14:textId="77777777" w:rsidR="009B49FF" w:rsidRPr="009A664F" w:rsidRDefault="009B49FF" w:rsidP="009A664F">
      <w:pPr>
        <w:pStyle w:val="Code"/>
      </w:pPr>
      <w:r w:rsidRPr="009A664F">
        <w:t>CustomSmartPointer dropped before the end of main.</w:t>
      </w:r>
    </w:p>
    <w:p w14:paraId="30824E41" w14:textId="7E786E1C" w:rsidR="009B49FF" w:rsidRPr="009B49FF" w:rsidRDefault="009B49FF" w:rsidP="009A664F">
      <w:pPr>
        <w:pStyle w:val="Body"/>
        <w:rPr>
          <w:lang w:eastAsia="en-GB"/>
        </w:rPr>
      </w:pPr>
      <w:r w:rsidRPr="009A664F">
        <w:t xml:space="preserve">The text </w:t>
      </w:r>
      <w:r w:rsidRPr="009A664F">
        <w:rPr>
          <w:rStyle w:val="Literal"/>
        </w:rPr>
        <w:t>Dropping CustomSmartPointer with data `some data`!</w:t>
      </w:r>
      <w:r w:rsidRPr="009A664F">
        <w:t xml:space="preserve"> is printed</w:t>
      </w:r>
      <w:r w:rsidR="00E22CA3" w:rsidRPr="009A664F">
        <w:t xml:space="preserve"> </w:t>
      </w:r>
      <w:r w:rsidRPr="009A664F">
        <w:t xml:space="preserve">between the </w:t>
      </w:r>
      <w:r w:rsidRPr="009A664F">
        <w:rPr>
          <w:rStyle w:val="Literal"/>
        </w:rPr>
        <w:t>CustomSmartPointer created.</w:t>
      </w:r>
      <w:r w:rsidRPr="009A664F">
        <w:t xml:space="preserve"> and </w:t>
      </w:r>
      <w:r w:rsidRPr="009A664F">
        <w:rPr>
          <w:rStyle w:val="Literal"/>
        </w:rPr>
        <w:t>CustomSmartPointer dropped before the end of main.</w:t>
      </w:r>
      <w:r w:rsidRPr="009A664F">
        <w:t xml:space="preserve"> text, showing that the </w:t>
      </w:r>
      <w:r w:rsidRPr="009A664F">
        <w:rPr>
          <w:rStyle w:val="Literal"/>
        </w:rPr>
        <w:t>drop</w:t>
      </w:r>
      <w:r w:rsidRPr="009A664F">
        <w:t xml:space="preserve"> method code is called to</w:t>
      </w:r>
      <w:r w:rsidR="00E22CA3" w:rsidRPr="009A664F">
        <w:t xml:space="preserve"> </w:t>
      </w:r>
      <w:r w:rsidRPr="009A664F">
        <w:t xml:space="preserve">drop </w:t>
      </w:r>
      <w:r w:rsidRPr="009A664F">
        <w:rPr>
          <w:rStyle w:val="Literal"/>
        </w:rPr>
        <w:t>c</w:t>
      </w:r>
      <w:r w:rsidRPr="009B49FF">
        <w:rPr>
          <w:lang w:eastAsia="en-GB"/>
        </w:rPr>
        <w:t xml:space="preserve"> at that point.</w:t>
      </w:r>
      <w:ins w:id="337" w:author="Carol Nichols" w:date="2022-08-25T21:48:00Z">
        <w:r w:rsidR="00717F35">
          <w:rPr>
            <w:lang w:eastAsia="en-GB"/>
          </w:rPr>
          <w:fldChar w:fldCharType="begin"/>
        </w:r>
        <w:r w:rsidR="00717F35">
          <w:instrText xml:space="preserve"> XE "drop function end</w:instrText>
        </w:r>
        <w:r w:rsidR="00717F35" w:rsidRPr="00BE574B">
          <w:instrText>Range</w:instrText>
        </w:r>
        <w:r w:rsidR="00717F35">
          <w:instrText xml:space="preserve">" </w:instrText>
        </w:r>
        <w:r w:rsidR="00717F35">
          <w:rPr>
            <w:lang w:eastAsia="en-GB"/>
          </w:rPr>
          <w:fldChar w:fldCharType="end"/>
        </w:r>
      </w:ins>
    </w:p>
    <w:p w14:paraId="1200F15A" w14:textId="32E1980F" w:rsidR="009B49FF" w:rsidRPr="009B49FF" w:rsidRDefault="009B49FF" w:rsidP="009A664F">
      <w:pPr>
        <w:pStyle w:val="Body"/>
        <w:rPr>
          <w:lang w:eastAsia="en-GB"/>
        </w:rPr>
      </w:pPr>
      <w:r w:rsidRPr="009B49FF">
        <w:rPr>
          <w:lang w:eastAsia="en-GB"/>
        </w:rPr>
        <w:t xml:space="preserve">You can use code specified in a </w:t>
      </w:r>
      <w:r w:rsidRPr="009A664F">
        <w:rPr>
          <w:rStyle w:val="Literal"/>
        </w:rPr>
        <w:t>Drop</w:t>
      </w:r>
      <w:r w:rsidRPr="009A664F">
        <w:t xml:space="preserve"> trait implementation in many ways to</w:t>
      </w:r>
      <w:r w:rsidR="00E22CA3" w:rsidRPr="009A664F">
        <w:t xml:space="preserve"> </w:t>
      </w:r>
      <w:r w:rsidRPr="009A664F">
        <w:t>make cleanup convenient and safe: for instance, you could use it to create your</w:t>
      </w:r>
      <w:r w:rsidR="00E22CA3" w:rsidRPr="009A664F">
        <w:t xml:space="preserve"> </w:t>
      </w:r>
      <w:r w:rsidRPr="009A664F">
        <w:t xml:space="preserve">own memory allocator! With the </w:t>
      </w:r>
      <w:r w:rsidRPr="009A664F">
        <w:rPr>
          <w:rStyle w:val="Literal"/>
        </w:rPr>
        <w:t>Drop</w:t>
      </w:r>
      <w:r w:rsidRPr="009B49FF">
        <w:rPr>
          <w:lang w:eastAsia="en-GB"/>
        </w:rPr>
        <w:t xml:space="preserve"> trait and Rust’s ownership system, you</w:t>
      </w:r>
      <w:r w:rsidR="00E22CA3">
        <w:rPr>
          <w:lang w:eastAsia="en-GB"/>
        </w:rPr>
        <w:t xml:space="preserve"> </w:t>
      </w:r>
      <w:r w:rsidRPr="009B49FF">
        <w:rPr>
          <w:lang w:eastAsia="en-GB"/>
        </w:rPr>
        <w:t>don’t have to remember to clean up because Rust does it automatically.</w:t>
      </w:r>
    </w:p>
    <w:p w14:paraId="4937C616" w14:textId="1C1EC6E8" w:rsidR="009B49FF" w:rsidRPr="009B49FF" w:rsidRDefault="009B49FF" w:rsidP="009A664F">
      <w:pPr>
        <w:pStyle w:val="Body"/>
        <w:rPr>
          <w:lang w:eastAsia="en-GB"/>
        </w:rPr>
      </w:pPr>
      <w:r w:rsidRPr="009B49FF">
        <w:rPr>
          <w:lang w:eastAsia="en-GB"/>
        </w:rPr>
        <w:t>You also don’t have to worry about problems resulting from accidentally</w:t>
      </w:r>
      <w:r w:rsidR="00E22CA3">
        <w:rPr>
          <w:lang w:eastAsia="en-GB"/>
        </w:rPr>
        <w:t xml:space="preserve"> </w:t>
      </w:r>
      <w:r w:rsidRPr="009B49FF">
        <w:rPr>
          <w:lang w:eastAsia="en-GB"/>
        </w:rPr>
        <w:t>cleaning up values still in use: the ownership system that makes sure</w:t>
      </w:r>
      <w:r w:rsidR="00E22CA3">
        <w:rPr>
          <w:lang w:eastAsia="en-GB"/>
        </w:rPr>
        <w:t xml:space="preserve"> </w:t>
      </w:r>
      <w:r w:rsidRPr="009B49FF">
        <w:rPr>
          <w:lang w:eastAsia="en-GB"/>
        </w:rPr>
        <w:t xml:space="preserve">references are always valid also ensures that </w:t>
      </w:r>
      <w:r w:rsidRPr="009A664F">
        <w:rPr>
          <w:rStyle w:val="Literal"/>
        </w:rPr>
        <w:t>drop</w:t>
      </w:r>
      <w:r w:rsidRPr="009B49FF">
        <w:rPr>
          <w:lang w:eastAsia="en-GB"/>
        </w:rPr>
        <w:t xml:space="preserve"> gets called only once when</w:t>
      </w:r>
      <w:r w:rsidR="00E22CA3">
        <w:rPr>
          <w:lang w:eastAsia="en-GB"/>
        </w:rPr>
        <w:t xml:space="preserve"> </w:t>
      </w:r>
      <w:r w:rsidRPr="009B49FF">
        <w:rPr>
          <w:lang w:eastAsia="en-GB"/>
        </w:rPr>
        <w:t>the value is no longer being used.</w:t>
      </w:r>
      <w:ins w:id="338" w:author="Carol Nichols" w:date="2022-08-25T21:46:00Z">
        <w:r w:rsidR="0025720B">
          <w:rPr>
            <w:lang w:eastAsia="en-GB"/>
          </w:rPr>
          <w:fldChar w:fldCharType="begin"/>
        </w:r>
        <w:r w:rsidR="0025720B">
          <w:instrText xml:space="preserve"> XE "Drop trait end</w:instrText>
        </w:r>
        <w:r w:rsidR="0025720B" w:rsidRPr="00BE574B">
          <w:instrText>Range</w:instrText>
        </w:r>
        <w:r w:rsidR="0025720B">
          <w:instrText xml:space="preserve">" </w:instrText>
        </w:r>
        <w:r w:rsidR="0025720B">
          <w:rPr>
            <w:lang w:eastAsia="en-GB"/>
          </w:rPr>
          <w:fldChar w:fldCharType="end"/>
        </w:r>
      </w:ins>
    </w:p>
    <w:p w14:paraId="7BB72343" w14:textId="11095320" w:rsidR="009B49FF" w:rsidRPr="009B49FF" w:rsidRDefault="009B49FF" w:rsidP="009A664F">
      <w:pPr>
        <w:pStyle w:val="Body"/>
        <w:rPr>
          <w:lang w:eastAsia="en-GB"/>
        </w:rPr>
      </w:pPr>
      <w:r w:rsidRPr="009B49FF">
        <w:rPr>
          <w:lang w:eastAsia="en-GB"/>
        </w:rPr>
        <w:t xml:space="preserve">Now that we’ve examined </w:t>
      </w:r>
      <w:r w:rsidRPr="009A664F">
        <w:rPr>
          <w:rStyle w:val="Literal"/>
        </w:rPr>
        <w:t>Box&lt;T&gt;</w:t>
      </w:r>
      <w:r w:rsidRPr="009B49FF">
        <w:rPr>
          <w:lang w:eastAsia="en-GB"/>
        </w:rPr>
        <w:t xml:space="preserve"> and some of the characteristics of smart</w:t>
      </w:r>
      <w:r w:rsidR="00E22CA3">
        <w:rPr>
          <w:lang w:eastAsia="en-GB"/>
        </w:rPr>
        <w:t xml:space="preserve"> </w:t>
      </w:r>
      <w:r w:rsidRPr="009B49FF">
        <w:rPr>
          <w:lang w:eastAsia="en-GB"/>
        </w:rPr>
        <w:t>pointers, let’s look at a few other smart pointers defined in the standard</w:t>
      </w:r>
      <w:r w:rsidR="00E22CA3">
        <w:rPr>
          <w:lang w:eastAsia="en-GB"/>
        </w:rPr>
        <w:t xml:space="preserve"> </w:t>
      </w:r>
      <w:r w:rsidRPr="009B49FF">
        <w:rPr>
          <w:lang w:eastAsia="en-GB"/>
        </w:rPr>
        <w:t>library.</w:t>
      </w:r>
    </w:p>
    <w:bookmarkStart w:id="339" w:name="`rc`,-the-reference-counted-smart-pointe"/>
    <w:bookmarkStart w:id="340" w:name="_Toc106892314"/>
    <w:bookmarkEnd w:id="339"/>
    <w:p w14:paraId="3BD0C969" w14:textId="174C3646" w:rsidR="009B49FF" w:rsidRPr="009B49FF" w:rsidRDefault="00F33B2E" w:rsidP="00E22CA3">
      <w:pPr>
        <w:pStyle w:val="HeadA"/>
        <w:rPr>
          <w:lang w:eastAsia="en-GB"/>
        </w:rPr>
      </w:pPr>
      <w:ins w:id="341" w:author="Carol Nichols" w:date="2022-08-25T21:50:00Z">
        <w:r>
          <w:rPr>
            <w:lang w:eastAsia="en-GB"/>
          </w:rPr>
          <w:fldChar w:fldCharType="begin"/>
        </w:r>
        <w:r>
          <w:instrText xml:space="preserve"> XE "reference counting </w:instrText>
        </w:r>
        <w:r w:rsidRPr="00BE574B">
          <w:instrText>startRange</w:instrText>
        </w:r>
        <w:r>
          <w:instrText xml:space="preserve">" </w:instrText>
        </w:r>
        <w:r>
          <w:rPr>
            <w:lang w:eastAsia="en-GB"/>
          </w:rPr>
          <w:fldChar w:fldCharType="end"/>
        </w:r>
        <w:r>
          <w:rPr>
            <w:lang w:eastAsia="en-GB"/>
          </w:rPr>
          <w:fldChar w:fldCharType="begin"/>
        </w:r>
        <w:r>
          <w:instrText xml:space="preserve"> XE "Rc&lt;T&gt; type </w:instrText>
        </w:r>
        <w:r w:rsidRPr="00BE574B">
          <w:instrText>startRange</w:instrText>
        </w:r>
        <w:r>
          <w:instrText xml:space="preserve">" </w:instrText>
        </w:r>
        <w:r>
          <w:rPr>
            <w:lang w:eastAsia="en-GB"/>
          </w:rPr>
          <w:fldChar w:fldCharType="end"/>
        </w:r>
      </w:ins>
      <w:r w:rsidR="009B49FF" w:rsidRPr="009A664F">
        <w:t>Rc&lt;T&gt;</w:t>
      </w:r>
      <w:r w:rsidR="009B49FF" w:rsidRPr="009B49FF">
        <w:rPr>
          <w:lang w:eastAsia="en-GB"/>
        </w:rPr>
        <w:t>, the Reference Counted Smart Pointer</w:t>
      </w:r>
      <w:bookmarkEnd w:id="340"/>
    </w:p>
    <w:p w14:paraId="53CB9596" w14:textId="7BBB0C68" w:rsidR="009B49FF" w:rsidRPr="009B49FF" w:rsidRDefault="009B49FF" w:rsidP="009A664F">
      <w:pPr>
        <w:pStyle w:val="Body"/>
        <w:rPr>
          <w:lang w:eastAsia="en-GB"/>
        </w:rPr>
      </w:pPr>
      <w:r w:rsidRPr="009B49FF">
        <w:rPr>
          <w:lang w:eastAsia="en-GB"/>
        </w:rPr>
        <w:t>In the majority of cases, ownership is clear: you know exactly which variable</w:t>
      </w:r>
      <w:r w:rsidR="00E22CA3">
        <w:rPr>
          <w:lang w:eastAsia="en-GB"/>
        </w:rPr>
        <w:t xml:space="preserve"> </w:t>
      </w:r>
      <w:r w:rsidRPr="009B49FF">
        <w:rPr>
          <w:lang w:eastAsia="en-GB"/>
        </w:rPr>
        <w:t>owns a given value. However, there are cases when a single value might have</w:t>
      </w:r>
      <w:r w:rsidR="00E22CA3">
        <w:rPr>
          <w:lang w:eastAsia="en-GB"/>
        </w:rPr>
        <w:t xml:space="preserve"> </w:t>
      </w:r>
      <w:r w:rsidRPr="009B49FF">
        <w:rPr>
          <w:lang w:eastAsia="en-GB"/>
        </w:rPr>
        <w:t>multiple owners. For example, in graph data structures, multiple edges might</w:t>
      </w:r>
      <w:r w:rsidR="00E22CA3">
        <w:rPr>
          <w:lang w:eastAsia="en-GB"/>
        </w:rPr>
        <w:t xml:space="preserve"> </w:t>
      </w:r>
      <w:r w:rsidRPr="009B49FF">
        <w:rPr>
          <w:lang w:eastAsia="en-GB"/>
        </w:rPr>
        <w:t>point to the same node, and that node is conceptually owned by all of the edges</w:t>
      </w:r>
      <w:r w:rsidR="00E22CA3">
        <w:rPr>
          <w:lang w:eastAsia="en-GB"/>
        </w:rPr>
        <w:t xml:space="preserve"> </w:t>
      </w:r>
      <w:r w:rsidRPr="009B49FF">
        <w:rPr>
          <w:lang w:eastAsia="en-GB"/>
        </w:rPr>
        <w:t>that point to it. A node shouldn’t be cleaned up unless it doesn’t have any</w:t>
      </w:r>
      <w:r w:rsidR="00E22CA3">
        <w:rPr>
          <w:lang w:eastAsia="en-GB"/>
        </w:rPr>
        <w:t xml:space="preserve"> </w:t>
      </w:r>
      <w:r w:rsidRPr="009B49FF">
        <w:rPr>
          <w:lang w:eastAsia="en-GB"/>
        </w:rPr>
        <w:t>edges pointing to it and so has no owners.</w:t>
      </w:r>
    </w:p>
    <w:p w14:paraId="5267E971" w14:textId="0D5BDF53" w:rsidR="008E535B" w:rsidRDefault="008E535B" w:rsidP="008E535B">
      <w:pPr>
        <w:pStyle w:val="Body"/>
      </w:pPr>
      <w:r>
        <w:t xml:space="preserve">You have to enable multiple ownership explicitly by using the Rust type </w:t>
      </w:r>
      <w:r w:rsidRPr="008E535B">
        <w:rPr>
          <w:rStyle w:val="Literal"/>
        </w:rPr>
        <w:t>Rc&lt;T&gt;</w:t>
      </w:r>
      <w:r>
        <w:t xml:space="preserve">, which is an abbreviation for </w:t>
      </w:r>
      <w:r w:rsidRPr="008E535B">
        <w:rPr>
          <w:rStyle w:val="Italic"/>
        </w:rPr>
        <w:t>reference counting</w:t>
      </w:r>
      <w:r>
        <w:t xml:space="preserve">. The </w:t>
      </w:r>
      <w:r w:rsidRPr="008E535B">
        <w:rPr>
          <w:rStyle w:val="Literal"/>
        </w:rPr>
        <w:t>Rc&lt;T&gt;</w:t>
      </w:r>
      <w:r>
        <w:t xml:space="preserve"> type keeps track of the number of references to a value to determine whether or not the value is still in use. If there are zero references to a value, the value can be cleaned up without any references becoming invalid.</w:t>
      </w:r>
    </w:p>
    <w:p w14:paraId="44369088" w14:textId="19D5A9A6" w:rsidR="009B49FF" w:rsidRPr="009B49FF" w:rsidRDefault="008E535B" w:rsidP="008E535B">
      <w:pPr>
        <w:pStyle w:val="Body"/>
      </w:pPr>
      <w:r>
        <w:t xml:space="preserve">Imagine </w:t>
      </w:r>
      <w:r w:rsidRPr="008E535B">
        <w:rPr>
          <w:rStyle w:val="Literal"/>
        </w:rPr>
        <w:t>Rc&lt;T&gt;</w:t>
      </w:r>
      <w:r>
        <w:t xml:space="preserve"> as a TV in a family room. When one person enters to watch </w:t>
      </w:r>
      <w:r>
        <w:lastRenderedPageBreak/>
        <w:t xml:space="preserve">TV, they turn it on. Others can come into the room and watch the TV. When the last person leaves the room, they turn off the TV because it’s no longer being used. If someone turns off the TV while others are still watching it, there would be </w:t>
      </w:r>
      <w:ins w:id="342" w:author="Audrey Doyle" w:date="2022-08-04T15:58:00Z">
        <w:r w:rsidR="00E05993">
          <w:t xml:space="preserve">an </w:t>
        </w:r>
      </w:ins>
      <w:r>
        <w:t>uproar from the remaining TV watchers!</w:t>
      </w:r>
    </w:p>
    <w:p w14:paraId="7C53809A" w14:textId="2382C833" w:rsidR="009B49FF" w:rsidRPr="009B49FF" w:rsidRDefault="009B49FF" w:rsidP="009A664F">
      <w:pPr>
        <w:pStyle w:val="Body"/>
        <w:rPr>
          <w:lang w:eastAsia="en-GB"/>
        </w:rPr>
      </w:pPr>
      <w:r w:rsidRPr="009B49FF">
        <w:rPr>
          <w:lang w:eastAsia="en-GB"/>
        </w:rPr>
        <w:t xml:space="preserve">We use the </w:t>
      </w:r>
      <w:r w:rsidRPr="009A664F">
        <w:rPr>
          <w:rStyle w:val="Literal"/>
        </w:rPr>
        <w:t>Rc&lt;T&gt;</w:t>
      </w:r>
      <w:r w:rsidRPr="009B49FF">
        <w:rPr>
          <w:lang w:eastAsia="en-GB"/>
        </w:rPr>
        <w:t xml:space="preserve"> type when we want to allocate some data on the heap for</w:t>
      </w:r>
      <w:r w:rsidR="00E22CA3">
        <w:rPr>
          <w:lang w:eastAsia="en-GB"/>
        </w:rPr>
        <w:t xml:space="preserve"> </w:t>
      </w:r>
      <w:r w:rsidRPr="009B49FF">
        <w:rPr>
          <w:lang w:eastAsia="en-GB"/>
        </w:rPr>
        <w:t>multiple parts of our program to read and we can’t determine at compile time</w:t>
      </w:r>
      <w:r w:rsidR="00E22CA3">
        <w:rPr>
          <w:lang w:eastAsia="en-GB"/>
        </w:rPr>
        <w:t xml:space="preserve"> </w:t>
      </w:r>
      <w:r w:rsidRPr="009B49FF">
        <w:rPr>
          <w:lang w:eastAsia="en-GB"/>
        </w:rPr>
        <w:t>which part will finish using the data last. If we knew which part would finish</w:t>
      </w:r>
      <w:r w:rsidR="00E22CA3">
        <w:rPr>
          <w:lang w:eastAsia="en-GB"/>
        </w:rPr>
        <w:t xml:space="preserve"> </w:t>
      </w:r>
      <w:r w:rsidRPr="009B49FF">
        <w:rPr>
          <w:lang w:eastAsia="en-GB"/>
        </w:rPr>
        <w:t>last, we could just make that part the data’s owner, and the normal ownership</w:t>
      </w:r>
      <w:r w:rsidR="00E22CA3">
        <w:rPr>
          <w:lang w:eastAsia="en-GB"/>
        </w:rPr>
        <w:t xml:space="preserve"> </w:t>
      </w:r>
      <w:r w:rsidRPr="009B49FF">
        <w:rPr>
          <w:lang w:eastAsia="en-GB"/>
        </w:rPr>
        <w:t>rules enforced at compile time would take effect.</w:t>
      </w:r>
    </w:p>
    <w:p w14:paraId="2A7993ED" w14:textId="004492DA" w:rsidR="009B49FF" w:rsidRPr="009B49FF" w:rsidRDefault="009B49FF" w:rsidP="009A664F">
      <w:pPr>
        <w:pStyle w:val="Body"/>
        <w:rPr>
          <w:lang w:eastAsia="en-GB"/>
        </w:rPr>
      </w:pPr>
      <w:r w:rsidRPr="009B49FF">
        <w:rPr>
          <w:lang w:eastAsia="en-GB"/>
        </w:rPr>
        <w:t xml:space="preserve">Note that </w:t>
      </w:r>
      <w:r w:rsidRPr="009A664F">
        <w:rPr>
          <w:rStyle w:val="Literal"/>
        </w:rPr>
        <w:t>Rc&lt;T&gt;</w:t>
      </w:r>
      <w:r w:rsidRPr="009B49FF">
        <w:rPr>
          <w:lang w:eastAsia="en-GB"/>
        </w:rPr>
        <w:t xml:space="preserve"> is only for use in single-threaded scenarios. When we discuss</w:t>
      </w:r>
      <w:r w:rsidR="00E22CA3">
        <w:rPr>
          <w:lang w:eastAsia="en-GB"/>
        </w:rPr>
        <w:t xml:space="preserve"> </w:t>
      </w:r>
      <w:r w:rsidRPr="009B49FF">
        <w:rPr>
          <w:lang w:eastAsia="en-GB"/>
        </w:rPr>
        <w:t xml:space="preserve">concurrency in </w:t>
      </w:r>
      <w:r w:rsidRPr="00C70494">
        <w:rPr>
          <w:rStyle w:val="Xref"/>
        </w:rPr>
        <w:t>Chapter 16</w:t>
      </w:r>
      <w:r w:rsidRPr="009B49FF">
        <w:rPr>
          <w:lang w:eastAsia="en-GB"/>
        </w:rPr>
        <w:t>, we’ll cover how to do reference counting in</w:t>
      </w:r>
      <w:r w:rsidR="00E22CA3">
        <w:rPr>
          <w:lang w:eastAsia="en-GB"/>
        </w:rPr>
        <w:t xml:space="preserve"> </w:t>
      </w:r>
      <w:r w:rsidRPr="009B49FF">
        <w:rPr>
          <w:lang w:eastAsia="en-GB"/>
        </w:rPr>
        <w:t>multithreaded programs.</w:t>
      </w:r>
    </w:p>
    <w:p w14:paraId="152CA7DE" w14:textId="77777777" w:rsidR="009B49FF" w:rsidRPr="009B49FF" w:rsidRDefault="009B49FF" w:rsidP="00E22CA3">
      <w:pPr>
        <w:pStyle w:val="HeadB"/>
        <w:rPr>
          <w:lang w:eastAsia="en-GB"/>
        </w:rPr>
      </w:pPr>
      <w:bookmarkStart w:id="343" w:name="using-`rc`-to-share-data"/>
      <w:bookmarkStart w:id="344" w:name="_Toc106892315"/>
      <w:bookmarkEnd w:id="343"/>
      <w:r w:rsidRPr="00E22CA3">
        <w:t xml:space="preserve">Using </w:t>
      </w:r>
      <w:r w:rsidRPr="009A664F">
        <w:t>Rc&lt;T&gt;</w:t>
      </w:r>
      <w:r w:rsidRPr="009B49FF">
        <w:rPr>
          <w:lang w:eastAsia="en-GB"/>
        </w:rPr>
        <w:t xml:space="preserve"> to Share Data</w:t>
      </w:r>
      <w:bookmarkEnd w:id="344"/>
    </w:p>
    <w:p w14:paraId="6D30AF09" w14:textId="29AB5A05" w:rsidR="009B49FF" w:rsidRPr="009B49FF" w:rsidRDefault="009B49FF" w:rsidP="009A664F">
      <w:pPr>
        <w:pStyle w:val="Body"/>
        <w:rPr>
          <w:lang w:eastAsia="en-GB"/>
        </w:rPr>
      </w:pPr>
      <w:r w:rsidRPr="009A664F">
        <w:t>Let’s return to our cons list example in Listing 15-5. Recall that we defined</w:t>
      </w:r>
      <w:r w:rsidR="00E22CA3" w:rsidRPr="009A664F">
        <w:t xml:space="preserve"> </w:t>
      </w:r>
      <w:r w:rsidRPr="009A664F">
        <w:t xml:space="preserve">it using </w:t>
      </w:r>
      <w:r w:rsidRPr="009A664F">
        <w:rPr>
          <w:rStyle w:val="Literal"/>
        </w:rPr>
        <w:t>Box&lt;T&gt;</w:t>
      </w:r>
      <w:r w:rsidRPr="009B49FF">
        <w:rPr>
          <w:lang w:eastAsia="en-GB"/>
        </w:rPr>
        <w:t>. This time, we’ll create two lists that both share ownership</w:t>
      </w:r>
      <w:r w:rsidR="00E22CA3">
        <w:rPr>
          <w:lang w:eastAsia="en-GB"/>
        </w:rPr>
        <w:t xml:space="preserve"> </w:t>
      </w:r>
      <w:r w:rsidRPr="009B49FF">
        <w:rPr>
          <w:lang w:eastAsia="en-GB"/>
        </w:rPr>
        <w:t>of a third list. Conceptually, this looks similar to Figure 15-3</w:t>
      </w:r>
      <w:ins w:id="345" w:author="Audrey Doyle" w:date="2022-08-04T14:55:00Z">
        <w:r w:rsidR="00280C47">
          <w:rPr>
            <w:lang w:eastAsia="en-GB"/>
          </w:rPr>
          <w:t>.</w:t>
        </w:r>
      </w:ins>
      <w:del w:id="346" w:author="Audrey Doyle" w:date="2022-08-04T14:55:00Z">
        <w:r w:rsidRPr="009B49FF" w:rsidDel="00280C47">
          <w:rPr>
            <w:lang w:eastAsia="en-GB"/>
          </w:rPr>
          <w:delText>:</w:delText>
        </w:r>
      </w:del>
    </w:p>
    <w:p w14:paraId="7FB7DFBB" w14:textId="73711095" w:rsidR="009B49FF" w:rsidRPr="009B49FF" w:rsidRDefault="005E29A1" w:rsidP="005E29A1">
      <w:pPr>
        <w:pStyle w:val="GraphicSlug"/>
        <w:rPr>
          <w:lang w:eastAsia="en-GB"/>
        </w:rPr>
      </w:pPr>
      <w:r>
        <w:rPr>
          <w:lang w:eastAsia="en-GB"/>
        </w:rPr>
        <w:t>[f15003.</w:t>
      </w:r>
      <w:r w:rsidR="00491C80">
        <w:rPr>
          <w:lang w:eastAsia="en-GB"/>
        </w:rPr>
        <w:t>eps</w:t>
      </w:r>
      <w:r>
        <w:rPr>
          <w:lang w:eastAsia="en-GB"/>
        </w:rPr>
        <w:t>]</w:t>
      </w:r>
      <w:ins w:id="347" w:author="Carol Nichols" w:date="2022-08-25T20:49:00Z">
        <w:r w:rsidR="00A24082">
          <w:rPr>
            <w:lang w:eastAsia="en-GB"/>
          </w:rPr>
          <w:t xml:space="preserve"> </w:t>
        </w:r>
        <w:r w:rsidR="00A24082" w:rsidRPr="00A24082">
          <w:rPr>
            <w:rStyle w:val="AltText"/>
            <w:rPrChange w:id="348" w:author="Carol Nichols" w:date="2022-08-25T20:49:00Z">
              <w:rPr>
                <w:lang w:eastAsia="en-GB"/>
              </w:rPr>
            </w:rPrChange>
          </w:rPr>
          <w:t>&lt;&lt;</w:t>
        </w:r>
      </w:ins>
      <w:ins w:id="349" w:author="Carol Nichols" w:date="2022-08-25T20:50:00Z">
        <w:r w:rsidR="00A24082" w:rsidRPr="00A24082">
          <w:rPr>
            <w:rStyle w:val="AltText"/>
          </w:rPr>
          <w:t xml:space="preserve"> </w:t>
        </w:r>
      </w:ins>
      <w:ins w:id="350" w:author="Carol Nichols" w:date="2022-08-25T20:53:00Z">
        <w:r w:rsidR="00374498">
          <w:rPr>
            <w:rStyle w:val="AltText"/>
          </w:rPr>
          <w:t>List label a points to the head of a list that contains 5</w:t>
        </w:r>
      </w:ins>
      <w:ins w:id="351" w:author="Carol Nichols" w:date="2022-08-25T20:54:00Z">
        <w:r w:rsidR="00374498">
          <w:rPr>
            <w:rStyle w:val="AltText"/>
          </w:rPr>
          <w:t xml:space="preserve">, which points to 10, which points to Nil. List label b points to 3 which points to the same list node containing 5 that </w:t>
        </w:r>
      </w:ins>
      <w:ins w:id="352" w:author="Carol Nichols" w:date="2022-08-25T20:55:00Z">
        <w:r w:rsidR="00374498">
          <w:rPr>
            <w:rStyle w:val="AltText"/>
          </w:rPr>
          <w:t xml:space="preserve">list </w:t>
        </w:r>
      </w:ins>
      <w:ins w:id="353" w:author="Carol Nichols" w:date="2022-08-25T20:54:00Z">
        <w:r w:rsidR="00374498">
          <w:rPr>
            <w:rStyle w:val="AltText"/>
          </w:rPr>
          <w:t>a points to. List label</w:t>
        </w:r>
      </w:ins>
      <w:ins w:id="354" w:author="Carol Nichols" w:date="2022-08-25T20:55:00Z">
        <w:r w:rsidR="00374498">
          <w:rPr>
            <w:rStyle w:val="AltText"/>
          </w:rPr>
          <w:t xml:space="preserve"> c points to 4 which points to the same list node containing 5 that list a points to.</w:t>
        </w:r>
      </w:ins>
      <w:ins w:id="355" w:author="Carol Nichols" w:date="2022-08-25T20:49:00Z">
        <w:r w:rsidR="00A24082" w:rsidRPr="00A24082">
          <w:rPr>
            <w:rStyle w:val="AltText"/>
            <w:rPrChange w:id="356" w:author="Carol Nichols" w:date="2022-08-25T20:49:00Z">
              <w:rPr>
                <w:lang w:eastAsia="en-GB"/>
              </w:rPr>
            </w:rPrChange>
          </w:rPr>
          <w:t>&gt;&gt;</w:t>
        </w:r>
      </w:ins>
    </w:p>
    <w:p w14:paraId="4C0F05B0" w14:textId="7FBEDC62" w:rsidR="009B49FF" w:rsidRPr="009B49FF" w:rsidRDefault="009B49FF" w:rsidP="005E29A1">
      <w:pPr>
        <w:pStyle w:val="CaptionLine"/>
        <w:rPr>
          <w:lang w:eastAsia="en-GB"/>
        </w:rPr>
      </w:pPr>
      <w:r w:rsidRPr="009A664F">
        <w:t xml:space="preserve">Two lists, </w:t>
      </w:r>
      <w:r w:rsidRPr="009A664F">
        <w:rPr>
          <w:rStyle w:val="Literal"/>
        </w:rPr>
        <w:t>b</w:t>
      </w:r>
      <w:r w:rsidRPr="009A664F">
        <w:t xml:space="preserve"> and </w:t>
      </w:r>
      <w:r w:rsidRPr="009A664F">
        <w:rPr>
          <w:rStyle w:val="Literal"/>
        </w:rPr>
        <w:t>c</w:t>
      </w:r>
      <w:r w:rsidRPr="009A664F">
        <w:t xml:space="preserve">, sharing ownership of a third list, </w:t>
      </w:r>
      <w:r w:rsidRPr="009A664F">
        <w:rPr>
          <w:rStyle w:val="Literal"/>
        </w:rPr>
        <w:t>a</w:t>
      </w:r>
    </w:p>
    <w:p w14:paraId="775A1B68" w14:textId="4C6E602E" w:rsidR="009B49FF" w:rsidRPr="009B49FF" w:rsidRDefault="009B49FF" w:rsidP="009A664F">
      <w:pPr>
        <w:pStyle w:val="Body"/>
        <w:rPr>
          <w:lang w:eastAsia="en-GB"/>
        </w:rPr>
      </w:pPr>
      <w:r w:rsidRPr="009B49FF">
        <w:rPr>
          <w:lang w:eastAsia="en-GB"/>
        </w:rPr>
        <w:t xml:space="preserve">We’ll create list </w:t>
      </w:r>
      <w:r w:rsidRPr="009A664F">
        <w:rPr>
          <w:rStyle w:val="Literal"/>
        </w:rPr>
        <w:t>a</w:t>
      </w:r>
      <w:r w:rsidRPr="009A664F">
        <w:t xml:space="preserve"> that contains </w:t>
      </w:r>
      <w:r w:rsidRPr="00280C47">
        <w:rPr>
          <w:rStyle w:val="Literal"/>
          <w:rPrChange w:id="357" w:author="Audrey Doyle" w:date="2022-08-04T14:55:00Z">
            <w:rPr/>
          </w:rPrChange>
        </w:rPr>
        <w:t>5</w:t>
      </w:r>
      <w:r w:rsidRPr="009A664F">
        <w:t xml:space="preserve"> and then </w:t>
      </w:r>
      <w:r w:rsidRPr="00280C47">
        <w:rPr>
          <w:rStyle w:val="Literal"/>
          <w:rPrChange w:id="358" w:author="Audrey Doyle" w:date="2022-08-04T14:55:00Z">
            <w:rPr/>
          </w:rPrChange>
        </w:rPr>
        <w:t>10</w:t>
      </w:r>
      <w:r w:rsidRPr="009A664F">
        <w:t>. Then we’ll make two more</w:t>
      </w:r>
      <w:r w:rsidR="00E22CA3" w:rsidRPr="009A664F">
        <w:t xml:space="preserve"> </w:t>
      </w:r>
      <w:r w:rsidRPr="009A664F">
        <w:t xml:space="preserve">lists: </w:t>
      </w:r>
      <w:r w:rsidRPr="009A664F">
        <w:rPr>
          <w:rStyle w:val="Literal"/>
        </w:rPr>
        <w:t>b</w:t>
      </w:r>
      <w:r w:rsidRPr="009A664F">
        <w:t xml:space="preserve"> that starts with </w:t>
      </w:r>
      <w:r w:rsidRPr="00280C47">
        <w:rPr>
          <w:rStyle w:val="Literal"/>
          <w:rPrChange w:id="359" w:author="Audrey Doyle" w:date="2022-08-04T14:55:00Z">
            <w:rPr/>
          </w:rPrChange>
        </w:rPr>
        <w:t>3</w:t>
      </w:r>
      <w:r w:rsidRPr="009A664F">
        <w:t xml:space="preserve"> and </w:t>
      </w:r>
      <w:r w:rsidRPr="009A664F">
        <w:rPr>
          <w:rStyle w:val="Literal"/>
        </w:rPr>
        <w:t>c</w:t>
      </w:r>
      <w:r w:rsidRPr="009A664F">
        <w:t xml:space="preserve"> that starts with </w:t>
      </w:r>
      <w:r w:rsidRPr="00280C47">
        <w:rPr>
          <w:rStyle w:val="Literal"/>
          <w:rPrChange w:id="360" w:author="Audrey Doyle" w:date="2022-08-04T14:55:00Z">
            <w:rPr/>
          </w:rPrChange>
        </w:rPr>
        <w:t>4</w:t>
      </w:r>
      <w:r w:rsidRPr="009A664F">
        <w:t xml:space="preserve">. Both </w:t>
      </w:r>
      <w:r w:rsidRPr="009A664F">
        <w:rPr>
          <w:rStyle w:val="Literal"/>
        </w:rPr>
        <w:t>b</w:t>
      </w:r>
      <w:r w:rsidRPr="009A664F">
        <w:t xml:space="preserve"> and </w:t>
      </w:r>
      <w:r w:rsidRPr="009A664F">
        <w:rPr>
          <w:rStyle w:val="Literal"/>
        </w:rPr>
        <w:t>c</w:t>
      </w:r>
      <w:r w:rsidR="00E22CA3" w:rsidRPr="009A664F">
        <w:t xml:space="preserve"> </w:t>
      </w:r>
      <w:r w:rsidRPr="009A664F">
        <w:t xml:space="preserve">lists will then continue on to the first </w:t>
      </w:r>
      <w:r w:rsidRPr="009A664F">
        <w:rPr>
          <w:rStyle w:val="Literal"/>
        </w:rPr>
        <w:t>a</w:t>
      </w:r>
      <w:r w:rsidRPr="009B49FF">
        <w:rPr>
          <w:lang w:eastAsia="en-GB"/>
        </w:rPr>
        <w:t xml:space="preserve"> list containing </w:t>
      </w:r>
      <w:r w:rsidRPr="00280C47">
        <w:rPr>
          <w:rStyle w:val="Literal"/>
          <w:rPrChange w:id="361" w:author="Audrey Doyle" w:date="2022-08-04T14:55:00Z">
            <w:rPr>
              <w:lang w:eastAsia="en-GB"/>
            </w:rPr>
          </w:rPrChange>
        </w:rPr>
        <w:t>5</w:t>
      </w:r>
      <w:r w:rsidRPr="009B49FF">
        <w:rPr>
          <w:lang w:eastAsia="en-GB"/>
        </w:rPr>
        <w:t xml:space="preserve"> and </w:t>
      </w:r>
      <w:r w:rsidRPr="00280C47">
        <w:rPr>
          <w:rStyle w:val="Literal"/>
          <w:rPrChange w:id="362" w:author="Audrey Doyle" w:date="2022-08-04T14:55:00Z">
            <w:rPr>
              <w:lang w:eastAsia="en-GB"/>
            </w:rPr>
          </w:rPrChange>
        </w:rPr>
        <w:t>10</w:t>
      </w:r>
      <w:r w:rsidRPr="009B49FF">
        <w:rPr>
          <w:lang w:eastAsia="en-GB"/>
        </w:rPr>
        <w:t>. In other</w:t>
      </w:r>
      <w:r w:rsidR="00E22CA3">
        <w:rPr>
          <w:lang w:eastAsia="en-GB"/>
        </w:rPr>
        <w:t xml:space="preserve"> </w:t>
      </w:r>
      <w:r w:rsidRPr="009B49FF">
        <w:rPr>
          <w:lang w:eastAsia="en-GB"/>
        </w:rPr>
        <w:t xml:space="preserve">words, both lists will share the first list containing </w:t>
      </w:r>
      <w:r w:rsidRPr="00280C47">
        <w:rPr>
          <w:rStyle w:val="Literal"/>
          <w:rPrChange w:id="363" w:author="Audrey Doyle" w:date="2022-08-04T14:55:00Z">
            <w:rPr>
              <w:lang w:eastAsia="en-GB"/>
            </w:rPr>
          </w:rPrChange>
        </w:rPr>
        <w:t>5</w:t>
      </w:r>
      <w:r w:rsidRPr="009B49FF">
        <w:rPr>
          <w:lang w:eastAsia="en-GB"/>
        </w:rPr>
        <w:t xml:space="preserve"> and </w:t>
      </w:r>
      <w:r w:rsidRPr="00280C47">
        <w:rPr>
          <w:rStyle w:val="Literal"/>
          <w:rPrChange w:id="364" w:author="Audrey Doyle" w:date="2022-08-04T14:55:00Z">
            <w:rPr>
              <w:lang w:eastAsia="en-GB"/>
            </w:rPr>
          </w:rPrChange>
        </w:rPr>
        <w:t>10</w:t>
      </w:r>
      <w:r w:rsidRPr="009B49FF">
        <w:rPr>
          <w:lang w:eastAsia="en-GB"/>
        </w:rPr>
        <w:t>.</w:t>
      </w:r>
    </w:p>
    <w:p w14:paraId="56DA6941" w14:textId="19752D78" w:rsidR="009B49FF" w:rsidRPr="009B49FF" w:rsidRDefault="009B49FF" w:rsidP="009A664F">
      <w:pPr>
        <w:pStyle w:val="Body"/>
        <w:rPr>
          <w:lang w:eastAsia="en-GB"/>
        </w:rPr>
      </w:pPr>
      <w:r w:rsidRPr="009B49FF">
        <w:rPr>
          <w:lang w:eastAsia="en-GB"/>
        </w:rPr>
        <w:t xml:space="preserve">Trying to implement this scenario using our definition of </w:t>
      </w:r>
      <w:r w:rsidRPr="009A664F">
        <w:rPr>
          <w:rStyle w:val="Literal"/>
        </w:rPr>
        <w:t>List</w:t>
      </w:r>
      <w:r w:rsidRPr="009A664F">
        <w:t xml:space="preserve"> with </w:t>
      </w:r>
      <w:r w:rsidRPr="009A664F">
        <w:rPr>
          <w:rStyle w:val="Literal"/>
        </w:rPr>
        <w:t>Box&lt;T&gt;</w:t>
      </w:r>
      <w:r w:rsidR="00E22CA3">
        <w:rPr>
          <w:lang w:eastAsia="en-GB"/>
        </w:rPr>
        <w:t xml:space="preserve"> </w:t>
      </w:r>
      <w:r w:rsidRPr="009B49FF">
        <w:rPr>
          <w:lang w:eastAsia="en-GB"/>
        </w:rPr>
        <w:t>won’t work, as shown in Listing 15-17</w:t>
      </w:r>
      <w:ins w:id="365" w:author="Audrey Doyle" w:date="2022-08-04T14:55:00Z">
        <w:r w:rsidR="00280C47">
          <w:rPr>
            <w:lang w:eastAsia="en-GB"/>
          </w:rPr>
          <w:t>.</w:t>
        </w:r>
      </w:ins>
      <w:del w:id="366" w:author="Audrey Doyle" w:date="2022-08-04T14:55:00Z">
        <w:r w:rsidRPr="009B49FF" w:rsidDel="00280C47">
          <w:rPr>
            <w:lang w:eastAsia="en-GB"/>
          </w:rPr>
          <w:delText>:</w:delText>
        </w:r>
      </w:del>
    </w:p>
    <w:p w14:paraId="1404C1DA" w14:textId="6B7466B9" w:rsidR="009B49FF" w:rsidRPr="009B49FF" w:rsidRDefault="009B49FF" w:rsidP="009A664F">
      <w:pPr>
        <w:pStyle w:val="CodeLabel"/>
        <w:rPr>
          <w:lang w:eastAsia="en-GB"/>
        </w:rPr>
      </w:pPr>
      <w:r w:rsidRPr="009B49FF">
        <w:rPr>
          <w:lang w:eastAsia="en-GB"/>
        </w:rPr>
        <w:t>src/main.rs</w:t>
      </w:r>
    </w:p>
    <w:p w14:paraId="158D7681" w14:textId="77777777" w:rsidR="009B49FF" w:rsidRPr="00E77F4D" w:rsidRDefault="009B49FF" w:rsidP="009A664F">
      <w:pPr>
        <w:pStyle w:val="Code"/>
        <w:rPr>
          <w:rStyle w:val="LiteralGray"/>
          <w:rPrChange w:id="367" w:author="Carol Nichols" w:date="2022-08-24T22:20:00Z">
            <w:rPr/>
          </w:rPrChange>
        </w:rPr>
      </w:pPr>
      <w:r w:rsidRPr="00E77F4D">
        <w:rPr>
          <w:rStyle w:val="LiteralGray"/>
          <w:rPrChange w:id="368" w:author="Carol Nichols" w:date="2022-08-24T22:20:00Z">
            <w:rPr/>
          </w:rPrChange>
        </w:rPr>
        <w:t>enum List {</w:t>
      </w:r>
    </w:p>
    <w:p w14:paraId="6F07F014" w14:textId="77777777" w:rsidR="009B49FF" w:rsidRPr="00E77F4D" w:rsidRDefault="009B49FF" w:rsidP="009A664F">
      <w:pPr>
        <w:pStyle w:val="Code"/>
        <w:rPr>
          <w:rStyle w:val="LiteralGray"/>
          <w:rPrChange w:id="369" w:author="Carol Nichols" w:date="2022-08-24T22:20:00Z">
            <w:rPr/>
          </w:rPrChange>
        </w:rPr>
      </w:pPr>
      <w:r w:rsidRPr="00E77F4D">
        <w:rPr>
          <w:rStyle w:val="LiteralGray"/>
          <w:rPrChange w:id="370" w:author="Carol Nichols" w:date="2022-08-24T22:20:00Z">
            <w:rPr/>
          </w:rPrChange>
        </w:rPr>
        <w:t xml:space="preserve">    Cons(i32, Box&lt;List&gt;),</w:t>
      </w:r>
    </w:p>
    <w:p w14:paraId="1E921878" w14:textId="77777777" w:rsidR="009B49FF" w:rsidRPr="00E77F4D" w:rsidRDefault="009B49FF" w:rsidP="009A664F">
      <w:pPr>
        <w:pStyle w:val="Code"/>
        <w:rPr>
          <w:rStyle w:val="LiteralGray"/>
          <w:rPrChange w:id="371" w:author="Carol Nichols" w:date="2022-08-24T22:20:00Z">
            <w:rPr/>
          </w:rPrChange>
        </w:rPr>
      </w:pPr>
      <w:r w:rsidRPr="00E77F4D">
        <w:rPr>
          <w:rStyle w:val="LiteralGray"/>
          <w:rPrChange w:id="372" w:author="Carol Nichols" w:date="2022-08-24T22:20:00Z">
            <w:rPr/>
          </w:rPrChange>
        </w:rPr>
        <w:t xml:space="preserve">    Nil,</w:t>
      </w:r>
    </w:p>
    <w:p w14:paraId="65C167F7" w14:textId="77777777" w:rsidR="009B49FF" w:rsidRPr="00E77F4D" w:rsidRDefault="009B49FF" w:rsidP="009A664F">
      <w:pPr>
        <w:pStyle w:val="Code"/>
        <w:rPr>
          <w:rStyle w:val="LiteralGray"/>
          <w:rPrChange w:id="373" w:author="Carol Nichols" w:date="2022-08-24T22:20:00Z">
            <w:rPr/>
          </w:rPrChange>
        </w:rPr>
      </w:pPr>
      <w:r w:rsidRPr="00E77F4D">
        <w:rPr>
          <w:rStyle w:val="LiteralGray"/>
          <w:rPrChange w:id="374" w:author="Carol Nichols" w:date="2022-08-24T22:20:00Z">
            <w:rPr/>
          </w:rPrChange>
        </w:rPr>
        <w:t>}</w:t>
      </w:r>
    </w:p>
    <w:p w14:paraId="47BE6DA9" w14:textId="77777777" w:rsidR="009B49FF" w:rsidRPr="00E77F4D" w:rsidRDefault="009B49FF" w:rsidP="009A664F">
      <w:pPr>
        <w:pStyle w:val="Code"/>
        <w:rPr>
          <w:rStyle w:val="LiteralGray"/>
          <w:rPrChange w:id="375" w:author="Carol Nichols" w:date="2022-08-24T22:20:00Z">
            <w:rPr/>
          </w:rPrChange>
        </w:rPr>
      </w:pPr>
    </w:p>
    <w:p w14:paraId="6F81BAB1" w14:textId="77777777" w:rsidR="009B49FF" w:rsidRPr="00E77F4D" w:rsidRDefault="009B49FF" w:rsidP="009A664F">
      <w:pPr>
        <w:pStyle w:val="Code"/>
        <w:rPr>
          <w:rStyle w:val="LiteralGray"/>
          <w:rPrChange w:id="376" w:author="Carol Nichols" w:date="2022-08-24T22:20:00Z">
            <w:rPr/>
          </w:rPrChange>
        </w:rPr>
      </w:pPr>
      <w:r w:rsidRPr="00E77F4D">
        <w:rPr>
          <w:rStyle w:val="LiteralGray"/>
          <w:rPrChange w:id="377" w:author="Carol Nichols" w:date="2022-08-24T22:20:00Z">
            <w:rPr/>
          </w:rPrChange>
        </w:rPr>
        <w:t>use crate::List::{Cons, Nil};</w:t>
      </w:r>
    </w:p>
    <w:p w14:paraId="5EE41162" w14:textId="77777777" w:rsidR="009B49FF" w:rsidRPr="00E77F4D" w:rsidRDefault="009B49FF" w:rsidP="009A664F">
      <w:pPr>
        <w:pStyle w:val="Code"/>
        <w:rPr>
          <w:rStyle w:val="LiteralGray"/>
          <w:rPrChange w:id="378" w:author="Carol Nichols" w:date="2022-08-24T22:20:00Z">
            <w:rPr/>
          </w:rPrChange>
        </w:rPr>
      </w:pPr>
    </w:p>
    <w:p w14:paraId="6E7BCAD2" w14:textId="77777777" w:rsidR="009B49FF" w:rsidRPr="00E77F4D" w:rsidRDefault="009B49FF" w:rsidP="009A664F">
      <w:pPr>
        <w:pStyle w:val="Code"/>
        <w:rPr>
          <w:rStyle w:val="LiteralGray"/>
          <w:rPrChange w:id="379" w:author="Carol Nichols" w:date="2022-08-24T22:20:00Z">
            <w:rPr/>
          </w:rPrChange>
        </w:rPr>
      </w:pPr>
      <w:r w:rsidRPr="00E77F4D">
        <w:rPr>
          <w:rStyle w:val="LiteralGray"/>
          <w:rPrChange w:id="380" w:author="Carol Nichols" w:date="2022-08-24T22:20:00Z">
            <w:rPr/>
          </w:rPrChange>
        </w:rPr>
        <w:t>fn main() {</w:t>
      </w:r>
    </w:p>
    <w:p w14:paraId="1E20BB8C" w14:textId="77777777" w:rsidR="009B49FF" w:rsidRPr="009A664F" w:rsidRDefault="009B49FF" w:rsidP="009A664F">
      <w:pPr>
        <w:pStyle w:val="Code"/>
      </w:pPr>
      <w:r w:rsidRPr="009A664F">
        <w:t xml:space="preserve">    let a = Cons(5, Box::new(Cons(10, Box::new(Nil))));</w:t>
      </w:r>
    </w:p>
    <w:p w14:paraId="68C7BB01" w14:textId="2EDCF227" w:rsidR="009B49FF" w:rsidRPr="009A664F" w:rsidRDefault="009B49FF" w:rsidP="00143C11">
      <w:pPr>
        <w:pStyle w:val="Code"/>
      </w:pPr>
      <w:r w:rsidRPr="009A664F">
        <w:t xml:space="preserve">  </w:t>
      </w:r>
      <w:r w:rsidR="00143C11" w:rsidRPr="00535998">
        <w:rPr>
          <w:rStyle w:val="CodeAnnotation"/>
        </w:rPr>
        <w:t>1</w:t>
      </w:r>
      <w:r w:rsidRPr="009A664F">
        <w:t xml:space="preserve"> let b = Cons(3, Box::new(a));</w:t>
      </w:r>
    </w:p>
    <w:p w14:paraId="515E0AB3" w14:textId="225840F9" w:rsidR="009B49FF" w:rsidRPr="009A664F" w:rsidRDefault="009B49FF" w:rsidP="00143C11">
      <w:pPr>
        <w:pStyle w:val="Code"/>
      </w:pPr>
      <w:r w:rsidRPr="009A664F">
        <w:t xml:space="preserve">  </w:t>
      </w:r>
      <w:r w:rsidR="00143C11" w:rsidRPr="00535998">
        <w:rPr>
          <w:rStyle w:val="CodeAnnotation"/>
        </w:rPr>
        <w:t>2</w:t>
      </w:r>
      <w:r w:rsidRPr="009A664F">
        <w:t xml:space="preserve"> let c = Cons(4, Box::new(a));</w:t>
      </w:r>
    </w:p>
    <w:p w14:paraId="1FCD601A" w14:textId="77777777" w:rsidR="009B49FF" w:rsidRPr="00E77F4D" w:rsidRDefault="009B49FF" w:rsidP="009A664F">
      <w:pPr>
        <w:pStyle w:val="Code"/>
        <w:rPr>
          <w:rStyle w:val="LiteralGray"/>
          <w:rPrChange w:id="381" w:author="Carol Nichols" w:date="2022-08-24T22:20:00Z">
            <w:rPr/>
          </w:rPrChange>
        </w:rPr>
      </w:pPr>
      <w:r w:rsidRPr="00E77F4D">
        <w:rPr>
          <w:rStyle w:val="LiteralGray"/>
          <w:rPrChange w:id="382" w:author="Carol Nichols" w:date="2022-08-24T22:20:00Z">
            <w:rPr/>
          </w:rPrChange>
        </w:rPr>
        <w:t>}</w:t>
      </w:r>
    </w:p>
    <w:p w14:paraId="24EC8E94" w14:textId="7B15A3FE" w:rsidR="009B49FF" w:rsidRPr="009B49FF" w:rsidRDefault="009B49FF" w:rsidP="005E29A1">
      <w:pPr>
        <w:pStyle w:val="CodeListingCaption"/>
        <w:rPr>
          <w:lang w:eastAsia="en-GB"/>
        </w:rPr>
      </w:pPr>
      <w:r w:rsidRPr="009A664F">
        <w:t xml:space="preserve">Demonstrating </w:t>
      </w:r>
      <w:ins w:id="383" w:author="Audrey Doyle" w:date="2022-08-04T14:55:00Z">
        <w:r w:rsidR="00BE4C55">
          <w:t xml:space="preserve">that </w:t>
        </w:r>
      </w:ins>
      <w:r w:rsidRPr="009A664F">
        <w:t xml:space="preserve">we’re not allowed to have two lists using </w:t>
      </w:r>
      <w:r w:rsidRPr="009A664F">
        <w:rPr>
          <w:rStyle w:val="Literal"/>
        </w:rPr>
        <w:t>Box&lt;T&gt;</w:t>
      </w:r>
      <w:r w:rsidR="00E22CA3">
        <w:rPr>
          <w:lang w:eastAsia="en-GB"/>
        </w:rPr>
        <w:t xml:space="preserve"> </w:t>
      </w:r>
      <w:r w:rsidRPr="009B49FF">
        <w:rPr>
          <w:lang w:eastAsia="en-GB"/>
        </w:rPr>
        <w:t>that try to share ownership of a third list</w:t>
      </w:r>
    </w:p>
    <w:p w14:paraId="22268208" w14:textId="77777777" w:rsidR="009B49FF" w:rsidRPr="009B49FF" w:rsidRDefault="009B49FF" w:rsidP="009A664F">
      <w:pPr>
        <w:pStyle w:val="Body"/>
        <w:rPr>
          <w:lang w:eastAsia="en-GB"/>
        </w:rPr>
      </w:pPr>
      <w:r w:rsidRPr="009B49FF">
        <w:rPr>
          <w:lang w:eastAsia="en-GB"/>
        </w:rPr>
        <w:lastRenderedPageBreak/>
        <w:t>When we compile this code, we get this error:</w:t>
      </w:r>
    </w:p>
    <w:p w14:paraId="3A574493" w14:textId="77777777" w:rsidR="009B49FF" w:rsidRPr="009A664F" w:rsidRDefault="009B49FF">
      <w:pPr>
        <w:pStyle w:val="Code"/>
        <w:pPrChange w:id="384" w:author="Audrey Doyle" w:date="2022-08-07T13:41:00Z">
          <w:pPr>
            <w:pStyle w:val="CodeWide"/>
          </w:pPr>
        </w:pPrChange>
      </w:pPr>
      <w:r w:rsidRPr="009A664F">
        <w:t>error[E0382]: use of moved value: `a`</w:t>
      </w:r>
    </w:p>
    <w:p w14:paraId="40EE82CF" w14:textId="77777777" w:rsidR="009B49FF" w:rsidRPr="009A664F" w:rsidRDefault="009B49FF">
      <w:pPr>
        <w:pStyle w:val="Code"/>
        <w:pPrChange w:id="385" w:author="Audrey Doyle" w:date="2022-08-07T13:41:00Z">
          <w:pPr>
            <w:pStyle w:val="CodeWide"/>
          </w:pPr>
        </w:pPrChange>
      </w:pPr>
      <w:r w:rsidRPr="009A664F">
        <w:t xml:space="preserve">  --&gt; src/main.rs:11:30</w:t>
      </w:r>
    </w:p>
    <w:p w14:paraId="191D1D03" w14:textId="77777777" w:rsidR="009B49FF" w:rsidRPr="009A664F" w:rsidRDefault="009B49FF">
      <w:pPr>
        <w:pStyle w:val="Code"/>
        <w:pPrChange w:id="386" w:author="Audrey Doyle" w:date="2022-08-07T13:41:00Z">
          <w:pPr>
            <w:pStyle w:val="CodeWide"/>
          </w:pPr>
        </w:pPrChange>
      </w:pPr>
      <w:r w:rsidRPr="009A664F">
        <w:t xml:space="preserve">   |</w:t>
      </w:r>
    </w:p>
    <w:p w14:paraId="0CEEBF74" w14:textId="77777777" w:rsidR="009B49FF" w:rsidRPr="009A664F" w:rsidRDefault="009B49FF">
      <w:pPr>
        <w:pStyle w:val="Code"/>
        <w:pPrChange w:id="387" w:author="Audrey Doyle" w:date="2022-08-07T13:41:00Z">
          <w:pPr>
            <w:pStyle w:val="CodeWide"/>
          </w:pPr>
        </w:pPrChange>
      </w:pPr>
      <w:r w:rsidRPr="009A664F">
        <w:t>9  |     let a = Cons(5, Box::new(Cons(10, Box::new(Nil))));</w:t>
      </w:r>
    </w:p>
    <w:p w14:paraId="3AB3BB55" w14:textId="77777777" w:rsidR="00984E23" w:rsidRDefault="009B49FF" w:rsidP="00984E23">
      <w:pPr>
        <w:pStyle w:val="Code"/>
        <w:rPr>
          <w:ins w:id="388" w:author="Audrey Doyle" w:date="2022-08-07T13:41:00Z"/>
        </w:rPr>
      </w:pPr>
      <w:r w:rsidRPr="009A664F">
        <w:t xml:space="preserve">   |         - move occurs because `a` has type `List`, which</w:t>
      </w:r>
      <w:del w:id="389" w:author="Carol Nichols" w:date="2022-08-24T22:20:00Z">
        <w:r w:rsidRPr="009A664F" w:rsidDel="00E77F4D">
          <w:delText xml:space="preserve"> </w:delText>
        </w:r>
      </w:del>
    </w:p>
    <w:p w14:paraId="3E3383EE" w14:textId="7722E5F8" w:rsidR="009B49FF" w:rsidRPr="009A664F" w:rsidRDefault="009B49FF">
      <w:pPr>
        <w:pStyle w:val="Code"/>
        <w:pPrChange w:id="390" w:author="Audrey Doyle" w:date="2022-08-07T13:41:00Z">
          <w:pPr>
            <w:pStyle w:val="CodeWide"/>
          </w:pPr>
        </w:pPrChange>
      </w:pPr>
      <w:r w:rsidRPr="009A664F">
        <w:t>does not implement the `Copy` trait</w:t>
      </w:r>
    </w:p>
    <w:p w14:paraId="5959238A" w14:textId="77777777" w:rsidR="009B49FF" w:rsidRPr="009A664F" w:rsidRDefault="009B49FF">
      <w:pPr>
        <w:pStyle w:val="Code"/>
        <w:pPrChange w:id="391" w:author="Audrey Doyle" w:date="2022-08-07T13:41:00Z">
          <w:pPr>
            <w:pStyle w:val="CodeWide"/>
          </w:pPr>
        </w:pPrChange>
      </w:pPr>
      <w:r w:rsidRPr="009A664F">
        <w:t>10 |     let b = Cons(3, Box::new(a));</w:t>
      </w:r>
    </w:p>
    <w:p w14:paraId="4BB55C6B" w14:textId="77777777" w:rsidR="009B49FF" w:rsidRPr="009A664F" w:rsidRDefault="009B49FF">
      <w:pPr>
        <w:pStyle w:val="Code"/>
        <w:pPrChange w:id="392" w:author="Audrey Doyle" w:date="2022-08-07T13:41:00Z">
          <w:pPr>
            <w:pStyle w:val="CodeWide"/>
          </w:pPr>
        </w:pPrChange>
      </w:pPr>
      <w:r w:rsidRPr="009A664F">
        <w:t xml:space="preserve">   |                              - value moved here</w:t>
      </w:r>
    </w:p>
    <w:p w14:paraId="07A7554F" w14:textId="77777777" w:rsidR="009B49FF" w:rsidRPr="009A664F" w:rsidRDefault="009B49FF">
      <w:pPr>
        <w:pStyle w:val="Code"/>
        <w:pPrChange w:id="393" w:author="Audrey Doyle" w:date="2022-08-07T13:41:00Z">
          <w:pPr>
            <w:pStyle w:val="CodeWide"/>
          </w:pPr>
        </w:pPrChange>
      </w:pPr>
      <w:r w:rsidRPr="009A664F">
        <w:t>11 |     let c = Cons(4, Box::new(a));</w:t>
      </w:r>
    </w:p>
    <w:p w14:paraId="39806269" w14:textId="77777777" w:rsidR="009B49FF" w:rsidRPr="009A664F" w:rsidRDefault="009B49FF">
      <w:pPr>
        <w:pStyle w:val="Code"/>
        <w:pPrChange w:id="394" w:author="Audrey Doyle" w:date="2022-08-07T13:41:00Z">
          <w:pPr>
            <w:pStyle w:val="CodeWide"/>
          </w:pPr>
        </w:pPrChange>
      </w:pPr>
      <w:r w:rsidRPr="009A664F">
        <w:t xml:space="preserve">   |                              ^ value used here after move</w:t>
      </w:r>
    </w:p>
    <w:p w14:paraId="0D4C1E27" w14:textId="7EB014FC" w:rsidR="009B49FF" w:rsidRPr="009B49FF" w:rsidRDefault="009B49FF" w:rsidP="009A664F">
      <w:pPr>
        <w:pStyle w:val="Body"/>
        <w:rPr>
          <w:lang w:eastAsia="en-GB"/>
        </w:rPr>
      </w:pPr>
      <w:r w:rsidRPr="009A664F">
        <w:t xml:space="preserve">The </w:t>
      </w:r>
      <w:r w:rsidRPr="009A664F">
        <w:rPr>
          <w:rStyle w:val="Literal"/>
        </w:rPr>
        <w:t>Cons</w:t>
      </w:r>
      <w:r w:rsidRPr="009A664F">
        <w:t xml:space="preserve"> variants own the data they hold, so when we create the </w:t>
      </w:r>
      <w:r w:rsidRPr="009A664F">
        <w:rPr>
          <w:rStyle w:val="Literal"/>
        </w:rPr>
        <w:t>b</w:t>
      </w:r>
      <w:r w:rsidRPr="009A664F">
        <w:t xml:space="preserve"> list</w:t>
      </w:r>
      <w:r w:rsidR="00C70494" w:rsidRPr="00C70494">
        <w:t xml:space="preserve"> </w:t>
      </w:r>
      <w:r w:rsidR="00535998" w:rsidRPr="00535998">
        <w:rPr>
          <w:rStyle w:val="CodeAnnotation"/>
        </w:rPr>
        <w:t>1</w:t>
      </w:r>
      <w:r w:rsidRPr="009A664F">
        <w:t>,</w:t>
      </w:r>
      <w:r w:rsidR="00E22CA3" w:rsidRPr="009A664F">
        <w:t xml:space="preserve"> </w:t>
      </w:r>
      <w:r w:rsidRPr="009A664F">
        <w:rPr>
          <w:rStyle w:val="Literal"/>
        </w:rPr>
        <w:t>a</w:t>
      </w:r>
      <w:r w:rsidRPr="009A664F">
        <w:t xml:space="preserve"> is moved into </w:t>
      </w:r>
      <w:r w:rsidRPr="009A664F">
        <w:rPr>
          <w:rStyle w:val="Literal"/>
        </w:rPr>
        <w:t>b</w:t>
      </w:r>
      <w:r w:rsidRPr="009A664F">
        <w:t xml:space="preserve"> and </w:t>
      </w:r>
      <w:r w:rsidRPr="009A664F">
        <w:rPr>
          <w:rStyle w:val="Literal"/>
        </w:rPr>
        <w:t>b</w:t>
      </w:r>
      <w:r w:rsidRPr="009A664F">
        <w:t xml:space="preserve"> owns </w:t>
      </w:r>
      <w:r w:rsidRPr="009A664F">
        <w:rPr>
          <w:rStyle w:val="Literal"/>
        </w:rPr>
        <w:t>a</w:t>
      </w:r>
      <w:r w:rsidRPr="009A664F">
        <w:t xml:space="preserve">. Then, when we try to use </w:t>
      </w:r>
      <w:r w:rsidRPr="009A664F">
        <w:rPr>
          <w:rStyle w:val="Literal"/>
        </w:rPr>
        <w:t>a</w:t>
      </w:r>
      <w:r w:rsidRPr="009A664F">
        <w:t xml:space="preserve"> again when</w:t>
      </w:r>
      <w:r w:rsidR="00E22CA3" w:rsidRPr="009A664F">
        <w:t xml:space="preserve"> </w:t>
      </w:r>
      <w:r w:rsidRPr="009A664F">
        <w:t xml:space="preserve">creating </w:t>
      </w:r>
      <w:r w:rsidRPr="009A664F">
        <w:rPr>
          <w:rStyle w:val="Literal"/>
        </w:rPr>
        <w:t>c</w:t>
      </w:r>
      <w:r w:rsidRPr="009A664F">
        <w:t xml:space="preserve"> </w:t>
      </w:r>
      <w:r w:rsidR="00535998" w:rsidRPr="00535998">
        <w:rPr>
          <w:rStyle w:val="CodeAnnotation"/>
        </w:rPr>
        <w:t>2</w:t>
      </w:r>
      <w:r w:rsidRPr="009A664F">
        <w:t xml:space="preserve">, we’re not allowed to because </w:t>
      </w:r>
      <w:r w:rsidRPr="009A664F">
        <w:rPr>
          <w:rStyle w:val="Literal"/>
        </w:rPr>
        <w:t>a</w:t>
      </w:r>
      <w:r w:rsidRPr="009B49FF">
        <w:rPr>
          <w:lang w:eastAsia="en-GB"/>
        </w:rPr>
        <w:t xml:space="preserve"> has been moved.</w:t>
      </w:r>
    </w:p>
    <w:p w14:paraId="3C2D8700" w14:textId="6C863088" w:rsidR="009B49FF" w:rsidRPr="009B49FF" w:rsidRDefault="009B49FF" w:rsidP="009A664F">
      <w:pPr>
        <w:pStyle w:val="Body"/>
        <w:rPr>
          <w:lang w:eastAsia="en-GB"/>
        </w:rPr>
      </w:pPr>
      <w:r w:rsidRPr="009B49FF">
        <w:rPr>
          <w:lang w:eastAsia="en-GB"/>
        </w:rPr>
        <w:t xml:space="preserve">We could change the definition of </w:t>
      </w:r>
      <w:r w:rsidRPr="009A664F">
        <w:rPr>
          <w:rStyle w:val="Literal"/>
        </w:rPr>
        <w:t>Cons</w:t>
      </w:r>
      <w:r w:rsidRPr="009B49FF">
        <w:rPr>
          <w:lang w:eastAsia="en-GB"/>
        </w:rPr>
        <w:t xml:space="preserve"> to hold references instead, but then</w:t>
      </w:r>
      <w:r w:rsidR="00E22CA3">
        <w:rPr>
          <w:lang w:eastAsia="en-GB"/>
        </w:rPr>
        <w:t xml:space="preserve"> </w:t>
      </w:r>
      <w:r w:rsidRPr="009B49FF">
        <w:rPr>
          <w:lang w:eastAsia="en-GB"/>
        </w:rPr>
        <w:t>we would have to specify lifetime parameters. By specifying lifetime</w:t>
      </w:r>
      <w:r w:rsidR="00E22CA3">
        <w:rPr>
          <w:lang w:eastAsia="en-GB"/>
        </w:rPr>
        <w:t xml:space="preserve"> </w:t>
      </w:r>
      <w:r w:rsidRPr="009B49FF">
        <w:rPr>
          <w:lang w:eastAsia="en-GB"/>
        </w:rPr>
        <w:t>parameters, we would be specifying that every element in the list will live at</w:t>
      </w:r>
      <w:r w:rsidR="00E22CA3">
        <w:rPr>
          <w:lang w:eastAsia="en-GB"/>
        </w:rPr>
        <w:t xml:space="preserve"> </w:t>
      </w:r>
      <w:r w:rsidRPr="009B49FF">
        <w:rPr>
          <w:lang w:eastAsia="en-GB"/>
        </w:rPr>
        <w:t>least as long as the entire list. This is the case for the elements and lists</w:t>
      </w:r>
      <w:r w:rsidR="00E22CA3">
        <w:rPr>
          <w:lang w:eastAsia="en-GB"/>
        </w:rPr>
        <w:t xml:space="preserve"> </w:t>
      </w:r>
      <w:r w:rsidRPr="009B49FF">
        <w:rPr>
          <w:lang w:eastAsia="en-GB"/>
        </w:rPr>
        <w:t>in Listing 15-17, but not in every scenario.</w:t>
      </w:r>
    </w:p>
    <w:p w14:paraId="39A0D3C2" w14:textId="79C06872" w:rsidR="009B49FF" w:rsidRPr="009B49FF" w:rsidRDefault="009B49FF" w:rsidP="009A664F">
      <w:pPr>
        <w:pStyle w:val="Body"/>
        <w:rPr>
          <w:lang w:eastAsia="en-GB"/>
        </w:rPr>
      </w:pPr>
      <w:r w:rsidRPr="009B49FF">
        <w:rPr>
          <w:lang w:eastAsia="en-GB"/>
        </w:rPr>
        <w:t xml:space="preserve">Instead, we’ll change our definition of </w:t>
      </w:r>
      <w:r w:rsidRPr="009A664F">
        <w:rPr>
          <w:rStyle w:val="Literal"/>
        </w:rPr>
        <w:t>List</w:t>
      </w:r>
      <w:r w:rsidRPr="009A664F">
        <w:t xml:space="preserve"> to use </w:t>
      </w:r>
      <w:r w:rsidRPr="009A664F">
        <w:rPr>
          <w:rStyle w:val="Literal"/>
        </w:rPr>
        <w:t>Rc&lt;T&gt;</w:t>
      </w:r>
      <w:r w:rsidRPr="009A664F">
        <w:t xml:space="preserve"> in place of</w:t>
      </w:r>
      <w:r w:rsidR="00E22CA3" w:rsidRPr="009A664F">
        <w:t xml:space="preserve"> </w:t>
      </w:r>
      <w:r w:rsidRPr="009A664F">
        <w:rPr>
          <w:rStyle w:val="Literal"/>
        </w:rPr>
        <w:t>Box&lt;T&gt;</w:t>
      </w:r>
      <w:r w:rsidRPr="009A664F">
        <w:t xml:space="preserve">, as shown in Listing 15-18. Each </w:t>
      </w:r>
      <w:r w:rsidRPr="009A664F">
        <w:rPr>
          <w:rStyle w:val="Literal"/>
        </w:rPr>
        <w:t>Cons</w:t>
      </w:r>
      <w:r w:rsidRPr="009A664F">
        <w:t xml:space="preserve"> variant will now hold a value</w:t>
      </w:r>
      <w:r w:rsidR="00E22CA3" w:rsidRPr="009A664F">
        <w:t xml:space="preserve"> </w:t>
      </w:r>
      <w:r w:rsidRPr="009A664F">
        <w:t xml:space="preserve">and an </w:t>
      </w:r>
      <w:r w:rsidRPr="009A664F">
        <w:rPr>
          <w:rStyle w:val="Literal"/>
        </w:rPr>
        <w:t>Rc&lt;T&gt;</w:t>
      </w:r>
      <w:r w:rsidRPr="009A664F">
        <w:t xml:space="preserve"> pointing to a </w:t>
      </w:r>
      <w:r w:rsidRPr="009A664F">
        <w:rPr>
          <w:rStyle w:val="Literal"/>
        </w:rPr>
        <w:t>List</w:t>
      </w:r>
      <w:r w:rsidRPr="009A664F">
        <w:t xml:space="preserve">. When we create </w:t>
      </w:r>
      <w:r w:rsidRPr="009A664F">
        <w:rPr>
          <w:rStyle w:val="Literal"/>
        </w:rPr>
        <w:t>b</w:t>
      </w:r>
      <w:r w:rsidRPr="009A664F">
        <w:t>, instead of taking</w:t>
      </w:r>
      <w:r w:rsidR="00E22CA3" w:rsidRPr="009A664F">
        <w:t xml:space="preserve"> </w:t>
      </w:r>
      <w:r w:rsidRPr="009A664F">
        <w:t xml:space="preserve">ownership of </w:t>
      </w:r>
      <w:r w:rsidRPr="009A664F">
        <w:rPr>
          <w:rStyle w:val="Literal"/>
        </w:rPr>
        <w:t>a</w:t>
      </w:r>
      <w:r w:rsidRPr="009A664F">
        <w:t xml:space="preserve">, we’ll clone the </w:t>
      </w:r>
      <w:r w:rsidRPr="009A664F">
        <w:rPr>
          <w:rStyle w:val="Literal"/>
        </w:rPr>
        <w:t>Rc&lt;List&gt;</w:t>
      </w:r>
      <w:r w:rsidRPr="009A664F">
        <w:t xml:space="preserve"> that </w:t>
      </w:r>
      <w:r w:rsidRPr="009A664F">
        <w:rPr>
          <w:rStyle w:val="Literal"/>
        </w:rPr>
        <w:t>a</w:t>
      </w:r>
      <w:r w:rsidRPr="009A664F">
        <w:t xml:space="preserve"> is holding, thereby</w:t>
      </w:r>
      <w:r w:rsidR="00E22CA3" w:rsidRPr="009A664F">
        <w:t xml:space="preserve"> </w:t>
      </w:r>
      <w:r w:rsidRPr="009A664F">
        <w:t xml:space="preserve">increasing the number of references from one to two and letting </w:t>
      </w:r>
      <w:r w:rsidRPr="009A664F">
        <w:rPr>
          <w:rStyle w:val="Literal"/>
        </w:rPr>
        <w:t>a</w:t>
      </w:r>
      <w:r w:rsidRPr="009A664F">
        <w:t xml:space="preserve"> and </w:t>
      </w:r>
      <w:r w:rsidRPr="009A664F">
        <w:rPr>
          <w:rStyle w:val="Literal"/>
        </w:rPr>
        <w:t>b</w:t>
      </w:r>
      <w:r w:rsidR="00E22CA3" w:rsidRPr="009A664F">
        <w:t xml:space="preserve"> </w:t>
      </w:r>
      <w:r w:rsidRPr="009A664F">
        <w:t xml:space="preserve">share ownership of the data in that </w:t>
      </w:r>
      <w:r w:rsidRPr="009A664F">
        <w:rPr>
          <w:rStyle w:val="Literal"/>
        </w:rPr>
        <w:t>Rc&lt;List&gt;</w:t>
      </w:r>
      <w:r w:rsidRPr="009A664F">
        <w:t xml:space="preserve">. We’ll also clone </w:t>
      </w:r>
      <w:r w:rsidRPr="009A664F">
        <w:rPr>
          <w:rStyle w:val="Literal"/>
        </w:rPr>
        <w:t>a</w:t>
      </w:r>
      <w:r w:rsidRPr="009A664F">
        <w:t xml:space="preserve"> when</w:t>
      </w:r>
      <w:r w:rsidR="00E22CA3" w:rsidRPr="009A664F">
        <w:t xml:space="preserve"> </w:t>
      </w:r>
      <w:r w:rsidRPr="009A664F">
        <w:t xml:space="preserve">creating </w:t>
      </w:r>
      <w:r w:rsidRPr="009A664F">
        <w:rPr>
          <w:rStyle w:val="Literal"/>
        </w:rPr>
        <w:t>c</w:t>
      </w:r>
      <w:r w:rsidRPr="009A664F">
        <w:t>, increasing the number of references from two to three. Every time</w:t>
      </w:r>
      <w:r w:rsidR="00E22CA3" w:rsidRPr="009A664F">
        <w:t xml:space="preserve"> </w:t>
      </w:r>
      <w:r w:rsidRPr="009A664F">
        <w:t xml:space="preserve">we call </w:t>
      </w:r>
      <w:r w:rsidRPr="009A664F">
        <w:rPr>
          <w:rStyle w:val="Literal"/>
        </w:rPr>
        <w:t>Rc::clone</w:t>
      </w:r>
      <w:r w:rsidRPr="009A664F">
        <w:t xml:space="preserve">, the reference count to the data within the </w:t>
      </w:r>
      <w:r w:rsidRPr="009A664F">
        <w:rPr>
          <w:rStyle w:val="Literal"/>
        </w:rPr>
        <w:t>Rc&lt;List&gt;</w:t>
      </w:r>
      <w:r w:rsidRPr="009B49FF">
        <w:rPr>
          <w:lang w:eastAsia="en-GB"/>
        </w:rPr>
        <w:t xml:space="preserve"> will</w:t>
      </w:r>
      <w:r w:rsidR="00E22CA3">
        <w:rPr>
          <w:lang w:eastAsia="en-GB"/>
        </w:rPr>
        <w:t xml:space="preserve"> </w:t>
      </w:r>
      <w:r w:rsidRPr="009B49FF">
        <w:rPr>
          <w:lang w:eastAsia="en-GB"/>
        </w:rPr>
        <w:t>increase, and the data won’t be cleaned up unless there are zero references to</w:t>
      </w:r>
      <w:r w:rsidR="00E22CA3">
        <w:rPr>
          <w:lang w:eastAsia="en-GB"/>
        </w:rPr>
        <w:t xml:space="preserve"> </w:t>
      </w:r>
      <w:r w:rsidRPr="009B49FF">
        <w:rPr>
          <w:lang w:eastAsia="en-GB"/>
        </w:rPr>
        <w:t>it.</w:t>
      </w:r>
    </w:p>
    <w:p w14:paraId="69E87B43" w14:textId="4E7F9441" w:rsidR="009B49FF" w:rsidRPr="009B49FF" w:rsidRDefault="009B49FF" w:rsidP="009A664F">
      <w:pPr>
        <w:pStyle w:val="CodeLabel"/>
        <w:rPr>
          <w:lang w:eastAsia="en-GB"/>
        </w:rPr>
      </w:pPr>
      <w:r w:rsidRPr="009B49FF">
        <w:rPr>
          <w:lang w:eastAsia="en-GB"/>
        </w:rPr>
        <w:t>src/main.rs</w:t>
      </w:r>
    </w:p>
    <w:p w14:paraId="16CDA59D" w14:textId="77777777" w:rsidR="009B49FF" w:rsidRPr="00A40AB8" w:rsidRDefault="009B49FF" w:rsidP="009A664F">
      <w:pPr>
        <w:pStyle w:val="Code"/>
        <w:rPr>
          <w:rStyle w:val="LiteralGray"/>
          <w:rPrChange w:id="395" w:author="Carol Nichols" w:date="2022-08-24T22:20:00Z">
            <w:rPr/>
          </w:rPrChange>
        </w:rPr>
      </w:pPr>
      <w:r w:rsidRPr="00A40AB8">
        <w:rPr>
          <w:rStyle w:val="LiteralGray"/>
          <w:rPrChange w:id="396" w:author="Carol Nichols" w:date="2022-08-24T22:20:00Z">
            <w:rPr/>
          </w:rPrChange>
        </w:rPr>
        <w:t>enum List {</w:t>
      </w:r>
    </w:p>
    <w:p w14:paraId="6A573D91" w14:textId="77777777" w:rsidR="009B49FF" w:rsidRPr="00A40AB8" w:rsidRDefault="009B49FF" w:rsidP="009A664F">
      <w:pPr>
        <w:pStyle w:val="Code"/>
        <w:rPr>
          <w:rStyle w:val="LiteralGray"/>
          <w:rPrChange w:id="397" w:author="Carol Nichols" w:date="2022-08-24T22:21:00Z">
            <w:rPr/>
          </w:rPrChange>
        </w:rPr>
      </w:pPr>
      <w:r w:rsidRPr="009A664F">
        <w:t xml:space="preserve">    </w:t>
      </w:r>
      <w:r w:rsidRPr="00DC6DAA">
        <w:t xml:space="preserve">Cons(i32, </w:t>
      </w:r>
      <w:r w:rsidRPr="009A664F">
        <w:t>Rc&lt;List&gt;</w:t>
      </w:r>
      <w:r w:rsidRPr="00DC6DAA">
        <w:t>),</w:t>
      </w:r>
    </w:p>
    <w:p w14:paraId="2FE1D318" w14:textId="77777777" w:rsidR="009B49FF" w:rsidRPr="00A40AB8" w:rsidRDefault="009B49FF" w:rsidP="009A664F">
      <w:pPr>
        <w:pStyle w:val="Code"/>
        <w:rPr>
          <w:rStyle w:val="LiteralGray"/>
          <w:rPrChange w:id="398" w:author="Carol Nichols" w:date="2022-08-24T22:21:00Z">
            <w:rPr/>
          </w:rPrChange>
        </w:rPr>
      </w:pPr>
      <w:r w:rsidRPr="00A40AB8">
        <w:rPr>
          <w:rStyle w:val="LiteralGray"/>
          <w:rPrChange w:id="399" w:author="Carol Nichols" w:date="2022-08-24T22:21:00Z">
            <w:rPr/>
          </w:rPrChange>
        </w:rPr>
        <w:t xml:space="preserve">    Nil,</w:t>
      </w:r>
    </w:p>
    <w:p w14:paraId="056C1D62" w14:textId="77777777" w:rsidR="009B49FF" w:rsidRPr="00A40AB8" w:rsidRDefault="009B49FF" w:rsidP="009A664F">
      <w:pPr>
        <w:pStyle w:val="Code"/>
        <w:rPr>
          <w:rStyle w:val="LiteralGray"/>
          <w:rPrChange w:id="400" w:author="Carol Nichols" w:date="2022-08-24T22:21:00Z">
            <w:rPr/>
          </w:rPrChange>
        </w:rPr>
      </w:pPr>
      <w:r w:rsidRPr="00A40AB8">
        <w:rPr>
          <w:rStyle w:val="LiteralGray"/>
          <w:rPrChange w:id="401" w:author="Carol Nichols" w:date="2022-08-24T22:21:00Z">
            <w:rPr/>
          </w:rPrChange>
        </w:rPr>
        <w:t>}</w:t>
      </w:r>
    </w:p>
    <w:p w14:paraId="1FAFEE07" w14:textId="77777777" w:rsidR="009B49FF" w:rsidRPr="00A40AB8" w:rsidRDefault="009B49FF" w:rsidP="009A664F">
      <w:pPr>
        <w:pStyle w:val="Code"/>
        <w:rPr>
          <w:rStyle w:val="LiteralGray"/>
          <w:rPrChange w:id="402" w:author="Carol Nichols" w:date="2022-08-24T22:21:00Z">
            <w:rPr/>
          </w:rPrChange>
        </w:rPr>
      </w:pPr>
    </w:p>
    <w:p w14:paraId="3B4B4993" w14:textId="77777777" w:rsidR="009B49FF" w:rsidRPr="00A40AB8" w:rsidRDefault="009B49FF" w:rsidP="009A664F">
      <w:pPr>
        <w:pStyle w:val="Code"/>
        <w:rPr>
          <w:rStyle w:val="LiteralGray"/>
          <w:rPrChange w:id="403" w:author="Carol Nichols" w:date="2022-08-24T22:21:00Z">
            <w:rPr/>
          </w:rPrChange>
        </w:rPr>
      </w:pPr>
      <w:r w:rsidRPr="00A40AB8">
        <w:rPr>
          <w:rStyle w:val="LiteralGray"/>
          <w:rPrChange w:id="404" w:author="Carol Nichols" w:date="2022-08-24T22:21:00Z">
            <w:rPr/>
          </w:rPrChange>
        </w:rPr>
        <w:t>use crate::List::{Cons, Nil};</w:t>
      </w:r>
    </w:p>
    <w:p w14:paraId="52526DBC" w14:textId="6D29F526" w:rsidR="009B49FF" w:rsidRPr="009A664F" w:rsidRDefault="00535998" w:rsidP="00CE4881">
      <w:pPr>
        <w:pStyle w:val="CodeAnnotated"/>
      </w:pPr>
      <w:r w:rsidRPr="00535998">
        <w:rPr>
          <w:rStyle w:val="CodeAnnotation"/>
        </w:rPr>
        <w:t>1</w:t>
      </w:r>
      <w:r w:rsidR="009B49FF" w:rsidRPr="009A664F">
        <w:t xml:space="preserve"> use std::rc::Rc;</w:t>
      </w:r>
    </w:p>
    <w:p w14:paraId="3F489D43" w14:textId="77777777" w:rsidR="009B49FF" w:rsidRPr="009A664F" w:rsidRDefault="009B49FF" w:rsidP="009A664F">
      <w:pPr>
        <w:pStyle w:val="Code"/>
      </w:pPr>
    </w:p>
    <w:p w14:paraId="5FC5F69E" w14:textId="77777777" w:rsidR="009B49FF" w:rsidRPr="00A40AB8" w:rsidRDefault="009B49FF" w:rsidP="009A664F">
      <w:pPr>
        <w:pStyle w:val="Code"/>
        <w:rPr>
          <w:rStyle w:val="LiteralGray"/>
          <w:rPrChange w:id="405" w:author="Carol Nichols" w:date="2022-08-24T22:21:00Z">
            <w:rPr/>
          </w:rPrChange>
        </w:rPr>
      </w:pPr>
      <w:r w:rsidRPr="00A40AB8">
        <w:rPr>
          <w:rStyle w:val="LiteralGray"/>
          <w:rPrChange w:id="406" w:author="Carol Nichols" w:date="2022-08-24T22:21:00Z">
            <w:rPr/>
          </w:rPrChange>
        </w:rPr>
        <w:t>fn main() {</w:t>
      </w:r>
    </w:p>
    <w:p w14:paraId="4892FF16" w14:textId="490FF7BA" w:rsidR="009B49FF" w:rsidRPr="009A664F" w:rsidRDefault="009B49FF" w:rsidP="009A664F">
      <w:pPr>
        <w:pStyle w:val="Code"/>
      </w:pPr>
      <w:r w:rsidRPr="009A664F">
        <w:t xml:space="preserve">  </w:t>
      </w:r>
      <w:r w:rsidR="00CE4881" w:rsidRPr="00535998">
        <w:rPr>
          <w:rStyle w:val="CodeAnnotation"/>
        </w:rPr>
        <w:t>2</w:t>
      </w:r>
      <w:r w:rsidRPr="009A664F">
        <w:t xml:space="preserve"> let a = Rc::new(Cons(5, Rc::new(Cons(10, Rc::new(Nil)))));</w:t>
      </w:r>
    </w:p>
    <w:p w14:paraId="4A50DA37" w14:textId="252DD185" w:rsidR="009B49FF" w:rsidRPr="009A664F" w:rsidRDefault="009B49FF" w:rsidP="009A664F">
      <w:pPr>
        <w:pStyle w:val="Code"/>
      </w:pPr>
      <w:r w:rsidRPr="009A664F">
        <w:t xml:space="preserve">  </w:t>
      </w:r>
      <w:r w:rsidR="00CE4881" w:rsidRPr="00535998">
        <w:rPr>
          <w:rStyle w:val="CodeAnnotation"/>
        </w:rPr>
        <w:t>3</w:t>
      </w:r>
      <w:r w:rsidRPr="009A664F">
        <w:t xml:space="preserve"> let b = Cons(3, Rc::clone(&amp;a));</w:t>
      </w:r>
    </w:p>
    <w:p w14:paraId="1AD0470D" w14:textId="7A7598E2" w:rsidR="009B49FF" w:rsidRPr="009A664F" w:rsidRDefault="009B49FF" w:rsidP="009A664F">
      <w:pPr>
        <w:pStyle w:val="Code"/>
      </w:pPr>
      <w:r w:rsidRPr="009A664F">
        <w:t xml:space="preserve">  </w:t>
      </w:r>
      <w:r w:rsidR="00CE4881" w:rsidRPr="00535998">
        <w:rPr>
          <w:rStyle w:val="CodeAnnotation"/>
        </w:rPr>
        <w:t>4</w:t>
      </w:r>
      <w:r w:rsidRPr="009A664F">
        <w:t xml:space="preserve"> let c = Cons(4, Rc::clone(&amp;a));</w:t>
      </w:r>
    </w:p>
    <w:p w14:paraId="434273BF" w14:textId="77777777" w:rsidR="009B49FF" w:rsidRPr="00A40AB8" w:rsidRDefault="009B49FF" w:rsidP="009A664F">
      <w:pPr>
        <w:pStyle w:val="Code"/>
        <w:rPr>
          <w:rStyle w:val="LiteralGray"/>
          <w:rPrChange w:id="407" w:author="Carol Nichols" w:date="2022-08-24T22:21:00Z">
            <w:rPr/>
          </w:rPrChange>
        </w:rPr>
      </w:pPr>
      <w:r w:rsidRPr="00A40AB8">
        <w:rPr>
          <w:rStyle w:val="LiteralGray"/>
          <w:rPrChange w:id="408" w:author="Carol Nichols" w:date="2022-08-24T22:21:00Z">
            <w:rPr/>
          </w:rPrChange>
        </w:rPr>
        <w:t>}</w:t>
      </w:r>
    </w:p>
    <w:p w14:paraId="675F3ECD" w14:textId="66EF22B7" w:rsidR="009B49FF" w:rsidRPr="009B49FF" w:rsidRDefault="009B49FF" w:rsidP="005E29A1">
      <w:pPr>
        <w:pStyle w:val="CodeListingCaption"/>
        <w:rPr>
          <w:lang w:eastAsia="en-GB"/>
        </w:rPr>
      </w:pPr>
      <w:r w:rsidRPr="009A664F">
        <w:t xml:space="preserve">A definition of </w:t>
      </w:r>
      <w:r w:rsidRPr="009A664F">
        <w:rPr>
          <w:rStyle w:val="Literal"/>
        </w:rPr>
        <w:t>List</w:t>
      </w:r>
      <w:r w:rsidRPr="009A664F">
        <w:t xml:space="preserve"> that uses </w:t>
      </w:r>
      <w:r w:rsidRPr="009A664F">
        <w:rPr>
          <w:rStyle w:val="Literal"/>
        </w:rPr>
        <w:t>Rc&lt;T&gt;</w:t>
      </w:r>
    </w:p>
    <w:p w14:paraId="4BF92533" w14:textId="2CF5CD59" w:rsidR="009B49FF" w:rsidRPr="009B49FF" w:rsidRDefault="009B49FF" w:rsidP="009A664F">
      <w:pPr>
        <w:pStyle w:val="Body"/>
        <w:rPr>
          <w:lang w:eastAsia="en-GB"/>
        </w:rPr>
      </w:pPr>
      <w:r w:rsidRPr="009B49FF">
        <w:rPr>
          <w:lang w:eastAsia="en-GB"/>
        </w:rPr>
        <w:t xml:space="preserve">We need to add a </w:t>
      </w:r>
      <w:r w:rsidRPr="009A664F">
        <w:rPr>
          <w:rStyle w:val="Literal"/>
        </w:rPr>
        <w:t>use</w:t>
      </w:r>
      <w:r w:rsidRPr="009A664F">
        <w:t xml:space="preserve"> statement to bring </w:t>
      </w:r>
      <w:r w:rsidRPr="009A664F">
        <w:rPr>
          <w:rStyle w:val="Literal"/>
        </w:rPr>
        <w:t>Rc&lt;T&gt;</w:t>
      </w:r>
      <w:r w:rsidRPr="009A664F">
        <w:t xml:space="preserve"> into scope</w:t>
      </w:r>
      <w:r w:rsidR="00C70494" w:rsidRPr="00C70494">
        <w:t xml:space="preserve"> </w:t>
      </w:r>
      <w:r w:rsidR="00535998" w:rsidRPr="00535998">
        <w:rPr>
          <w:rStyle w:val="CodeAnnotation"/>
        </w:rPr>
        <w:t>1</w:t>
      </w:r>
      <w:r w:rsidRPr="009A664F">
        <w:t xml:space="preserve"> because it’s</w:t>
      </w:r>
      <w:r w:rsidR="00E22CA3" w:rsidRPr="009A664F">
        <w:t xml:space="preserve"> </w:t>
      </w:r>
      <w:r w:rsidRPr="009A664F">
        <w:t xml:space="preserve">not in the prelude. In </w:t>
      </w:r>
      <w:r w:rsidRPr="009A664F">
        <w:rPr>
          <w:rStyle w:val="Literal"/>
        </w:rPr>
        <w:t>main</w:t>
      </w:r>
      <w:r w:rsidRPr="009A664F">
        <w:t xml:space="preserve">, we create the list holding </w:t>
      </w:r>
      <w:r w:rsidRPr="00BE4C55">
        <w:rPr>
          <w:rStyle w:val="Literal"/>
          <w:rPrChange w:id="409" w:author="Audrey Doyle" w:date="2022-08-04T14:57:00Z">
            <w:rPr/>
          </w:rPrChange>
        </w:rPr>
        <w:t>5</w:t>
      </w:r>
      <w:r w:rsidRPr="009A664F">
        <w:t xml:space="preserve"> and </w:t>
      </w:r>
      <w:r w:rsidRPr="00BE4C55">
        <w:rPr>
          <w:rStyle w:val="Literal"/>
          <w:rPrChange w:id="410" w:author="Audrey Doyle" w:date="2022-08-04T14:57:00Z">
            <w:rPr/>
          </w:rPrChange>
        </w:rPr>
        <w:t>10</w:t>
      </w:r>
      <w:r w:rsidRPr="009A664F">
        <w:t xml:space="preserve"> and store it</w:t>
      </w:r>
      <w:r w:rsidR="00E22CA3" w:rsidRPr="009A664F">
        <w:t xml:space="preserve"> </w:t>
      </w:r>
      <w:r w:rsidRPr="009A664F">
        <w:t xml:space="preserve">in a new </w:t>
      </w:r>
      <w:r w:rsidRPr="009A664F">
        <w:rPr>
          <w:rStyle w:val="Literal"/>
        </w:rPr>
        <w:t>Rc&lt;List&gt;</w:t>
      </w:r>
      <w:r w:rsidRPr="009A664F">
        <w:t xml:space="preserve"> in </w:t>
      </w:r>
      <w:r w:rsidRPr="009A664F">
        <w:rPr>
          <w:rStyle w:val="Literal"/>
        </w:rPr>
        <w:t>a</w:t>
      </w:r>
      <w:r w:rsidRPr="009A664F">
        <w:t xml:space="preserve"> </w:t>
      </w:r>
      <w:r w:rsidR="00535998" w:rsidRPr="00535998">
        <w:rPr>
          <w:rStyle w:val="CodeAnnotation"/>
        </w:rPr>
        <w:t>2</w:t>
      </w:r>
      <w:r w:rsidRPr="009A664F">
        <w:t>. Then</w:t>
      </w:r>
      <w:ins w:id="411" w:author="Audrey Doyle" w:date="2022-08-04T14:58:00Z">
        <w:r w:rsidR="00BE4C55">
          <w:t>,</w:t>
        </w:r>
      </w:ins>
      <w:r w:rsidRPr="009A664F">
        <w:t xml:space="preserve"> when we create </w:t>
      </w:r>
      <w:r w:rsidRPr="009A664F">
        <w:rPr>
          <w:rStyle w:val="Literal"/>
        </w:rPr>
        <w:t>b</w:t>
      </w:r>
      <w:r w:rsidRPr="009A664F">
        <w:t xml:space="preserve"> </w:t>
      </w:r>
      <w:r w:rsidR="00535998" w:rsidRPr="00535998">
        <w:rPr>
          <w:rStyle w:val="CodeAnnotation"/>
        </w:rPr>
        <w:t>3</w:t>
      </w:r>
      <w:r w:rsidRPr="009A664F">
        <w:t xml:space="preserve"> and </w:t>
      </w:r>
      <w:r w:rsidRPr="009A664F">
        <w:rPr>
          <w:rStyle w:val="Literal"/>
        </w:rPr>
        <w:t>c</w:t>
      </w:r>
      <w:r w:rsidRPr="009A664F">
        <w:t xml:space="preserve"> </w:t>
      </w:r>
      <w:r w:rsidR="00535998" w:rsidRPr="00535998">
        <w:rPr>
          <w:rStyle w:val="CodeAnnotation"/>
        </w:rPr>
        <w:t>4</w:t>
      </w:r>
      <w:r w:rsidRPr="009A664F">
        <w:t>, we</w:t>
      </w:r>
      <w:r w:rsidR="00E22CA3" w:rsidRPr="009A664F">
        <w:t xml:space="preserve"> </w:t>
      </w:r>
      <w:r w:rsidRPr="009A664F">
        <w:t xml:space="preserve">call the </w:t>
      </w:r>
      <w:r w:rsidRPr="009A664F">
        <w:rPr>
          <w:rStyle w:val="Literal"/>
        </w:rPr>
        <w:t>Rc::clone</w:t>
      </w:r>
      <w:r w:rsidRPr="009A664F">
        <w:t xml:space="preserve"> </w:t>
      </w:r>
      <w:r w:rsidRPr="009A664F">
        <w:lastRenderedPageBreak/>
        <w:t xml:space="preserve">function and pass a reference to the </w:t>
      </w:r>
      <w:r w:rsidRPr="009A664F">
        <w:rPr>
          <w:rStyle w:val="Literal"/>
        </w:rPr>
        <w:t>Rc&lt;List&gt;</w:t>
      </w:r>
      <w:r w:rsidRPr="009A664F">
        <w:t xml:space="preserve"> in </w:t>
      </w:r>
      <w:r w:rsidRPr="009A664F">
        <w:rPr>
          <w:rStyle w:val="Literal"/>
        </w:rPr>
        <w:t>a</w:t>
      </w:r>
      <w:r w:rsidRPr="009B49FF">
        <w:rPr>
          <w:lang w:eastAsia="en-GB"/>
        </w:rPr>
        <w:t xml:space="preserve"> as</w:t>
      </w:r>
      <w:r w:rsidR="00E22CA3">
        <w:rPr>
          <w:lang w:eastAsia="en-GB"/>
        </w:rPr>
        <w:t xml:space="preserve"> </w:t>
      </w:r>
      <w:r w:rsidRPr="009B49FF">
        <w:rPr>
          <w:lang w:eastAsia="en-GB"/>
        </w:rPr>
        <w:t>an argument.</w:t>
      </w:r>
    </w:p>
    <w:p w14:paraId="3014F07E" w14:textId="092639B1" w:rsidR="009B49FF" w:rsidRPr="009B49FF" w:rsidRDefault="009B49FF" w:rsidP="009A664F">
      <w:pPr>
        <w:pStyle w:val="Body"/>
        <w:rPr>
          <w:lang w:eastAsia="en-GB"/>
        </w:rPr>
      </w:pPr>
      <w:r w:rsidRPr="009B49FF">
        <w:rPr>
          <w:lang w:eastAsia="en-GB"/>
        </w:rPr>
        <w:t xml:space="preserve">We could have called </w:t>
      </w:r>
      <w:r w:rsidRPr="009A664F">
        <w:rPr>
          <w:rStyle w:val="Literal"/>
        </w:rPr>
        <w:t>a.clone()</w:t>
      </w:r>
      <w:r w:rsidRPr="009A664F">
        <w:t xml:space="preserve"> rather than </w:t>
      </w:r>
      <w:r w:rsidRPr="009A664F">
        <w:rPr>
          <w:rStyle w:val="Literal"/>
        </w:rPr>
        <w:t>Rc::clone(&amp;a)</w:t>
      </w:r>
      <w:r w:rsidRPr="009A664F">
        <w:t>, but Rust’s</w:t>
      </w:r>
      <w:r w:rsidR="00E22CA3" w:rsidRPr="009A664F">
        <w:t xml:space="preserve"> </w:t>
      </w:r>
      <w:r w:rsidRPr="009A664F">
        <w:t xml:space="preserve">convention is to use </w:t>
      </w:r>
      <w:r w:rsidRPr="009A664F">
        <w:rPr>
          <w:rStyle w:val="Literal"/>
        </w:rPr>
        <w:t>Rc::clone</w:t>
      </w:r>
      <w:r w:rsidRPr="009A664F">
        <w:t xml:space="preserve"> in this case. The implementation of</w:t>
      </w:r>
      <w:r w:rsidR="00E22CA3" w:rsidRPr="009A664F">
        <w:t xml:space="preserve"> </w:t>
      </w:r>
      <w:r w:rsidRPr="009A664F">
        <w:rPr>
          <w:rStyle w:val="Literal"/>
        </w:rPr>
        <w:t>Rc::clone</w:t>
      </w:r>
      <w:r w:rsidRPr="009A664F">
        <w:t xml:space="preserve"> doesn’t make a deep copy of all the data like most types’</w:t>
      </w:r>
      <w:r w:rsidR="00E22CA3" w:rsidRPr="009A664F">
        <w:t xml:space="preserve"> </w:t>
      </w:r>
      <w:r w:rsidRPr="009A664F">
        <w:t xml:space="preserve">implementations of </w:t>
      </w:r>
      <w:r w:rsidRPr="009A664F">
        <w:rPr>
          <w:rStyle w:val="Literal"/>
        </w:rPr>
        <w:t>clone</w:t>
      </w:r>
      <w:r w:rsidRPr="009A664F">
        <w:t xml:space="preserve"> do. The call to </w:t>
      </w:r>
      <w:r w:rsidRPr="009A664F">
        <w:rPr>
          <w:rStyle w:val="Literal"/>
        </w:rPr>
        <w:t>Rc::clone</w:t>
      </w:r>
      <w:r w:rsidRPr="009A664F">
        <w:t xml:space="preserve"> only increments the</w:t>
      </w:r>
      <w:r w:rsidR="00E22CA3" w:rsidRPr="009A664F">
        <w:t xml:space="preserve"> </w:t>
      </w:r>
      <w:r w:rsidRPr="009A664F">
        <w:t>reference count, which doesn’t take much time. Deep copies of data can take a</w:t>
      </w:r>
      <w:r w:rsidR="00E22CA3" w:rsidRPr="009A664F">
        <w:t xml:space="preserve"> </w:t>
      </w:r>
      <w:r w:rsidRPr="009A664F">
        <w:t xml:space="preserve">lot of time. By using </w:t>
      </w:r>
      <w:r w:rsidRPr="009A664F">
        <w:rPr>
          <w:rStyle w:val="Literal"/>
        </w:rPr>
        <w:t>Rc::clone</w:t>
      </w:r>
      <w:r w:rsidRPr="009A664F">
        <w:t xml:space="preserve"> for reference counting, we can visually</w:t>
      </w:r>
      <w:r w:rsidR="00E22CA3" w:rsidRPr="009A664F">
        <w:t xml:space="preserve"> </w:t>
      </w:r>
      <w:r w:rsidRPr="009A664F">
        <w:t>distinguish between the deep-copy kinds of clones and the kinds of clones that</w:t>
      </w:r>
      <w:r w:rsidR="00E22CA3" w:rsidRPr="009A664F">
        <w:t xml:space="preserve"> </w:t>
      </w:r>
      <w:r w:rsidRPr="009A664F">
        <w:t>increase the reference count. When looking for performance problems in the</w:t>
      </w:r>
      <w:r w:rsidR="00E22CA3" w:rsidRPr="009A664F">
        <w:t xml:space="preserve"> </w:t>
      </w:r>
      <w:r w:rsidRPr="009A664F">
        <w:t>code, we only need to consider the deep-copy clones and can disregard calls to</w:t>
      </w:r>
      <w:r w:rsidR="00E22CA3" w:rsidRPr="009A664F">
        <w:t xml:space="preserve"> </w:t>
      </w:r>
      <w:r w:rsidRPr="009A664F">
        <w:rPr>
          <w:rStyle w:val="Literal"/>
        </w:rPr>
        <w:t>Rc::clone</w:t>
      </w:r>
      <w:r w:rsidRPr="009B49FF">
        <w:rPr>
          <w:lang w:eastAsia="en-GB"/>
        </w:rPr>
        <w:t>.</w:t>
      </w:r>
    </w:p>
    <w:p w14:paraId="2E5AD8E2" w14:textId="77777777" w:rsidR="009B49FF" w:rsidRPr="009B49FF" w:rsidRDefault="009B49FF" w:rsidP="00E22CA3">
      <w:pPr>
        <w:pStyle w:val="HeadB"/>
        <w:rPr>
          <w:lang w:eastAsia="en-GB"/>
        </w:rPr>
      </w:pPr>
      <w:bookmarkStart w:id="412" w:name="cloning-an-`rc`-increases-the-reference-"/>
      <w:bookmarkStart w:id="413" w:name="_Toc106892316"/>
      <w:bookmarkEnd w:id="412"/>
      <w:r w:rsidRPr="00E22CA3">
        <w:t xml:space="preserve">Cloning an </w:t>
      </w:r>
      <w:r w:rsidRPr="009A664F">
        <w:t>Rc&lt;T&gt;</w:t>
      </w:r>
      <w:r w:rsidRPr="009B49FF">
        <w:rPr>
          <w:lang w:eastAsia="en-GB"/>
        </w:rPr>
        <w:t xml:space="preserve"> Increases the Reference Count</w:t>
      </w:r>
      <w:bookmarkEnd w:id="413"/>
    </w:p>
    <w:p w14:paraId="6E3F1809" w14:textId="37F8457A" w:rsidR="009B49FF" w:rsidRPr="009B49FF" w:rsidRDefault="009B49FF" w:rsidP="009A664F">
      <w:pPr>
        <w:pStyle w:val="Body"/>
        <w:rPr>
          <w:lang w:eastAsia="en-GB"/>
        </w:rPr>
      </w:pPr>
      <w:r w:rsidRPr="009A664F">
        <w:t>Let’s change our working example in Listing 15-18 so we can see the reference</w:t>
      </w:r>
      <w:r w:rsidR="00E22CA3" w:rsidRPr="009A664F">
        <w:t xml:space="preserve"> </w:t>
      </w:r>
      <w:r w:rsidRPr="009A664F">
        <w:t xml:space="preserve">counts changing as we create and drop references to the </w:t>
      </w:r>
      <w:r w:rsidRPr="009A664F">
        <w:rPr>
          <w:rStyle w:val="Literal"/>
        </w:rPr>
        <w:t>Rc&lt;List&gt;</w:t>
      </w:r>
      <w:r w:rsidRPr="009A664F">
        <w:t xml:space="preserve"> in </w:t>
      </w:r>
      <w:r w:rsidRPr="009A664F">
        <w:rPr>
          <w:rStyle w:val="Literal"/>
        </w:rPr>
        <w:t>a</w:t>
      </w:r>
      <w:r w:rsidRPr="009B49FF">
        <w:rPr>
          <w:lang w:eastAsia="en-GB"/>
        </w:rPr>
        <w:t>.</w:t>
      </w:r>
    </w:p>
    <w:p w14:paraId="058A0B7B" w14:textId="49B57B71" w:rsidR="009B49FF" w:rsidRPr="009B49FF" w:rsidRDefault="009B49FF" w:rsidP="009A664F">
      <w:pPr>
        <w:pStyle w:val="Body"/>
        <w:rPr>
          <w:lang w:eastAsia="en-GB"/>
        </w:rPr>
      </w:pPr>
      <w:r w:rsidRPr="009B49FF">
        <w:rPr>
          <w:lang w:eastAsia="en-GB"/>
        </w:rPr>
        <w:t xml:space="preserve">In Listing 15-19, we’ll change </w:t>
      </w:r>
      <w:r w:rsidRPr="009A664F">
        <w:rPr>
          <w:rStyle w:val="Literal"/>
        </w:rPr>
        <w:t>main</w:t>
      </w:r>
      <w:r w:rsidRPr="009A664F">
        <w:t xml:space="preserve"> so it has an inner scope around list </w:t>
      </w:r>
      <w:r w:rsidRPr="009A664F">
        <w:rPr>
          <w:rStyle w:val="Literal"/>
        </w:rPr>
        <w:t>c</w:t>
      </w:r>
      <w:r w:rsidRPr="009A664F">
        <w:t>;</w:t>
      </w:r>
      <w:r w:rsidR="00E22CA3" w:rsidRPr="009A664F">
        <w:t xml:space="preserve"> </w:t>
      </w:r>
      <w:r w:rsidRPr="009A664F">
        <w:t xml:space="preserve">then we can see how the reference count changes when </w:t>
      </w:r>
      <w:r w:rsidRPr="009A664F">
        <w:rPr>
          <w:rStyle w:val="Literal"/>
        </w:rPr>
        <w:t>c</w:t>
      </w:r>
      <w:r w:rsidRPr="009B49FF">
        <w:rPr>
          <w:lang w:eastAsia="en-GB"/>
        </w:rPr>
        <w:t xml:space="preserve"> goes out of scope.</w:t>
      </w:r>
    </w:p>
    <w:p w14:paraId="1BE72B0D" w14:textId="0B8B4B76" w:rsidR="009B49FF" w:rsidRPr="009B49FF" w:rsidRDefault="009B49FF" w:rsidP="009A664F">
      <w:pPr>
        <w:pStyle w:val="CodeLabel"/>
        <w:rPr>
          <w:lang w:eastAsia="en-GB"/>
        </w:rPr>
      </w:pPr>
      <w:r w:rsidRPr="009B49FF">
        <w:rPr>
          <w:lang w:eastAsia="en-GB"/>
        </w:rPr>
        <w:t>src/main.rs</w:t>
      </w:r>
    </w:p>
    <w:p w14:paraId="4049AD83" w14:textId="2C174B97" w:rsidR="00A40AB8" w:rsidRPr="00A40AB8" w:rsidRDefault="00A40AB8" w:rsidP="00CE4881">
      <w:pPr>
        <w:pStyle w:val="Code"/>
        <w:rPr>
          <w:ins w:id="414" w:author="Carol Nichols" w:date="2022-08-24T22:21:00Z"/>
          <w:rStyle w:val="LiteralGray"/>
          <w:rPrChange w:id="415" w:author="Carol Nichols" w:date="2022-08-24T22:22:00Z">
            <w:rPr>
              <w:ins w:id="416" w:author="Carol Nichols" w:date="2022-08-24T22:21:00Z"/>
            </w:rPr>
          </w:rPrChange>
        </w:rPr>
      </w:pPr>
      <w:ins w:id="417" w:author="Carol Nichols" w:date="2022-08-24T22:21:00Z">
        <w:r w:rsidRPr="00A40AB8">
          <w:rPr>
            <w:rStyle w:val="LiteralGray"/>
            <w:rPrChange w:id="418" w:author="Carol Nichols" w:date="2022-08-24T22:22:00Z">
              <w:rPr/>
            </w:rPrChange>
          </w:rPr>
          <w:t>--snip--</w:t>
        </w:r>
      </w:ins>
    </w:p>
    <w:p w14:paraId="5DA76A1B" w14:textId="77777777" w:rsidR="00A40AB8" w:rsidRPr="00A40AB8" w:rsidRDefault="00A40AB8" w:rsidP="00CE4881">
      <w:pPr>
        <w:pStyle w:val="Code"/>
        <w:rPr>
          <w:ins w:id="419" w:author="Carol Nichols" w:date="2022-08-24T22:21:00Z"/>
          <w:rStyle w:val="LiteralGray"/>
          <w:rPrChange w:id="420" w:author="Carol Nichols" w:date="2022-08-24T22:22:00Z">
            <w:rPr>
              <w:ins w:id="421" w:author="Carol Nichols" w:date="2022-08-24T22:21:00Z"/>
            </w:rPr>
          </w:rPrChange>
        </w:rPr>
      </w:pPr>
    </w:p>
    <w:p w14:paraId="0E6B6280" w14:textId="38E83BC4" w:rsidR="009B49FF" w:rsidRPr="00A40AB8" w:rsidRDefault="009B49FF" w:rsidP="00CE4881">
      <w:pPr>
        <w:pStyle w:val="Code"/>
        <w:rPr>
          <w:rStyle w:val="LiteralGray"/>
          <w:rPrChange w:id="422" w:author="Carol Nichols" w:date="2022-08-24T22:22:00Z">
            <w:rPr/>
          </w:rPrChange>
        </w:rPr>
      </w:pPr>
      <w:r w:rsidRPr="00A40AB8">
        <w:rPr>
          <w:rStyle w:val="LiteralGray"/>
          <w:rPrChange w:id="423" w:author="Carol Nichols" w:date="2022-08-24T22:22:00Z">
            <w:rPr/>
          </w:rPrChange>
        </w:rPr>
        <w:t>fn main() {</w:t>
      </w:r>
    </w:p>
    <w:p w14:paraId="48AE74A2" w14:textId="77777777" w:rsidR="009B49FF" w:rsidRPr="00A40AB8" w:rsidRDefault="009B49FF" w:rsidP="00CE4881">
      <w:pPr>
        <w:pStyle w:val="Code"/>
        <w:rPr>
          <w:rStyle w:val="LiteralGray"/>
          <w:rPrChange w:id="424" w:author="Carol Nichols" w:date="2022-08-24T22:22:00Z">
            <w:rPr/>
          </w:rPrChange>
        </w:rPr>
      </w:pPr>
      <w:r w:rsidRPr="00A40AB8">
        <w:rPr>
          <w:rStyle w:val="LiteralGray"/>
          <w:rPrChange w:id="425" w:author="Carol Nichols" w:date="2022-08-24T22:22:00Z">
            <w:rPr/>
          </w:rPrChange>
        </w:rPr>
        <w:t xml:space="preserve">    let a = Rc::new(Cons(5, Rc::new(Cons(10, Rc::new(Nil)))));</w:t>
      </w:r>
    </w:p>
    <w:p w14:paraId="625BDE37" w14:textId="77777777" w:rsidR="00FA50A8" w:rsidRDefault="009B49FF" w:rsidP="00CE4881">
      <w:pPr>
        <w:pStyle w:val="Code"/>
      </w:pPr>
      <w:r w:rsidRPr="009A664F">
        <w:t xml:space="preserve">    println!(</w:t>
      </w:r>
    </w:p>
    <w:p w14:paraId="23836328" w14:textId="77777777" w:rsidR="00FA50A8" w:rsidRDefault="00FA50A8" w:rsidP="00CE4881">
      <w:pPr>
        <w:pStyle w:val="Code"/>
      </w:pPr>
      <w:r>
        <w:t xml:space="preserve">        </w:t>
      </w:r>
      <w:r w:rsidR="009B49FF" w:rsidRPr="009A664F">
        <w:t>"count after creating a = {}",</w:t>
      </w:r>
      <w:del w:id="426" w:author="Carol Nichols" w:date="2022-08-24T22:22:00Z">
        <w:r w:rsidR="009B49FF" w:rsidRPr="009A664F" w:rsidDel="00840099">
          <w:delText xml:space="preserve"> </w:delText>
        </w:r>
      </w:del>
    </w:p>
    <w:p w14:paraId="69CEDBB0" w14:textId="77777777" w:rsidR="00FA50A8" w:rsidRDefault="00FA50A8" w:rsidP="00CE4881">
      <w:pPr>
        <w:pStyle w:val="Code"/>
      </w:pPr>
      <w:r>
        <w:t xml:space="preserve">        </w:t>
      </w:r>
      <w:r w:rsidR="009B49FF" w:rsidRPr="009A664F">
        <w:t>Rc::strong_count(&amp;a)</w:t>
      </w:r>
    </w:p>
    <w:p w14:paraId="67BD442A" w14:textId="431FCC3A" w:rsidR="009B49FF" w:rsidRPr="009A664F" w:rsidRDefault="00FA50A8" w:rsidP="00CE4881">
      <w:pPr>
        <w:pStyle w:val="Code"/>
      </w:pPr>
      <w:r>
        <w:t xml:space="preserve">    </w:t>
      </w:r>
      <w:r w:rsidR="009B49FF" w:rsidRPr="009A664F">
        <w:t>);</w:t>
      </w:r>
    </w:p>
    <w:p w14:paraId="62ECECE0" w14:textId="77777777" w:rsidR="009B49FF" w:rsidRPr="00A40AB8" w:rsidRDefault="009B49FF" w:rsidP="00CE4881">
      <w:pPr>
        <w:pStyle w:val="Code"/>
        <w:rPr>
          <w:rStyle w:val="LiteralGray"/>
          <w:rPrChange w:id="427" w:author="Carol Nichols" w:date="2022-08-24T22:22:00Z">
            <w:rPr/>
          </w:rPrChange>
        </w:rPr>
      </w:pPr>
      <w:r w:rsidRPr="00A40AB8">
        <w:rPr>
          <w:rStyle w:val="LiteralGray"/>
          <w:rPrChange w:id="428" w:author="Carol Nichols" w:date="2022-08-24T22:22:00Z">
            <w:rPr/>
          </w:rPrChange>
        </w:rPr>
        <w:t xml:space="preserve">    let b = Cons(3, Rc::clone(&amp;a));</w:t>
      </w:r>
    </w:p>
    <w:p w14:paraId="065FA6D4" w14:textId="77777777" w:rsidR="00FA50A8" w:rsidRDefault="009B49FF" w:rsidP="00CE4881">
      <w:pPr>
        <w:pStyle w:val="Code"/>
      </w:pPr>
      <w:r w:rsidRPr="009A664F">
        <w:t xml:space="preserve">    println!(</w:t>
      </w:r>
    </w:p>
    <w:p w14:paraId="3D0651CC" w14:textId="77777777" w:rsidR="00FA50A8" w:rsidRDefault="00FA50A8" w:rsidP="00CE4881">
      <w:pPr>
        <w:pStyle w:val="Code"/>
      </w:pPr>
      <w:r>
        <w:t xml:space="preserve">        </w:t>
      </w:r>
      <w:r w:rsidR="009B49FF" w:rsidRPr="009A664F">
        <w:t>"count after creating b = {}",</w:t>
      </w:r>
      <w:del w:id="429" w:author="Carol Nichols" w:date="2022-08-24T22:22:00Z">
        <w:r w:rsidR="009B49FF" w:rsidRPr="009A664F" w:rsidDel="00840099">
          <w:delText xml:space="preserve"> </w:delText>
        </w:r>
      </w:del>
    </w:p>
    <w:p w14:paraId="45FBA436" w14:textId="77777777" w:rsidR="00FA50A8" w:rsidRDefault="00FA50A8" w:rsidP="00CE4881">
      <w:pPr>
        <w:pStyle w:val="Code"/>
      </w:pPr>
      <w:r>
        <w:t xml:space="preserve">        </w:t>
      </w:r>
      <w:r w:rsidR="009B49FF" w:rsidRPr="009A664F">
        <w:t>Rc::strong_count(&amp;a)</w:t>
      </w:r>
    </w:p>
    <w:p w14:paraId="3648439D" w14:textId="402821B0" w:rsidR="009B49FF" w:rsidRPr="009A664F" w:rsidRDefault="00FA50A8" w:rsidP="00CE4881">
      <w:pPr>
        <w:pStyle w:val="Code"/>
      </w:pPr>
      <w:r>
        <w:t xml:space="preserve">    </w:t>
      </w:r>
      <w:r w:rsidR="009B49FF" w:rsidRPr="009A664F">
        <w:t>);</w:t>
      </w:r>
    </w:p>
    <w:p w14:paraId="0D56A9A4" w14:textId="77777777" w:rsidR="009B49FF" w:rsidRPr="009A664F" w:rsidRDefault="009B49FF" w:rsidP="00CE4881">
      <w:pPr>
        <w:pStyle w:val="Code"/>
      </w:pPr>
      <w:r w:rsidRPr="009A664F">
        <w:t xml:space="preserve">    {</w:t>
      </w:r>
    </w:p>
    <w:p w14:paraId="50B6B69E" w14:textId="77777777" w:rsidR="009B49FF" w:rsidRPr="00A40AB8" w:rsidRDefault="009B49FF" w:rsidP="00CE4881">
      <w:pPr>
        <w:pStyle w:val="Code"/>
        <w:rPr>
          <w:rStyle w:val="LiteralGray"/>
          <w:rPrChange w:id="430" w:author="Carol Nichols" w:date="2022-08-24T22:22:00Z">
            <w:rPr/>
          </w:rPrChange>
        </w:rPr>
      </w:pPr>
      <w:r w:rsidRPr="00A40AB8">
        <w:rPr>
          <w:rStyle w:val="LiteralGray"/>
          <w:rPrChange w:id="431" w:author="Carol Nichols" w:date="2022-08-24T22:22:00Z">
            <w:rPr/>
          </w:rPrChange>
        </w:rPr>
        <w:t xml:space="preserve">        let c = Cons(4, Rc::clone(&amp;a));</w:t>
      </w:r>
    </w:p>
    <w:p w14:paraId="68E4CBCB" w14:textId="77777777" w:rsidR="00FA50A8" w:rsidRDefault="009B49FF" w:rsidP="00CE4881">
      <w:pPr>
        <w:pStyle w:val="Code"/>
      </w:pPr>
      <w:r w:rsidRPr="009A664F">
        <w:t xml:space="preserve">        println!(</w:t>
      </w:r>
    </w:p>
    <w:p w14:paraId="276093E0" w14:textId="77777777" w:rsidR="00FA50A8" w:rsidRDefault="00FA50A8" w:rsidP="00CE4881">
      <w:pPr>
        <w:pStyle w:val="Code"/>
      </w:pPr>
      <w:r>
        <w:t xml:space="preserve">            </w:t>
      </w:r>
      <w:r w:rsidR="009B49FF" w:rsidRPr="009A664F">
        <w:t>"count after creating c = {}",</w:t>
      </w:r>
      <w:del w:id="432" w:author="Carol Nichols" w:date="2022-08-24T22:22:00Z">
        <w:r w:rsidR="009B49FF" w:rsidRPr="009A664F" w:rsidDel="00840099">
          <w:delText xml:space="preserve"> </w:delText>
        </w:r>
      </w:del>
    </w:p>
    <w:p w14:paraId="02A9A7A8" w14:textId="77777777" w:rsidR="00FA50A8" w:rsidRDefault="00FA50A8" w:rsidP="00CE4881">
      <w:pPr>
        <w:pStyle w:val="Code"/>
      </w:pPr>
      <w:r>
        <w:t xml:space="preserve">            </w:t>
      </w:r>
      <w:r w:rsidR="009B49FF" w:rsidRPr="009A664F">
        <w:t>Rc::strong_count(&amp;a)</w:t>
      </w:r>
    </w:p>
    <w:p w14:paraId="0C88B487" w14:textId="1A660A94" w:rsidR="009B49FF" w:rsidRPr="009A664F" w:rsidRDefault="00FA50A8" w:rsidP="00CE4881">
      <w:pPr>
        <w:pStyle w:val="Code"/>
      </w:pPr>
      <w:r>
        <w:t xml:space="preserve">        </w:t>
      </w:r>
      <w:r w:rsidR="009B49FF" w:rsidRPr="009A664F">
        <w:t>);</w:t>
      </w:r>
    </w:p>
    <w:p w14:paraId="73824C72" w14:textId="77777777" w:rsidR="009B49FF" w:rsidRPr="009A664F" w:rsidRDefault="009B49FF" w:rsidP="00CE4881">
      <w:pPr>
        <w:pStyle w:val="Code"/>
      </w:pPr>
      <w:r w:rsidRPr="009A664F">
        <w:t xml:space="preserve">    }</w:t>
      </w:r>
    </w:p>
    <w:p w14:paraId="2E3DEE5E" w14:textId="77777777" w:rsidR="00FA50A8" w:rsidRDefault="009B49FF" w:rsidP="00CE4881">
      <w:pPr>
        <w:pStyle w:val="Code"/>
      </w:pPr>
      <w:r w:rsidRPr="009A664F">
        <w:t xml:space="preserve">    println!(</w:t>
      </w:r>
    </w:p>
    <w:p w14:paraId="741FCDA7" w14:textId="77777777" w:rsidR="00FA50A8" w:rsidRDefault="00FA50A8" w:rsidP="00CE4881">
      <w:pPr>
        <w:pStyle w:val="Code"/>
      </w:pPr>
      <w:r>
        <w:t xml:space="preserve">        </w:t>
      </w:r>
      <w:r w:rsidR="009B49FF" w:rsidRPr="009A664F">
        <w:t>"count after c goes out of scope = {}",</w:t>
      </w:r>
      <w:del w:id="433" w:author="Carol Nichols" w:date="2022-08-24T22:22:00Z">
        <w:r w:rsidR="009B49FF" w:rsidRPr="009A664F" w:rsidDel="00373DA7">
          <w:delText xml:space="preserve"> </w:delText>
        </w:r>
      </w:del>
    </w:p>
    <w:p w14:paraId="5E9C19FC" w14:textId="77777777" w:rsidR="00FA50A8" w:rsidRDefault="00FA50A8" w:rsidP="00CE4881">
      <w:pPr>
        <w:pStyle w:val="Code"/>
      </w:pPr>
      <w:r>
        <w:t xml:space="preserve">        </w:t>
      </w:r>
      <w:r w:rsidR="009B49FF" w:rsidRPr="009A664F">
        <w:t>Rc::strong_count(&amp;a)</w:t>
      </w:r>
    </w:p>
    <w:p w14:paraId="68BBB476" w14:textId="1E9901CE" w:rsidR="009B49FF" w:rsidRPr="009A664F" w:rsidRDefault="00FA50A8" w:rsidP="00CE4881">
      <w:pPr>
        <w:pStyle w:val="Code"/>
      </w:pPr>
      <w:r>
        <w:t xml:space="preserve">    </w:t>
      </w:r>
      <w:r w:rsidR="009B49FF" w:rsidRPr="009A664F">
        <w:t>);</w:t>
      </w:r>
    </w:p>
    <w:p w14:paraId="0407073C" w14:textId="77777777" w:rsidR="009B49FF" w:rsidRPr="00A40AB8" w:rsidRDefault="009B49FF" w:rsidP="00CE4881">
      <w:pPr>
        <w:pStyle w:val="Code"/>
        <w:rPr>
          <w:rStyle w:val="LiteralGray"/>
          <w:rPrChange w:id="434" w:author="Carol Nichols" w:date="2022-08-24T22:22:00Z">
            <w:rPr/>
          </w:rPrChange>
        </w:rPr>
      </w:pPr>
      <w:r w:rsidRPr="00A40AB8">
        <w:rPr>
          <w:rStyle w:val="LiteralGray"/>
          <w:rPrChange w:id="435" w:author="Carol Nichols" w:date="2022-08-24T22:22:00Z">
            <w:rPr/>
          </w:rPrChange>
        </w:rPr>
        <w:t>}</w:t>
      </w:r>
    </w:p>
    <w:p w14:paraId="1CAD3FA6" w14:textId="74B2013E" w:rsidR="009B49FF" w:rsidRPr="009B49FF" w:rsidRDefault="009B49FF" w:rsidP="005E29A1">
      <w:pPr>
        <w:pStyle w:val="CodeListingCaption"/>
        <w:rPr>
          <w:lang w:eastAsia="en-GB"/>
        </w:rPr>
      </w:pPr>
      <w:r w:rsidRPr="009B49FF">
        <w:rPr>
          <w:lang w:eastAsia="en-GB"/>
        </w:rPr>
        <w:t>Printing the reference count</w:t>
      </w:r>
    </w:p>
    <w:p w14:paraId="3D6F7548" w14:textId="4EB605DC" w:rsidR="009B49FF" w:rsidRPr="009B49FF" w:rsidRDefault="009B49FF" w:rsidP="009A664F">
      <w:pPr>
        <w:pStyle w:val="Body"/>
        <w:rPr>
          <w:lang w:eastAsia="en-GB"/>
        </w:rPr>
      </w:pPr>
      <w:r w:rsidRPr="009A664F">
        <w:t>At each point in the program where the reference count changes, we print the</w:t>
      </w:r>
      <w:r w:rsidR="00E22CA3" w:rsidRPr="009A664F">
        <w:t xml:space="preserve"> </w:t>
      </w:r>
      <w:r w:rsidRPr="009A664F">
        <w:t xml:space="preserve">reference count, which we get by calling the </w:t>
      </w:r>
      <w:r w:rsidRPr="009A664F">
        <w:rPr>
          <w:rStyle w:val="Literal"/>
        </w:rPr>
        <w:t>Rc::strong_count</w:t>
      </w:r>
      <w:r w:rsidRPr="009A664F">
        <w:t xml:space="preserve"> function. This</w:t>
      </w:r>
      <w:r w:rsidR="00E22CA3" w:rsidRPr="009A664F">
        <w:t xml:space="preserve"> </w:t>
      </w:r>
      <w:r w:rsidRPr="009A664F">
        <w:t xml:space="preserve">function is named </w:t>
      </w:r>
      <w:r w:rsidRPr="009A664F">
        <w:rPr>
          <w:rStyle w:val="Literal"/>
        </w:rPr>
        <w:t>strong_count</w:t>
      </w:r>
      <w:r w:rsidRPr="009A664F">
        <w:t xml:space="preserve"> rather than </w:t>
      </w:r>
      <w:r w:rsidRPr="009A664F">
        <w:rPr>
          <w:rStyle w:val="Literal"/>
        </w:rPr>
        <w:t>count</w:t>
      </w:r>
      <w:r w:rsidRPr="009A664F">
        <w:t xml:space="preserve"> because the </w:t>
      </w:r>
      <w:r w:rsidRPr="009A664F">
        <w:rPr>
          <w:rStyle w:val="Literal"/>
        </w:rPr>
        <w:t>Rc&lt;T&gt;</w:t>
      </w:r>
      <w:r w:rsidRPr="009A664F">
        <w:t xml:space="preserve"> type</w:t>
      </w:r>
      <w:r w:rsidR="00E22CA3" w:rsidRPr="009A664F">
        <w:t xml:space="preserve"> </w:t>
      </w:r>
      <w:r w:rsidRPr="009A664F">
        <w:t xml:space="preserve">also has a </w:t>
      </w:r>
      <w:r w:rsidRPr="009A664F">
        <w:rPr>
          <w:rStyle w:val="Literal"/>
        </w:rPr>
        <w:t>weak_count</w:t>
      </w:r>
      <w:r w:rsidRPr="009A664F">
        <w:t xml:space="preserve">; we’ll see what </w:t>
      </w:r>
      <w:r w:rsidRPr="009A664F">
        <w:rPr>
          <w:rStyle w:val="Literal"/>
        </w:rPr>
        <w:t>weak_count</w:t>
      </w:r>
      <w:r w:rsidRPr="009A664F">
        <w:t xml:space="preserve"> is used for in </w:t>
      </w:r>
      <w:del w:id="436" w:author="Audrey Doyle" w:date="2022-08-04T14:59:00Z">
        <w:r w:rsidRPr="009A664F" w:rsidDel="00BE4C55">
          <w:lastRenderedPageBreak/>
          <w:delText>the</w:delText>
        </w:r>
        <w:r w:rsidR="00E22CA3" w:rsidRPr="009A664F" w:rsidDel="00BE4C55">
          <w:delText xml:space="preserve"> </w:delText>
        </w:r>
      </w:del>
      <w:r w:rsidRPr="00BE4C55">
        <w:rPr>
          <w:rStyle w:val="Xref"/>
          <w:rPrChange w:id="437" w:author="Audrey Doyle" w:date="2022-08-04T14:59:00Z">
            <w:rPr/>
          </w:rPrChange>
        </w:rPr>
        <w:t>“Preventing Reference Cycles</w:t>
      </w:r>
      <w:ins w:id="438" w:author="Audrey Doyle" w:date="2022-08-04T15:00:00Z">
        <w:r w:rsidR="00BE4C55">
          <w:rPr>
            <w:rStyle w:val="Xref"/>
          </w:rPr>
          <w:t xml:space="preserve"> Using </w:t>
        </w:r>
      </w:ins>
      <w:del w:id="439" w:author="Audrey Doyle" w:date="2022-08-04T15:00:00Z">
        <w:r w:rsidRPr="00BE4C55" w:rsidDel="00BE4C55">
          <w:rPr>
            <w:rStyle w:val="Xref"/>
            <w:rPrChange w:id="440" w:author="Audrey Doyle" w:date="2022-08-04T14:59:00Z">
              <w:rPr/>
            </w:rPrChange>
          </w:rPr>
          <w:delText xml:space="preserve">: Turning an </w:delText>
        </w:r>
        <w:r w:rsidRPr="00BE4C55" w:rsidDel="00BE4C55">
          <w:rPr>
            <w:rStyle w:val="Xref"/>
            <w:rPrChange w:id="441" w:author="Audrey Doyle" w:date="2022-08-04T14:59:00Z">
              <w:rPr>
                <w:rStyle w:val="Literal"/>
              </w:rPr>
            </w:rPrChange>
          </w:rPr>
          <w:delText>Rc&lt;T&gt;</w:delText>
        </w:r>
        <w:r w:rsidRPr="00BE4C55" w:rsidDel="00BE4C55">
          <w:rPr>
            <w:rStyle w:val="Xref"/>
            <w:rPrChange w:id="442" w:author="Audrey Doyle" w:date="2022-08-04T14:59:00Z">
              <w:rPr/>
            </w:rPrChange>
          </w:rPr>
          <w:delText xml:space="preserve"> into a </w:delText>
        </w:r>
      </w:del>
      <w:r w:rsidRPr="00BE4C55">
        <w:rPr>
          <w:rStyle w:val="Xref"/>
          <w:rPrChange w:id="443" w:author="Audrey Doyle" w:date="2022-08-04T14:59:00Z">
            <w:rPr>
              <w:rStyle w:val="Literal"/>
            </w:rPr>
          </w:rPrChange>
        </w:rPr>
        <w:t>Weak&lt;T&gt;</w:t>
      </w:r>
      <w:r w:rsidRPr="00BE4C55">
        <w:rPr>
          <w:rStyle w:val="Xref"/>
          <w:rPrChange w:id="444" w:author="Audrey Doyle" w:date="2022-08-04T14:59:00Z">
            <w:rPr>
              <w:lang w:eastAsia="en-GB"/>
            </w:rPr>
          </w:rPrChange>
        </w:rPr>
        <w:t>”</w:t>
      </w:r>
      <w:r w:rsidRPr="009B49FF">
        <w:rPr>
          <w:lang w:eastAsia="en-GB"/>
        </w:rPr>
        <w:t xml:space="preserve"> </w:t>
      </w:r>
      <w:del w:id="445" w:author="Audrey Doyle" w:date="2022-08-04T14:59:00Z">
        <w:r w:rsidRPr="009B49FF" w:rsidDel="00BE4C55">
          <w:rPr>
            <w:lang w:eastAsia="en-GB"/>
          </w:rPr>
          <w:delText>section</w:delText>
        </w:r>
      </w:del>
      <w:ins w:id="446" w:author="Audrey Doyle" w:date="2022-08-04T14:59:00Z">
        <w:r w:rsidR="00BE4C55">
          <w:rPr>
            <w:lang w:eastAsia="en-GB"/>
          </w:rPr>
          <w:t xml:space="preserve">on </w:t>
        </w:r>
        <w:r w:rsidR="00BE4C55" w:rsidRPr="00BE4C55">
          <w:rPr>
            <w:rStyle w:val="Xref"/>
            <w:rPrChange w:id="447" w:author="Audrey Doyle" w:date="2022-08-04T14:59:00Z">
              <w:rPr>
                <w:lang w:eastAsia="en-GB"/>
              </w:rPr>
            </w:rPrChange>
          </w:rPr>
          <w:t>page XX</w:t>
        </w:r>
      </w:ins>
      <w:r w:rsidRPr="009B49FF">
        <w:rPr>
          <w:lang w:eastAsia="en-GB"/>
        </w:rPr>
        <w:t>.</w:t>
      </w:r>
    </w:p>
    <w:p w14:paraId="77F32AE9" w14:textId="77777777" w:rsidR="009B49FF" w:rsidRPr="009B49FF" w:rsidRDefault="009B49FF" w:rsidP="009A664F">
      <w:pPr>
        <w:pStyle w:val="Body"/>
        <w:rPr>
          <w:lang w:eastAsia="en-GB"/>
        </w:rPr>
      </w:pPr>
      <w:r w:rsidRPr="009B49FF">
        <w:rPr>
          <w:lang w:eastAsia="en-GB"/>
        </w:rPr>
        <w:t>This code prints the following:</w:t>
      </w:r>
    </w:p>
    <w:p w14:paraId="46C23217" w14:textId="77777777" w:rsidR="009B49FF" w:rsidRPr="009A664F" w:rsidRDefault="009B49FF" w:rsidP="009A664F">
      <w:pPr>
        <w:pStyle w:val="Code"/>
      </w:pPr>
      <w:r w:rsidRPr="009A664F">
        <w:t>count after creating a = 1</w:t>
      </w:r>
    </w:p>
    <w:p w14:paraId="23088987" w14:textId="77777777" w:rsidR="009B49FF" w:rsidRPr="009A664F" w:rsidRDefault="009B49FF" w:rsidP="009A664F">
      <w:pPr>
        <w:pStyle w:val="Code"/>
      </w:pPr>
      <w:r w:rsidRPr="009A664F">
        <w:t>count after creating b = 2</w:t>
      </w:r>
    </w:p>
    <w:p w14:paraId="1990CC79" w14:textId="77777777" w:rsidR="009B49FF" w:rsidRPr="009A664F" w:rsidRDefault="009B49FF" w:rsidP="009A664F">
      <w:pPr>
        <w:pStyle w:val="Code"/>
      </w:pPr>
      <w:r w:rsidRPr="009A664F">
        <w:t>count after creating c = 3</w:t>
      </w:r>
    </w:p>
    <w:p w14:paraId="6300FBEC" w14:textId="77777777" w:rsidR="009B49FF" w:rsidRPr="009A664F" w:rsidRDefault="009B49FF" w:rsidP="009A664F">
      <w:pPr>
        <w:pStyle w:val="Code"/>
      </w:pPr>
      <w:r w:rsidRPr="009A664F">
        <w:t>count after c goes out of scope = 2</w:t>
      </w:r>
    </w:p>
    <w:p w14:paraId="37CD6EE4" w14:textId="43D60762" w:rsidR="009B49FF" w:rsidRPr="009B49FF" w:rsidRDefault="009B49FF" w:rsidP="009A664F">
      <w:pPr>
        <w:pStyle w:val="Body"/>
        <w:rPr>
          <w:lang w:eastAsia="en-GB"/>
        </w:rPr>
      </w:pPr>
      <w:r w:rsidRPr="009A664F">
        <w:t xml:space="preserve">We can see that the </w:t>
      </w:r>
      <w:r w:rsidRPr="009A664F">
        <w:rPr>
          <w:rStyle w:val="Literal"/>
        </w:rPr>
        <w:t>Rc&lt;List&gt;</w:t>
      </w:r>
      <w:r w:rsidRPr="009A664F">
        <w:t xml:space="preserve"> in </w:t>
      </w:r>
      <w:r w:rsidRPr="009A664F">
        <w:rPr>
          <w:rStyle w:val="Literal"/>
        </w:rPr>
        <w:t>a</w:t>
      </w:r>
      <w:r w:rsidRPr="009A664F">
        <w:t xml:space="preserve"> has an initial reference count of </w:t>
      </w:r>
      <w:r w:rsidRPr="00BE4C55">
        <w:t>1</w:t>
      </w:r>
      <w:r w:rsidRPr="009A664F">
        <w:t>; then</w:t>
      </w:r>
      <w:r w:rsidR="00E22CA3" w:rsidRPr="009A664F">
        <w:t xml:space="preserve"> </w:t>
      </w:r>
      <w:r w:rsidRPr="009A664F">
        <w:t xml:space="preserve">each time we call </w:t>
      </w:r>
      <w:r w:rsidRPr="009A664F">
        <w:rPr>
          <w:rStyle w:val="Literal"/>
        </w:rPr>
        <w:t>clone</w:t>
      </w:r>
      <w:r w:rsidRPr="009A664F">
        <w:t xml:space="preserve">, the count goes up by 1. When </w:t>
      </w:r>
      <w:r w:rsidRPr="009A664F">
        <w:rPr>
          <w:rStyle w:val="Literal"/>
        </w:rPr>
        <w:t>c</w:t>
      </w:r>
      <w:r w:rsidRPr="009A664F">
        <w:t xml:space="preserve"> goes out of scope,</w:t>
      </w:r>
      <w:r w:rsidR="00E22CA3" w:rsidRPr="009A664F">
        <w:t xml:space="preserve"> </w:t>
      </w:r>
      <w:r w:rsidRPr="009A664F">
        <w:t>the count goes down by 1. We don’t have to call a function to decrease the</w:t>
      </w:r>
      <w:r w:rsidR="00E22CA3" w:rsidRPr="009A664F">
        <w:t xml:space="preserve"> </w:t>
      </w:r>
      <w:r w:rsidRPr="009A664F">
        <w:t xml:space="preserve">reference count like we have to call </w:t>
      </w:r>
      <w:r w:rsidRPr="009A664F">
        <w:rPr>
          <w:rStyle w:val="Literal"/>
        </w:rPr>
        <w:t>Rc::clone</w:t>
      </w:r>
      <w:r w:rsidRPr="009A664F">
        <w:t xml:space="preserve"> to increase the reference</w:t>
      </w:r>
      <w:r w:rsidR="00E22CA3" w:rsidRPr="009A664F">
        <w:t xml:space="preserve"> </w:t>
      </w:r>
      <w:r w:rsidRPr="009A664F">
        <w:t xml:space="preserve">count: the implementation of the </w:t>
      </w:r>
      <w:r w:rsidRPr="009A664F">
        <w:rPr>
          <w:rStyle w:val="Literal"/>
        </w:rPr>
        <w:t>Drop</w:t>
      </w:r>
      <w:r w:rsidRPr="009A664F">
        <w:t xml:space="preserve"> trait decreases the reference count</w:t>
      </w:r>
      <w:r w:rsidR="00E22CA3" w:rsidRPr="009A664F">
        <w:t xml:space="preserve"> </w:t>
      </w:r>
      <w:r w:rsidRPr="009A664F">
        <w:t xml:space="preserve">automatically when an </w:t>
      </w:r>
      <w:r w:rsidRPr="009A664F">
        <w:rPr>
          <w:rStyle w:val="Literal"/>
        </w:rPr>
        <w:t>Rc&lt;T&gt;</w:t>
      </w:r>
      <w:r w:rsidRPr="009B49FF">
        <w:rPr>
          <w:lang w:eastAsia="en-GB"/>
        </w:rPr>
        <w:t xml:space="preserve"> value goes out of scope.</w:t>
      </w:r>
    </w:p>
    <w:p w14:paraId="5F23F8B8" w14:textId="729C3FE0" w:rsidR="009B49FF" w:rsidRPr="009B49FF" w:rsidRDefault="009B49FF" w:rsidP="009A664F">
      <w:pPr>
        <w:pStyle w:val="Body"/>
        <w:rPr>
          <w:lang w:eastAsia="en-GB"/>
        </w:rPr>
      </w:pPr>
      <w:r w:rsidRPr="009B49FF">
        <w:rPr>
          <w:lang w:eastAsia="en-GB"/>
        </w:rPr>
        <w:t xml:space="preserve">What we can’t see in this example is that when </w:t>
      </w:r>
      <w:r w:rsidRPr="009A664F">
        <w:rPr>
          <w:rStyle w:val="Literal"/>
        </w:rPr>
        <w:t>b</w:t>
      </w:r>
      <w:r w:rsidRPr="009A664F">
        <w:t xml:space="preserve"> and then </w:t>
      </w:r>
      <w:r w:rsidRPr="009A664F">
        <w:rPr>
          <w:rStyle w:val="Literal"/>
        </w:rPr>
        <w:t>a</w:t>
      </w:r>
      <w:r w:rsidRPr="009A664F">
        <w:t xml:space="preserve"> go out of scope</w:t>
      </w:r>
      <w:r w:rsidR="00E22CA3" w:rsidRPr="009A664F">
        <w:t xml:space="preserve"> </w:t>
      </w:r>
      <w:r w:rsidRPr="009A664F">
        <w:t xml:space="preserve">at the end of </w:t>
      </w:r>
      <w:r w:rsidRPr="009A664F">
        <w:rPr>
          <w:rStyle w:val="Literal"/>
        </w:rPr>
        <w:t>main</w:t>
      </w:r>
      <w:r w:rsidRPr="009A664F">
        <w:t xml:space="preserve">, the count is then 0, and the </w:t>
      </w:r>
      <w:r w:rsidRPr="009A664F">
        <w:rPr>
          <w:rStyle w:val="Literal"/>
        </w:rPr>
        <w:t>Rc&lt;List&gt;</w:t>
      </w:r>
      <w:r w:rsidRPr="009A664F">
        <w:t xml:space="preserve"> is cleaned up</w:t>
      </w:r>
      <w:r w:rsidR="00E22CA3" w:rsidRPr="009A664F">
        <w:t xml:space="preserve"> </w:t>
      </w:r>
      <w:r w:rsidRPr="009A664F">
        <w:t xml:space="preserve">completely. Using </w:t>
      </w:r>
      <w:r w:rsidRPr="009A664F">
        <w:rPr>
          <w:rStyle w:val="Literal"/>
        </w:rPr>
        <w:t>Rc&lt;T&gt;</w:t>
      </w:r>
      <w:r w:rsidRPr="009B49FF">
        <w:rPr>
          <w:lang w:eastAsia="en-GB"/>
        </w:rPr>
        <w:t xml:space="preserve"> allows a single value to have multiple owners, and</w:t>
      </w:r>
      <w:r w:rsidR="00E22CA3">
        <w:rPr>
          <w:lang w:eastAsia="en-GB"/>
        </w:rPr>
        <w:t xml:space="preserve"> </w:t>
      </w:r>
      <w:r w:rsidRPr="009B49FF">
        <w:rPr>
          <w:lang w:eastAsia="en-GB"/>
        </w:rPr>
        <w:t>the count ensures that the value remains valid as long as any of the owners</w:t>
      </w:r>
      <w:r w:rsidR="00E22CA3">
        <w:rPr>
          <w:lang w:eastAsia="en-GB"/>
        </w:rPr>
        <w:t xml:space="preserve"> </w:t>
      </w:r>
      <w:r w:rsidRPr="009B49FF">
        <w:rPr>
          <w:lang w:eastAsia="en-GB"/>
        </w:rPr>
        <w:t>still exist.</w:t>
      </w:r>
    </w:p>
    <w:p w14:paraId="02098729" w14:textId="38011411" w:rsidR="009B49FF" w:rsidRPr="009B49FF" w:rsidRDefault="009B49FF" w:rsidP="009A664F">
      <w:pPr>
        <w:pStyle w:val="Body"/>
        <w:rPr>
          <w:lang w:eastAsia="en-GB"/>
        </w:rPr>
      </w:pPr>
      <w:r w:rsidRPr="009B49FF">
        <w:rPr>
          <w:lang w:eastAsia="en-GB"/>
        </w:rPr>
        <w:t xml:space="preserve">Via immutable references, </w:t>
      </w:r>
      <w:r w:rsidRPr="009A664F">
        <w:rPr>
          <w:rStyle w:val="Literal"/>
        </w:rPr>
        <w:t>Rc&lt;T&gt;</w:t>
      </w:r>
      <w:r w:rsidRPr="009A664F">
        <w:t xml:space="preserve"> allows you to share data between multiple</w:t>
      </w:r>
      <w:r w:rsidR="00E22CA3" w:rsidRPr="009A664F">
        <w:t xml:space="preserve"> </w:t>
      </w:r>
      <w:r w:rsidRPr="009A664F">
        <w:t xml:space="preserve">parts of your program for reading only. If </w:t>
      </w:r>
      <w:r w:rsidRPr="009A664F">
        <w:rPr>
          <w:rStyle w:val="Literal"/>
        </w:rPr>
        <w:t>Rc&lt;T&gt;</w:t>
      </w:r>
      <w:r w:rsidRPr="009A664F">
        <w:t xml:space="preserve"> allowed you to have multiple</w:t>
      </w:r>
      <w:r w:rsidR="00E22CA3" w:rsidRPr="009A664F">
        <w:t xml:space="preserve"> </w:t>
      </w:r>
      <w:r w:rsidRPr="009A664F">
        <w:t>mutable references too, you might violate one of the borrowing rules discussed</w:t>
      </w:r>
      <w:r w:rsidR="00E22CA3" w:rsidRPr="009A664F">
        <w:t xml:space="preserve"> </w:t>
      </w:r>
      <w:r w:rsidRPr="009A664F">
        <w:t xml:space="preserve">in </w:t>
      </w:r>
      <w:r w:rsidRPr="00C70494">
        <w:rPr>
          <w:rStyle w:val="Xref"/>
        </w:rPr>
        <w:t>Chapter 4</w:t>
      </w:r>
      <w:r w:rsidRPr="009A664F">
        <w:t>: multiple mutable borrows to the same place can cause data races</w:t>
      </w:r>
      <w:r w:rsidR="00E22CA3" w:rsidRPr="009A664F">
        <w:t xml:space="preserve"> </w:t>
      </w:r>
      <w:r w:rsidRPr="009A664F">
        <w:t>and inconsistencies. But being able to mutate data is very useful! In the next</w:t>
      </w:r>
      <w:r w:rsidR="00E22CA3" w:rsidRPr="009A664F">
        <w:t xml:space="preserve"> </w:t>
      </w:r>
      <w:r w:rsidRPr="009A664F">
        <w:t xml:space="preserve">section, we’ll discuss the interior mutability pattern and the </w:t>
      </w:r>
      <w:r w:rsidRPr="009A664F">
        <w:rPr>
          <w:rStyle w:val="Literal"/>
        </w:rPr>
        <w:t>RefCell&lt;T&gt;</w:t>
      </w:r>
      <w:r w:rsidR="00E22CA3" w:rsidRPr="009A664F">
        <w:t xml:space="preserve"> </w:t>
      </w:r>
      <w:r w:rsidRPr="009A664F">
        <w:t xml:space="preserve">type that you can use in conjunction with an </w:t>
      </w:r>
      <w:r w:rsidRPr="009A664F">
        <w:rPr>
          <w:rStyle w:val="Literal"/>
        </w:rPr>
        <w:t>Rc&lt;T&gt;</w:t>
      </w:r>
      <w:r w:rsidRPr="009B49FF">
        <w:rPr>
          <w:lang w:eastAsia="en-GB"/>
        </w:rPr>
        <w:t xml:space="preserve"> to work with this</w:t>
      </w:r>
      <w:r w:rsidR="00E22CA3">
        <w:rPr>
          <w:lang w:eastAsia="en-GB"/>
        </w:rPr>
        <w:t xml:space="preserve"> </w:t>
      </w:r>
      <w:r w:rsidRPr="009B49FF">
        <w:rPr>
          <w:lang w:eastAsia="en-GB"/>
        </w:rPr>
        <w:t>immutability restriction.</w:t>
      </w:r>
      <w:ins w:id="448" w:author="Carol Nichols" w:date="2022-08-25T21:51:00Z">
        <w:r w:rsidR="00F33B2E">
          <w:rPr>
            <w:lang w:eastAsia="en-GB"/>
          </w:rPr>
          <w:fldChar w:fldCharType="begin"/>
        </w:r>
        <w:r w:rsidR="00F33B2E">
          <w:instrText xml:space="preserve"> XE "reference counting end</w:instrText>
        </w:r>
        <w:r w:rsidR="00F33B2E" w:rsidRPr="00BE574B">
          <w:instrText>Range</w:instrText>
        </w:r>
        <w:r w:rsidR="00F33B2E">
          <w:instrText xml:space="preserve">" </w:instrText>
        </w:r>
        <w:r w:rsidR="00F33B2E">
          <w:rPr>
            <w:lang w:eastAsia="en-GB"/>
          </w:rPr>
          <w:fldChar w:fldCharType="end"/>
        </w:r>
        <w:r w:rsidR="00F33B2E">
          <w:rPr>
            <w:lang w:eastAsia="en-GB"/>
          </w:rPr>
          <w:fldChar w:fldCharType="begin"/>
        </w:r>
        <w:r w:rsidR="00F33B2E">
          <w:instrText xml:space="preserve"> XE "Rc&lt;T&gt; type end</w:instrText>
        </w:r>
        <w:r w:rsidR="00F33B2E" w:rsidRPr="00BE574B">
          <w:instrText>Range</w:instrText>
        </w:r>
        <w:r w:rsidR="00F33B2E">
          <w:instrText xml:space="preserve">" </w:instrText>
        </w:r>
        <w:r w:rsidR="00F33B2E">
          <w:rPr>
            <w:lang w:eastAsia="en-GB"/>
          </w:rPr>
          <w:fldChar w:fldCharType="end"/>
        </w:r>
      </w:ins>
    </w:p>
    <w:bookmarkStart w:id="449" w:name="`refcell`-and-the-interior-mutability-pa"/>
    <w:bookmarkStart w:id="450" w:name="_Toc106892317"/>
    <w:bookmarkEnd w:id="449"/>
    <w:p w14:paraId="4292DAFA" w14:textId="3FBE1A82" w:rsidR="009B49FF" w:rsidRPr="009B49FF" w:rsidRDefault="00823EEC" w:rsidP="00E22CA3">
      <w:pPr>
        <w:pStyle w:val="HeadA"/>
        <w:rPr>
          <w:lang w:eastAsia="en-GB"/>
        </w:rPr>
      </w:pPr>
      <w:ins w:id="451" w:author="Carol Nichols" w:date="2022-08-25T21:52:00Z">
        <w:r>
          <w:rPr>
            <w:lang w:eastAsia="en-GB"/>
          </w:rPr>
          <w:fldChar w:fldCharType="begin"/>
        </w:r>
        <w:r>
          <w:instrText xml:space="preserve"> XE "RefCell&lt;T&gt; type start</w:instrText>
        </w:r>
        <w:r w:rsidRPr="00BE574B">
          <w:instrText>Range</w:instrText>
        </w:r>
        <w:r>
          <w:instrText xml:space="preserve">" </w:instrText>
        </w:r>
        <w:r>
          <w:rPr>
            <w:lang w:eastAsia="en-GB"/>
          </w:rPr>
          <w:fldChar w:fldCharType="end"/>
        </w:r>
        <w:r>
          <w:rPr>
            <w:lang w:eastAsia="en-GB"/>
          </w:rPr>
          <w:fldChar w:fldCharType="begin"/>
        </w:r>
        <w:r>
          <w:instrText xml:space="preserve"> XE "interior mutability start</w:instrText>
        </w:r>
        <w:r w:rsidRPr="00BE574B">
          <w:instrText>Range</w:instrText>
        </w:r>
        <w:r>
          <w:instrText xml:space="preserve">" </w:instrText>
        </w:r>
        <w:r>
          <w:rPr>
            <w:lang w:eastAsia="en-GB"/>
          </w:rPr>
          <w:fldChar w:fldCharType="end"/>
        </w:r>
      </w:ins>
      <w:r w:rsidR="009B49FF" w:rsidRPr="009A664F">
        <w:t>RefCell&lt;T&gt;</w:t>
      </w:r>
      <w:r w:rsidR="009B49FF" w:rsidRPr="009B49FF">
        <w:rPr>
          <w:lang w:eastAsia="en-GB"/>
        </w:rPr>
        <w:t xml:space="preserve"> and the Interior Mutability Pattern</w:t>
      </w:r>
      <w:bookmarkEnd w:id="450"/>
    </w:p>
    <w:p w14:paraId="16E793AC" w14:textId="497AF517" w:rsidR="009B49FF" w:rsidRPr="009B49FF" w:rsidRDefault="009B49FF" w:rsidP="009A664F">
      <w:pPr>
        <w:pStyle w:val="Body"/>
        <w:rPr>
          <w:lang w:eastAsia="en-GB"/>
        </w:rPr>
      </w:pPr>
      <w:r w:rsidRPr="009A664F">
        <w:rPr>
          <w:rStyle w:val="Italic"/>
        </w:rPr>
        <w:t>Interior mutability</w:t>
      </w:r>
      <w:r w:rsidRPr="009A664F">
        <w:t xml:space="preserve"> is a design pattern in Rust that allows you to mutate</w:t>
      </w:r>
      <w:r w:rsidR="00E22CA3" w:rsidRPr="009A664F">
        <w:t xml:space="preserve"> </w:t>
      </w:r>
      <w:r w:rsidRPr="009A664F">
        <w:t>data even when there are immutable references to that data; normally, this</w:t>
      </w:r>
      <w:r w:rsidR="00E22CA3" w:rsidRPr="009A664F">
        <w:t xml:space="preserve"> </w:t>
      </w:r>
      <w:r w:rsidRPr="009A664F">
        <w:t>action is disallowed by the borrowing rules. To mutate data, the pattern uses</w:t>
      </w:r>
      <w:r w:rsidR="00E22CA3" w:rsidRPr="009A664F">
        <w:t xml:space="preserve"> </w:t>
      </w:r>
      <w:r w:rsidRPr="009A664F">
        <w:rPr>
          <w:rStyle w:val="Literal"/>
        </w:rPr>
        <w:t>unsafe</w:t>
      </w:r>
      <w:r w:rsidRPr="009B49FF">
        <w:rPr>
          <w:lang w:eastAsia="en-GB"/>
        </w:rPr>
        <w:t xml:space="preserve"> code inside a data structure to bend Rust’s usual rules that govern</w:t>
      </w:r>
      <w:r w:rsidR="00E22CA3">
        <w:rPr>
          <w:lang w:eastAsia="en-GB"/>
        </w:rPr>
        <w:t xml:space="preserve"> </w:t>
      </w:r>
      <w:r w:rsidRPr="009B49FF">
        <w:rPr>
          <w:lang w:eastAsia="en-GB"/>
        </w:rPr>
        <w:t>mutation and borrowing. Unsafe code indicates to the compiler that we’re</w:t>
      </w:r>
      <w:r w:rsidR="00E22CA3">
        <w:rPr>
          <w:lang w:eastAsia="en-GB"/>
        </w:rPr>
        <w:t xml:space="preserve"> </w:t>
      </w:r>
      <w:r w:rsidRPr="009B49FF">
        <w:rPr>
          <w:lang w:eastAsia="en-GB"/>
        </w:rPr>
        <w:t>checking the rules manually instead of relying on the compiler to check them</w:t>
      </w:r>
      <w:r w:rsidR="00E22CA3">
        <w:rPr>
          <w:lang w:eastAsia="en-GB"/>
        </w:rPr>
        <w:t xml:space="preserve"> </w:t>
      </w:r>
      <w:r w:rsidRPr="009B49FF">
        <w:rPr>
          <w:lang w:eastAsia="en-GB"/>
        </w:rPr>
        <w:t xml:space="preserve">for us; we will discuss unsafe code more in </w:t>
      </w:r>
      <w:r w:rsidRPr="00C70494">
        <w:rPr>
          <w:rStyle w:val="Xref"/>
        </w:rPr>
        <w:t>Chapter 19</w:t>
      </w:r>
      <w:r w:rsidRPr="009B49FF">
        <w:rPr>
          <w:lang w:eastAsia="en-GB"/>
        </w:rPr>
        <w:t>.</w:t>
      </w:r>
    </w:p>
    <w:p w14:paraId="4D18F8B6" w14:textId="65A26145" w:rsidR="009B49FF" w:rsidRPr="009B49FF" w:rsidRDefault="009B49FF" w:rsidP="009A664F">
      <w:pPr>
        <w:pStyle w:val="Body"/>
        <w:rPr>
          <w:lang w:eastAsia="en-GB"/>
        </w:rPr>
      </w:pPr>
      <w:r w:rsidRPr="009B49FF">
        <w:rPr>
          <w:lang w:eastAsia="en-GB"/>
        </w:rPr>
        <w:t>We can use types that use the interior mutability pattern only when we can</w:t>
      </w:r>
      <w:r w:rsidR="00E22CA3">
        <w:rPr>
          <w:lang w:eastAsia="en-GB"/>
        </w:rPr>
        <w:t xml:space="preserve"> </w:t>
      </w:r>
      <w:r w:rsidRPr="009B49FF">
        <w:rPr>
          <w:lang w:eastAsia="en-GB"/>
        </w:rPr>
        <w:t>ensure that the borrowing rules will be followed at runtime, even though the</w:t>
      </w:r>
      <w:r w:rsidR="00E22CA3">
        <w:rPr>
          <w:lang w:eastAsia="en-GB"/>
        </w:rPr>
        <w:t xml:space="preserve"> </w:t>
      </w:r>
      <w:r w:rsidRPr="009B49FF">
        <w:rPr>
          <w:lang w:eastAsia="en-GB"/>
        </w:rPr>
        <w:t xml:space="preserve">compiler can’t guarantee that. The </w:t>
      </w:r>
      <w:r w:rsidRPr="009A664F">
        <w:rPr>
          <w:rStyle w:val="Literal"/>
        </w:rPr>
        <w:t>unsafe</w:t>
      </w:r>
      <w:r w:rsidRPr="009B49FF">
        <w:rPr>
          <w:lang w:eastAsia="en-GB"/>
        </w:rPr>
        <w:t xml:space="preserve"> code involved is then wrapped in a</w:t>
      </w:r>
      <w:r w:rsidR="00E22CA3">
        <w:rPr>
          <w:lang w:eastAsia="en-GB"/>
        </w:rPr>
        <w:t xml:space="preserve"> </w:t>
      </w:r>
      <w:r w:rsidRPr="009B49FF">
        <w:rPr>
          <w:lang w:eastAsia="en-GB"/>
        </w:rPr>
        <w:t>safe API, and the outer type is still immutable.</w:t>
      </w:r>
    </w:p>
    <w:p w14:paraId="520A460B" w14:textId="7277FC33" w:rsidR="009B49FF" w:rsidRPr="009B49FF" w:rsidRDefault="009B49FF" w:rsidP="009A664F">
      <w:pPr>
        <w:pStyle w:val="Body"/>
        <w:rPr>
          <w:lang w:eastAsia="en-GB"/>
        </w:rPr>
      </w:pPr>
      <w:r w:rsidRPr="009B49FF">
        <w:rPr>
          <w:lang w:eastAsia="en-GB"/>
        </w:rPr>
        <w:t xml:space="preserve">Let’s explore this concept by looking at the </w:t>
      </w:r>
      <w:r w:rsidRPr="009A664F">
        <w:rPr>
          <w:rStyle w:val="Literal"/>
        </w:rPr>
        <w:t>RefCell&lt;T&gt;</w:t>
      </w:r>
      <w:r w:rsidRPr="009B49FF">
        <w:rPr>
          <w:lang w:eastAsia="en-GB"/>
        </w:rPr>
        <w:t xml:space="preserve"> type that follows the</w:t>
      </w:r>
      <w:r w:rsidR="00E22CA3">
        <w:rPr>
          <w:lang w:eastAsia="en-GB"/>
        </w:rPr>
        <w:t xml:space="preserve"> </w:t>
      </w:r>
      <w:r w:rsidRPr="009B49FF">
        <w:rPr>
          <w:lang w:eastAsia="en-GB"/>
        </w:rPr>
        <w:t>interior mutability pattern.</w:t>
      </w:r>
    </w:p>
    <w:p w14:paraId="6F2DEB5C" w14:textId="77777777" w:rsidR="009B49FF" w:rsidRPr="009B49FF" w:rsidRDefault="009B49FF" w:rsidP="00E22CA3">
      <w:pPr>
        <w:pStyle w:val="HeadB"/>
        <w:rPr>
          <w:lang w:eastAsia="en-GB"/>
        </w:rPr>
      </w:pPr>
      <w:bookmarkStart w:id="452" w:name="enforcing-borrowing-rules-at-runtime-wit"/>
      <w:bookmarkStart w:id="453" w:name="_Toc106892318"/>
      <w:bookmarkEnd w:id="452"/>
      <w:r w:rsidRPr="00E22CA3">
        <w:lastRenderedPageBreak/>
        <w:t xml:space="preserve">Enforcing Borrowing Rules at Runtime with </w:t>
      </w:r>
      <w:r w:rsidRPr="009A664F">
        <w:t>RefCell&lt;T&gt;</w:t>
      </w:r>
      <w:bookmarkEnd w:id="453"/>
    </w:p>
    <w:p w14:paraId="4FAB20AE" w14:textId="2651DE9D" w:rsidR="009B49FF" w:rsidRPr="009B49FF" w:rsidRDefault="009B49FF" w:rsidP="009A664F">
      <w:pPr>
        <w:pStyle w:val="Body"/>
        <w:rPr>
          <w:lang w:eastAsia="en-GB"/>
        </w:rPr>
      </w:pPr>
      <w:r w:rsidRPr="009A664F">
        <w:t xml:space="preserve">Unlike </w:t>
      </w:r>
      <w:r w:rsidRPr="009A664F">
        <w:rPr>
          <w:rStyle w:val="Literal"/>
        </w:rPr>
        <w:t>Rc&lt;T&gt;</w:t>
      </w:r>
      <w:r w:rsidRPr="009A664F">
        <w:t xml:space="preserve">, the </w:t>
      </w:r>
      <w:r w:rsidRPr="009A664F">
        <w:rPr>
          <w:rStyle w:val="Literal"/>
        </w:rPr>
        <w:t>RefCell&lt;T&gt;</w:t>
      </w:r>
      <w:r w:rsidRPr="009A664F">
        <w:t xml:space="preserve"> type represents single ownership over the data</w:t>
      </w:r>
      <w:r w:rsidR="00E22CA3" w:rsidRPr="009A664F">
        <w:t xml:space="preserve"> </w:t>
      </w:r>
      <w:r w:rsidRPr="009A664F">
        <w:t>it holds. So</w:t>
      </w:r>
      <w:del w:id="454" w:author="Audrey Doyle" w:date="2022-08-04T15:02:00Z">
        <w:r w:rsidRPr="009A664F" w:rsidDel="00F26840">
          <w:delText>,</w:delText>
        </w:r>
      </w:del>
      <w:r w:rsidRPr="009A664F">
        <w:t xml:space="preserve"> what makes </w:t>
      </w:r>
      <w:r w:rsidRPr="009A664F">
        <w:rPr>
          <w:rStyle w:val="Literal"/>
        </w:rPr>
        <w:t>RefCell&lt;T&gt;</w:t>
      </w:r>
      <w:r w:rsidRPr="009A664F">
        <w:t xml:space="preserve"> different from a type like </w:t>
      </w:r>
      <w:r w:rsidRPr="009A664F">
        <w:rPr>
          <w:rStyle w:val="Literal"/>
        </w:rPr>
        <w:t>Box&lt;T&gt;</w:t>
      </w:r>
      <w:r w:rsidRPr="009B49FF">
        <w:rPr>
          <w:lang w:eastAsia="en-GB"/>
        </w:rPr>
        <w:t>?</w:t>
      </w:r>
      <w:r w:rsidR="00E22CA3">
        <w:rPr>
          <w:lang w:eastAsia="en-GB"/>
        </w:rPr>
        <w:t xml:space="preserve"> </w:t>
      </w:r>
      <w:r w:rsidRPr="009B49FF">
        <w:rPr>
          <w:lang w:eastAsia="en-GB"/>
        </w:rPr>
        <w:t xml:space="preserve">Recall the borrowing rules you learned in </w:t>
      </w:r>
      <w:r w:rsidRPr="00C70494">
        <w:rPr>
          <w:rStyle w:val="Xref"/>
        </w:rPr>
        <w:t>Chapter 4</w:t>
      </w:r>
      <w:r w:rsidRPr="009B49FF">
        <w:rPr>
          <w:lang w:eastAsia="en-GB"/>
        </w:rPr>
        <w:t>:</w:t>
      </w:r>
    </w:p>
    <w:p w14:paraId="7311A194" w14:textId="60EA503E" w:rsidR="009B49FF" w:rsidRPr="009B49FF" w:rsidRDefault="009B49FF" w:rsidP="0004158C">
      <w:pPr>
        <w:pStyle w:val="ListBullet"/>
        <w:rPr>
          <w:lang w:eastAsia="en-GB"/>
        </w:rPr>
      </w:pPr>
      <w:r w:rsidRPr="009B49FF">
        <w:rPr>
          <w:lang w:eastAsia="en-GB"/>
        </w:rPr>
        <w:t xml:space="preserve">At any given time, you can have </w:t>
      </w:r>
      <w:r w:rsidRPr="009A664F">
        <w:rPr>
          <w:rStyle w:val="Italic"/>
        </w:rPr>
        <w:t>either</w:t>
      </w:r>
      <w:r w:rsidRPr="009B49FF">
        <w:rPr>
          <w:lang w:eastAsia="en-GB"/>
        </w:rPr>
        <w:t xml:space="preserve"> </w:t>
      </w:r>
      <w:del w:id="455" w:author="Audrey Doyle" w:date="2022-08-04T16:03:00Z">
        <w:r w:rsidRPr="009B49FF" w:rsidDel="00000AA7">
          <w:rPr>
            <w:lang w:eastAsia="en-GB"/>
          </w:rPr>
          <w:delText xml:space="preserve">(but not both) </w:delText>
        </w:r>
      </w:del>
      <w:r w:rsidRPr="009B49FF">
        <w:rPr>
          <w:lang w:eastAsia="en-GB"/>
        </w:rPr>
        <w:t>one mutable reference</w:t>
      </w:r>
      <w:r w:rsidR="00E22CA3">
        <w:rPr>
          <w:lang w:eastAsia="en-GB"/>
        </w:rPr>
        <w:t xml:space="preserve"> </w:t>
      </w:r>
      <w:r w:rsidRPr="009B49FF">
        <w:rPr>
          <w:lang w:eastAsia="en-GB"/>
        </w:rPr>
        <w:t>or any number of immutable references</w:t>
      </w:r>
      <w:ins w:id="456" w:author="Audrey Doyle" w:date="2022-08-04T16:03:00Z">
        <w:r w:rsidR="00000AA7">
          <w:rPr>
            <w:lang w:eastAsia="en-GB"/>
          </w:rPr>
          <w:t xml:space="preserve"> </w:t>
        </w:r>
        <w:r w:rsidR="00000AA7" w:rsidRPr="00000AA7">
          <w:rPr>
            <w:lang w:eastAsia="en-GB"/>
          </w:rPr>
          <w:t>(but not both)</w:t>
        </w:r>
      </w:ins>
      <w:r w:rsidRPr="009B49FF">
        <w:rPr>
          <w:lang w:eastAsia="en-GB"/>
        </w:rPr>
        <w:t>.</w:t>
      </w:r>
    </w:p>
    <w:p w14:paraId="067099F7" w14:textId="77777777" w:rsidR="009B49FF" w:rsidRPr="009B49FF" w:rsidRDefault="009B49FF" w:rsidP="0004158C">
      <w:pPr>
        <w:pStyle w:val="ListBullet"/>
        <w:rPr>
          <w:lang w:eastAsia="en-GB"/>
        </w:rPr>
      </w:pPr>
      <w:r w:rsidRPr="009B49FF">
        <w:rPr>
          <w:lang w:eastAsia="en-GB"/>
        </w:rPr>
        <w:t>References must always be valid.</w:t>
      </w:r>
    </w:p>
    <w:p w14:paraId="28CF3B20" w14:textId="40810FB1" w:rsidR="009B49FF" w:rsidRPr="009B49FF" w:rsidRDefault="009B49FF" w:rsidP="009A664F">
      <w:pPr>
        <w:pStyle w:val="Body"/>
        <w:rPr>
          <w:lang w:eastAsia="en-GB"/>
        </w:rPr>
      </w:pPr>
      <w:r w:rsidRPr="009A664F">
        <w:t xml:space="preserve">With references and </w:t>
      </w:r>
      <w:r w:rsidRPr="009A664F">
        <w:rPr>
          <w:rStyle w:val="Literal"/>
        </w:rPr>
        <w:t>Box&lt;T&gt;</w:t>
      </w:r>
      <w:r w:rsidRPr="009A664F">
        <w:t>, the borrowing rules’ invariants are enforced at</w:t>
      </w:r>
      <w:r w:rsidR="00E22CA3" w:rsidRPr="009A664F">
        <w:t xml:space="preserve"> </w:t>
      </w:r>
      <w:r w:rsidRPr="009A664F">
        <w:t xml:space="preserve">compile time. With </w:t>
      </w:r>
      <w:r w:rsidRPr="009A664F">
        <w:rPr>
          <w:rStyle w:val="Literal"/>
        </w:rPr>
        <w:t>RefCell&lt;T&gt;</w:t>
      </w:r>
      <w:r w:rsidRPr="009A664F">
        <w:t xml:space="preserve">, these invariants are enforced </w:t>
      </w:r>
      <w:r w:rsidRPr="009A664F">
        <w:rPr>
          <w:rStyle w:val="Italic"/>
        </w:rPr>
        <w:t>at runtime</w:t>
      </w:r>
      <w:r w:rsidRPr="009A664F">
        <w:t>.</w:t>
      </w:r>
      <w:r w:rsidR="00E22CA3" w:rsidRPr="009A664F">
        <w:t xml:space="preserve"> </w:t>
      </w:r>
      <w:r w:rsidRPr="009A664F">
        <w:t>With references, if you break these rules, you’ll get a compiler error. With</w:t>
      </w:r>
      <w:r w:rsidR="00E22CA3" w:rsidRPr="009A664F">
        <w:t xml:space="preserve"> </w:t>
      </w:r>
      <w:r w:rsidRPr="009A664F">
        <w:rPr>
          <w:rStyle w:val="Literal"/>
        </w:rPr>
        <w:t>RefCell&lt;T&gt;</w:t>
      </w:r>
      <w:r w:rsidRPr="009B49FF">
        <w:rPr>
          <w:lang w:eastAsia="en-GB"/>
        </w:rPr>
        <w:t>, if you break these rules, your program will panic and exit.</w:t>
      </w:r>
    </w:p>
    <w:p w14:paraId="311BFC6A" w14:textId="12B67707" w:rsidR="009B49FF" w:rsidRPr="009B49FF" w:rsidRDefault="009B49FF" w:rsidP="009A664F">
      <w:pPr>
        <w:pStyle w:val="Body"/>
        <w:rPr>
          <w:lang w:eastAsia="en-GB"/>
        </w:rPr>
      </w:pPr>
      <w:r w:rsidRPr="009B49FF">
        <w:rPr>
          <w:lang w:eastAsia="en-GB"/>
        </w:rPr>
        <w:t>The advantages of checking the borrowing rules at compile time are that errors</w:t>
      </w:r>
      <w:r w:rsidR="00E22CA3">
        <w:rPr>
          <w:lang w:eastAsia="en-GB"/>
        </w:rPr>
        <w:t xml:space="preserve"> </w:t>
      </w:r>
      <w:r w:rsidRPr="009B49FF">
        <w:rPr>
          <w:lang w:eastAsia="en-GB"/>
        </w:rPr>
        <w:t>will be caught sooner in the development process, and there is no impact on</w:t>
      </w:r>
      <w:r w:rsidR="00E22CA3">
        <w:rPr>
          <w:lang w:eastAsia="en-GB"/>
        </w:rPr>
        <w:t xml:space="preserve"> </w:t>
      </w:r>
      <w:r w:rsidRPr="009B49FF">
        <w:rPr>
          <w:lang w:eastAsia="en-GB"/>
        </w:rPr>
        <w:t>runtime performance because all the analysis is completed beforehand. For those</w:t>
      </w:r>
      <w:r w:rsidR="00E22CA3">
        <w:rPr>
          <w:lang w:eastAsia="en-GB"/>
        </w:rPr>
        <w:t xml:space="preserve"> </w:t>
      </w:r>
      <w:r w:rsidRPr="009B49FF">
        <w:rPr>
          <w:lang w:eastAsia="en-GB"/>
        </w:rPr>
        <w:t>reasons, checking the borrowing rules at compile time is the best choice in the</w:t>
      </w:r>
      <w:r w:rsidR="00E22CA3">
        <w:rPr>
          <w:lang w:eastAsia="en-GB"/>
        </w:rPr>
        <w:t xml:space="preserve"> </w:t>
      </w:r>
      <w:r w:rsidRPr="009B49FF">
        <w:rPr>
          <w:lang w:eastAsia="en-GB"/>
        </w:rPr>
        <w:t>majority of cases, which is why this is Rust’s default.</w:t>
      </w:r>
    </w:p>
    <w:p w14:paraId="19AF346B" w14:textId="3BA63C13" w:rsidR="009B49FF" w:rsidRPr="009B49FF" w:rsidRDefault="009B49FF" w:rsidP="009A664F">
      <w:pPr>
        <w:pStyle w:val="Body"/>
        <w:rPr>
          <w:lang w:eastAsia="en-GB"/>
        </w:rPr>
      </w:pPr>
      <w:r w:rsidRPr="009B49FF">
        <w:rPr>
          <w:lang w:eastAsia="en-GB"/>
        </w:rPr>
        <w:t>The advantage of checking the borrowing rules at runtime instead is that</w:t>
      </w:r>
      <w:r w:rsidR="00E22CA3">
        <w:rPr>
          <w:lang w:eastAsia="en-GB"/>
        </w:rPr>
        <w:t xml:space="preserve"> </w:t>
      </w:r>
      <w:r w:rsidRPr="009B49FF">
        <w:rPr>
          <w:lang w:eastAsia="en-GB"/>
        </w:rPr>
        <w:t>certain memory-safe scenarios are then allowed, where they would’ve been</w:t>
      </w:r>
      <w:r w:rsidR="00E22CA3">
        <w:rPr>
          <w:lang w:eastAsia="en-GB"/>
        </w:rPr>
        <w:t xml:space="preserve"> </w:t>
      </w:r>
      <w:r w:rsidRPr="009B49FF">
        <w:rPr>
          <w:lang w:eastAsia="en-GB"/>
        </w:rPr>
        <w:t>disallowed by the compile-time checks. Static analysis, like the Rust compiler,</w:t>
      </w:r>
      <w:r w:rsidR="00E22CA3">
        <w:rPr>
          <w:lang w:eastAsia="en-GB"/>
        </w:rPr>
        <w:t xml:space="preserve"> </w:t>
      </w:r>
      <w:r w:rsidRPr="009B49FF">
        <w:rPr>
          <w:lang w:eastAsia="en-GB"/>
        </w:rPr>
        <w:t>is inherently conservative. Some properties of code are impossible to detect by</w:t>
      </w:r>
      <w:r w:rsidR="00E22CA3">
        <w:rPr>
          <w:lang w:eastAsia="en-GB"/>
        </w:rPr>
        <w:t xml:space="preserve"> </w:t>
      </w:r>
      <w:r w:rsidRPr="009B49FF">
        <w:rPr>
          <w:lang w:eastAsia="en-GB"/>
        </w:rPr>
        <w:t>analyzing the code: the most famous example is the Halting Problem, which is</w:t>
      </w:r>
      <w:r w:rsidR="00E22CA3">
        <w:rPr>
          <w:lang w:eastAsia="en-GB"/>
        </w:rPr>
        <w:t xml:space="preserve"> </w:t>
      </w:r>
      <w:r w:rsidRPr="009B49FF">
        <w:rPr>
          <w:lang w:eastAsia="en-GB"/>
        </w:rPr>
        <w:t>beyond the scope of this book but is an interesting topic to research.</w:t>
      </w:r>
    </w:p>
    <w:p w14:paraId="717AB267" w14:textId="3EC20312" w:rsidR="009B49FF" w:rsidRPr="009B49FF" w:rsidRDefault="009B49FF" w:rsidP="009A664F">
      <w:pPr>
        <w:pStyle w:val="Body"/>
        <w:rPr>
          <w:lang w:eastAsia="en-GB"/>
        </w:rPr>
      </w:pPr>
      <w:r w:rsidRPr="009A664F">
        <w:t>Because some analysis is impossible, if the Rust compiler can’t be sure the</w:t>
      </w:r>
      <w:r w:rsidR="00E22CA3" w:rsidRPr="009A664F">
        <w:t xml:space="preserve"> </w:t>
      </w:r>
      <w:r w:rsidRPr="009A664F">
        <w:t>code complies with the ownership rules, it might reject a correct program; in</w:t>
      </w:r>
      <w:r w:rsidR="00E22CA3" w:rsidRPr="009A664F">
        <w:t xml:space="preserve"> </w:t>
      </w:r>
      <w:r w:rsidRPr="009A664F">
        <w:t>this way, it’s conservative. If Rust accepted an incorrect program, users</w:t>
      </w:r>
      <w:r w:rsidR="00E22CA3" w:rsidRPr="009A664F">
        <w:t xml:space="preserve"> </w:t>
      </w:r>
      <w:r w:rsidRPr="009A664F">
        <w:t>wouldn’t be able to trust in the guarantees Rust makes. However, if Rust</w:t>
      </w:r>
      <w:r w:rsidR="00E22CA3" w:rsidRPr="009A664F">
        <w:t xml:space="preserve"> </w:t>
      </w:r>
      <w:r w:rsidRPr="009A664F">
        <w:t>rejects a correct program, the programmer will be inconvenienced, but nothing</w:t>
      </w:r>
      <w:r w:rsidR="00E22CA3" w:rsidRPr="009A664F">
        <w:t xml:space="preserve"> </w:t>
      </w:r>
      <w:r w:rsidRPr="009A664F">
        <w:t xml:space="preserve">catastrophic can occur. The </w:t>
      </w:r>
      <w:r w:rsidRPr="009A664F">
        <w:rPr>
          <w:rStyle w:val="Literal"/>
        </w:rPr>
        <w:t>RefCell&lt;T&gt;</w:t>
      </w:r>
      <w:r w:rsidRPr="009B49FF">
        <w:rPr>
          <w:lang w:eastAsia="en-GB"/>
        </w:rPr>
        <w:t xml:space="preserve"> type is useful when you’re sure your</w:t>
      </w:r>
      <w:r w:rsidR="00E22CA3">
        <w:rPr>
          <w:lang w:eastAsia="en-GB"/>
        </w:rPr>
        <w:t xml:space="preserve"> </w:t>
      </w:r>
      <w:r w:rsidRPr="009B49FF">
        <w:rPr>
          <w:lang w:eastAsia="en-GB"/>
        </w:rPr>
        <w:t>code follows the borrowing rules but the compiler is unable to understand and</w:t>
      </w:r>
      <w:r w:rsidR="00E22CA3">
        <w:rPr>
          <w:lang w:eastAsia="en-GB"/>
        </w:rPr>
        <w:t xml:space="preserve"> </w:t>
      </w:r>
      <w:r w:rsidRPr="009B49FF">
        <w:rPr>
          <w:lang w:eastAsia="en-GB"/>
        </w:rPr>
        <w:t>guarantee that.</w:t>
      </w:r>
    </w:p>
    <w:p w14:paraId="0B1B08D7" w14:textId="0FE6734D" w:rsidR="009B49FF" w:rsidRPr="009B49FF" w:rsidRDefault="009B49FF" w:rsidP="009A664F">
      <w:pPr>
        <w:pStyle w:val="Body"/>
        <w:rPr>
          <w:lang w:eastAsia="en-GB"/>
        </w:rPr>
      </w:pPr>
      <w:r w:rsidRPr="009B49FF">
        <w:rPr>
          <w:lang w:eastAsia="en-GB"/>
        </w:rPr>
        <w:t xml:space="preserve">Similar to </w:t>
      </w:r>
      <w:r w:rsidRPr="009A664F">
        <w:rPr>
          <w:rStyle w:val="Literal"/>
        </w:rPr>
        <w:t>Rc&lt;T&gt;</w:t>
      </w:r>
      <w:r w:rsidRPr="009A664F">
        <w:t xml:space="preserve">, </w:t>
      </w:r>
      <w:r w:rsidRPr="009A664F">
        <w:rPr>
          <w:rStyle w:val="Literal"/>
        </w:rPr>
        <w:t>RefCell&lt;T&gt;</w:t>
      </w:r>
      <w:r w:rsidRPr="009A664F">
        <w:t xml:space="preserve"> is only for use in single-threaded scenarios</w:t>
      </w:r>
      <w:r w:rsidR="00E22CA3" w:rsidRPr="009A664F">
        <w:t xml:space="preserve"> </w:t>
      </w:r>
      <w:r w:rsidRPr="009A664F">
        <w:t>and will give you a compile-time error if you try using it in a multithreaded</w:t>
      </w:r>
      <w:r w:rsidR="00E22CA3" w:rsidRPr="009A664F">
        <w:t xml:space="preserve"> </w:t>
      </w:r>
      <w:r w:rsidRPr="009A664F">
        <w:t xml:space="preserve">context. We’ll talk about how to get the functionality of </w:t>
      </w:r>
      <w:r w:rsidRPr="009A664F">
        <w:rPr>
          <w:rStyle w:val="Literal"/>
        </w:rPr>
        <w:t>RefCell&lt;T&gt;</w:t>
      </w:r>
      <w:r w:rsidRPr="009B49FF">
        <w:rPr>
          <w:lang w:eastAsia="en-GB"/>
        </w:rPr>
        <w:t xml:space="preserve"> in a</w:t>
      </w:r>
      <w:r w:rsidR="00E22CA3">
        <w:rPr>
          <w:lang w:eastAsia="en-GB"/>
        </w:rPr>
        <w:t xml:space="preserve"> </w:t>
      </w:r>
      <w:r w:rsidRPr="009B49FF">
        <w:rPr>
          <w:lang w:eastAsia="en-GB"/>
        </w:rPr>
        <w:t xml:space="preserve">multithreaded program in </w:t>
      </w:r>
      <w:r w:rsidRPr="00C70494">
        <w:rPr>
          <w:rStyle w:val="Xref"/>
        </w:rPr>
        <w:t>Chapter 16</w:t>
      </w:r>
      <w:r w:rsidRPr="009B49FF">
        <w:rPr>
          <w:lang w:eastAsia="en-GB"/>
        </w:rPr>
        <w:t>.</w:t>
      </w:r>
    </w:p>
    <w:p w14:paraId="272ED77B" w14:textId="77777777" w:rsidR="009B49FF" w:rsidRPr="009B49FF" w:rsidRDefault="009B49FF" w:rsidP="009A664F">
      <w:pPr>
        <w:pStyle w:val="Body"/>
        <w:rPr>
          <w:lang w:eastAsia="en-GB"/>
        </w:rPr>
      </w:pPr>
      <w:r w:rsidRPr="009B49FF">
        <w:rPr>
          <w:lang w:eastAsia="en-GB"/>
        </w:rPr>
        <w:t xml:space="preserve">Here is a recap of the reasons to choose </w:t>
      </w:r>
      <w:r w:rsidRPr="009A664F">
        <w:rPr>
          <w:rStyle w:val="Literal"/>
        </w:rPr>
        <w:t>Box&lt;T&gt;</w:t>
      </w:r>
      <w:r w:rsidRPr="009A664F">
        <w:t xml:space="preserve">, </w:t>
      </w:r>
      <w:r w:rsidRPr="009A664F">
        <w:rPr>
          <w:rStyle w:val="Literal"/>
        </w:rPr>
        <w:t>Rc&lt;T&gt;</w:t>
      </w:r>
      <w:r w:rsidRPr="009A664F">
        <w:t xml:space="preserve">, or </w:t>
      </w:r>
      <w:r w:rsidRPr="009A664F">
        <w:rPr>
          <w:rStyle w:val="Literal"/>
        </w:rPr>
        <w:t>RefCell&lt;T&gt;</w:t>
      </w:r>
      <w:r w:rsidRPr="009B49FF">
        <w:rPr>
          <w:lang w:eastAsia="en-GB"/>
        </w:rPr>
        <w:t>:</w:t>
      </w:r>
    </w:p>
    <w:p w14:paraId="4B0D4613" w14:textId="789D9844" w:rsidR="009B49FF" w:rsidRPr="009B49FF" w:rsidRDefault="009B49FF" w:rsidP="0004158C">
      <w:pPr>
        <w:pStyle w:val="ListBullet"/>
        <w:rPr>
          <w:lang w:eastAsia="en-GB"/>
        </w:rPr>
      </w:pPr>
      <w:r w:rsidRPr="009A664F">
        <w:rPr>
          <w:rStyle w:val="Literal"/>
        </w:rPr>
        <w:t>Rc&lt;T&gt;</w:t>
      </w:r>
      <w:r w:rsidRPr="009A664F">
        <w:t xml:space="preserve"> enables multiple owners of the same data; </w:t>
      </w:r>
      <w:r w:rsidRPr="009A664F">
        <w:rPr>
          <w:rStyle w:val="Literal"/>
        </w:rPr>
        <w:t>Box&lt;T&gt;</w:t>
      </w:r>
      <w:r w:rsidRPr="009A664F">
        <w:t xml:space="preserve"> and </w:t>
      </w:r>
      <w:r w:rsidRPr="009A664F">
        <w:rPr>
          <w:rStyle w:val="Literal"/>
        </w:rPr>
        <w:t>RefCell&lt;T&gt;</w:t>
      </w:r>
      <w:r w:rsidR="00E22CA3">
        <w:rPr>
          <w:lang w:eastAsia="en-GB"/>
        </w:rPr>
        <w:t xml:space="preserve"> </w:t>
      </w:r>
      <w:r w:rsidRPr="009B49FF">
        <w:rPr>
          <w:lang w:eastAsia="en-GB"/>
        </w:rPr>
        <w:t>have single owners.</w:t>
      </w:r>
    </w:p>
    <w:p w14:paraId="5746302D" w14:textId="556515D3" w:rsidR="009B49FF" w:rsidRPr="009B49FF" w:rsidRDefault="009B49FF" w:rsidP="0004158C">
      <w:pPr>
        <w:pStyle w:val="ListBullet"/>
        <w:rPr>
          <w:lang w:eastAsia="en-GB"/>
        </w:rPr>
      </w:pPr>
      <w:r w:rsidRPr="009A664F">
        <w:rPr>
          <w:rStyle w:val="Literal"/>
        </w:rPr>
        <w:t>Box&lt;T&gt;</w:t>
      </w:r>
      <w:r w:rsidRPr="009A664F">
        <w:t xml:space="preserve"> allows immutable or mutable borrows checked at compile time; </w:t>
      </w:r>
      <w:r w:rsidRPr="009A664F">
        <w:rPr>
          <w:rStyle w:val="Literal"/>
        </w:rPr>
        <w:t>Rc&lt;T&gt;</w:t>
      </w:r>
      <w:r w:rsidR="00E22CA3" w:rsidRPr="009A664F">
        <w:t xml:space="preserve"> </w:t>
      </w:r>
      <w:r w:rsidRPr="009A664F">
        <w:t xml:space="preserve">allows only immutable borrows checked at compile time; </w:t>
      </w:r>
      <w:r w:rsidRPr="009A664F">
        <w:rPr>
          <w:rStyle w:val="Literal"/>
        </w:rPr>
        <w:t>RefCell&lt;T&gt;</w:t>
      </w:r>
      <w:r w:rsidRPr="009B49FF">
        <w:rPr>
          <w:lang w:eastAsia="en-GB"/>
        </w:rPr>
        <w:t xml:space="preserve"> allows</w:t>
      </w:r>
      <w:r w:rsidR="00E22CA3">
        <w:rPr>
          <w:lang w:eastAsia="en-GB"/>
        </w:rPr>
        <w:t xml:space="preserve"> </w:t>
      </w:r>
      <w:r w:rsidRPr="009B49FF">
        <w:rPr>
          <w:lang w:eastAsia="en-GB"/>
        </w:rPr>
        <w:t>immutable or mutable borrows checked at runtime.</w:t>
      </w:r>
    </w:p>
    <w:p w14:paraId="3AB3100E" w14:textId="21457EBC" w:rsidR="009B49FF" w:rsidRPr="009B49FF" w:rsidRDefault="009B49FF" w:rsidP="0004158C">
      <w:pPr>
        <w:pStyle w:val="ListBullet"/>
        <w:rPr>
          <w:lang w:eastAsia="en-GB"/>
        </w:rPr>
      </w:pPr>
      <w:r w:rsidRPr="009B49FF">
        <w:rPr>
          <w:lang w:eastAsia="en-GB"/>
        </w:rPr>
        <w:t xml:space="preserve">Because </w:t>
      </w:r>
      <w:r w:rsidRPr="009A664F">
        <w:rPr>
          <w:rStyle w:val="Literal"/>
        </w:rPr>
        <w:t>RefCell&lt;T&gt;</w:t>
      </w:r>
      <w:r w:rsidRPr="009A664F">
        <w:t xml:space="preserve"> allows mutable borrows checked at runtime, you can</w:t>
      </w:r>
      <w:r w:rsidR="00E22CA3" w:rsidRPr="009A664F">
        <w:t xml:space="preserve"> </w:t>
      </w:r>
      <w:r w:rsidRPr="009A664F">
        <w:lastRenderedPageBreak/>
        <w:t xml:space="preserve">mutate the value inside the </w:t>
      </w:r>
      <w:r w:rsidRPr="009A664F">
        <w:rPr>
          <w:rStyle w:val="Literal"/>
        </w:rPr>
        <w:t>RefCell&lt;T&gt;</w:t>
      </w:r>
      <w:r w:rsidRPr="009A664F">
        <w:t xml:space="preserve"> even when the </w:t>
      </w:r>
      <w:r w:rsidRPr="009A664F">
        <w:rPr>
          <w:rStyle w:val="Literal"/>
        </w:rPr>
        <w:t>RefCell&lt;T&gt;</w:t>
      </w:r>
      <w:r w:rsidRPr="009B49FF">
        <w:rPr>
          <w:lang w:eastAsia="en-GB"/>
        </w:rPr>
        <w:t xml:space="preserve"> is</w:t>
      </w:r>
      <w:r w:rsidR="00E22CA3">
        <w:rPr>
          <w:lang w:eastAsia="en-GB"/>
        </w:rPr>
        <w:t xml:space="preserve"> </w:t>
      </w:r>
      <w:r w:rsidRPr="009B49FF">
        <w:rPr>
          <w:lang w:eastAsia="en-GB"/>
        </w:rPr>
        <w:t>immutable.</w:t>
      </w:r>
    </w:p>
    <w:p w14:paraId="027BBD89" w14:textId="36B4DBF4" w:rsidR="009B49FF" w:rsidRPr="009B49FF" w:rsidRDefault="009B49FF" w:rsidP="009A664F">
      <w:pPr>
        <w:pStyle w:val="Body"/>
        <w:rPr>
          <w:lang w:eastAsia="en-GB"/>
        </w:rPr>
      </w:pPr>
      <w:r w:rsidRPr="009B49FF">
        <w:rPr>
          <w:lang w:eastAsia="en-GB"/>
        </w:rPr>
        <w:t xml:space="preserve">Mutating the value inside an immutable value is the </w:t>
      </w:r>
      <w:r w:rsidRPr="009A664F">
        <w:rPr>
          <w:rStyle w:val="Italic"/>
        </w:rPr>
        <w:t>interior mutability</w:t>
      </w:r>
      <w:r w:rsidR="00E22CA3">
        <w:rPr>
          <w:lang w:eastAsia="en-GB"/>
        </w:rPr>
        <w:t xml:space="preserve"> </w:t>
      </w:r>
      <w:r w:rsidRPr="009B49FF">
        <w:rPr>
          <w:lang w:eastAsia="en-GB"/>
        </w:rPr>
        <w:t>pattern. Let’s look at a situation in which interior mutability is useful and</w:t>
      </w:r>
      <w:r w:rsidR="00E22CA3">
        <w:rPr>
          <w:lang w:eastAsia="en-GB"/>
        </w:rPr>
        <w:t xml:space="preserve"> </w:t>
      </w:r>
      <w:r w:rsidRPr="009B49FF">
        <w:rPr>
          <w:lang w:eastAsia="en-GB"/>
        </w:rPr>
        <w:t>examine how it’s possible.</w:t>
      </w:r>
    </w:p>
    <w:p w14:paraId="6022D914" w14:textId="77777777" w:rsidR="009B49FF" w:rsidRPr="009B49FF" w:rsidRDefault="009B49FF" w:rsidP="009A664F">
      <w:pPr>
        <w:pStyle w:val="HeadB"/>
        <w:rPr>
          <w:lang w:eastAsia="en-GB"/>
        </w:rPr>
      </w:pPr>
      <w:bookmarkStart w:id="457" w:name="interior-mutability:-a-mutable-borrow-to"/>
      <w:bookmarkStart w:id="458" w:name="_Toc106892319"/>
      <w:bookmarkEnd w:id="457"/>
      <w:r w:rsidRPr="009B49FF">
        <w:rPr>
          <w:lang w:eastAsia="en-GB"/>
        </w:rPr>
        <w:t>Interior Mutability: A Mutable Borrow to an Immutable Value</w:t>
      </w:r>
      <w:bookmarkEnd w:id="458"/>
    </w:p>
    <w:p w14:paraId="33EEC9D5" w14:textId="2D787825" w:rsidR="009B49FF" w:rsidRPr="009B49FF" w:rsidRDefault="009B49FF" w:rsidP="009A664F">
      <w:pPr>
        <w:pStyle w:val="Body"/>
        <w:rPr>
          <w:lang w:eastAsia="en-GB"/>
        </w:rPr>
      </w:pPr>
      <w:r w:rsidRPr="009B49FF">
        <w:rPr>
          <w:lang w:eastAsia="en-GB"/>
        </w:rPr>
        <w:t>A consequence of the borrowing rules is that when you have an immutable value,</w:t>
      </w:r>
      <w:r w:rsidR="00E22CA3">
        <w:rPr>
          <w:lang w:eastAsia="en-GB"/>
        </w:rPr>
        <w:t xml:space="preserve"> </w:t>
      </w:r>
      <w:r w:rsidRPr="009B49FF">
        <w:rPr>
          <w:lang w:eastAsia="en-GB"/>
        </w:rPr>
        <w:t>you can’t borrow it mutably. For example, this code won’t compile:</w:t>
      </w:r>
    </w:p>
    <w:p w14:paraId="14046E00" w14:textId="77777777" w:rsidR="008D5794" w:rsidRPr="009B49FF" w:rsidRDefault="008D5794" w:rsidP="008D5794">
      <w:pPr>
        <w:pStyle w:val="CodeLabel"/>
        <w:rPr>
          <w:ins w:id="459" w:author="Carol Nichols" w:date="2022-08-24T22:23:00Z"/>
          <w:lang w:eastAsia="en-GB"/>
        </w:rPr>
      </w:pPr>
      <w:ins w:id="460" w:author="Carol Nichols" w:date="2022-08-24T22:23:00Z">
        <w:r w:rsidRPr="009B49FF">
          <w:rPr>
            <w:lang w:eastAsia="en-GB"/>
          </w:rPr>
          <w:t>src/main.rs</w:t>
        </w:r>
      </w:ins>
    </w:p>
    <w:p w14:paraId="6AC1BAA1" w14:textId="77777777" w:rsidR="009B49FF" w:rsidRPr="009A664F" w:rsidRDefault="009B49FF" w:rsidP="009A664F">
      <w:pPr>
        <w:pStyle w:val="Code"/>
      </w:pPr>
      <w:r w:rsidRPr="009A664F">
        <w:t>fn main() {</w:t>
      </w:r>
    </w:p>
    <w:p w14:paraId="2521B2EB" w14:textId="77777777" w:rsidR="009B49FF" w:rsidRPr="009A664F" w:rsidRDefault="009B49FF" w:rsidP="009A664F">
      <w:pPr>
        <w:pStyle w:val="Code"/>
      </w:pPr>
      <w:r w:rsidRPr="009A664F">
        <w:t xml:space="preserve">    let x = 5;</w:t>
      </w:r>
    </w:p>
    <w:p w14:paraId="18D9A196" w14:textId="77777777" w:rsidR="009B49FF" w:rsidRPr="009A664F" w:rsidRDefault="009B49FF" w:rsidP="009A664F">
      <w:pPr>
        <w:pStyle w:val="Code"/>
      </w:pPr>
      <w:r w:rsidRPr="009A664F">
        <w:t xml:space="preserve">    let y = &amp;mut x;</w:t>
      </w:r>
    </w:p>
    <w:p w14:paraId="7018C484" w14:textId="77777777" w:rsidR="009B49FF" w:rsidRPr="009A664F" w:rsidRDefault="009B49FF" w:rsidP="009A664F">
      <w:pPr>
        <w:pStyle w:val="Code"/>
      </w:pPr>
      <w:r w:rsidRPr="009A664F">
        <w:t>}</w:t>
      </w:r>
    </w:p>
    <w:p w14:paraId="0137F1AB" w14:textId="77777777" w:rsidR="009B49FF" w:rsidRPr="009B49FF" w:rsidRDefault="009B49FF" w:rsidP="009A664F">
      <w:pPr>
        <w:pStyle w:val="Body"/>
        <w:rPr>
          <w:lang w:eastAsia="en-GB"/>
        </w:rPr>
      </w:pPr>
      <w:r w:rsidRPr="009B49FF">
        <w:rPr>
          <w:lang w:eastAsia="en-GB"/>
        </w:rPr>
        <w:t>If you tried to compile this code, you’d get the following error:</w:t>
      </w:r>
    </w:p>
    <w:p w14:paraId="7E8B2231" w14:textId="77777777" w:rsidR="00535998" w:rsidRDefault="009B49FF" w:rsidP="009A664F">
      <w:pPr>
        <w:pStyle w:val="Code"/>
      </w:pPr>
      <w:r w:rsidRPr="009A664F">
        <w:t>error[E0596]: cannot borrow `x` as mutable, as it is not declared</w:t>
      </w:r>
      <w:del w:id="461" w:author="Carol Nichols" w:date="2022-08-24T22:23:00Z">
        <w:r w:rsidRPr="009A664F" w:rsidDel="008D5794">
          <w:delText xml:space="preserve"> </w:delText>
        </w:r>
      </w:del>
    </w:p>
    <w:p w14:paraId="5A3EEE62" w14:textId="07A5CBE1" w:rsidR="009B49FF" w:rsidRPr="009A664F" w:rsidRDefault="009B49FF" w:rsidP="009A664F">
      <w:pPr>
        <w:pStyle w:val="Code"/>
      </w:pPr>
      <w:r w:rsidRPr="009A664F">
        <w:t>as mutable</w:t>
      </w:r>
    </w:p>
    <w:p w14:paraId="3B4C0776" w14:textId="77777777" w:rsidR="009B49FF" w:rsidRPr="009A664F" w:rsidRDefault="009B49FF" w:rsidP="009A664F">
      <w:pPr>
        <w:pStyle w:val="Code"/>
      </w:pPr>
      <w:r w:rsidRPr="009A664F">
        <w:t xml:space="preserve"> --&gt; src/main.rs:3:13</w:t>
      </w:r>
    </w:p>
    <w:p w14:paraId="6EC70159" w14:textId="77777777" w:rsidR="009B49FF" w:rsidRPr="009A664F" w:rsidRDefault="009B49FF" w:rsidP="009A664F">
      <w:pPr>
        <w:pStyle w:val="Code"/>
      </w:pPr>
      <w:r w:rsidRPr="009A664F">
        <w:t xml:space="preserve">  |</w:t>
      </w:r>
    </w:p>
    <w:p w14:paraId="638B981C" w14:textId="77777777" w:rsidR="009B49FF" w:rsidRPr="009A664F" w:rsidRDefault="009B49FF" w:rsidP="009A664F">
      <w:pPr>
        <w:pStyle w:val="Code"/>
      </w:pPr>
      <w:r w:rsidRPr="009A664F">
        <w:t>2 |     let x = 5;</w:t>
      </w:r>
    </w:p>
    <w:p w14:paraId="7D574FD9" w14:textId="77777777" w:rsidR="009B49FF" w:rsidRPr="009A664F" w:rsidRDefault="009B49FF" w:rsidP="009A664F">
      <w:pPr>
        <w:pStyle w:val="Code"/>
      </w:pPr>
      <w:r w:rsidRPr="009A664F">
        <w:t xml:space="preserve">  |         - help: consider changing this to be mutable: `mut x`</w:t>
      </w:r>
    </w:p>
    <w:p w14:paraId="199F2455" w14:textId="77777777" w:rsidR="009B49FF" w:rsidRPr="009A664F" w:rsidRDefault="009B49FF" w:rsidP="009A664F">
      <w:pPr>
        <w:pStyle w:val="Code"/>
      </w:pPr>
      <w:r w:rsidRPr="009A664F">
        <w:t>3 |     let y = &amp;mut x;</w:t>
      </w:r>
    </w:p>
    <w:p w14:paraId="094184F5" w14:textId="77777777" w:rsidR="009B49FF" w:rsidRPr="009A664F" w:rsidRDefault="009B49FF" w:rsidP="009A664F">
      <w:pPr>
        <w:pStyle w:val="Code"/>
      </w:pPr>
      <w:r w:rsidRPr="009A664F">
        <w:t xml:space="preserve">  |             ^^^^^^ cannot borrow as mutable</w:t>
      </w:r>
    </w:p>
    <w:p w14:paraId="319667B2" w14:textId="66E320CE" w:rsidR="009B49FF" w:rsidRPr="009B49FF" w:rsidRDefault="009B49FF" w:rsidP="009A664F">
      <w:pPr>
        <w:pStyle w:val="Body"/>
        <w:rPr>
          <w:lang w:eastAsia="en-GB"/>
        </w:rPr>
      </w:pPr>
      <w:r w:rsidRPr="009A664F">
        <w:t>However, there are situations in which it would be useful for a value to mutate</w:t>
      </w:r>
      <w:r w:rsidR="00E22CA3" w:rsidRPr="009A664F">
        <w:t xml:space="preserve"> </w:t>
      </w:r>
      <w:r w:rsidRPr="009A664F">
        <w:t>itself in its methods but appear immutable to other code. Code outside the</w:t>
      </w:r>
      <w:r w:rsidR="00E22CA3" w:rsidRPr="009A664F">
        <w:t xml:space="preserve"> </w:t>
      </w:r>
      <w:r w:rsidRPr="009A664F">
        <w:t xml:space="preserve">value’s methods would not be able to mutate the value. Using </w:t>
      </w:r>
      <w:r w:rsidRPr="009A664F">
        <w:rPr>
          <w:rStyle w:val="Literal"/>
        </w:rPr>
        <w:t>RefCell&lt;T&gt;</w:t>
      </w:r>
      <w:r w:rsidRPr="009A664F">
        <w:t xml:space="preserve"> is</w:t>
      </w:r>
      <w:r w:rsidR="00E22CA3" w:rsidRPr="009A664F">
        <w:t xml:space="preserve"> </w:t>
      </w:r>
      <w:r w:rsidRPr="009A664F">
        <w:t xml:space="preserve">one way to get the ability to have interior mutability, but </w:t>
      </w:r>
      <w:r w:rsidRPr="009A664F">
        <w:rPr>
          <w:rStyle w:val="Literal"/>
        </w:rPr>
        <w:t>RefCell&lt;T&gt;</w:t>
      </w:r>
      <w:r w:rsidR="00E22CA3" w:rsidRPr="009A664F">
        <w:t xml:space="preserve"> </w:t>
      </w:r>
      <w:r w:rsidRPr="009A664F">
        <w:t>doesn’t get around the borrowing rules completely: the borrow checker in the</w:t>
      </w:r>
      <w:r w:rsidR="00E22CA3" w:rsidRPr="009A664F">
        <w:t xml:space="preserve"> </w:t>
      </w:r>
      <w:r w:rsidRPr="009A664F">
        <w:t>compiler allows this interior mutability, and the borrowing rules are checked</w:t>
      </w:r>
      <w:r w:rsidR="00E22CA3" w:rsidRPr="009A664F">
        <w:t xml:space="preserve"> </w:t>
      </w:r>
      <w:r w:rsidRPr="009A664F">
        <w:t xml:space="preserve">at runtime instead. If you violate the rules, you’ll get a </w:t>
      </w:r>
      <w:r w:rsidRPr="009A664F">
        <w:rPr>
          <w:rStyle w:val="Literal"/>
        </w:rPr>
        <w:t>panic!</w:t>
      </w:r>
      <w:r w:rsidRPr="009B49FF">
        <w:rPr>
          <w:lang w:eastAsia="en-GB"/>
        </w:rPr>
        <w:t xml:space="preserve"> instead of</w:t>
      </w:r>
      <w:r w:rsidR="00E22CA3">
        <w:rPr>
          <w:lang w:eastAsia="en-GB"/>
        </w:rPr>
        <w:t xml:space="preserve"> </w:t>
      </w:r>
      <w:r w:rsidRPr="009B49FF">
        <w:rPr>
          <w:lang w:eastAsia="en-GB"/>
        </w:rPr>
        <w:t>a compiler error.</w:t>
      </w:r>
    </w:p>
    <w:p w14:paraId="7214F672" w14:textId="50E1D8C6" w:rsidR="009B49FF" w:rsidRPr="009B49FF" w:rsidRDefault="009B49FF" w:rsidP="009A664F">
      <w:pPr>
        <w:pStyle w:val="Body"/>
        <w:rPr>
          <w:lang w:eastAsia="en-GB"/>
        </w:rPr>
      </w:pPr>
      <w:r w:rsidRPr="009B49FF">
        <w:rPr>
          <w:lang w:eastAsia="en-GB"/>
        </w:rPr>
        <w:t xml:space="preserve">Let’s work through a practical example where we can use </w:t>
      </w:r>
      <w:r w:rsidRPr="009A664F">
        <w:rPr>
          <w:rStyle w:val="Literal"/>
        </w:rPr>
        <w:t>RefCell&lt;T&gt;</w:t>
      </w:r>
      <w:r w:rsidRPr="009B49FF">
        <w:rPr>
          <w:lang w:eastAsia="en-GB"/>
        </w:rPr>
        <w:t xml:space="preserve"> to mutate</w:t>
      </w:r>
      <w:r w:rsidR="00E22CA3">
        <w:rPr>
          <w:lang w:eastAsia="en-GB"/>
        </w:rPr>
        <w:t xml:space="preserve"> </w:t>
      </w:r>
      <w:r w:rsidRPr="009B49FF">
        <w:rPr>
          <w:lang w:eastAsia="en-GB"/>
        </w:rPr>
        <w:t>an immutable value and see why that is useful.</w:t>
      </w:r>
    </w:p>
    <w:bookmarkStart w:id="462" w:name="a-use-case-for-interior-mutability:-mock"/>
    <w:bookmarkStart w:id="463" w:name="_Toc106892320"/>
    <w:bookmarkEnd w:id="462"/>
    <w:p w14:paraId="293F6B00" w14:textId="6DEAFB12" w:rsidR="009B49FF" w:rsidRPr="009B49FF" w:rsidRDefault="007138D0" w:rsidP="009A664F">
      <w:pPr>
        <w:pStyle w:val="HeadC"/>
        <w:rPr>
          <w:lang w:eastAsia="en-GB"/>
        </w:rPr>
      </w:pPr>
      <w:ins w:id="464" w:author="Carol Nichols" w:date="2022-08-25T21:57:00Z">
        <w:r>
          <w:rPr>
            <w:lang w:eastAsia="en-GB"/>
          </w:rPr>
          <w:fldChar w:fldCharType="begin"/>
        </w:r>
        <w:r>
          <w:instrText xml:space="preserve"> XE "mock object start</w:instrText>
        </w:r>
        <w:r w:rsidRPr="00BE574B">
          <w:instrText>Range</w:instrText>
        </w:r>
        <w:r>
          <w:instrText xml:space="preserve">" </w:instrText>
        </w:r>
        <w:r>
          <w:rPr>
            <w:lang w:eastAsia="en-GB"/>
          </w:rPr>
          <w:fldChar w:fldCharType="end"/>
        </w:r>
      </w:ins>
      <w:r w:rsidR="009B49FF" w:rsidRPr="009B49FF">
        <w:rPr>
          <w:lang w:eastAsia="en-GB"/>
        </w:rPr>
        <w:t>A Use Case for Interior Mutability: Mock Objects</w:t>
      </w:r>
      <w:bookmarkEnd w:id="463"/>
    </w:p>
    <w:p w14:paraId="00F8B4F2" w14:textId="2A843D5D" w:rsidR="009B49FF" w:rsidRPr="009B49FF" w:rsidRDefault="007138D0" w:rsidP="009A664F">
      <w:pPr>
        <w:pStyle w:val="Body"/>
        <w:rPr>
          <w:lang w:eastAsia="en-GB"/>
        </w:rPr>
      </w:pPr>
      <w:ins w:id="465" w:author="Carol Nichols" w:date="2022-08-25T21:57:00Z">
        <w:r>
          <w:rPr>
            <w:lang w:eastAsia="en-GB"/>
          </w:rPr>
          <w:fldChar w:fldCharType="begin"/>
        </w:r>
        <w:r>
          <w:instrText xml:space="preserve"> XE "test double start</w:instrText>
        </w:r>
        <w:r w:rsidRPr="00BE574B">
          <w:instrText>Range</w:instrText>
        </w:r>
        <w:r>
          <w:instrText xml:space="preserve">" </w:instrText>
        </w:r>
        <w:r>
          <w:rPr>
            <w:lang w:eastAsia="en-GB"/>
          </w:rPr>
          <w:fldChar w:fldCharType="end"/>
        </w:r>
      </w:ins>
      <w:r w:rsidR="009B49FF" w:rsidRPr="009A664F">
        <w:t>Sometimes during testing a programmer will use a type in place of another type,</w:t>
      </w:r>
      <w:r w:rsidR="00E22CA3" w:rsidRPr="009A664F">
        <w:t xml:space="preserve"> </w:t>
      </w:r>
      <w:r w:rsidR="009B49FF" w:rsidRPr="009A664F">
        <w:t>in order to observe particular behavior and assert</w:t>
      </w:r>
      <w:ins w:id="466" w:author="Audrey Doyle" w:date="2022-08-04T15:06:00Z">
        <w:r w:rsidR="00A23EC8">
          <w:t xml:space="preserve"> that</w:t>
        </w:r>
      </w:ins>
      <w:r w:rsidR="009B49FF" w:rsidRPr="009A664F">
        <w:t xml:space="preserve"> it’s implemented correctly.</w:t>
      </w:r>
      <w:r w:rsidR="00E22CA3" w:rsidRPr="009A664F">
        <w:t xml:space="preserve"> </w:t>
      </w:r>
      <w:r w:rsidR="009B49FF" w:rsidRPr="009A664F">
        <w:t xml:space="preserve">This placeholder type is called a </w:t>
      </w:r>
      <w:r w:rsidR="009B49FF" w:rsidRPr="009A664F">
        <w:rPr>
          <w:rStyle w:val="Italic"/>
        </w:rPr>
        <w:t>test double</w:t>
      </w:r>
      <w:r w:rsidR="009B49FF" w:rsidRPr="009A664F">
        <w:t>. Think of it in the sense of a</w:t>
      </w:r>
      <w:r w:rsidR="00E22CA3" w:rsidRPr="009A664F">
        <w:t xml:space="preserve"> </w:t>
      </w:r>
      <w:del w:id="467" w:author="Audrey Doyle" w:date="2022-08-04T15:06:00Z">
        <w:r w:rsidR="009B49FF" w:rsidRPr="009A664F" w:rsidDel="00A23EC8">
          <w:delText>“</w:delText>
        </w:r>
      </w:del>
      <w:r w:rsidR="009B49FF" w:rsidRPr="009A664F">
        <w:t>stunt double</w:t>
      </w:r>
      <w:del w:id="468" w:author="Audrey Doyle" w:date="2022-08-04T15:06:00Z">
        <w:r w:rsidR="009B49FF" w:rsidRPr="009A664F" w:rsidDel="00A23EC8">
          <w:delText>”</w:delText>
        </w:r>
      </w:del>
      <w:r w:rsidR="009B49FF" w:rsidRPr="009A664F">
        <w:t xml:space="preserve"> in filmmaking, where a person steps in and substitutes for an</w:t>
      </w:r>
      <w:r w:rsidR="00E22CA3" w:rsidRPr="009A664F">
        <w:t xml:space="preserve"> </w:t>
      </w:r>
      <w:r w:rsidR="009B49FF" w:rsidRPr="009A664F">
        <w:t>actor to do a particular</w:t>
      </w:r>
      <w:ins w:id="469" w:author="Audrey Doyle" w:date="2022-08-04T15:06:00Z">
        <w:r w:rsidR="00A23EC8">
          <w:t>ly</w:t>
        </w:r>
      </w:ins>
      <w:r w:rsidR="009B49FF" w:rsidRPr="009A664F">
        <w:t xml:space="preserve"> tricky scene. Test doubles stand in for other types</w:t>
      </w:r>
      <w:r w:rsidR="00E22CA3" w:rsidRPr="009A664F">
        <w:t xml:space="preserve"> </w:t>
      </w:r>
      <w:r w:rsidR="009B49FF" w:rsidRPr="009A664F">
        <w:t xml:space="preserve">when we’re running tests. </w:t>
      </w:r>
      <w:r w:rsidR="009B49FF" w:rsidRPr="009A664F">
        <w:rPr>
          <w:rStyle w:val="Italic"/>
        </w:rPr>
        <w:t>Mock objects</w:t>
      </w:r>
      <w:r w:rsidR="009B49FF" w:rsidRPr="009B49FF">
        <w:rPr>
          <w:lang w:eastAsia="en-GB"/>
        </w:rPr>
        <w:t xml:space="preserve"> are specific types of test doubles</w:t>
      </w:r>
      <w:r w:rsidR="00E22CA3">
        <w:rPr>
          <w:lang w:eastAsia="en-GB"/>
        </w:rPr>
        <w:t xml:space="preserve"> </w:t>
      </w:r>
      <w:r w:rsidR="009B49FF" w:rsidRPr="009B49FF">
        <w:rPr>
          <w:lang w:eastAsia="en-GB"/>
        </w:rPr>
        <w:t>that record what happens during a test so you can assert that the correct</w:t>
      </w:r>
      <w:r w:rsidR="00E22CA3">
        <w:rPr>
          <w:lang w:eastAsia="en-GB"/>
        </w:rPr>
        <w:t xml:space="preserve"> </w:t>
      </w:r>
      <w:r w:rsidR="009B49FF" w:rsidRPr="009B49FF">
        <w:rPr>
          <w:lang w:eastAsia="en-GB"/>
        </w:rPr>
        <w:t>actions took place.</w:t>
      </w:r>
      <w:ins w:id="470" w:author="Carol Nichols" w:date="2022-08-25T21:57:00Z">
        <w:r>
          <w:rPr>
            <w:lang w:eastAsia="en-GB"/>
          </w:rPr>
          <w:fldChar w:fldCharType="begin"/>
        </w:r>
        <w:r>
          <w:instrText xml:space="preserve"> XE "test double end</w:instrText>
        </w:r>
        <w:r w:rsidRPr="00BE574B">
          <w:instrText>Range</w:instrText>
        </w:r>
        <w:r>
          <w:instrText xml:space="preserve">" </w:instrText>
        </w:r>
        <w:r>
          <w:rPr>
            <w:lang w:eastAsia="en-GB"/>
          </w:rPr>
          <w:fldChar w:fldCharType="end"/>
        </w:r>
      </w:ins>
    </w:p>
    <w:p w14:paraId="60426880" w14:textId="64DDB831" w:rsidR="009B49FF" w:rsidRPr="009B49FF" w:rsidRDefault="009B49FF" w:rsidP="009A664F">
      <w:pPr>
        <w:pStyle w:val="Body"/>
        <w:rPr>
          <w:lang w:eastAsia="en-GB"/>
        </w:rPr>
      </w:pPr>
      <w:r w:rsidRPr="009B49FF">
        <w:rPr>
          <w:lang w:eastAsia="en-GB"/>
        </w:rPr>
        <w:lastRenderedPageBreak/>
        <w:t>Rust doesn’t have objects in the same sense as other languages have objects,</w:t>
      </w:r>
      <w:r w:rsidR="00E22CA3">
        <w:rPr>
          <w:lang w:eastAsia="en-GB"/>
        </w:rPr>
        <w:t xml:space="preserve"> </w:t>
      </w:r>
      <w:r w:rsidRPr="009B49FF">
        <w:rPr>
          <w:lang w:eastAsia="en-GB"/>
        </w:rPr>
        <w:t>and Rust doesn’t have mock object functionality built into the standard library</w:t>
      </w:r>
      <w:r w:rsidR="00E22CA3">
        <w:rPr>
          <w:lang w:eastAsia="en-GB"/>
        </w:rPr>
        <w:t xml:space="preserve"> </w:t>
      </w:r>
      <w:r w:rsidRPr="009B49FF">
        <w:rPr>
          <w:lang w:eastAsia="en-GB"/>
        </w:rPr>
        <w:t>as some other languages do. However, you can definitely create a struct that</w:t>
      </w:r>
      <w:r w:rsidR="00E22CA3">
        <w:rPr>
          <w:lang w:eastAsia="en-GB"/>
        </w:rPr>
        <w:t xml:space="preserve"> </w:t>
      </w:r>
      <w:r w:rsidRPr="009B49FF">
        <w:rPr>
          <w:lang w:eastAsia="en-GB"/>
        </w:rPr>
        <w:t>will serve the same purposes as a mock object.</w:t>
      </w:r>
    </w:p>
    <w:p w14:paraId="6EAFE65E" w14:textId="187002D7" w:rsidR="009B49FF" w:rsidRPr="009B49FF" w:rsidRDefault="009B49FF" w:rsidP="009A664F">
      <w:pPr>
        <w:pStyle w:val="Body"/>
        <w:rPr>
          <w:lang w:eastAsia="en-GB"/>
        </w:rPr>
      </w:pPr>
      <w:r w:rsidRPr="009B49FF">
        <w:rPr>
          <w:lang w:eastAsia="en-GB"/>
        </w:rPr>
        <w:t>Here’s the scenario we’ll test: we’ll create a library that tracks a value</w:t>
      </w:r>
      <w:r w:rsidR="00E22CA3">
        <w:rPr>
          <w:lang w:eastAsia="en-GB"/>
        </w:rPr>
        <w:t xml:space="preserve"> </w:t>
      </w:r>
      <w:r w:rsidRPr="009B49FF">
        <w:rPr>
          <w:lang w:eastAsia="en-GB"/>
        </w:rPr>
        <w:t>against a maximum value and sends messages based on how close to the maximum</w:t>
      </w:r>
      <w:r w:rsidR="00E22CA3">
        <w:rPr>
          <w:lang w:eastAsia="en-GB"/>
        </w:rPr>
        <w:t xml:space="preserve"> </w:t>
      </w:r>
      <w:r w:rsidRPr="009B49FF">
        <w:rPr>
          <w:lang w:eastAsia="en-GB"/>
        </w:rPr>
        <w:t>value the current value is. This library could be used to keep track of a</w:t>
      </w:r>
      <w:r w:rsidR="00E22CA3">
        <w:rPr>
          <w:lang w:eastAsia="en-GB"/>
        </w:rPr>
        <w:t xml:space="preserve"> </w:t>
      </w:r>
      <w:r w:rsidRPr="009B49FF">
        <w:rPr>
          <w:lang w:eastAsia="en-GB"/>
        </w:rPr>
        <w:t>user’s quota for the number of API calls they’re allowed to make, for example.</w:t>
      </w:r>
    </w:p>
    <w:p w14:paraId="6D2590B8" w14:textId="69BACF53" w:rsidR="009B49FF" w:rsidRPr="009B49FF" w:rsidRDefault="009B49FF" w:rsidP="009A664F">
      <w:pPr>
        <w:pStyle w:val="Body"/>
        <w:rPr>
          <w:lang w:eastAsia="en-GB"/>
        </w:rPr>
      </w:pPr>
      <w:r w:rsidRPr="009A664F">
        <w:t>Our library will only provide the functionality of tracking how close to the</w:t>
      </w:r>
      <w:r w:rsidR="00E22CA3" w:rsidRPr="009A664F">
        <w:t xml:space="preserve"> </w:t>
      </w:r>
      <w:r w:rsidRPr="009A664F">
        <w:t>maximum a value is and what the messages should be at what times. Applications</w:t>
      </w:r>
      <w:r w:rsidR="00E22CA3" w:rsidRPr="009A664F">
        <w:t xml:space="preserve"> </w:t>
      </w:r>
      <w:r w:rsidRPr="009A664F">
        <w:t>that use our library will be expected to provide the mechanism for sending the</w:t>
      </w:r>
      <w:r w:rsidR="00E22CA3" w:rsidRPr="009A664F">
        <w:t xml:space="preserve"> </w:t>
      </w:r>
      <w:r w:rsidRPr="009A664F">
        <w:t>messages: the application could put a message in the application, send an</w:t>
      </w:r>
      <w:r w:rsidR="00E22CA3" w:rsidRPr="009A664F">
        <w:t xml:space="preserve"> </w:t>
      </w:r>
      <w:r w:rsidRPr="009A664F">
        <w:t xml:space="preserve">email, send a text message, or </w:t>
      </w:r>
      <w:ins w:id="471" w:author="Audrey Doyle" w:date="2022-08-04T15:07:00Z">
        <w:r w:rsidR="00A23EC8">
          <w:t xml:space="preserve">do </w:t>
        </w:r>
      </w:ins>
      <w:r w:rsidRPr="009A664F">
        <w:t>something else. The library doesn’t need to know</w:t>
      </w:r>
      <w:r w:rsidR="00E22CA3" w:rsidRPr="009A664F">
        <w:t xml:space="preserve"> </w:t>
      </w:r>
      <w:r w:rsidRPr="009A664F">
        <w:t>that detail. All it needs is something that implements a trait we’ll provide</w:t>
      </w:r>
      <w:r w:rsidR="00E22CA3" w:rsidRPr="009A664F">
        <w:t xml:space="preserve"> </w:t>
      </w:r>
      <w:r w:rsidRPr="009A664F">
        <w:t xml:space="preserve">called </w:t>
      </w:r>
      <w:r w:rsidRPr="009A664F">
        <w:rPr>
          <w:rStyle w:val="Literal"/>
        </w:rPr>
        <w:t>Messenger</w:t>
      </w:r>
      <w:r w:rsidRPr="009B49FF">
        <w:rPr>
          <w:lang w:eastAsia="en-GB"/>
        </w:rPr>
        <w:t>. Listing 15-20 shows the library code</w:t>
      </w:r>
      <w:ins w:id="472" w:author="Audrey Doyle" w:date="2022-08-04T15:07:00Z">
        <w:r w:rsidR="00A23EC8">
          <w:rPr>
            <w:lang w:eastAsia="en-GB"/>
          </w:rPr>
          <w:t>.</w:t>
        </w:r>
      </w:ins>
      <w:del w:id="473" w:author="Audrey Doyle" w:date="2022-08-04T15:07:00Z">
        <w:r w:rsidRPr="009B49FF" w:rsidDel="00A23EC8">
          <w:rPr>
            <w:lang w:eastAsia="en-GB"/>
          </w:rPr>
          <w:delText>:</w:delText>
        </w:r>
      </w:del>
    </w:p>
    <w:p w14:paraId="552DC453" w14:textId="460117F9" w:rsidR="009B49FF" w:rsidRPr="009B49FF" w:rsidRDefault="009B49FF" w:rsidP="009A664F">
      <w:pPr>
        <w:pStyle w:val="CodeLabel"/>
        <w:rPr>
          <w:lang w:eastAsia="en-GB"/>
        </w:rPr>
      </w:pPr>
      <w:r w:rsidRPr="009B49FF">
        <w:rPr>
          <w:lang w:eastAsia="en-GB"/>
        </w:rPr>
        <w:t>src/lib.rs</w:t>
      </w:r>
    </w:p>
    <w:p w14:paraId="57D18A21" w14:textId="77777777" w:rsidR="009B49FF" w:rsidRPr="009A664F" w:rsidRDefault="009B49FF" w:rsidP="00143C11">
      <w:pPr>
        <w:pStyle w:val="Code"/>
      </w:pPr>
      <w:r w:rsidRPr="009A664F">
        <w:t>pub trait Messenger {</w:t>
      </w:r>
    </w:p>
    <w:p w14:paraId="1CACF5FF" w14:textId="4F8A69DF" w:rsidR="009B49FF" w:rsidRPr="009A664F" w:rsidRDefault="00C70494" w:rsidP="00143C11">
      <w:pPr>
        <w:pStyle w:val="Code"/>
      </w:pPr>
      <w:r w:rsidRPr="00C70494">
        <w:t xml:space="preserve"> </w:t>
      </w:r>
      <w:r w:rsidR="009B49FF" w:rsidRPr="009A664F">
        <w:t xml:space="preserve"> </w:t>
      </w:r>
      <w:r w:rsidR="00143C11" w:rsidRPr="00535998">
        <w:rPr>
          <w:rStyle w:val="CodeAnnotation"/>
        </w:rPr>
        <w:t>1</w:t>
      </w:r>
      <w:r w:rsidR="009B49FF" w:rsidRPr="009A664F">
        <w:t xml:space="preserve"> fn send(&amp;self, msg: &amp;str);</w:t>
      </w:r>
    </w:p>
    <w:p w14:paraId="32660198" w14:textId="77777777" w:rsidR="009B49FF" w:rsidRPr="009A664F" w:rsidRDefault="009B49FF" w:rsidP="00143C11">
      <w:pPr>
        <w:pStyle w:val="Code"/>
      </w:pPr>
      <w:r w:rsidRPr="009A664F">
        <w:t>}</w:t>
      </w:r>
    </w:p>
    <w:p w14:paraId="0E57E26A" w14:textId="77777777" w:rsidR="009B49FF" w:rsidRPr="009A664F" w:rsidRDefault="009B49FF" w:rsidP="00143C11">
      <w:pPr>
        <w:pStyle w:val="Code"/>
      </w:pPr>
    </w:p>
    <w:p w14:paraId="5C95A6D7" w14:textId="77777777" w:rsidR="009B49FF" w:rsidRPr="009A664F" w:rsidRDefault="009B49FF" w:rsidP="00143C11">
      <w:pPr>
        <w:pStyle w:val="Code"/>
      </w:pPr>
      <w:r w:rsidRPr="009A664F">
        <w:t>pub struct LimitTracker&lt;'a, T: Messenger&gt; {</w:t>
      </w:r>
    </w:p>
    <w:p w14:paraId="742E77FE" w14:textId="77777777" w:rsidR="009B49FF" w:rsidRPr="009A664F" w:rsidRDefault="009B49FF" w:rsidP="00143C11">
      <w:pPr>
        <w:pStyle w:val="Code"/>
      </w:pPr>
      <w:r w:rsidRPr="009A664F">
        <w:t xml:space="preserve">    messenger: &amp;'a T,</w:t>
      </w:r>
    </w:p>
    <w:p w14:paraId="35BE4F13" w14:textId="77777777" w:rsidR="009B49FF" w:rsidRPr="009A664F" w:rsidRDefault="009B49FF" w:rsidP="00143C11">
      <w:pPr>
        <w:pStyle w:val="Code"/>
      </w:pPr>
      <w:r w:rsidRPr="009A664F">
        <w:t xml:space="preserve">    value: usize,</w:t>
      </w:r>
    </w:p>
    <w:p w14:paraId="60EC52DC" w14:textId="77777777" w:rsidR="009B49FF" w:rsidRPr="009A664F" w:rsidRDefault="009B49FF" w:rsidP="00143C11">
      <w:pPr>
        <w:pStyle w:val="Code"/>
      </w:pPr>
      <w:r w:rsidRPr="009A664F">
        <w:t xml:space="preserve">    max: usize,</w:t>
      </w:r>
    </w:p>
    <w:p w14:paraId="65339C49" w14:textId="77777777" w:rsidR="009B49FF" w:rsidRPr="009A664F" w:rsidRDefault="009B49FF" w:rsidP="00143C11">
      <w:pPr>
        <w:pStyle w:val="Code"/>
      </w:pPr>
      <w:r w:rsidRPr="009A664F">
        <w:t>}</w:t>
      </w:r>
    </w:p>
    <w:p w14:paraId="07FF789C" w14:textId="77777777" w:rsidR="009B49FF" w:rsidRPr="009A664F" w:rsidRDefault="009B49FF" w:rsidP="00143C11">
      <w:pPr>
        <w:pStyle w:val="Code"/>
      </w:pPr>
    </w:p>
    <w:p w14:paraId="6EC2B536" w14:textId="77777777" w:rsidR="009B49FF" w:rsidRPr="009A664F" w:rsidRDefault="009B49FF" w:rsidP="00143C11">
      <w:pPr>
        <w:pStyle w:val="Code"/>
      </w:pPr>
      <w:r w:rsidRPr="009A664F">
        <w:t>impl&lt;'a, T&gt; LimitTracker&lt;'a, T&gt;</w:t>
      </w:r>
    </w:p>
    <w:p w14:paraId="3EAECFD4" w14:textId="77777777" w:rsidR="009B49FF" w:rsidRPr="009A664F" w:rsidRDefault="009B49FF" w:rsidP="00143C11">
      <w:pPr>
        <w:pStyle w:val="Code"/>
      </w:pPr>
      <w:r w:rsidRPr="009A664F">
        <w:t>where</w:t>
      </w:r>
    </w:p>
    <w:p w14:paraId="5367D18E" w14:textId="77777777" w:rsidR="009B49FF" w:rsidRPr="009A664F" w:rsidRDefault="009B49FF" w:rsidP="00143C11">
      <w:pPr>
        <w:pStyle w:val="Code"/>
      </w:pPr>
      <w:r w:rsidRPr="009A664F">
        <w:t xml:space="preserve">    T: Messenger,</w:t>
      </w:r>
    </w:p>
    <w:p w14:paraId="50DF10BF" w14:textId="77777777" w:rsidR="009B49FF" w:rsidRPr="009A664F" w:rsidRDefault="009B49FF" w:rsidP="00143C11">
      <w:pPr>
        <w:pStyle w:val="Code"/>
      </w:pPr>
      <w:r w:rsidRPr="009A664F">
        <w:t>{</w:t>
      </w:r>
    </w:p>
    <w:p w14:paraId="592BA4C9" w14:textId="77777777" w:rsidR="00793124" w:rsidRDefault="009B49FF" w:rsidP="00143C11">
      <w:pPr>
        <w:pStyle w:val="Code"/>
        <w:rPr>
          <w:ins w:id="474" w:author="Carol Nichols" w:date="2022-08-24T22:23:00Z"/>
        </w:rPr>
      </w:pPr>
      <w:r w:rsidRPr="009A664F">
        <w:t xml:space="preserve">    pub fn new(</w:t>
      </w:r>
    </w:p>
    <w:p w14:paraId="46601632" w14:textId="77777777" w:rsidR="00793124" w:rsidRDefault="00793124" w:rsidP="00143C11">
      <w:pPr>
        <w:pStyle w:val="Code"/>
        <w:rPr>
          <w:ins w:id="475" w:author="Carol Nichols" w:date="2022-08-24T22:23:00Z"/>
        </w:rPr>
      </w:pPr>
      <w:ins w:id="476" w:author="Carol Nichols" w:date="2022-08-24T22:23:00Z">
        <w:r>
          <w:t xml:space="preserve">        </w:t>
        </w:r>
      </w:ins>
      <w:r w:rsidR="009B49FF" w:rsidRPr="009A664F">
        <w:t>messenger: &amp;'a T,</w:t>
      </w:r>
      <w:del w:id="477" w:author="Carol Nichols" w:date="2022-08-25T17:23:00Z">
        <w:r w:rsidR="009B49FF" w:rsidRPr="009A664F" w:rsidDel="00B157C6">
          <w:delText xml:space="preserve"> </w:delText>
        </w:r>
      </w:del>
    </w:p>
    <w:p w14:paraId="5E3E0FB3" w14:textId="77777777" w:rsidR="00793124" w:rsidRDefault="00793124" w:rsidP="00143C11">
      <w:pPr>
        <w:pStyle w:val="Code"/>
        <w:rPr>
          <w:ins w:id="478" w:author="Carol Nichols" w:date="2022-08-24T22:24:00Z"/>
        </w:rPr>
      </w:pPr>
      <w:ins w:id="479" w:author="Carol Nichols" w:date="2022-08-24T22:23:00Z">
        <w:r>
          <w:t xml:space="preserve">       </w:t>
        </w:r>
      </w:ins>
      <w:ins w:id="480" w:author="Carol Nichols" w:date="2022-08-24T22:24:00Z">
        <w:r>
          <w:t xml:space="preserve"> </w:t>
        </w:r>
      </w:ins>
      <w:r w:rsidR="009B49FF" w:rsidRPr="009A664F">
        <w:t>max: usize</w:t>
      </w:r>
    </w:p>
    <w:p w14:paraId="18925943" w14:textId="5CC29F41" w:rsidR="009B49FF" w:rsidRPr="009A664F" w:rsidRDefault="00793124" w:rsidP="00143C11">
      <w:pPr>
        <w:pStyle w:val="Code"/>
      </w:pPr>
      <w:ins w:id="481" w:author="Carol Nichols" w:date="2022-08-24T22:24:00Z">
        <w:r>
          <w:t xml:space="preserve">    </w:t>
        </w:r>
      </w:ins>
      <w:r w:rsidR="009B49FF" w:rsidRPr="009A664F">
        <w:t>) -&gt; LimitTracker&lt;'a, T&gt; {</w:t>
      </w:r>
    </w:p>
    <w:p w14:paraId="41772C11" w14:textId="77777777" w:rsidR="009B49FF" w:rsidRPr="009A664F" w:rsidRDefault="009B49FF" w:rsidP="00143C11">
      <w:pPr>
        <w:pStyle w:val="Code"/>
      </w:pPr>
      <w:r w:rsidRPr="009A664F">
        <w:t xml:space="preserve">        LimitTracker {</w:t>
      </w:r>
    </w:p>
    <w:p w14:paraId="13E26205" w14:textId="77777777" w:rsidR="009B49FF" w:rsidRPr="009A664F" w:rsidRDefault="009B49FF" w:rsidP="00143C11">
      <w:pPr>
        <w:pStyle w:val="Code"/>
      </w:pPr>
      <w:r w:rsidRPr="009A664F">
        <w:t xml:space="preserve">            messenger,</w:t>
      </w:r>
    </w:p>
    <w:p w14:paraId="6ED7051F" w14:textId="77777777" w:rsidR="009B49FF" w:rsidRPr="009A664F" w:rsidRDefault="009B49FF" w:rsidP="00143C11">
      <w:pPr>
        <w:pStyle w:val="Code"/>
      </w:pPr>
      <w:r w:rsidRPr="009A664F">
        <w:t xml:space="preserve">            value: 0,</w:t>
      </w:r>
    </w:p>
    <w:p w14:paraId="49EC7604" w14:textId="77777777" w:rsidR="009B49FF" w:rsidRPr="009A664F" w:rsidRDefault="009B49FF" w:rsidP="00143C11">
      <w:pPr>
        <w:pStyle w:val="Code"/>
      </w:pPr>
      <w:r w:rsidRPr="009A664F">
        <w:t xml:space="preserve">            max,</w:t>
      </w:r>
    </w:p>
    <w:p w14:paraId="0F7845C2" w14:textId="77777777" w:rsidR="009B49FF" w:rsidRPr="009A664F" w:rsidRDefault="009B49FF" w:rsidP="00143C11">
      <w:pPr>
        <w:pStyle w:val="Code"/>
      </w:pPr>
      <w:r w:rsidRPr="009A664F">
        <w:t xml:space="preserve">        }</w:t>
      </w:r>
    </w:p>
    <w:p w14:paraId="1418CFD6" w14:textId="77777777" w:rsidR="009B49FF" w:rsidRPr="009A664F" w:rsidRDefault="009B49FF" w:rsidP="00143C11">
      <w:pPr>
        <w:pStyle w:val="Code"/>
      </w:pPr>
      <w:r w:rsidRPr="009A664F">
        <w:t xml:space="preserve">    }</w:t>
      </w:r>
    </w:p>
    <w:p w14:paraId="16EA0C9A" w14:textId="77777777" w:rsidR="009B49FF" w:rsidRPr="009A664F" w:rsidRDefault="009B49FF" w:rsidP="00143C11">
      <w:pPr>
        <w:pStyle w:val="Code"/>
      </w:pPr>
    </w:p>
    <w:p w14:paraId="2BF22AD7" w14:textId="59284B86" w:rsidR="009B49FF" w:rsidRPr="009A664F" w:rsidRDefault="009B49FF" w:rsidP="00143C11">
      <w:pPr>
        <w:pStyle w:val="Code"/>
      </w:pPr>
      <w:r w:rsidRPr="009A664F">
        <w:t xml:space="preserve">  </w:t>
      </w:r>
      <w:r w:rsidR="00143C11" w:rsidRPr="00535998">
        <w:rPr>
          <w:rStyle w:val="CodeAnnotation"/>
        </w:rPr>
        <w:t>2</w:t>
      </w:r>
      <w:r w:rsidRPr="009A664F">
        <w:t xml:space="preserve"> pub fn set_value(&amp;mut self, value: usize) {</w:t>
      </w:r>
    </w:p>
    <w:p w14:paraId="04624B1B" w14:textId="77777777" w:rsidR="009B49FF" w:rsidRPr="009A664F" w:rsidRDefault="009B49FF" w:rsidP="00143C11">
      <w:pPr>
        <w:pStyle w:val="Code"/>
      </w:pPr>
      <w:r w:rsidRPr="009A664F">
        <w:t xml:space="preserve">        self.value = value;</w:t>
      </w:r>
    </w:p>
    <w:p w14:paraId="49E80BD9" w14:textId="77777777" w:rsidR="009B49FF" w:rsidRPr="009A664F" w:rsidRDefault="009B49FF" w:rsidP="00143C11">
      <w:pPr>
        <w:pStyle w:val="Code"/>
      </w:pPr>
    </w:p>
    <w:p w14:paraId="764ECF4E" w14:textId="77777777" w:rsidR="0009194C" w:rsidRDefault="009B49FF" w:rsidP="00143C11">
      <w:pPr>
        <w:pStyle w:val="Code"/>
        <w:rPr>
          <w:ins w:id="482" w:author="Carol Nichols" w:date="2022-08-25T17:21:00Z"/>
        </w:rPr>
      </w:pPr>
      <w:r w:rsidRPr="009A664F">
        <w:t xml:space="preserve">        let percentage_of_max =</w:t>
      </w:r>
      <w:del w:id="483" w:author="Carol Nichols" w:date="2022-08-25T17:24:00Z">
        <w:r w:rsidRPr="009A664F" w:rsidDel="0044116A">
          <w:delText xml:space="preserve"> </w:delText>
        </w:r>
      </w:del>
    </w:p>
    <w:p w14:paraId="661B50C8" w14:textId="647032E6" w:rsidR="009B49FF" w:rsidRPr="009A664F" w:rsidRDefault="0009194C" w:rsidP="00143C11">
      <w:pPr>
        <w:pStyle w:val="Code"/>
      </w:pPr>
      <w:ins w:id="484" w:author="Carol Nichols" w:date="2022-08-25T17:21:00Z">
        <w:r>
          <w:t xml:space="preserve">            </w:t>
        </w:r>
      </w:ins>
      <w:r w:rsidR="009B49FF" w:rsidRPr="009A664F">
        <w:t>self.value as f64 / self.max as f64;</w:t>
      </w:r>
    </w:p>
    <w:p w14:paraId="40F6F767" w14:textId="77777777" w:rsidR="009B49FF" w:rsidRPr="009A664F" w:rsidRDefault="009B49FF" w:rsidP="00143C11">
      <w:pPr>
        <w:pStyle w:val="Code"/>
      </w:pPr>
    </w:p>
    <w:p w14:paraId="5D7DEFBA" w14:textId="77777777" w:rsidR="009B49FF" w:rsidRPr="009A664F" w:rsidRDefault="009B49FF" w:rsidP="00143C11">
      <w:pPr>
        <w:pStyle w:val="Code"/>
      </w:pPr>
      <w:r w:rsidRPr="009A664F">
        <w:t xml:space="preserve">        if percentage_of_max &gt;= 1.0 {</w:t>
      </w:r>
    </w:p>
    <w:p w14:paraId="41275446" w14:textId="77777777" w:rsidR="0009194C" w:rsidRDefault="009B49FF" w:rsidP="00143C11">
      <w:pPr>
        <w:pStyle w:val="Code"/>
        <w:rPr>
          <w:ins w:id="485" w:author="Carol Nichols" w:date="2022-08-25T17:21:00Z"/>
        </w:rPr>
      </w:pPr>
      <w:r w:rsidRPr="009A664F">
        <w:t xml:space="preserve">            self.messenger</w:t>
      </w:r>
    </w:p>
    <w:p w14:paraId="43628D15" w14:textId="15B83171" w:rsidR="009B49FF" w:rsidRPr="009A664F" w:rsidRDefault="0009194C" w:rsidP="00143C11">
      <w:pPr>
        <w:pStyle w:val="Code"/>
      </w:pPr>
      <w:ins w:id="486" w:author="Carol Nichols" w:date="2022-08-25T17:21:00Z">
        <w:r>
          <w:t xml:space="preserve">                </w:t>
        </w:r>
      </w:ins>
      <w:r w:rsidR="009B49FF" w:rsidRPr="009A664F">
        <w:t>.send("Error: You are over your quota!");</w:t>
      </w:r>
    </w:p>
    <w:p w14:paraId="36CB48A7" w14:textId="77777777" w:rsidR="009B49FF" w:rsidRPr="009A664F" w:rsidRDefault="009B49FF" w:rsidP="00143C11">
      <w:pPr>
        <w:pStyle w:val="Code"/>
      </w:pPr>
      <w:r w:rsidRPr="009A664F">
        <w:lastRenderedPageBreak/>
        <w:t xml:space="preserve">        } else if percentage_of_max &gt;= 0.9 {</w:t>
      </w:r>
    </w:p>
    <w:p w14:paraId="2FAF0955" w14:textId="77777777" w:rsidR="009B49FF" w:rsidRPr="009A664F" w:rsidRDefault="009B49FF" w:rsidP="00143C11">
      <w:pPr>
        <w:pStyle w:val="Code"/>
      </w:pPr>
      <w:r w:rsidRPr="009A664F">
        <w:t xml:space="preserve">            self.messenger</w:t>
      </w:r>
    </w:p>
    <w:p w14:paraId="1A4A193C" w14:textId="7F3336CE" w:rsidR="00990DA2" w:rsidDel="006571F4" w:rsidRDefault="009B49FF">
      <w:pPr>
        <w:pStyle w:val="Code"/>
        <w:rPr>
          <w:del w:id="487" w:author="Carol Nichols" w:date="2022-08-25T17:22:00Z"/>
        </w:rPr>
      </w:pPr>
      <w:r w:rsidRPr="009A664F">
        <w:t xml:space="preserve">                .send(</w:t>
      </w:r>
    </w:p>
    <w:p w14:paraId="4B41CE31" w14:textId="070EBDB8" w:rsidR="00990DA2" w:rsidDel="006571F4" w:rsidRDefault="00990DA2">
      <w:pPr>
        <w:pStyle w:val="Code"/>
        <w:rPr>
          <w:del w:id="488" w:author="Carol Nichols" w:date="2022-08-25T17:22:00Z"/>
        </w:rPr>
      </w:pPr>
      <w:del w:id="489" w:author="Carol Nichols" w:date="2022-08-25T17:22:00Z">
        <w:r w:rsidDel="006571F4">
          <w:delText xml:space="preserve">                    </w:delText>
        </w:r>
      </w:del>
      <w:r w:rsidR="009B49FF" w:rsidRPr="009A664F">
        <w:t>"Urgent</w:t>
      </w:r>
      <w:del w:id="490" w:author="Carol Nichols" w:date="2022-08-25T17:21:00Z">
        <w:r w:rsidR="009B49FF" w:rsidRPr="009A664F" w:rsidDel="000404C1">
          <w:delText xml:space="preserve"> warning</w:delText>
        </w:r>
      </w:del>
      <w:r w:rsidR="009B49FF" w:rsidRPr="009A664F">
        <w:t>: You'</w:t>
      </w:r>
      <w:del w:id="491" w:author="Carol Nichols" w:date="2022-08-25T17:22:00Z">
        <w:r w:rsidR="009B49FF" w:rsidRPr="009A664F" w:rsidDel="000404C1">
          <w:delText>ve used up over</w:delText>
        </w:r>
      </w:del>
      <w:ins w:id="492" w:author="Carol Nichols" w:date="2022-08-25T17:22:00Z">
        <w:r w:rsidR="000404C1">
          <w:t>re at</w:t>
        </w:r>
      </w:ins>
      <w:r w:rsidR="009B49FF" w:rsidRPr="009A664F">
        <w:t xml:space="preserve"> 90% of your quota!"</w:t>
      </w:r>
    </w:p>
    <w:p w14:paraId="6905D379" w14:textId="606283AB" w:rsidR="009B49FF" w:rsidRPr="009A664F" w:rsidRDefault="00990DA2" w:rsidP="006571F4">
      <w:pPr>
        <w:pStyle w:val="Code"/>
      </w:pPr>
      <w:del w:id="493" w:author="Carol Nichols" w:date="2022-08-25T17:22:00Z">
        <w:r w:rsidDel="006571F4">
          <w:delText xml:space="preserve">                </w:delText>
        </w:r>
      </w:del>
      <w:r w:rsidR="009B49FF" w:rsidRPr="009A664F">
        <w:t>);</w:t>
      </w:r>
    </w:p>
    <w:p w14:paraId="1F8EC1BE" w14:textId="77777777" w:rsidR="009B49FF" w:rsidRPr="009A664F" w:rsidRDefault="009B49FF" w:rsidP="00143C11">
      <w:pPr>
        <w:pStyle w:val="Code"/>
      </w:pPr>
      <w:r w:rsidRPr="009A664F">
        <w:t xml:space="preserve">        } else if percentage_of_max &gt;= 0.75 {</w:t>
      </w:r>
    </w:p>
    <w:p w14:paraId="42AB685F" w14:textId="77777777" w:rsidR="009B49FF" w:rsidRPr="009A664F" w:rsidRDefault="009B49FF" w:rsidP="00143C11">
      <w:pPr>
        <w:pStyle w:val="Code"/>
      </w:pPr>
      <w:r w:rsidRPr="009A664F">
        <w:t xml:space="preserve">            self.messenger</w:t>
      </w:r>
    </w:p>
    <w:p w14:paraId="44CFCFE4" w14:textId="52BF1772" w:rsidR="009B49FF" w:rsidRPr="009A664F" w:rsidRDefault="009B49FF" w:rsidP="00143C11">
      <w:pPr>
        <w:pStyle w:val="Code"/>
      </w:pPr>
      <w:r w:rsidRPr="009A664F">
        <w:t xml:space="preserve">                .send("Warning: You'</w:t>
      </w:r>
      <w:del w:id="494" w:author="Carol Nichols" w:date="2022-08-25T17:22:00Z">
        <w:r w:rsidRPr="009A664F" w:rsidDel="000404C1">
          <w:delText>ve used up over</w:delText>
        </w:r>
      </w:del>
      <w:ins w:id="495" w:author="Carol Nichols" w:date="2022-08-25T17:22:00Z">
        <w:r w:rsidR="000404C1">
          <w:t>re at</w:t>
        </w:r>
      </w:ins>
      <w:r w:rsidRPr="009A664F">
        <w:t xml:space="preserve"> 75% of your quota!");</w:t>
      </w:r>
    </w:p>
    <w:p w14:paraId="73672D53" w14:textId="77777777" w:rsidR="009B49FF" w:rsidRPr="009A664F" w:rsidRDefault="009B49FF" w:rsidP="00143C11">
      <w:pPr>
        <w:pStyle w:val="Code"/>
      </w:pPr>
      <w:r w:rsidRPr="009A664F">
        <w:t xml:space="preserve">        }</w:t>
      </w:r>
    </w:p>
    <w:p w14:paraId="5842BEA4" w14:textId="77777777" w:rsidR="009B49FF" w:rsidRPr="009A664F" w:rsidRDefault="009B49FF" w:rsidP="00143C11">
      <w:pPr>
        <w:pStyle w:val="Code"/>
      </w:pPr>
      <w:r w:rsidRPr="009A664F">
        <w:t xml:space="preserve">    }</w:t>
      </w:r>
    </w:p>
    <w:p w14:paraId="13986C3A" w14:textId="77777777" w:rsidR="009B49FF" w:rsidRPr="009A664F" w:rsidRDefault="009B49FF" w:rsidP="00143C11">
      <w:pPr>
        <w:pStyle w:val="Code"/>
      </w:pPr>
      <w:r w:rsidRPr="009A664F">
        <w:t>}</w:t>
      </w:r>
    </w:p>
    <w:p w14:paraId="597CADF5" w14:textId="29BBA803" w:rsidR="009B49FF" w:rsidRPr="009B49FF" w:rsidRDefault="009B49FF" w:rsidP="005E29A1">
      <w:pPr>
        <w:pStyle w:val="CodeListingCaption"/>
        <w:rPr>
          <w:lang w:eastAsia="en-GB"/>
        </w:rPr>
      </w:pPr>
      <w:r w:rsidRPr="009B49FF">
        <w:rPr>
          <w:lang w:eastAsia="en-GB"/>
        </w:rPr>
        <w:t>A library to keep track of how close a value is to a maximum</w:t>
      </w:r>
      <w:r w:rsidR="00E22CA3">
        <w:rPr>
          <w:lang w:eastAsia="en-GB"/>
        </w:rPr>
        <w:t xml:space="preserve"> </w:t>
      </w:r>
      <w:r w:rsidRPr="009B49FF">
        <w:rPr>
          <w:lang w:eastAsia="en-GB"/>
        </w:rPr>
        <w:t>value and warn when the value is at certain levels</w:t>
      </w:r>
    </w:p>
    <w:p w14:paraId="1F2A7562" w14:textId="61BC4E11" w:rsidR="009B49FF" w:rsidRPr="009B49FF" w:rsidRDefault="009B49FF" w:rsidP="009A664F">
      <w:pPr>
        <w:pStyle w:val="Body"/>
        <w:rPr>
          <w:lang w:eastAsia="en-GB"/>
        </w:rPr>
      </w:pPr>
      <w:r w:rsidRPr="009A664F">
        <w:t xml:space="preserve">One important part of this code is that the </w:t>
      </w:r>
      <w:r w:rsidRPr="009A664F">
        <w:rPr>
          <w:rStyle w:val="Literal"/>
        </w:rPr>
        <w:t>Messenger</w:t>
      </w:r>
      <w:r w:rsidRPr="009A664F">
        <w:t xml:space="preserve"> trait has one method</w:t>
      </w:r>
      <w:r w:rsidR="00E22CA3" w:rsidRPr="009A664F">
        <w:t xml:space="preserve"> </w:t>
      </w:r>
      <w:r w:rsidRPr="009A664F">
        <w:t xml:space="preserve">called </w:t>
      </w:r>
      <w:r w:rsidRPr="009A664F">
        <w:rPr>
          <w:rStyle w:val="Literal"/>
        </w:rPr>
        <w:t>send</w:t>
      </w:r>
      <w:r w:rsidRPr="009A664F">
        <w:t xml:space="preserve"> that takes an immutable reference to </w:t>
      </w:r>
      <w:r w:rsidRPr="009A664F">
        <w:rPr>
          <w:rStyle w:val="Literal"/>
        </w:rPr>
        <w:t>self</w:t>
      </w:r>
      <w:r w:rsidRPr="009A664F">
        <w:t xml:space="preserve"> and the text of the</w:t>
      </w:r>
      <w:r w:rsidR="00E22CA3" w:rsidRPr="009A664F">
        <w:t xml:space="preserve"> </w:t>
      </w:r>
      <w:r w:rsidRPr="009A664F">
        <w:t>message</w:t>
      </w:r>
      <w:r w:rsidR="00C70494" w:rsidRPr="00C70494">
        <w:t xml:space="preserve"> </w:t>
      </w:r>
      <w:r w:rsidR="00535998" w:rsidRPr="00535998">
        <w:rPr>
          <w:rStyle w:val="CodeAnnotation"/>
        </w:rPr>
        <w:t>1</w:t>
      </w:r>
      <w:r w:rsidRPr="009A664F">
        <w:t>. This trait is the interface our mock object needs to implement so</w:t>
      </w:r>
      <w:r w:rsidR="00E22CA3" w:rsidRPr="009A664F">
        <w:t xml:space="preserve"> </w:t>
      </w:r>
      <w:r w:rsidRPr="009A664F">
        <w:t>that the mock can be used in the same way a real object is. The other important</w:t>
      </w:r>
      <w:r w:rsidR="00E22CA3" w:rsidRPr="009A664F">
        <w:t xml:space="preserve"> </w:t>
      </w:r>
      <w:r w:rsidRPr="009A664F">
        <w:t xml:space="preserve">part is that we want to test the behavior of the </w:t>
      </w:r>
      <w:r w:rsidRPr="009A664F">
        <w:rPr>
          <w:rStyle w:val="Literal"/>
        </w:rPr>
        <w:t>set_value</w:t>
      </w:r>
      <w:r w:rsidRPr="009A664F">
        <w:t xml:space="preserve"> method on the</w:t>
      </w:r>
      <w:r w:rsidR="00E22CA3" w:rsidRPr="009A664F">
        <w:t xml:space="preserve"> </w:t>
      </w:r>
      <w:r w:rsidRPr="009A664F">
        <w:rPr>
          <w:rStyle w:val="Literal"/>
        </w:rPr>
        <w:t>LimitTracker</w:t>
      </w:r>
      <w:r w:rsidRPr="009A664F">
        <w:t xml:space="preserve"> </w:t>
      </w:r>
      <w:r w:rsidR="00535998" w:rsidRPr="00535998">
        <w:rPr>
          <w:rStyle w:val="CodeAnnotation"/>
        </w:rPr>
        <w:t>2</w:t>
      </w:r>
      <w:r w:rsidRPr="009A664F">
        <w:t xml:space="preserve">. We can change what we pass in for the </w:t>
      </w:r>
      <w:r w:rsidRPr="009A664F">
        <w:rPr>
          <w:rStyle w:val="Literal"/>
        </w:rPr>
        <w:t>value</w:t>
      </w:r>
      <w:r w:rsidRPr="009A664F">
        <w:t xml:space="preserve"> parameter,</w:t>
      </w:r>
      <w:r w:rsidR="00E22CA3" w:rsidRPr="009A664F">
        <w:t xml:space="preserve"> </w:t>
      </w:r>
      <w:r w:rsidRPr="009A664F">
        <w:t xml:space="preserve">but </w:t>
      </w:r>
      <w:r w:rsidRPr="009A664F">
        <w:rPr>
          <w:rStyle w:val="Literal"/>
        </w:rPr>
        <w:t>set_value</w:t>
      </w:r>
      <w:r w:rsidRPr="009A664F">
        <w:t xml:space="preserve"> doesn’t return anything for us to make assertions on. We want</w:t>
      </w:r>
      <w:r w:rsidR="00E22CA3" w:rsidRPr="009A664F">
        <w:t xml:space="preserve"> </w:t>
      </w:r>
      <w:r w:rsidRPr="009A664F">
        <w:t xml:space="preserve">to be able to say that if we create a </w:t>
      </w:r>
      <w:r w:rsidRPr="009A664F">
        <w:rPr>
          <w:rStyle w:val="Literal"/>
        </w:rPr>
        <w:t>LimitTracker</w:t>
      </w:r>
      <w:r w:rsidRPr="009A664F">
        <w:t xml:space="preserve"> with something that</w:t>
      </w:r>
      <w:r w:rsidR="00E22CA3" w:rsidRPr="009A664F">
        <w:t xml:space="preserve"> </w:t>
      </w:r>
      <w:r w:rsidRPr="009A664F">
        <w:t xml:space="preserve">implements the </w:t>
      </w:r>
      <w:r w:rsidRPr="009A664F">
        <w:rPr>
          <w:rStyle w:val="Literal"/>
        </w:rPr>
        <w:t>Messenger</w:t>
      </w:r>
      <w:r w:rsidRPr="009A664F">
        <w:t xml:space="preserve"> trait and a particular value for </w:t>
      </w:r>
      <w:r w:rsidRPr="009A664F">
        <w:rPr>
          <w:rStyle w:val="Literal"/>
        </w:rPr>
        <w:t>max</w:t>
      </w:r>
      <w:r w:rsidRPr="009A664F">
        <w:t>, when we pass</w:t>
      </w:r>
      <w:r w:rsidR="00E22CA3" w:rsidRPr="009A664F">
        <w:t xml:space="preserve"> </w:t>
      </w:r>
      <w:r w:rsidRPr="009A664F">
        <w:t xml:space="preserve">different numbers for </w:t>
      </w:r>
      <w:r w:rsidRPr="009A664F">
        <w:rPr>
          <w:rStyle w:val="Literal"/>
        </w:rPr>
        <w:t>value</w:t>
      </w:r>
      <w:del w:id="496" w:author="Audrey Doyle" w:date="2022-08-04T16:07:00Z">
        <w:r w:rsidRPr="009B49FF" w:rsidDel="00072A56">
          <w:rPr>
            <w:lang w:eastAsia="en-GB"/>
          </w:rPr>
          <w:delText>,</w:delText>
        </w:r>
      </w:del>
      <w:r w:rsidRPr="009B49FF">
        <w:rPr>
          <w:lang w:eastAsia="en-GB"/>
        </w:rPr>
        <w:t xml:space="preserve"> the messenger is told to send the appropriate</w:t>
      </w:r>
      <w:r w:rsidR="00E22CA3">
        <w:rPr>
          <w:lang w:eastAsia="en-GB"/>
        </w:rPr>
        <w:t xml:space="preserve"> </w:t>
      </w:r>
      <w:r w:rsidRPr="009B49FF">
        <w:rPr>
          <w:lang w:eastAsia="en-GB"/>
        </w:rPr>
        <w:t>messages.</w:t>
      </w:r>
    </w:p>
    <w:p w14:paraId="3AE6013A" w14:textId="747200F7" w:rsidR="009B49FF" w:rsidRPr="009B49FF" w:rsidRDefault="009B49FF" w:rsidP="009A664F">
      <w:pPr>
        <w:pStyle w:val="Body"/>
        <w:rPr>
          <w:lang w:eastAsia="en-GB"/>
        </w:rPr>
      </w:pPr>
      <w:r w:rsidRPr="009B49FF">
        <w:rPr>
          <w:lang w:eastAsia="en-GB"/>
        </w:rPr>
        <w:t>We need a mock object that, instead of sending an email or text message when we</w:t>
      </w:r>
      <w:r w:rsidR="00E22CA3">
        <w:rPr>
          <w:lang w:eastAsia="en-GB"/>
        </w:rPr>
        <w:t xml:space="preserve"> </w:t>
      </w:r>
      <w:r w:rsidRPr="009B49FF">
        <w:rPr>
          <w:lang w:eastAsia="en-GB"/>
        </w:rPr>
        <w:t xml:space="preserve">call </w:t>
      </w:r>
      <w:r w:rsidRPr="009A664F">
        <w:rPr>
          <w:rStyle w:val="Literal"/>
        </w:rPr>
        <w:t>send</w:t>
      </w:r>
      <w:r w:rsidRPr="009A664F">
        <w:t>, will only keep track of the messages it’s told to send. We can</w:t>
      </w:r>
      <w:r w:rsidR="00E22CA3" w:rsidRPr="009A664F">
        <w:t xml:space="preserve"> </w:t>
      </w:r>
      <w:r w:rsidRPr="009A664F">
        <w:t xml:space="preserve">create a new instance of the mock object, create a </w:t>
      </w:r>
      <w:r w:rsidRPr="009A664F">
        <w:rPr>
          <w:rStyle w:val="Literal"/>
        </w:rPr>
        <w:t>LimitTracker</w:t>
      </w:r>
      <w:r w:rsidRPr="009A664F">
        <w:t xml:space="preserve"> that uses the</w:t>
      </w:r>
      <w:r w:rsidR="00E22CA3" w:rsidRPr="009A664F">
        <w:t xml:space="preserve"> </w:t>
      </w:r>
      <w:r w:rsidRPr="009A664F">
        <w:t xml:space="preserve">mock object, call the </w:t>
      </w:r>
      <w:r w:rsidRPr="009A664F">
        <w:rPr>
          <w:rStyle w:val="Literal"/>
        </w:rPr>
        <w:t>set_value</w:t>
      </w:r>
      <w:r w:rsidRPr="009A664F">
        <w:t xml:space="preserve"> method on </w:t>
      </w:r>
      <w:r w:rsidRPr="009A664F">
        <w:rPr>
          <w:rStyle w:val="Literal"/>
        </w:rPr>
        <w:t>LimitTracker</w:t>
      </w:r>
      <w:r w:rsidRPr="009B49FF">
        <w:rPr>
          <w:lang w:eastAsia="en-GB"/>
        </w:rPr>
        <w:t>, and then check that</w:t>
      </w:r>
      <w:r w:rsidR="00E22CA3">
        <w:rPr>
          <w:lang w:eastAsia="en-GB"/>
        </w:rPr>
        <w:t xml:space="preserve"> </w:t>
      </w:r>
      <w:r w:rsidRPr="009B49FF">
        <w:rPr>
          <w:lang w:eastAsia="en-GB"/>
        </w:rPr>
        <w:t>the mock object has the messages we expect. Listing 15-21 shows an attempt to</w:t>
      </w:r>
      <w:r w:rsidR="00E22CA3">
        <w:rPr>
          <w:lang w:eastAsia="en-GB"/>
        </w:rPr>
        <w:t xml:space="preserve"> </w:t>
      </w:r>
      <w:r w:rsidRPr="009B49FF">
        <w:rPr>
          <w:lang w:eastAsia="en-GB"/>
        </w:rPr>
        <w:t>implement a mock object to do just that, but the borrow checker won’t allow it</w:t>
      </w:r>
      <w:ins w:id="497" w:author="Audrey Doyle" w:date="2022-08-04T15:08:00Z">
        <w:r w:rsidR="00A23EC8">
          <w:rPr>
            <w:lang w:eastAsia="en-GB"/>
          </w:rPr>
          <w:t>.</w:t>
        </w:r>
      </w:ins>
      <w:del w:id="498" w:author="Audrey Doyle" w:date="2022-08-04T15:08:00Z">
        <w:r w:rsidRPr="009B49FF" w:rsidDel="00A23EC8">
          <w:rPr>
            <w:lang w:eastAsia="en-GB"/>
          </w:rPr>
          <w:delText>:</w:delText>
        </w:r>
      </w:del>
    </w:p>
    <w:p w14:paraId="24C9D2A2" w14:textId="01D6E64F" w:rsidR="009B49FF" w:rsidRPr="009B49FF" w:rsidRDefault="009B49FF" w:rsidP="009A664F">
      <w:pPr>
        <w:pStyle w:val="CodeLabel"/>
        <w:rPr>
          <w:lang w:eastAsia="en-GB"/>
        </w:rPr>
      </w:pPr>
      <w:r w:rsidRPr="009B49FF">
        <w:rPr>
          <w:lang w:eastAsia="en-GB"/>
        </w:rPr>
        <w:t>src/lib.rs</w:t>
      </w:r>
    </w:p>
    <w:p w14:paraId="6DA24C0B" w14:textId="77777777" w:rsidR="009B49FF" w:rsidRPr="009A664F" w:rsidRDefault="009B49FF" w:rsidP="00EC0C53">
      <w:pPr>
        <w:pStyle w:val="Code"/>
      </w:pPr>
      <w:r w:rsidRPr="009A664F">
        <w:t>#[cfg(test)]</w:t>
      </w:r>
    </w:p>
    <w:p w14:paraId="064C2EDF" w14:textId="77777777" w:rsidR="009B49FF" w:rsidRPr="009A664F" w:rsidRDefault="009B49FF" w:rsidP="009A664F">
      <w:pPr>
        <w:pStyle w:val="Code"/>
      </w:pPr>
      <w:r w:rsidRPr="009A664F">
        <w:t>mod tests {</w:t>
      </w:r>
    </w:p>
    <w:p w14:paraId="33AED1A4" w14:textId="77777777" w:rsidR="009B49FF" w:rsidRPr="009A664F" w:rsidRDefault="009B49FF" w:rsidP="009A664F">
      <w:pPr>
        <w:pStyle w:val="Code"/>
      </w:pPr>
      <w:r w:rsidRPr="009A664F">
        <w:t xml:space="preserve">    use super::*;</w:t>
      </w:r>
    </w:p>
    <w:p w14:paraId="54AD55FF" w14:textId="77777777" w:rsidR="009B49FF" w:rsidRPr="009A664F" w:rsidRDefault="009B49FF" w:rsidP="009A664F">
      <w:pPr>
        <w:pStyle w:val="Code"/>
      </w:pPr>
    </w:p>
    <w:p w14:paraId="18C8F42D" w14:textId="3D95CFE7" w:rsidR="009B49FF" w:rsidRPr="009A664F" w:rsidRDefault="009B49FF" w:rsidP="009A664F">
      <w:pPr>
        <w:pStyle w:val="Code"/>
      </w:pPr>
      <w:r w:rsidRPr="009A664F">
        <w:t xml:space="preserve"> </w:t>
      </w:r>
      <w:r w:rsidR="00C70494" w:rsidRPr="00C70494">
        <w:t xml:space="preserve"> </w:t>
      </w:r>
      <w:r w:rsidR="00535998" w:rsidRPr="00535998">
        <w:rPr>
          <w:rStyle w:val="CodeAnnotation"/>
        </w:rPr>
        <w:t>1</w:t>
      </w:r>
      <w:r w:rsidRPr="009A664F">
        <w:t xml:space="preserve"> struct MockMessenger {</w:t>
      </w:r>
    </w:p>
    <w:p w14:paraId="704C2255" w14:textId="7A8032BF" w:rsidR="009B49FF" w:rsidRPr="009A664F" w:rsidRDefault="009B49FF" w:rsidP="009A664F">
      <w:pPr>
        <w:pStyle w:val="Code"/>
      </w:pPr>
      <w:r w:rsidRPr="009A664F">
        <w:t xml:space="preserve">      </w:t>
      </w:r>
      <w:r w:rsidR="00535998" w:rsidRPr="00535998">
        <w:rPr>
          <w:rStyle w:val="CodeAnnotation"/>
        </w:rPr>
        <w:t>2</w:t>
      </w:r>
      <w:r w:rsidRPr="009A664F">
        <w:t xml:space="preserve"> sent_messages: Vec&lt;String&gt;,</w:t>
      </w:r>
    </w:p>
    <w:p w14:paraId="33CE1BBA" w14:textId="77777777" w:rsidR="009B49FF" w:rsidRPr="009A664F" w:rsidRDefault="009B49FF" w:rsidP="009A664F">
      <w:pPr>
        <w:pStyle w:val="Code"/>
      </w:pPr>
      <w:r w:rsidRPr="009A664F">
        <w:t xml:space="preserve">    }</w:t>
      </w:r>
    </w:p>
    <w:p w14:paraId="050A8A5D" w14:textId="77777777" w:rsidR="009B49FF" w:rsidRPr="009A664F" w:rsidRDefault="009B49FF" w:rsidP="009A664F">
      <w:pPr>
        <w:pStyle w:val="Code"/>
      </w:pPr>
    </w:p>
    <w:p w14:paraId="006AB275" w14:textId="77777777" w:rsidR="009B49FF" w:rsidRPr="009A664F" w:rsidRDefault="009B49FF" w:rsidP="009A664F">
      <w:pPr>
        <w:pStyle w:val="Code"/>
      </w:pPr>
      <w:r w:rsidRPr="009A664F">
        <w:t xml:space="preserve">    impl MockMessenger {</w:t>
      </w:r>
    </w:p>
    <w:p w14:paraId="184CED7A" w14:textId="44D5A0FD" w:rsidR="009B49FF" w:rsidRPr="009A664F" w:rsidRDefault="009B49FF" w:rsidP="009A664F">
      <w:pPr>
        <w:pStyle w:val="Code"/>
      </w:pPr>
      <w:r w:rsidRPr="009A664F">
        <w:t xml:space="preserve">      </w:t>
      </w:r>
      <w:r w:rsidR="00535998" w:rsidRPr="00535998">
        <w:rPr>
          <w:rStyle w:val="CodeAnnotation"/>
        </w:rPr>
        <w:t>3</w:t>
      </w:r>
      <w:r w:rsidRPr="009A664F">
        <w:t xml:space="preserve"> fn new() -&gt; MockMessenger {</w:t>
      </w:r>
    </w:p>
    <w:p w14:paraId="5A3F12EC" w14:textId="77777777" w:rsidR="009B49FF" w:rsidRPr="009A664F" w:rsidRDefault="009B49FF" w:rsidP="009A664F">
      <w:pPr>
        <w:pStyle w:val="Code"/>
      </w:pPr>
      <w:r w:rsidRPr="009A664F">
        <w:t xml:space="preserve">            MockMessenger {</w:t>
      </w:r>
    </w:p>
    <w:p w14:paraId="40C5D684" w14:textId="77777777" w:rsidR="009B49FF" w:rsidRPr="009A664F" w:rsidRDefault="009B49FF" w:rsidP="009A664F">
      <w:pPr>
        <w:pStyle w:val="Code"/>
      </w:pPr>
      <w:r w:rsidRPr="009A664F">
        <w:t xml:space="preserve">                sent_messages: vec![],</w:t>
      </w:r>
    </w:p>
    <w:p w14:paraId="00C361F8" w14:textId="77777777" w:rsidR="009B49FF" w:rsidRPr="009A664F" w:rsidRDefault="009B49FF" w:rsidP="009A664F">
      <w:pPr>
        <w:pStyle w:val="Code"/>
      </w:pPr>
      <w:r w:rsidRPr="009A664F">
        <w:t xml:space="preserve">            }</w:t>
      </w:r>
    </w:p>
    <w:p w14:paraId="62921CAA" w14:textId="77777777" w:rsidR="009B49FF" w:rsidRPr="009A664F" w:rsidRDefault="009B49FF" w:rsidP="009A664F">
      <w:pPr>
        <w:pStyle w:val="Code"/>
      </w:pPr>
      <w:r w:rsidRPr="009A664F">
        <w:t xml:space="preserve">        }</w:t>
      </w:r>
    </w:p>
    <w:p w14:paraId="1A62A118" w14:textId="77777777" w:rsidR="009B49FF" w:rsidRPr="009A664F" w:rsidRDefault="009B49FF" w:rsidP="009A664F">
      <w:pPr>
        <w:pStyle w:val="Code"/>
      </w:pPr>
      <w:r w:rsidRPr="009A664F">
        <w:t xml:space="preserve">    }</w:t>
      </w:r>
    </w:p>
    <w:p w14:paraId="54CAD3E9" w14:textId="77777777" w:rsidR="009B49FF" w:rsidRPr="009A664F" w:rsidRDefault="009B49FF" w:rsidP="009A664F">
      <w:pPr>
        <w:pStyle w:val="Code"/>
      </w:pPr>
    </w:p>
    <w:p w14:paraId="04306259" w14:textId="25C94C8F" w:rsidR="009B49FF" w:rsidRPr="009A664F" w:rsidRDefault="009B49FF" w:rsidP="009A664F">
      <w:pPr>
        <w:pStyle w:val="Code"/>
      </w:pPr>
      <w:r w:rsidRPr="009A664F">
        <w:t xml:space="preserve">  </w:t>
      </w:r>
      <w:r w:rsidR="00535998" w:rsidRPr="00535998">
        <w:rPr>
          <w:rStyle w:val="CodeAnnotation"/>
        </w:rPr>
        <w:t>4</w:t>
      </w:r>
      <w:r w:rsidRPr="009A664F">
        <w:t xml:space="preserve"> impl Messenger for MockMessenger {</w:t>
      </w:r>
    </w:p>
    <w:p w14:paraId="4F39957F" w14:textId="77777777" w:rsidR="009B49FF" w:rsidRPr="009A664F" w:rsidRDefault="009B49FF" w:rsidP="009A664F">
      <w:pPr>
        <w:pStyle w:val="Code"/>
      </w:pPr>
      <w:r w:rsidRPr="009A664F">
        <w:t xml:space="preserve">        fn send(&amp;self, message: &amp;str) {</w:t>
      </w:r>
    </w:p>
    <w:p w14:paraId="6F290692" w14:textId="368ABE1A" w:rsidR="009B49FF" w:rsidRPr="009A664F" w:rsidRDefault="009B49FF" w:rsidP="009A664F">
      <w:pPr>
        <w:pStyle w:val="Code"/>
      </w:pPr>
      <w:r w:rsidRPr="009A664F">
        <w:t xml:space="preserve">          </w:t>
      </w:r>
      <w:r w:rsidR="00535998" w:rsidRPr="00535998">
        <w:rPr>
          <w:rStyle w:val="CodeAnnotation"/>
        </w:rPr>
        <w:t>5</w:t>
      </w:r>
      <w:r w:rsidRPr="009A664F">
        <w:t xml:space="preserve"> self.sent_messages.push(String::from(message));</w:t>
      </w:r>
    </w:p>
    <w:p w14:paraId="13EDFC4A" w14:textId="77777777" w:rsidR="009B49FF" w:rsidRPr="009A664F" w:rsidRDefault="009B49FF" w:rsidP="009A664F">
      <w:pPr>
        <w:pStyle w:val="Code"/>
      </w:pPr>
      <w:r w:rsidRPr="009A664F">
        <w:t xml:space="preserve">        }</w:t>
      </w:r>
    </w:p>
    <w:p w14:paraId="2BF45011" w14:textId="77777777" w:rsidR="009B49FF" w:rsidRPr="009A664F" w:rsidRDefault="009B49FF" w:rsidP="009A664F">
      <w:pPr>
        <w:pStyle w:val="Code"/>
      </w:pPr>
      <w:r w:rsidRPr="009A664F">
        <w:t xml:space="preserve">    }</w:t>
      </w:r>
    </w:p>
    <w:p w14:paraId="56B063F5" w14:textId="77777777" w:rsidR="009B49FF" w:rsidRPr="009A664F" w:rsidRDefault="009B49FF" w:rsidP="009A664F">
      <w:pPr>
        <w:pStyle w:val="Code"/>
      </w:pPr>
    </w:p>
    <w:p w14:paraId="47F7884B" w14:textId="77777777" w:rsidR="009B49FF" w:rsidRPr="009A664F" w:rsidRDefault="009B49FF" w:rsidP="009A664F">
      <w:pPr>
        <w:pStyle w:val="Code"/>
      </w:pPr>
      <w:r w:rsidRPr="009A664F">
        <w:t xml:space="preserve">    #[test]</w:t>
      </w:r>
    </w:p>
    <w:p w14:paraId="7E347A5C" w14:textId="6C697978" w:rsidR="009B49FF" w:rsidRPr="009A664F" w:rsidRDefault="009B49FF" w:rsidP="009A664F">
      <w:pPr>
        <w:pStyle w:val="Code"/>
      </w:pPr>
      <w:r w:rsidRPr="009A664F">
        <w:t xml:space="preserve">  </w:t>
      </w:r>
      <w:r w:rsidR="00535998" w:rsidRPr="00535998">
        <w:rPr>
          <w:rStyle w:val="CodeAnnotation"/>
        </w:rPr>
        <w:t>6</w:t>
      </w:r>
      <w:r w:rsidRPr="009A664F">
        <w:t xml:space="preserve"> fn it_sends_an_over_75_percent_warning_message() {</w:t>
      </w:r>
    </w:p>
    <w:p w14:paraId="3E4728D0" w14:textId="77777777" w:rsidR="009B49FF" w:rsidRPr="009A664F" w:rsidRDefault="009B49FF" w:rsidP="009A664F">
      <w:pPr>
        <w:pStyle w:val="Code"/>
      </w:pPr>
      <w:r w:rsidRPr="009A664F">
        <w:t xml:space="preserve">        let mock_messenger = MockMessenger::new();</w:t>
      </w:r>
    </w:p>
    <w:p w14:paraId="6900EEA0" w14:textId="77777777" w:rsidR="00673822" w:rsidRDefault="009B49FF" w:rsidP="009A664F">
      <w:pPr>
        <w:pStyle w:val="Code"/>
      </w:pPr>
      <w:r w:rsidRPr="009A664F">
        <w:t xml:space="preserve">        let mut limit_tracker = LimitTracker::new(</w:t>
      </w:r>
    </w:p>
    <w:p w14:paraId="4B022F82" w14:textId="77777777" w:rsidR="00673822" w:rsidRDefault="00673822" w:rsidP="009A664F">
      <w:pPr>
        <w:pStyle w:val="Code"/>
      </w:pPr>
      <w:r>
        <w:t xml:space="preserve">            </w:t>
      </w:r>
      <w:r w:rsidR="009B49FF" w:rsidRPr="009A664F">
        <w:t>&amp;mock_messenger,</w:t>
      </w:r>
      <w:del w:id="499" w:author="Carol Nichols" w:date="2022-08-25T17:24:00Z">
        <w:r w:rsidR="009B49FF" w:rsidRPr="009A664F" w:rsidDel="00E429DC">
          <w:delText xml:space="preserve"> </w:delText>
        </w:r>
      </w:del>
    </w:p>
    <w:p w14:paraId="6C127976" w14:textId="77777777" w:rsidR="00673822" w:rsidRDefault="00673822" w:rsidP="009A664F">
      <w:pPr>
        <w:pStyle w:val="Code"/>
      </w:pPr>
      <w:r>
        <w:t xml:space="preserve">            </w:t>
      </w:r>
      <w:r w:rsidR="009B49FF" w:rsidRPr="009A664F">
        <w:t>100</w:t>
      </w:r>
    </w:p>
    <w:p w14:paraId="4AF5841C" w14:textId="6072D300" w:rsidR="009B49FF" w:rsidRPr="009A664F" w:rsidRDefault="00673822" w:rsidP="009A664F">
      <w:pPr>
        <w:pStyle w:val="Code"/>
      </w:pPr>
      <w:r>
        <w:t xml:space="preserve">        </w:t>
      </w:r>
      <w:r w:rsidR="009B49FF" w:rsidRPr="009A664F">
        <w:t>);</w:t>
      </w:r>
    </w:p>
    <w:p w14:paraId="47DA0A20" w14:textId="77777777" w:rsidR="009B49FF" w:rsidRPr="009A664F" w:rsidRDefault="009B49FF" w:rsidP="009A664F">
      <w:pPr>
        <w:pStyle w:val="Code"/>
      </w:pPr>
    </w:p>
    <w:p w14:paraId="12C3534E" w14:textId="77777777" w:rsidR="009B49FF" w:rsidRPr="009A664F" w:rsidRDefault="009B49FF" w:rsidP="009A664F">
      <w:pPr>
        <w:pStyle w:val="Code"/>
      </w:pPr>
      <w:r w:rsidRPr="009A664F">
        <w:t xml:space="preserve">        limit_tracker.set_value(80);</w:t>
      </w:r>
    </w:p>
    <w:p w14:paraId="6A5F9D77" w14:textId="77777777" w:rsidR="009B49FF" w:rsidRPr="009A664F" w:rsidRDefault="009B49FF" w:rsidP="009A664F">
      <w:pPr>
        <w:pStyle w:val="Code"/>
      </w:pPr>
    </w:p>
    <w:p w14:paraId="7128DF08" w14:textId="77777777" w:rsidR="009B49FF" w:rsidRPr="009A664F" w:rsidRDefault="009B49FF" w:rsidP="009A664F">
      <w:pPr>
        <w:pStyle w:val="Code"/>
      </w:pPr>
      <w:r w:rsidRPr="009A664F">
        <w:t xml:space="preserve">        assert_eq!(mock_messenger.sent_messages.len(), 1);</w:t>
      </w:r>
    </w:p>
    <w:p w14:paraId="480118F6" w14:textId="77777777" w:rsidR="009B49FF" w:rsidRPr="009A664F" w:rsidRDefault="009B49FF" w:rsidP="009A664F">
      <w:pPr>
        <w:pStyle w:val="Code"/>
      </w:pPr>
      <w:r w:rsidRPr="009A664F">
        <w:t xml:space="preserve">    }</w:t>
      </w:r>
    </w:p>
    <w:p w14:paraId="6D27744D" w14:textId="77777777" w:rsidR="009B49FF" w:rsidRPr="009A664F" w:rsidRDefault="009B49FF" w:rsidP="009A664F">
      <w:pPr>
        <w:pStyle w:val="Code"/>
      </w:pPr>
      <w:r w:rsidRPr="009A664F">
        <w:t>}</w:t>
      </w:r>
    </w:p>
    <w:p w14:paraId="1DA58D22" w14:textId="4DEE7D43" w:rsidR="009B49FF" w:rsidRPr="009B49FF" w:rsidRDefault="009B49FF" w:rsidP="005E29A1">
      <w:pPr>
        <w:pStyle w:val="CodeListingCaption"/>
        <w:rPr>
          <w:lang w:eastAsia="en-GB"/>
        </w:rPr>
      </w:pPr>
      <w:r w:rsidRPr="009A664F">
        <w:t xml:space="preserve">An attempt to implement a </w:t>
      </w:r>
      <w:r w:rsidRPr="009A664F">
        <w:rPr>
          <w:rStyle w:val="Literal"/>
        </w:rPr>
        <w:t>MockMessenger</w:t>
      </w:r>
      <w:r w:rsidRPr="009B49FF">
        <w:rPr>
          <w:lang w:eastAsia="en-GB"/>
        </w:rPr>
        <w:t xml:space="preserve"> that isn’t allowed by</w:t>
      </w:r>
      <w:r w:rsidR="00E22CA3">
        <w:rPr>
          <w:lang w:eastAsia="en-GB"/>
        </w:rPr>
        <w:t xml:space="preserve"> </w:t>
      </w:r>
      <w:r w:rsidRPr="009B49FF">
        <w:rPr>
          <w:lang w:eastAsia="en-GB"/>
        </w:rPr>
        <w:t>the borrow checker</w:t>
      </w:r>
    </w:p>
    <w:p w14:paraId="73241F33" w14:textId="44EA7B4D" w:rsidR="009B49FF" w:rsidRPr="009B49FF" w:rsidRDefault="009B49FF" w:rsidP="009A664F">
      <w:pPr>
        <w:pStyle w:val="Body"/>
        <w:rPr>
          <w:lang w:eastAsia="en-GB"/>
        </w:rPr>
      </w:pPr>
      <w:r w:rsidRPr="009B49FF">
        <w:rPr>
          <w:lang w:eastAsia="en-GB"/>
        </w:rPr>
        <w:t xml:space="preserve">This test code defines a </w:t>
      </w:r>
      <w:r w:rsidRPr="009A664F">
        <w:rPr>
          <w:rStyle w:val="Literal"/>
        </w:rPr>
        <w:t>MockMessenger</w:t>
      </w:r>
      <w:r w:rsidRPr="009A664F">
        <w:t xml:space="preserve"> struct</w:t>
      </w:r>
      <w:r w:rsidR="00C70494" w:rsidRPr="00C70494">
        <w:t xml:space="preserve"> </w:t>
      </w:r>
      <w:r w:rsidR="00535998" w:rsidRPr="00535998">
        <w:rPr>
          <w:rStyle w:val="CodeAnnotation"/>
        </w:rPr>
        <w:t>1</w:t>
      </w:r>
      <w:r w:rsidRPr="009A664F">
        <w:t xml:space="preserve"> that has a </w:t>
      </w:r>
      <w:r w:rsidRPr="009A664F">
        <w:rPr>
          <w:rStyle w:val="Literal"/>
        </w:rPr>
        <w:t>sent_messages</w:t>
      </w:r>
      <w:r w:rsidR="00E22CA3" w:rsidRPr="009A664F">
        <w:t xml:space="preserve"> </w:t>
      </w:r>
      <w:r w:rsidRPr="009A664F">
        <w:t xml:space="preserve">field with a </w:t>
      </w:r>
      <w:r w:rsidRPr="009A664F">
        <w:rPr>
          <w:rStyle w:val="Literal"/>
        </w:rPr>
        <w:t>Vec</w:t>
      </w:r>
      <w:r w:rsidRPr="009A664F">
        <w:t xml:space="preserve"> of </w:t>
      </w:r>
      <w:r w:rsidRPr="009A664F">
        <w:rPr>
          <w:rStyle w:val="Literal"/>
        </w:rPr>
        <w:t>String</w:t>
      </w:r>
      <w:r w:rsidRPr="009A664F">
        <w:t xml:space="preserve"> values </w:t>
      </w:r>
      <w:r w:rsidR="00535998" w:rsidRPr="00535998">
        <w:rPr>
          <w:rStyle w:val="CodeAnnotation"/>
        </w:rPr>
        <w:t>2</w:t>
      </w:r>
      <w:r w:rsidRPr="009A664F">
        <w:t xml:space="preserve"> to keep track of the messages it’s</w:t>
      </w:r>
      <w:r w:rsidR="00E22CA3" w:rsidRPr="009A664F">
        <w:t xml:space="preserve"> </w:t>
      </w:r>
      <w:r w:rsidRPr="009A664F">
        <w:t xml:space="preserve">told to send. We also define an associated function </w:t>
      </w:r>
      <w:r w:rsidRPr="009A664F">
        <w:rPr>
          <w:rStyle w:val="Literal"/>
        </w:rPr>
        <w:t>new</w:t>
      </w:r>
      <w:r w:rsidRPr="009A664F">
        <w:t xml:space="preserve"> </w:t>
      </w:r>
      <w:r w:rsidR="00535998" w:rsidRPr="00535998">
        <w:rPr>
          <w:rStyle w:val="CodeAnnotation"/>
        </w:rPr>
        <w:t>3</w:t>
      </w:r>
      <w:r w:rsidRPr="009A664F">
        <w:t xml:space="preserve"> to make it</w:t>
      </w:r>
      <w:r w:rsidR="00E22CA3" w:rsidRPr="009A664F">
        <w:t xml:space="preserve"> </w:t>
      </w:r>
      <w:r w:rsidRPr="009A664F">
        <w:t xml:space="preserve">convenient to create new </w:t>
      </w:r>
      <w:r w:rsidRPr="009A664F">
        <w:rPr>
          <w:rStyle w:val="Literal"/>
        </w:rPr>
        <w:t>MockMessenger</w:t>
      </w:r>
      <w:r w:rsidRPr="009A664F">
        <w:t xml:space="preserve"> values that start with an empty list</w:t>
      </w:r>
      <w:r w:rsidR="00E22CA3" w:rsidRPr="009A664F">
        <w:t xml:space="preserve"> </w:t>
      </w:r>
      <w:r w:rsidRPr="009A664F">
        <w:t xml:space="preserve">of messages. We then implement the </w:t>
      </w:r>
      <w:r w:rsidRPr="009A664F">
        <w:rPr>
          <w:rStyle w:val="Literal"/>
        </w:rPr>
        <w:t>Messenger</w:t>
      </w:r>
      <w:r w:rsidRPr="009A664F">
        <w:t xml:space="preserve"> trait for </w:t>
      </w:r>
      <w:r w:rsidRPr="009A664F">
        <w:rPr>
          <w:rStyle w:val="Literal"/>
        </w:rPr>
        <w:t>MockMessenger</w:t>
      </w:r>
      <w:r w:rsidRPr="009A664F">
        <w:t xml:space="preserve"> </w:t>
      </w:r>
      <w:r w:rsidR="00535998" w:rsidRPr="00535998">
        <w:rPr>
          <w:rStyle w:val="CodeAnnotation"/>
        </w:rPr>
        <w:t>4</w:t>
      </w:r>
      <w:r w:rsidRPr="009A664F">
        <w:t xml:space="preserve"> so</w:t>
      </w:r>
      <w:r w:rsidR="00E22CA3" w:rsidRPr="009A664F">
        <w:t xml:space="preserve"> </w:t>
      </w:r>
      <w:r w:rsidRPr="009A664F">
        <w:t xml:space="preserve">we can give a </w:t>
      </w:r>
      <w:r w:rsidRPr="009A664F">
        <w:rPr>
          <w:rStyle w:val="Literal"/>
        </w:rPr>
        <w:t>MockMessenger</w:t>
      </w:r>
      <w:r w:rsidRPr="009A664F">
        <w:t xml:space="preserve"> to a </w:t>
      </w:r>
      <w:r w:rsidRPr="009A664F">
        <w:rPr>
          <w:rStyle w:val="Literal"/>
        </w:rPr>
        <w:t>LimitTracker</w:t>
      </w:r>
      <w:r w:rsidRPr="009A664F">
        <w:t>. In the definition of the</w:t>
      </w:r>
      <w:r w:rsidR="00E22CA3" w:rsidRPr="009A664F">
        <w:t xml:space="preserve"> </w:t>
      </w:r>
      <w:r w:rsidRPr="009A664F">
        <w:rPr>
          <w:rStyle w:val="Literal"/>
        </w:rPr>
        <w:t>send</w:t>
      </w:r>
      <w:r w:rsidRPr="009A664F">
        <w:t xml:space="preserve"> method </w:t>
      </w:r>
      <w:r w:rsidR="00535998" w:rsidRPr="00535998">
        <w:rPr>
          <w:rStyle w:val="CodeAnnotation"/>
        </w:rPr>
        <w:t>5</w:t>
      </w:r>
      <w:r w:rsidRPr="009A664F">
        <w:t>, we take the message passed in as a parameter and store it in</w:t>
      </w:r>
      <w:r w:rsidR="00E22CA3" w:rsidRPr="009A664F">
        <w:t xml:space="preserve"> </w:t>
      </w:r>
      <w:r w:rsidRPr="009A664F">
        <w:t xml:space="preserve">the </w:t>
      </w:r>
      <w:r w:rsidRPr="009A664F">
        <w:rPr>
          <w:rStyle w:val="Literal"/>
        </w:rPr>
        <w:t>MockMessenger</w:t>
      </w:r>
      <w:r w:rsidRPr="009A664F">
        <w:t xml:space="preserve"> list of </w:t>
      </w:r>
      <w:r w:rsidRPr="009A664F">
        <w:rPr>
          <w:rStyle w:val="Literal"/>
        </w:rPr>
        <w:t>sent_messages</w:t>
      </w:r>
      <w:r w:rsidRPr="009B49FF">
        <w:rPr>
          <w:lang w:eastAsia="en-GB"/>
        </w:rPr>
        <w:t>.</w:t>
      </w:r>
    </w:p>
    <w:p w14:paraId="4BCDDD2A" w14:textId="0D3C3426" w:rsidR="009B49FF" w:rsidRPr="009B49FF" w:rsidRDefault="009B49FF" w:rsidP="009A664F">
      <w:pPr>
        <w:pStyle w:val="Body"/>
        <w:rPr>
          <w:lang w:eastAsia="en-GB"/>
        </w:rPr>
      </w:pPr>
      <w:r w:rsidRPr="009B49FF">
        <w:rPr>
          <w:lang w:eastAsia="en-GB"/>
        </w:rPr>
        <w:t xml:space="preserve">In the test, we’re testing what happens when the </w:t>
      </w:r>
      <w:r w:rsidRPr="009A664F">
        <w:rPr>
          <w:rStyle w:val="Literal"/>
        </w:rPr>
        <w:t>LimitTracker</w:t>
      </w:r>
      <w:r w:rsidRPr="009A664F">
        <w:t xml:space="preserve"> is told to set</w:t>
      </w:r>
      <w:r w:rsidR="00E22CA3" w:rsidRPr="009A664F">
        <w:t xml:space="preserve"> </w:t>
      </w:r>
      <w:r w:rsidRPr="009A664F">
        <w:rPr>
          <w:rStyle w:val="Literal"/>
        </w:rPr>
        <w:t>value</w:t>
      </w:r>
      <w:r w:rsidRPr="009A664F">
        <w:t xml:space="preserve"> to something that is more than 75 percent of the </w:t>
      </w:r>
      <w:r w:rsidRPr="009A664F">
        <w:rPr>
          <w:rStyle w:val="Literal"/>
        </w:rPr>
        <w:t>max</w:t>
      </w:r>
      <w:r w:rsidRPr="009A664F">
        <w:t xml:space="preserve"> value </w:t>
      </w:r>
      <w:r w:rsidR="00535998" w:rsidRPr="00535998">
        <w:rPr>
          <w:rStyle w:val="CodeAnnotation"/>
        </w:rPr>
        <w:t>6</w:t>
      </w:r>
      <w:r w:rsidRPr="009A664F">
        <w:t>.</w:t>
      </w:r>
      <w:r w:rsidR="00E22CA3" w:rsidRPr="009A664F">
        <w:t xml:space="preserve"> </w:t>
      </w:r>
      <w:r w:rsidRPr="009A664F">
        <w:t>First</w:t>
      </w:r>
      <w:del w:id="500" w:author="Audrey Doyle" w:date="2022-08-04T15:09:00Z">
        <w:r w:rsidRPr="009A664F" w:rsidDel="00A23EC8">
          <w:delText>,</w:delText>
        </w:r>
      </w:del>
      <w:r w:rsidRPr="009A664F">
        <w:t xml:space="preserve"> we create a new </w:t>
      </w:r>
      <w:r w:rsidRPr="009A664F">
        <w:rPr>
          <w:rStyle w:val="Literal"/>
        </w:rPr>
        <w:t>MockMessenger</w:t>
      </w:r>
      <w:r w:rsidRPr="009A664F">
        <w:t>, which will start with an empty list of</w:t>
      </w:r>
      <w:r w:rsidR="00E22CA3" w:rsidRPr="009A664F">
        <w:t xml:space="preserve"> </w:t>
      </w:r>
      <w:r w:rsidRPr="009A664F">
        <w:t xml:space="preserve">messages. Then we create a new </w:t>
      </w:r>
      <w:r w:rsidRPr="009A664F">
        <w:rPr>
          <w:rStyle w:val="Literal"/>
        </w:rPr>
        <w:t>LimitTracker</w:t>
      </w:r>
      <w:r w:rsidRPr="009A664F">
        <w:t xml:space="preserve"> and give it a reference to the</w:t>
      </w:r>
      <w:r w:rsidR="00E22CA3" w:rsidRPr="009A664F">
        <w:t xml:space="preserve"> </w:t>
      </w:r>
      <w:r w:rsidRPr="009A664F">
        <w:t xml:space="preserve">new </w:t>
      </w:r>
      <w:r w:rsidRPr="009A664F">
        <w:rPr>
          <w:rStyle w:val="Literal"/>
        </w:rPr>
        <w:t>MockMessenger</w:t>
      </w:r>
      <w:r w:rsidRPr="009A664F">
        <w:t xml:space="preserve"> and a </w:t>
      </w:r>
      <w:r w:rsidRPr="009A664F">
        <w:rPr>
          <w:rStyle w:val="Literal"/>
        </w:rPr>
        <w:t>max</w:t>
      </w:r>
      <w:r w:rsidRPr="009A664F">
        <w:t xml:space="preserve"> value of </w:t>
      </w:r>
      <w:r w:rsidRPr="00A23EC8">
        <w:rPr>
          <w:rStyle w:val="Literal"/>
          <w:rPrChange w:id="501" w:author="Audrey Doyle" w:date="2022-08-04T15:10:00Z">
            <w:rPr/>
          </w:rPrChange>
        </w:rPr>
        <w:t>100</w:t>
      </w:r>
      <w:r w:rsidRPr="009A664F">
        <w:t xml:space="preserve">. We call the </w:t>
      </w:r>
      <w:r w:rsidRPr="009A664F">
        <w:rPr>
          <w:rStyle w:val="Literal"/>
        </w:rPr>
        <w:t>set_value</w:t>
      </w:r>
      <w:r w:rsidRPr="009A664F">
        <w:t xml:space="preserve"> method on</w:t>
      </w:r>
      <w:r w:rsidR="00E22CA3" w:rsidRPr="009A664F">
        <w:t xml:space="preserve"> </w:t>
      </w:r>
      <w:r w:rsidRPr="009A664F">
        <w:t xml:space="preserve">the </w:t>
      </w:r>
      <w:r w:rsidRPr="009A664F">
        <w:rPr>
          <w:rStyle w:val="Literal"/>
        </w:rPr>
        <w:t>LimitTracker</w:t>
      </w:r>
      <w:r w:rsidRPr="009A664F">
        <w:t xml:space="preserve"> with a value of </w:t>
      </w:r>
      <w:r w:rsidRPr="00A23EC8">
        <w:rPr>
          <w:rStyle w:val="Literal"/>
          <w:rPrChange w:id="502" w:author="Audrey Doyle" w:date="2022-08-04T15:10:00Z">
            <w:rPr/>
          </w:rPrChange>
        </w:rPr>
        <w:t>80</w:t>
      </w:r>
      <w:r w:rsidRPr="009A664F">
        <w:t>, which is more than 75 percent of 100.</w:t>
      </w:r>
      <w:r w:rsidR="00E22CA3" w:rsidRPr="009A664F">
        <w:t xml:space="preserve"> </w:t>
      </w:r>
      <w:r w:rsidRPr="009A664F">
        <w:t xml:space="preserve">Then we assert that the list of messages that the </w:t>
      </w:r>
      <w:r w:rsidRPr="009A664F">
        <w:rPr>
          <w:rStyle w:val="Literal"/>
        </w:rPr>
        <w:t>MockMessenger</w:t>
      </w:r>
      <w:r w:rsidRPr="009B49FF">
        <w:rPr>
          <w:lang w:eastAsia="en-GB"/>
        </w:rPr>
        <w:t xml:space="preserve"> is keeping</w:t>
      </w:r>
      <w:r w:rsidR="00E22CA3">
        <w:rPr>
          <w:lang w:eastAsia="en-GB"/>
        </w:rPr>
        <w:t xml:space="preserve"> </w:t>
      </w:r>
      <w:r w:rsidRPr="009B49FF">
        <w:rPr>
          <w:lang w:eastAsia="en-GB"/>
        </w:rPr>
        <w:t>track of should now have one message in it.</w:t>
      </w:r>
    </w:p>
    <w:p w14:paraId="33AA74FE" w14:textId="77777777" w:rsidR="009B49FF" w:rsidRPr="009B49FF" w:rsidRDefault="009B49FF" w:rsidP="009A664F">
      <w:pPr>
        <w:pStyle w:val="Body"/>
        <w:rPr>
          <w:lang w:eastAsia="en-GB"/>
        </w:rPr>
      </w:pPr>
      <w:r w:rsidRPr="009B49FF">
        <w:rPr>
          <w:lang w:eastAsia="en-GB"/>
        </w:rPr>
        <w:t>However, there’s one problem with this test, as shown here:</w:t>
      </w:r>
    </w:p>
    <w:p w14:paraId="6CFC66AA" w14:textId="77777777" w:rsidR="00463E65" w:rsidRDefault="009B49FF" w:rsidP="00535998">
      <w:pPr>
        <w:pStyle w:val="CodeWide"/>
        <w:rPr>
          <w:ins w:id="503" w:author="Carol Nichols" w:date="2022-08-25T17:25:00Z"/>
        </w:rPr>
      </w:pPr>
      <w:r w:rsidRPr="009A664F">
        <w:t>error[E0596]: cannot borrow `self.sent_messages` as mutable, as it is behind a</w:t>
      </w:r>
    </w:p>
    <w:p w14:paraId="2D56FADB" w14:textId="2339D698" w:rsidR="009B49FF" w:rsidRPr="009A664F" w:rsidRDefault="009B49FF" w:rsidP="00535998">
      <w:pPr>
        <w:pStyle w:val="CodeWide"/>
      </w:pPr>
      <w:del w:id="504" w:author="Carol Nichols" w:date="2022-08-25T17:25:00Z">
        <w:r w:rsidRPr="009A664F" w:rsidDel="00463E65">
          <w:delText xml:space="preserve"> </w:delText>
        </w:r>
      </w:del>
      <w:r w:rsidRPr="009A664F">
        <w:t>`&amp;` reference</w:t>
      </w:r>
    </w:p>
    <w:p w14:paraId="7CE28171" w14:textId="77777777" w:rsidR="009B49FF" w:rsidRPr="009A664F" w:rsidRDefault="009B49FF" w:rsidP="00535998">
      <w:pPr>
        <w:pStyle w:val="CodeWide"/>
      </w:pPr>
      <w:r w:rsidRPr="009A664F">
        <w:t xml:space="preserve">  --&gt; src/lib.rs:58:13</w:t>
      </w:r>
    </w:p>
    <w:p w14:paraId="188CBCBF" w14:textId="77777777" w:rsidR="009B49FF" w:rsidRPr="009A664F" w:rsidRDefault="009B49FF" w:rsidP="00535998">
      <w:pPr>
        <w:pStyle w:val="CodeWide"/>
      </w:pPr>
      <w:r w:rsidRPr="009A664F">
        <w:t xml:space="preserve">   |</w:t>
      </w:r>
    </w:p>
    <w:p w14:paraId="6A31A60E" w14:textId="77777777" w:rsidR="009B49FF" w:rsidRPr="009A664F" w:rsidRDefault="009B49FF" w:rsidP="00535998">
      <w:pPr>
        <w:pStyle w:val="CodeWide"/>
      </w:pPr>
      <w:r w:rsidRPr="009A664F">
        <w:t>2  |     fn send(&amp;self, msg: &amp;str);</w:t>
      </w:r>
    </w:p>
    <w:p w14:paraId="01E0F2FD" w14:textId="77777777" w:rsidR="007A43B9" w:rsidRDefault="009B49FF" w:rsidP="00535998">
      <w:pPr>
        <w:pStyle w:val="CodeWide"/>
        <w:rPr>
          <w:ins w:id="505" w:author="Carol Nichols" w:date="2022-08-25T17:25:00Z"/>
        </w:rPr>
      </w:pPr>
      <w:r w:rsidRPr="009A664F">
        <w:t xml:space="preserve">   |             ----- help: consider changing that to be a mutable reference:</w:t>
      </w:r>
      <w:del w:id="506" w:author="Carol Nichols" w:date="2022-08-25T17:25:00Z">
        <w:r w:rsidRPr="009A664F" w:rsidDel="007A43B9">
          <w:delText xml:space="preserve"> </w:delText>
        </w:r>
      </w:del>
    </w:p>
    <w:p w14:paraId="0DBC498C" w14:textId="4C916BCA" w:rsidR="009B49FF" w:rsidRPr="009A664F" w:rsidRDefault="009B49FF" w:rsidP="00535998">
      <w:pPr>
        <w:pStyle w:val="CodeWide"/>
      </w:pPr>
      <w:r w:rsidRPr="009A664F">
        <w:t>`&amp;mut self`</w:t>
      </w:r>
    </w:p>
    <w:p w14:paraId="0B5E26E7" w14:textId="77777777" w:rsidR="009B49FF" w:rsidRPr="009A664F" w:rsidRDefault="009B49FF" w:rsidP="00535998">
      <w:pPr>
        <w:pStyle w:val="CodeWide"/>
      </w:pPr>
      <w:r w:rsidRPr="009A664F">
        <w:t>...</w:t>
      </w:r>
    </w:p>
    <w:p w14:paraId="36071162" w14:textId="77777777" w:rsidR="009B49FF" w:rsidRPr="009A664F" w:rsidRDefault="009B49FF" w:rsidP="00535998">
      <w:pPr>
        <w:pStyle w:val="CodeWide"/>
      </w:pPr>
      <w:r w:rsidRPr="009A664F">
        <w:t>58 |             self.sent_messages.push(String::from(message));</w:t>
      </w:r>
    </w:p>
    <w:p w14:paraId="60714749" w14:textId="77777777" w:rsidR="00984E23" w:rsidRDefault="009B49FF" w:rsidP="00535998">
      <w:pPr>
        <w:pStyle w:val="CodeWide"/>
        <w:rPr>
          <w:ins w:id="507" w:author="Audrey Doyle" w:date="2022-08-07T13:41:00Z"/>
        </w:rPr>
      </w:pPr>
      <w:r w:rsidRPr="009A664F">
        <w:t xml:space="preserve">   |             ^^^^^^^^^^^^^^^^^^^^^^^^^^^^^^^^^^^^^^^^^^^^^^ `self` is a</w:t>
      </w:r>
      <w:del w:id="508" w:author="Carol Nichols" w:date="2022-08-25T17:25:00Z">
        <w:r w:rsidRPr="009A664F" w:rsidDel="00357329">
          <w:delText xml:space="preserve"> </w:delText>
        </w:r>
      </w:del>
    </w:p>
    <w:p w14:paraId="4832AF8C" w14:textId="51CA7EDA" w:rsidR="009B49FF" w:rsidRPr="009A664F" w:rsidRDefault="009B49FF" w:rsidP="00535998">
      <w:pPr>
        <w:pStyle w:val="CodeWide"/>
      </w:pPr>
      <w:r w:rsidRPr="009A664F">
        <w:t>`&amp;` reference, so the data it refers to cannot be borrowed as mutable</w:t>
      </w:r>
    </w:p>
    <w:p w14:paraId="5B856A9F" w14:textId="4CD0A54F" w:rsidR="009B49FF" w:rsidRPr="009B49FF" w:rsidRDefault="009B49FF" w:rsidP="009A664F">
      <w:pPr>
        <w:pStyle w:val="Body"/>
        <w:rPr>
          <w:lang w:eastAsia="en-GB"/>
        </w:rPr>
      </w:pPr>
      <w:r w:rsidRPr="009A664F">
        <w:t xml:space="preserve">We can’t modify the </w:t>
      </w:r>
      <w:r w:rsidRPr="009A664F">
        <w:rPr>
          <w:rStyle w:val="Literal"/>
        </w:rPr>
        <w:t>MockMessenger</w:t>
      </w:r>
      <w:r w:rsidRPr="009A664F">
        <w:t xml:space="preserve"> to keep track of the messages</w:t>
      </w:r>
      <w:del w:id="509" w:author="Audrey Doyle" w:date="2022-08-04T15:11:00Z">
        <w:r w:rsidRPr="009A664F" w:rsidDel="008E315F">
          <w:delText>,</w:delText>
        </w:r>
      </w:del>
      <w:r w:rsidRPr="009A664F">
        <w:t xml:space="preserve"> because the</w:t>
      </w:r>
      <w:r w:rsidR="00E22CA3" w:rsidRPr="009A664F">
        <w:t xml:space="preserve"> </w:t>
      </w:r>
      <w:r w:rsidRPr="009A664F">
        <w:rPr>
          <w:rStyle w:val="Literal"/>
        </w:rPr>
        <w:t>send</w:t>
      </w:r>
      <w:r w:rsidRPr="009A664F">
        <w:t xml:space="preserve"> method takes an immutable reference to </w:t>
      </w:r>
      <w:r w:rsidRPr="009A664F">
        <w:rPr>
          <w:rStyle w:val="Literal"/>
        </w:rPr>
        <w:t>self</w:t>
      </w:r>
      <w:r w:rsidRPr="009A664F">
        <w:t>. We also can’t take the</w:t>
      </w:r>
      <w:r w:rsidR="00E22CA3" w:rsidRPr="009A664F">
        <w:t xml:space="preserve"> </w:t>
      </w:r>
      <w:r w:rsidRPr="009A664F">
        <w:t xml:space="preserve">suggestion from the error text to use </w:t>
      </w:r>
      <w:r w:rsidRPr="009A664F">
        <w:rPr>
          <w:rStyle w:val="Literal"/>
        </w:rPr>
        <w:t>&amp;mut self</w:t>
      </w:r>
      <w:r w:rsidRPr="009A664F">
        <w:t xml:space="preserve"> instead</w:t>
      </w:r>
      <w:del w:id="510" w:author="Audrey Doyle" w:date="2022-08-04T15:11:00Z">
        <w:r w:rsidRPr="009A664F" w:rsidDel="008E315F">
          <w:delText>,</w:delText>
        </w:r>
      </w:del>
      <w:r w:rsidRPr="009A664F">
        <w:t xml:space="preserve"> because then the</w:t>
      </w:r>
      <w:r w:rsidR="00E22CA3" w:rsidRPr="009A664F">
        <w:t xml:space="preserve"> </w:t>
      </w:r>
      <w:r w:rsidRPr="009A664F">
        <w:t xml:space="preserve">signature of </w:t>
      </w:r>
      <w:r w:rsidRPr="009A664F">
        <w:rPr>
          <w:rStyle w:val="Literal"/>
        </w:rPr>
        <w:t>send</w:t>
      </w:r>
      <w:r w:rsidRPr="009A664F">
        <w:t xml:space="preserve"> wouldn’t match the signature in the </w:t>
      </w:r>
      <w:r w:rsidRPr="009A664F">
        <w:rPr>
          <w:rStyle w:val="Literal"/>
        </w:rPr>
        <w:t>Messenger</w:t>
      </w:r>
      <w:r w:rsidRPr="009B49FF">
        <w:rPr>
          <w:lang w:eastAsia="en-GB"/>
        </w:rPr>
        <w:t xml:space="preserve"> trait</w:t>
      </w:r>
      <w:r w:rsidR="00E22CA3">
        <w:rPr>
          <w:lang w:eastAsia="en-GB"/>
        </w:rPr>
        <w:t xml:space="preserve"> </w:t>
      </w:r>
      <w:r w:rsidRPr="009B49FF">
        <w:rPr>
          <w:lang w:eastAsia="en-GB"/>
        </w:rPr>
        <w:lastRenderedPageBreak/>
        <w:t xml:space="preserve">definition (feel free to try </w:t>
      </w:r>
      <w:ins w:id="511" w:author="Audrey Doyle" w:date="2022-08-04T15:11:00Z">
        <w:r w:rsidR="008E315F">
          <w:rPr>
            <w:lang w:eastAsia="en-GB"/>
          </w:rPr>
          <w:t xml:space="preserve">it </w:t>
        </w:r>
      </w:ins>
      <w:r w:rsidRPr="009B49FF">
        <w:rPr>
          <w:lang w:eastAsia="en-GB"/>
        </w:rPr>
        <w:t>and see what error message you get).</w:t>
      </w:r>
    </w:p>
    <w:p w14:paraId="28582AA8" w14:textId="7BD19428" w:rsidR="009B49FF" w:rsidRPr="009B49FF" w:rsidRDefault="009B49FF" w:rsidP="009A664F">
      <w:pPr>
        <w:pStyle w:val="Body"/>
        <w:rPr>
          <w:lang w:eastAsia="en-GB"/>
        </w:rPr>
      </w:pPr>
      <w:r w:rsidRPr="009B49FF">
        <w:rPr>
          <w:lang w:eastAsia="en-GB"/>
        </w:rPr>
        <w:t>This is a situation in which interior mutability can help! We’ll store the</w:t>
      </w:r>
      <w:r w:rsidR="00E22CA3">
        <w:rPr>
          <w:lang w:eastAsia="en-GB"/>
        </w:rPr>
        <w:t xml:space="preserve"> </w:t>
      </w:r>
      <w:r w:rsidRPr="009A664F">
        <w:rPr>
          <w:rStyle w:val="Literal"/>
        </w:rPr>
        <w:t>sent_messages</w:t>
      </w:r>
      <w:r w:rsidRPr="009A664F">
        <w:t xml:space="preserve"> within a </w:t>
      </w:r>
      <w:r w:rsidRPr="009A664F">
        <w:rPr>
          <w:rStyle w:val="Literal"/>
        </w:rPr>
        <w:t>RefCell&lt;T&gt;</w:t>
      </w:r>
      <w:r w:rsidRPr="009A664F">
        <w:t xml:space="preserve">, and then the </w:t>
      </w:r>
      <w:r w:rsidRPr="009A664F">
        <w:rPr>
          <w:rStyle w:val="Literal"/>
        </w:rPr>
        <w:t>send</w:t>
      </w:r>
      <w:r w:rsidRPr="009A664F">
        <w:t xml:space="preserve"> method will be</w:t>
      </w:r>
      <w:r w:rsidR="00E22CA3" w:rsidRPr="009A664F">
        <w:t xml:space="preserve"> </w:t>
      </w:r>
      <w:r w:rsidRPr="009A664F">
        <w:t xml:space="preserve">able to modify </w:t>
      </w:r>
      <w:r w:rsidRPr="009A664F">
        <w:rPr>
          <w:rStyle w:val="Literal"/>
        </w:rPr>
        <w:t>sent_messages</w:t>
      </w:r>
      <w:r w:rsidRPr="009B49FF">
        <w:rPr>
          <w:lang w:eastAsia="en-GB"/>
        </w:rPr>
        <w:t xml:space="preserve"> to store the messages we’ve seen. Listing 15-22</w:t>
      </w:r>
      <w:r w:rsidR="00E22CA3">
        <w:rPr>
          <w:lang w:eastAsia="en-GB"/>
        </w:rPr>
        <w:t xml:space="preserve"> </w:t>
      </w:r>
      <w:r w:rsidRPr="009B49FF">
        <w:rPr>
          <w:lang w:eastAsia="en-GB"/>
        </w:rPr>
        <w:t>shows what that looks like</w:t>
      </w:r>
      <w:ins w:id="512" w:author="Audrey Doyle" w:date="2022-08-04T15:11:00Z">
        <w:r w:rsidR="008E315F">
          <w:rPr>
            <w:lang w:eastAsia="en-GB"/>
          </w:rPr>
          <w:t>.</w:t>
        </w:r>
      </w:ins>
      <w:del w:id="513" w:author="Audrey Doyle" w:date="2022-08-04T15:11:00Z">
        <w:r w:rsidRPr="009B49FF" w:rsidDel="008E315F">
          <w:rPr>
            <w:lang w:eastAsia="en-GB"/>
          </w:rPr>
          <w:delText>:</w:delText>
        </w:r>
      </w:del>
    </w:p>
    <w:p w14:paraId="59694127" w14:textId="55E37BED" w:rsidR="009B49FF" w:rsidRPr="009B49FF" w:rsidRDefault="009B49FF" w:rsidP="009A664F">
      <w:pPr>
        <w:pStyle w:val="CodeLabel"/>
        <w:rPr>
          <w:lang w:eastAsia="en-GB"/>
        </w:rPr>
      </w:pPr>
      <w:r w:rsidRPr="009B49FF">
        <w:rPr>
          <w:lang w:eastAsia="en-GB"/>
        </w:rPr>
        <w:t>src/lib.rs</w:t>
      </w:r>
    </w:p>
    <w:p w14:paraId="35F55201" w14:textId="77777777" w:rsidR="009B49FF" w:rsidRPr="00637DA3" w:rsidRDefault="009B49FF" w:rsidP="00E55299">
      <w:pPr>
        <w:pStyle w:val="Code"/>
        <w:rPr>
          <w:rStyle w:val="LiteralGray"/>
          <w:rPrChange w:id="514" w:author="Carol Nichols" w:date="2022-08-25T17:26:00Z">
            <w:rPr/>
          </w:rPrChange>
        </w:rPr>
      </w:pPr>
      <w:commentRangeStart w:id="515"/>
      <w:commentRangeStart w:id="516"/>
      <w:r w:rsidRPr="00637DA3">
        <w:rPr>
          <w:rStyle w:val="LiteralGray"/>
          <w:rPrChange w:id="517" w:author="Carol Nichols" w:date="2022-08-25T17:26:00Z">
            <w:rPr/>
          </w:rPrChange>
        </w:rPr>
        <w:t>#[cfg(test)]</w:t>
      </w:r>
    </w:p>
    <w:p w14:paraId="1F57CC3A" w14:textId="77777777" w:rsidR="009B49FF" w:rsidRPr="00637DA3" w:rsidRDefault="009B49FF" w:rsidP="00E55299">
      <w:pPr>
        <w:pStyle w:val="Code"/>
        <w:rPr>
          <w:rStyle w:val="LiteralGray"/>
          <w:rPrChange w:id="518" w:author="Carol Nichols" w:date="2022-08-25T17:26:00Z">
            <w:rPr/>
          </w:rPrChange>
        </w:rPr>
      </w:pPr>
      <w:r w:rsidRPr="00637DA3">
        <w:rPr>
          <w:rStyle w:val="LiteralGray"/>
          <w:rPrChange w:id="519" w:author="Carol Nichols" w:date="2022-08-25T17:26:00Z">
            <w:rPr/>
          </w:rPrChange>
        </w:rPr>
        <w:t>mod tests {</w:t>
      </w:r>
    </w:p>
    <w:p w14:paraId="06429B13" w14:textId="77777777" w:rsidR="009B49FF" w:rsidRPr="00637DA3" w:rsidRDefault="009B49FF" w:rsidP="00E55299">
      <w:pPr>
        <w:pStyle w:val="Code"/>
        <w:rPr>
          <w:rStyle w:val="LiteralGray"/>
          <w:rPrChange w:id="520" w:author="Carol Nichols" w:date="2022-08-25T17:26:00Z">
            <w:rPr/>
          </w:rPrChange>
        </w:rPr>
      </w:pPr>
      <w:r w:rsidRPr="00637DA3">
        <w:rPr>
          <w:rStyle w:val="LiteralGray"/>
          <w:rPrChange w:id="521" w:author="Carol Nichols" w:date="2022-08-25T17:26:00Z">
            <w:rPr/>
          </w:rPrChange>
        </w:rPr>
        <w:t xml:space="preserve">    use super::*;</w:t>
      </w:r>
      <w:commentRangeEnd w:id="515"/>
      <w:r w:rsidR="00E55299" w:rsidRPr="00637DA3">
        <w:rPr>
          <w:rStyle w:val="LiteralGray"/>
          <w:rPrChange w:id="522" w:author="Carol Nichols" w:date="2022-08-25T17:26:00Z">
            <w:rPr>
              <w:rStyle w:val="CommentReference"/>
              <w:rFonts w:ascii="Times New Roman" w:hAnsi="Times New Roman" w:cs="Times New Roman"/>
              <w:color w:val="auto"/>
              <w:lang w:val="en-CA"/>
            </w:rPr>
          </w:rPrChange>
        </w:rPr>
        <w:commentReference w:id="515"/>
      </w:r>
      <w:commentRangeEnd w:id="516"/>
      <w:r w:rsidR="00F2043A">
        <w:rPr>
          <w:rStyle w:val="CommentReference"/>
          <w:rFonts w:ascii="Times New Roman" w:hAnsi="Times New Roman" w:cs="Times New Roman"/>
          <w:color w:val="auto"/>
          <w:lang w:val="en-CA"/>
        </w:rPr>
        <w:commentReference w:id="516"/>
      </w:r>
    </w:p>
    <w:p w14:paraId="4443DEC0" w14:textId="77777777" w:rsidR="009B49FF" w:rsidRPr="009A664F" w:rsidRDefault="009B49FF" w:rsidP="00E55299">
      <w:pPr>
        <w:pStyle w:val="Code"/>
      </w:pPr>
      <w:r w:rsidRPr="009A664F">
        <w:t xml:space="preserve">    use std::cell::RefCell;</w:t>
      </w:r>
    </w:p>
    <w:p w14:paraId="7AC54416" w14:textId="77777777" w:rsidR="009B49FF" w:rsidRPr="009A664F" w:rsidRDefault="009B49FF" w:rsidP="00E55299">
      <w:pPr>
        <w:pStyle w:val="Code"/>
      </w:pPr>
    </w:p>
    <w:p w14:paraId="7CD2061C" w14:textId="77777777" w:rsidR="009B49FF" w:rsidRPr="00637DA3" w:rsidRDefault="009B49FF" w:rsidP="00E55299">
      <w:pPr>
        <w:pStyle w:val="Code"/>
        <w:rPr>
          <w:rStyle w:val="LiteralGray"/>
          <w:rPrChange w:id="523" w:author="Carol Nichols" w:date="2022-08-25T17:27:00Z">
            <w:rPr/>
          </w:rPrChange>
        </w:rPr>
      </w:pPr>
      <w:r w:rsidRPr="00637DA3">
        <w:rPr>
          <w:rStyle w:val="LiteralGray"/>
          <w:rPrChange w:id="524" w:author="Carol Nichols" w:date="2022-08-25T17:27:00Z">
            <w:rPr/>
          </w:rPrChange>
        </w:rPr>
        <w:t xml:space="preserve">    struct MockMessenger {</w:t>
      </w:r>
    </w:p>
    <w:p w14:paraId="204165C5" w14:textId="441E508B" w:rsidR="009B49FF" w:rsidRPr="009A664F" w:rsidRDefault="009B49FF" w:rsidP="00E55299">
      <w:pPr>
        <w:pStyle w:val="Code"/>
      </w:pPr>
      <w:r w:rsidRPr="009A664F">
        <w:t xml:space="preserve">      </w:t>
      </w:r>
      <w:r w:rsidR="00E55299" w:rsidRPr="00160A94">
        <w:rPr>
          <w:rStyle w:val="CodeAnnotation"/>
        </w:rPr>
        <w:t>1</w:t>
      </w:r>
      <w:r w:rsidRPr="009A664F">
        <w:t xml:space="preserve"> sent_messages: RefCell&lt;Vec&lt;String&gt;&gt;,</w:t>
      </w:r>
    </w:p>
    <w:p w14:paraId="07EA0B50" w14:textId="77777777" w:rsidR="009B49FF" w:rsidRPr="00637DA3" w:rsidRDefault="009B49FF" w:rsidP="00E55299">
      <w:pPr>
        <w:pStyle w:val="Code"/>
        <w:rPr>
          <w:rStyle w:val="LiteralGray"/>
          <w:rPrChange w:id="525" w:author="Carol Nichols" w:date="2022-08-25T17:27:00Z">
            <w:rPr/>
          </w:rPrChange>
        </w:rPr>
      </w:pPr>
      <w:r w:rsidRPr="00637DA3">
        <w:rPr>
          <w:rStyle w:val="LiteralGray"/>
          <w:rPrChange w:id="526" w:author="Carol Nichols" w:date="2022-08-25T17:27:00Z">
            <w:rPr/>
          </w:rPrChange>
        </w:rPr>
        <w:t xml:space="preserve">    }</w:t>
      </w:r>
    </w:p>
    <w:p w14:paraId="38C0C03F" w14:textId="77777777" w:rsidR="009B49FF" w:rsidRPr="00637DA3" w:rsidRDefault="009B49FF" w:rsidP="00E55299">
      <w:pPr>
        <w:pStyle w:val="Code"/>
        <w:rPr>
          <w:rStyle w:val="LiteralGray"/>
          <w:rPrChange w:id="527" w:author="Carol Nichols" w:date="2022-08-25T17:27:00Z">
            <w:rPr/>
          </w:rPrChange>
        </w:rPr>
      </w:pPr>
    </w:p>
    <w:p w14:paraId="559C15F7" w14:textId="77777777" w:rsidR="009B49FF" w:rsidRPr="00637DA3" w:rsidRDefault="009B49FF" w:rsidP="00E55299">
      <w:pPr>
        <w:pStyle w:val="Code"/>
        <w:rPr>
          <w:rStyle w:val="LiteralGray"/>
          <w:rPrChange w:id="528" w:author="Carol Nichols" w:date="2022-08-25T17:27:00Z">
            <w:rPr/>
          </w:rPrChange>
        </w:rPr>
      </w:pPr>
      <w:r w:rsidRPr="00637DA3">
        <w:rPr>
          <w:rStyle w:val="LiteralGray"/>
          <w:rPrChange w:id="529" w:author="Carol Nichols" w:date="2022-08-25T17:27:00Z">
            <w:rPr/>
          </w:rPrChange>
        </w:rPr>
        <w:t xml:space="preserve">    impl MockMessenger {</w:t>
      </w:r>
    </w:p>
    <w:p w14:paraId="60037FD7" w14:textId="77777777" w:rsidR="009B49FF" w:rsidRPr="00637DA3" w:rsidRDefault="009B49FF" w:rsidP="00E55299">
      <w:pPr>
        <w:pStyle w:val="Code"/>
        <w:rPr>
          <w:rStyle w:val="LiteralGray"/>
          <w:rPrChange w:id="530" w:author="Carol Nichols" w:date="2022-08-25T17:27:00Z">
            <w:rPr/>
          </w:rPrChange>
        </w:rPr>
      </w:pPr>
      <w:r w:rsidRPr="00637DA3">
        <w:rPr>
          <w:rStyle w:val="LiteralGray"/>
          <w:rPrChange w:id="531" w:author="Carol Nichols" w:date="2022-08-25T17:27:00Z">
            <w:rPr/>
          </w:rPrChange>
        </w:rPr>
        <w:t xml:space="preserve">        fn new() -&gt; MockMessenger {</w:t>
      </w:r>
    </w:p>
    <w:p w14:paraId="014C5684" w14:textId="77777777" w:rsidR="009B49FF" w:rsidRPr="009A664F" w:rsidRDefault="009B49FF" w:rsidP="00E55299">
      <w:pPr>
        <w:pStyle w:val="Code"/>
      </w:pPr>
      <w:r w:rsidRPr="009A664F">
        <w:t xml:space="preserve">            MockMessenger {</w:t>
      </w:r>
    </w:p>
    <w:p w14:paraId="689FBFA5" w14:textId="1F38F11B" w:rsidR="009B49FF" w:rsidRPr="009A664F" w:rsidRDefault="009B49FF" w:rsidP="00E55299">
      <w:pPr>
        <w:pStyle w:val="Code"/>
      </w:pPr>
      <w:r w:rsidRPr="009A664F">
        <w:t xml:space="preserve">              </w:t>
      </w:r>
      <w:r w:rsidR="00E55299" w:rsidRPr="00535998">
        <w:rPr>
          <w:rStyle w:val="CodeAnnotation"/>
        </w:rPr>
        <w:t>2</w:t>
      </w:r>
      <w:r w:rsidRPr="009A664F">
        <w:t xml:space="preserve"> sent_messages: RefCell::new(vec![]),</w:t>
      </w:r>
    </w:p>
    <w:p w14:paraId="538817E6" w14:textId="77777777" w:rsidR="009B49FF" w:rsidRPr="009A664F" w:rsidRDefault="009B49FF" w:rsidP="00E55299">
      <w:pPr>
        <w:pStyle w:val="Code"/>
      </w:pPr>
      <w:r w:rsidRPr="009A664F">
        <w:t xml:space="preserve">            }</w:t>
      </w:r>
    </w:p>
    <w:p w14:paraId="2709BAA2" w14:textId="77777777" w:rsidR="009B49FF" w:rsidRPr="005653F8" w:rsidRDefault="009B49FF" w:rsidP="00E55299">
      <w:pPr>
        <w:pStyle w:val="Code"/>
        <w:rPr>
          <w:rStyle w:val="LiteralGray"/>
          <w:rPrChange w:id="532" w:author="Carol Nichols" w:date="2022-08-25T17:29:00Z">
            <w:rPr/>
          </w:rPrChange>
        </w:rPr>
      </w:pPr>
      <w:r w:rsidRPr="005653F8">
        <w:rPr>
          <w:rStyle w:val="LiteralGray"/>
          <w:rPrChange w:id="533" w:author="Carol Nichols" w:date="2022-08-25T17:29:00Z">
            <w:rPr/>
          </w:rPrChange>
        </w:rPr>
        <w:t xml:space="preserve">        }</w:t>
      </w:r>
    </w:p>
    <w:p w14:paraId="3B4997CB" w14:textId="77777777" w:rsidR="009B49FF" w:rsidRPr="005653F8" w:rsidRDefault="009B49FF" w:rsidP="00E55299">
      <w:pPr>
        <w:pStyle w:val="Code"/>
        <w:rPr>
          <w:rStyle w:val="LiteralGray"/>
          <w:rPrChange w:id="534" w:author="Carol Nichols" w:date="2022-08-25T17:29:00Z">
            <w:rPr/>
          </w:rPrChange>
        </w:rPr>
      </w:pPr>
      <w:r w:rsidRPr="005653F8">
        <w:rPr>
          <w:rStyle w:val="LiteralGray"/>
          <w:rPrChange w:id="535" w:author="Carol Nichols" w:date="2022-08-25T17:29:00Z">
            <w:rPr/>
          </w:rPrChange>
        </w:rPr>
        <w:t xml:space="preserve">    }</w:t>
      </w:r>
    </w:p>
    <w:p w14:paraId="11511067" w14:textId="77777777" w:rsidR="009B49FF" w:rsidRPr="009A664F" w:rsidRDefault="009B49FF" w:rsidP="00E55299">
      <w:pPr>
        <w:pStyle w:val="Code"/>
      </w:pPr>
    </w:p>
    <w:p w14:paraId="6DEF0819" w14:textId="77777777" w:rsidR="009B49FF" w:rsidRPr="005653F8" w:rsidRDefault="009B49FF" w:rsidP="00E55299">
      <w:pPr>
        <w:pStyle w:val="Code"/>
        <w:rPr>
          <w:rStyle w:val="LiteralGray"/>
          <w:rPrChange w:id="536" w:author="Carol Nichols" w:date="2022-08-25T17:29:00Z">
            <w:rPr/>
          </w:rPrChange>
        </w:rPr>
      </w:pPr>
      <w:r w:rsidRPr="005653F8">
        <w:rPr>
          <w:rStyle w:val="LiteralGray"/>
          <w:rPrChange w:id="537" w:author="Carol Nichols" w:date="2022-08-25T17:29:00Z">
            <w:rPr/>
          </w:rPrChange>
        </w:rPr>
        <w:t xml:space="preserve">    impl Messenger for MockMessenger {</w:t>
      </w:r>
    </w:p>
    <w:p w14:paraId="06168845" w14:textId="77777777" w:rsidR="009B49FF" w:rsidRPr="005653F8" w:rsidRDefault="009B49FF" w:rsidP="00E55299">
      <w:pPr>
        <w:pStyle w:val="Code"/>
        <w:rPr>
          <w:rStyle w:val="LiteralGray"/>
          <w:rPrChange w:id="538" w:author="Carol Nichols" w:date="2022-08-25T17:29:00Z">
            <w:rPr/>
          </w:rPrChange>
        </w:rPr>
      </w:pPr>
      <w:r w:rsidRPr="005653F8">
        <w:rPr>
          <w:rStyle w:val="LiteralGray"/>
          <w:rPrChange w:id="539" w:author="Carol Nichols" w:date="2022-08-25T17:29:00Z">
            <w:rPr/>
          </w:rPrChange>
        </w:rPr>
        <w:t xml:space="preserve">        fn send(&amp;self, message: &amp;str) {</w:t>
      </w:r>
    </w:p>
    <w:p w14:paraId="6F0AC381" w14:textId="63088373" w:rsidR="00637DA3" w:rsidRDefault="009B49FF" w:rsidP="00E55299">
      <w:pPr>
        <w:pStyle w:val="Code"/>
        <w:rPr>
          <w:ins w:id="540" w:author="Carol Nichols" w:date="2022-08-25T17:28:00Z"/>
        </w:rPr>
      </w:pPr>
      <w:r w:rsidRPr="009A664F">
        <w:t xml:space="preserve">          </w:t>
      </w:r>
      <w:del w:id="541" w:author="Carol Nichols" w:date="2022-08-25T17:31:00Z">
        <w:r w:rsidR="00E55299" w:rsidRPr="00743850" w:rsidDel="00743850">
          <w:rPr>
            <w:rPrChange w:id="542" w:author="Carol Nichols" w:date="2022-08-25T17:31:00Z">
              <w:rPr>
                <w:rStyle w:val="CodeAnnotation"/>
              </w:rPr>
            </w:rPrChange>
          </w:rPr>
          <w:delText>3</w:delText>
        </w:r>
      </w:del>
      <w:ins w:id="543" w:author="Carol Nichols" w:date="2022-08-25T17:31:00Z">
        <w:r w:rsidR="00743850" w:rsidRPr="00743850">
          <w:rPr>
            <w:rPrChange w:id="544" w:author="Carol Nichols" w:date="2022-08-25T17:31:00Z">
              <w:rPr>
                <w:rStyle w:val="CodeAnnotation"/>
              </w:rPr>
            </w:rPrChange>
          </w:rPr>
          <w:t xml:space="preserve"> </w:t>
        </w:r>
      </w:ins>
      <w:r w:rsidR="00E55299">
        <w:t xml:space="preserve"> </w:t>
      </w:r>
      <w:r w:rsidRPr="009A664F">
        <w:t>self.sent_messages</w:t>
      </w:r>
    </w:p>
    <w:p w14:paraId="5BCAE439" w14:textId="3E221FB5" w:rsidR="00637DA3" w:rsidRDefault="00637DA3" w:rsidP="00E55299">
      <w:pPr>
        <w:pStyle w:val="Code"/>
        <w:rPr>
          <w:ins w:id="545" w:author="Carol Nichols" w:date="2022-08-25T17:28:00Z"/>
        </w:rPr>
      </w:pPr>
      <w:ins w:id="546" w:author="Carol Nichols" w:date="2022-08-25T17:28:00Z">
        <w:r>
          <w:t xml:space="preserve">              </w:t>
        </w:r>
      </w:ins>
      <w:ins w:id="547" w:author="Carol Nichols" w:date="2022-08-25T17:31:00Z">
        <w:r w:rsidR="00743850" w:rsidRPr="00535998">
          <w:rPr>
            <w:rStyle w:val="CodeAnnotation"/>
          </w:rPr>
          <w:t>3</w:t>
        </w:r>
      </w:ins>
      <w:ins w:id="548" w:author="Carol Nichols" w:date="2022-08-25T17:28:00Z">
        <w:r>
          <w:t xml:space="preserve"> </w:t>
        </w:r>
      </w:ins>
      <w:r w:rsidR="009B49FF" w:rsidRPr="009A664F">
        <w:t>.borrow_mut()</w:t>
      </w:r>
    </w:p>
    <w:p w14:paraId="297662CF" w14:textId="5C490167" w:rsidR="009B49FF" w:rsidRPr="009A664F" w:rsidRDefault="00637DA3" w:rsidP="00E55299">
      <w:pPr>
        <w:pStyle w:val="Code"/>
      </w:pPr>
      <w:ins w:id="549" w:author="Carol Nichols" w:date="2022-08-25T17:28:00Z">
        <w:r>
          <w:t xml:space="preserve">                </w:t>
        </w:r>
      </w:ins>
      <w:r w:rsidR="009B49FF" w:rsidRPr="009A664F">
        <w:t>.push(String::from(message));</w:t>
      </w:r>
    </w:p>
    <w:p w14:paraId="3DB96B54" w14:textId="77777777" w:rsidR="009B49FF" w:rsidRPr="005653F8" w:rsidRDefault="009B49FF" w:rsidP="00E55299">
      <w:pPr>
        <w:pStyle w:val="Code"/>
        <w:rPr>
          <w:rStyle w:val="LiteralGray"/>
          <w:rPrChange w:id="550" w:author="Carol Nichols" w:date="2022-08-25T17:29:00Z">
            <w:rPr/>
          </w:rPrChange>
        </w:rPr>
      </w:pPr>
      <w:r w:rsidRPr="005653F8">
        <w:rPr>
          <w:rStyle w:val="LiteralGray"/>
          <w:rPrChange w:id="551" w:author="Carol Nichols" w:date="2022-08-25T17:29:00Z">
            <w:rPr/>
          </w:rPrChange>
        </w:rPr>
        <w:t xml:space="preserve">        }</w:t>
      </w:r>
    </w:p>
    <w:p w14:paraId="0D573DFA" w14:textId="77777777" w:rsidR="009B49FF" w:rsidRPr="005653F8" w:rsidRDefault="009B49FF" w:rsidP="00E55299">
      <w:pPr>
        <w:pStyle w:val="Code"/>
        <w:rPr>
          <w:rStyle w:val="LiteralGray"/>
          <w:rPrChange w:id="552" w:author="Carol Nichols" w:date="2022-08-25T17:29:00Z">
            <w:rPr/>
          </w:rPrChange>
        </w:rPr>
      </w:pPr>
      <w:r w:rsidRPr="005653F8">
        <w:rPr>
          <w:rStyle w:val="LiteralGray"/>
          <w:rPrChange w:id="553" w:author="Carol Nichols" w:date="2022-08-25T17:29:00Z">
            <w:rPr/>
          </w:rPrChange>
        </w:rPr>
        <w:t xml:space="preserve">    }</w:t>
      </w:r>
    </w:p>
    <w:p w14:paraId="66F145BB" w14:textId="77777777" w:rsidR="009B49FF" w:rsidRPr="005653F8" w:rsidRDefault="009B49FF" w:rsidP="00E55299">
      <w:pPr>
        <w:pStyle w:val="Code"/>
        <w:rPr>
          <w:rStyle w:val="LiteralGray"/>
          <w:rPrChange w:id="554" w:author="Carol Nichols" w:date="2022-08-25T17:29:00Z">
            <w:rPr/>
          </w:rPrChange>
        </w:rPr>
      </w:pPr>
    </w:p>
    <w:p w14:paraId="510D13B0" w14:textId="77777777" w:rsidR="009B49FF" w:rsidRPr="005653F8" w:rsidRDefault="009B49FF" w:rsidP="00E55299">
      <w:pPr>
        <w:pStyle w:val="Code"/>
        <w:rPr>
          <w:rStyle w:val="LiteralGray"/>
          <w:rPrChange w:id="555" w:author="Carol Nichols" w:date="2022-08-25T17:29:00Z">
            <w:rPr/>
          </w:rPrChange>
        </w:rPr>
      </w:pPr>
      <w:r w:rsidRPr="005653F8">
        <w:rPr>
          <w:rStyle w:val="LiteralGray"/>
          <w:rPrChange w:id="556" w:author="Carol Nichols" w:date="2022-08-25T17:29:00Z">
            <w:rPr/>
          </w:rPrChange>
        </w:rPr>
        <w:t xml:space="preserve">    #[test]</w:t>
      </w:r>
    </w:p>
    <w:p w14:paraId="7DB93155" w14:textId="77777777" w:rsidR="009B49FF" w:rsidRPr="005653F8" w:rsidRDefault="009B49FF" w:rsidP="00E55299">
      <w:pPr>
        <w:pStyle w:val="Code"/>
        <w:rPr>
          <w:rStyle w:val="LiteralGray"/>
          <w:rPrChange w:id="557" w:author="Carol Nichols" w:date="2022-08-25T17:29:00Z">
            <w:rPr/>
          </w:rPrChange>
        </w:rPr>
      </w:pPr>
      <w:r w:rsidRPr="005653F8">
        <w:rPr>
          <w:rStyle w:val="LiteralGray"/>
          <w:rPrChange w:id="558" w:author="Carol Nichols" w:date="2022-08-25T17:29:00Z">
            <w:rPr/>
          </w:rPrChange>
        </w:rPr>
        <w:t xml:space="preserve">    fn it_sends_an_over_75_percent_warning_message() {</w:t>
      </w:r>
    </w:p>
    <w:p w14:paraId="44A68762" w14:textId="4866C8FB" w:rsidR="009B49FF" w:rsidRPr="005653F8" w:rsidRDefault="009B49FF" w:rsidP="00E55299">
      <w:pPr>
        <w:pStyle w:val="Code"/>
        <w:rPr>
          <w:rStyle w:val="LiteralGray"/>
          <w:rPrChange w:id="559" w:author="Carol Nichols" w:date="2022-08-25T17:29:00Z">
            <w:rPr/>
          </w:rPrChange>
        </w:rPr>
      </w:pPr>
      <w:commentRangeStart w:id="560"/>
      <w:commentRangeStart w:id="561"/>
      <w:r w:rsidRPr="005653F8">
        <w:rPr>
          <w:rStyle w:val="LiteralGray"/>
          <w:rPrChange w:id="562" w:author="Carol Nichols" w:date="2022-08-25T17:29:00Z">
            <w:rPr/>
          </w:rPrChange>
        </w:rPr>
        <w:t xml:space="preserve">        </w:t>
      </w:r>
      <w:r w:rsidR="0074268A" w:rsidRPr="005653F8">
        <w:rPr>
          <w:rStyle w:val="LiteralGray"/>
          <w:rPrChange w:id="563" w:author="Carol Nichols" w:date="2022-08-25T17:29:00Z">
            <w:rPr>
              <w:rStyle w:val="LiteralItalic"/>
            </w:rPr>
          </w:rPrChange>
        </w:rPr>
        <w:t>--snip--</w:t>
      </w:r>
      <w:commentRangeEnd w:id="560"/>
      <w:r w:rsidR="008E315F" w:rsidRPr="005653F8">
        <w:rPr>
          <w:rStyle w:val="LiteralGray"/>
          <w:rPrChange w:id="564" w:author="Carol Nichols" w:date="2022-08-25T17:29:00Z">
            <w:rPr>
              <w:rStyle w:val="CommentReference"/>
              <w:rFonts w:ascii="Times New Roman" w:hAnsi="Times New Roman" w:cs="Times New Roman"/>
              <w:color w:val="auto"/>
              <w:lang w:val="en-CA"/>
            </w:rPr>
          </w:rPrChange>
        </w:rPr>
        <w:commentReference w:id="560"/>
      </w:r>
      <w:commentRangeEnd w:id="561"/>
      <w:r w:rsidR="000900EA" w:rsidRPr="005653F8">
        <w:rPr>
          <w:rStyle w:val="LiteralGray"/>
          <w:rPrChange w:id="565" w:author="Carol Nichols" w:date="2022-08-25T17:29:00Z">
            <w:rPr>
              <w:rStyle w:val="CommentReference"/>
              <w:rFonts w:ascii="Times New Roman" w:hAnsi="Times New Roman" w:cs="Times New Roman"/>
              <w:color w:val="auto"/>
              <w:lang w:val="en-CA"/>
            </w:rPr>
          </w:rPrChange>
        </w:rPr>
        <w:commentReference w:id="561"/>
      </w:r>
    </w:p>
    <w:p w14:paraId="43A49E08" w14:textId="77777777" w:rsidR="009B49FF" w:rsidRPr="009A664F" w:rsidRDefault="009B49FF" w:rsidP="00E55299">
      <w:pPr>
        <w:pStyle w:val="Code"/>
      </w:pPr>
    </w:p>
    <w:p w14:paraId="48EAD4F5" w14:textId="62BB5E94" w:rsidR="005653F8" w:rsidRDefault="009B49FF" w:rsidP="00E55299">
      <w:pPr>
        <w:pStyle w:val="Code"/>
        <w:rPr>
          <w:ins w:id="566" w:author="Carol Nichols" w:date="2022-08-25T17:29:00Z"/>
        </w:rPr>
      </w:pPr>
      <w:r w:rsidRPr="009A664F">
        <w:t xml:space="preserve">     </w:t>
      </w:r>
      <w:ins w:id="567" w:author="Carol Nichols" w:date="2022-08-25T17:31:00Z">
        <w:r w:rsidR="00752F7F">
          <w:t xml:space="preserve"> </w:t>
        </w:r>
      </w:ins>
      <w:r w:rsidRPr="009A664F">
        <w:t xml:space="preserve"> </w:t>
      </w:r>
      <w:del w:id="568" w:author="Carol Nichols" w:date="2022-08-25T17:31:00Z">
        <w:r w:rsidR="00E55299" w:rsidRPr="00535998" w:rsidDel="00752F7F">
          <w:rPr>
            <w:rStyle w:val="CodeAnnotation"/>
          </w:rPr>
          <w:delText>4</w:delText>
        </w:r>
      </w:del>
      <w:r w:rsidRPr="009A664F">
        <w:t xml:space="preserve"> assert_eq!(</w:t>
      </w:r>
    </w:p>
    <w:p w14:paraId="39A76617" w14:textId="3A6FF8CB" w:rsidR="005653F8" w:rsidRDefault="005653F8" w:rsidP="00E55299">
      <w:pPr>
        <w:pStyle w:val="Code"/>
        <w:rPr>
          <w:ins w:id="569" w:author="Carol Nichols" w:date="2022-08-25T17:30:00Z"/>
        </w:rPr>
      </w:pPr>
      <w:ins w:id="570" w:author="Carol Nichols" w:date="2022-08-25T17:30:00Z">
        <w:r>
          <w:t xml:space="preserve">          </w:t>
        </w:r>
      </w:ins>
      <w:ins w:id="571" w:author="Carol Nichols" w:date="2022-08-25T17:31:00Z">
        <w:r w:rsidR="00752F7F" w:rsidRPr="00535998">
          <w:rPr>
            <w:rStyle w:val="CodeAnnotation"/>
          </w:rPr>
          <w:t>4</w:t>
        </w:r>
      </w:ins>
      <w:ins w:id="572" w:author="Carol Nichols" w:date="2022-08-25T17:30:00Z">
        <w:r>
          <w:t xml:space="preserve"> </w:t>
        </w:r>
      </w:ins>
      <w:r w:rsidR="009B49FF" w:rsidRPr="009A664F">
        <w:t>mock_messenger.sent_messages.borrow().len(),</w:t>
      </w:r>
      <w:del w:id="573" w:author="Carol Nichols" w:date="2022-08-25T17:30:00Z">
        <w:r w:rsidR="009B49FF" w:rsidRPr="009A664F" w:rsidDel="005653F8">
          <w:delText xml:space="preserve"> </w:delText>
        </w:r>
      </w:del>
    </w:p>
    <w:p w14:paraId="21AD430A" w14:textId="77777777" w:rsidR="005653F8" w:rsidRDefault="005653F8" w:rsidP="00E55299">
      <w:pPr>
        <w:pStyle w:val="Code"/>
        <w:rPr>
          <w:ins w:id="574" w:author="Carol Nichols" w:date="2022-08-25T17:30:00Z"/>
        </w:rPr>
      </w:pPr>
      <w:ins w:id="575" w:author="Carol Nichols" w:date="2022-08-25T17:30:00Z">
        <w:r>
          <w:t xml:space="preserve">            </w:t>
        </w:r>
      </w:ins>
      <w:r w:rsidR="009B49FF" w:rsidRPr="009A664F">
        <w:t>1</w:t>
      </w:r>
    </w:p>
    <w:p w14:paraId="1D4F742C" w14:textId="6C59E6FA" w:rsidR="009B49FF" w:rsidRPr="009A664F" w:rsidRDefault="005653F8" w:rsidP="00E55299">
      <w:pPr>
        <w:pStyle w:val="Code"/>
      </w:pPr>
      <w:ins w:id="576" w:author="Carol Nichols" w:date="2022-08-25T17:30:00Z">
        <w:r>
          <w:t xml:space="preserve">        </w:t>
        </w:r>
      </w:ins>
      <w:r w:rsidR="009B49FF" w:rsidRPr="009A664F">
        <w:t>);</w:t>
      </w:r>
    </w:p>
    <w:p w14:paraId="0C28789B" w14:textId="77777777" w:rsidR="009B49FF" w:rsidRPr="00743850" w:rsidRDefault="009B49FF" w:rsidP="00E55299">
      <w:pPr>
        <w:pStyle w:val="Code"/>
        <w:rPr>
          <w:rStyle w:val="LiteralGray"/>
          <w:rPrChange w:id="577" w:author="Carol Nichols" w:date="2022-08-25T17:30:00Z">
            <w:rPr/>
          </w:rPrChange>
        </w:rPr>
      </w:pPr>
      <w:r w:rsidRPr="00743850">
        <w:rPr>
          <w:rStyle w:val="LiteralGray"/>
          <w:rPrChange w:id="578" w:author="Carol Nichols" w:date="2022-08-25T17:30:00Z">
            <w:rPr/>
          </w:rPrChange>
        </w:rPr>
        <w:t xml:space="preserve">    }</w:t>
      </w:r>
    </w:p>
    <w:p w14:paraId="07A783C4" w14:textId="77777777" w:rsidR="009B49FF" w:rsidRPr="00743850" w:rsidRDefault="009B49FF" w:rsidP="00E55299">
      <w:pPr>
        <w:pStyle w:val="Code"/>
        <w:rPr>
          <w:rStyle w:val="LiteralGray"/>
          <w:rPrChange w:id="579" w:author="Carol Nichols" w:date="2022-08-25T17:30:00Z">
            <w:rPr/>
          </w:rPrChange>
        </w:rPr>
      </w:pPr>
      <w:r w:rsidRPr="00743850">
        <w:rPr>
          <w:rStyle w:val="LiteralGray"/>
          <w:rPrChange w:id="580" w:author="Carol Nichols" w:date="2022-08-25T17:30:00Z">
            <w:rPr/>
          </w:rPrChange>
        </w:rPr>
        <w:t>}</w:t>
      </w:r>
    </w:p>
    <w:p w14:paraId="4076A52F" w14:textId="680F8D9B" w:rsidR="009B49FF" w:rsidRPr="009B49FF" w:rsidRDefault="009B49FF" w:rsidP="005E29A1">
      <w:pPr>
        <w:pStyle w:val="CodeListingCaption"/>
        <w:rPr>
          <w:lang w:eastAsia="en-GB"/>
        </w:rPr>
      </w:pPr>
      <w:r w:rsidRPr="009A664F">
        <w:t xml:space="preserve">Using </w:t>
      </w:r>
      <w:r w:rsidRPr="009A664F">
        <w:rPr>
          <w:rStyle w:val="Literal"/>
        </w:rPr>
        <w:t>RefCell&lt;T&gt;</w:t>
      </w:r>
      <w:r w:rsidRPr="009B49FF">
        <w:rPr>
          <w:lang w:eastAsia="en-GB"/>
        </w:rPr>
        <w:t xml:space="preserve"> to mutate an inner value while the outer</w:t>
      </w:r>
      <w:r w:rsidR="00E22CA3">
        <w:rPr>
          <w:lang w:eastAsia="en-GB"/>
        </w:rPr>
        <w:t xml:space="preserve"> </w:t>
      </w:r>
      <w:r w:rsidRPr="009B49FF">
        <w:rPr>
          <w:lang w:eastAsia="en-GB"/>
        </w:rPr>
        <w:t>value is considered immutable</w:t>
      </w:r>
    </w:p>
    <w:p w14:paraId="22ABD1A5" w14:textId="7DE238D5" w:rsidR="009B49FF" w:rsidRPr="009B49FF" w:rsidRDefault="009B49FF" w:rsidP="009A664F">
      <w:pPr>
        <w:pStyle w:val="Body"/>
        <w:rPr>
          <w:lang w:eastAsia="en-GB"/>
        </w:rPr>
      </w:pPr>
      <w:r w:rsidRPr="009B49FF">
        <w:rPr>
          <w:lang w:eastAsia="en-GB"/>
        </w:rPr>
        <w:t xml:space="preserve">The </w:t>
      </w:r>
      <w:r w:rsidRPr="009A664F">
        <w:rPr>
          <w:rStyle w:val="Literal"/>
        </w:rPr>
        <w:t>sent_messages</w:t>
      </w:r>
      <w:r w:rsidRPr="009A664F">
        <w:t xml:space="preserve"> field is now of type </w:t>
      </w:r>
      <w:r w:rsidRPr="009A664F">
        <w:rPr>
          <w:rStyle w:val="Literal"/>
        </w:rPr>
        <w:t>RefCell&lt;Vec&lt;String&gt;&gt;</w:t>
      </w:r>
      <w:r w:rsidRPr="009A664F">
        <w:t xml:space="preserve"> </w:t>
      </w:r>
      <w:r w:rsidR="00535998" w:rsidRPr="00535998">
        <w:rPr>
          <w:rStyle w:val="CodeAnnotation"/>
        </w:rPr>
        <w:t>1</w:t>
      </w:r>
      <w:r w:rsidRPr="009A664F">
        <w:t xml:space="preserve"> instead of</w:t>
      </w:r>
      <w:r w:rsidR="00E22CA3" w:rsidRPr="009A664F">
        <w:t xml:space="preserve"> </w:t>
      </w:r>
      <w:r w:rsidRPr="009A664F">
        <w:rPr>
          <w:rStyle w:val="Literal"/>
        </w:rPr>
        <w:t>Vec&lt;String&gt;</w:t>
      </w:r>
      <w:r w:rsidRPr="009A664F">
        <w:t xml:space="preserve">. In the </w:t>
      </w:r>
      <w:r w:rsidRPr="009A664F">
        <w:rPr>
          <w:rStyle w:val="Literal"/>
        </w:rPr>
        <w:t>new</w:t>
      </w:r>
      <w:r w:rsidRPr="009A664F">
        <w:t xml:space="preserve"> function, we create a new </w:t>
      </w:r>
      <w:r w:rsidRPr="009A664F">
        <w:rPr>
          <w:rStyle w:val="Literal"/>
        </w:rPr>
        <w:t>RefCell&lt;Vec&lt;String&gt;&gt;</w:t>
      </w:r>
      <w:r w:rsidR="00E22CA3">
        <w:rPr>
          <w:lang w:eastAsia="en-GB"/>
        </w:rPr>
        <w:t xml:space="preserve"> </w:t>
      </w:r>
      <w:r w:rsidRPr="009B49FF">
        <w:rPr>
          <w:lang w:eastAsia="en-GB"/>
        </w:rPr>
        <w:t xml:space="preserve">instance around the empty vector </w:t>
      </w:r>
      <w:r w:rsidR="00535998" w:rsidRPr="00535998">
        <w:rPr>
          <w:rStyle w:val="CodeAnnotation"/>
        </w:rPr>
        <w:t>2</w:t>
      </w:r>
      <w:r w:rsidRPr="009B49FF">
        <w:rPr>
          <w:lang w:eastAsia="en-GB"/>
        </w:rPr>
        <w:t>.</w:t>
      </w:r>
    </w:p>
    <w:p w14:paraId="34966B0D" w14:textId="4B891102" w:rsidR="009B49FF" w:rsidRPr="009B49FF" w:rsidRDefault="009B49FF" w:rsidP="009A664F">
      <w:pPr>
        <w:pStyle w:val="Body"/>
        <w:rPr>
          <w:lang w:eastAsia="en-GB"/>
        </w:rPr>
      </w:pPr>
      <w:r w:rsidRPr="009B49FF">
        <w:rPr>
          <w:lang w:eastAsia="en-GB"/>
        </w:rPr>
        <w:t xml:space="preserve">For the implementation of the </w:t>
      </w:r>
      <w:r w:rsidRPr="009A664F">
        <w:rPr>
          <w:rStyle w:val="Literal"/>
        </w:rPr>
        <w:t>send</w:t>
      </w:r>
      <w:r w:rsidRPr="009A664F">
        <w:t xml:space="preserve"> method, the first parameter is still an</w:t>
      </w:r>
      <w:r w:rsidR="00E22CA3" w:rsidRPr="009A664F">
        <w:t xml:space="preserve"> </w:t>
      </w:r>
      <w:r w:rsidRPr="009A664F">
        <w:t xml:space="preserve">immutable borrow of </w:t>
      </w:r>
      <w:r w:rsidRPr="009A664F">
        <w:rPr>
          <w:rStyle w:val="Literal"/>
        </w:rPr>
        <w:t>self</w:t>
      </w:r>
      <w:r w:rsidRPr="009A664F">
        <w:t>, which matches the trait definition. We call</w:t>
      </w:r>
      <w:r w:rsidR="00E22CA3" w:rsidRPr="009A664F">
        <w:t xml:space="preserve"> </w:t>
      </w:r>
      <w:r w:rsidRPr="009A664F">
        <w:rPr>
          <w:rStyle w:val="Literal"/>
        </w:rPr>
        <w:t>borrow_mut</w:t>
      </w:r>
      <w:r w:rsidRPr="009A664F">
        <w:t xml:space="preserve"> on the </w:t>
      </w:r>
      <w:r w:rsidRPr="009A664F">
        <w:rPr>
          <w:rStyle w:val="Literal"/>
        </w:rPr>
        <w:t>RefCell&lt;Vec&lt;String&gt;&gt;</w:t>
      </w:r>
      <w:r w:rsidRPr="009A664F">
        <w:t xml:space="preserve"> in </w:t>
      </w:r>
      <w:r w:rsidRPr="009A664F">
        <w:rPr>
          <w:rStyle w:val="Literal"/>
        </w:rPr>
        <w:t>self.sent_messages</w:t>
      </w:r>
      <w:r w:rsidRPr="009A664F">
        <w:t xml:space="preserve"> </w:t>
      </w:r>
      <w:r w:rsidR="00535998" w:rsidRPr="00535998">
        <w:rPr>
          <w:rStyle w:val="CodeAnnotation"/>
        </w:rPr>
        <w:t>3</w:t>
      </w:r>
      <w:r w:rsidRPr="009A664F">
        <w:t xml:space="preserve"> to get a</w:t>
      </w:r>
      <w:r w:rsidR="00E22CA3" w:rsidRPr="009A664F">
        <w:t xml:space="preserve"> </w:t>
      </w:r>
      <w:r w:rsidRPr="009A664F">
        <w:t xml:space="preserve">mutable reference to the value inside the </w:t>
      </w:r>
      <w:r w:rsidRPr="009A664F">
        <w:rPr>
          <w:rStyle w:val="Literal"/>
        </w:rPr>
        <w:t>RefCell&lt;Vec&lt;String&gt;&gt;</w:t>
      </w:r>
      <w:r w:rsidRPr="009A664F">
        <w:t xml:space="preserve">, </w:t>
      </w:r>
      <w:r w:rsidRPr="009A664F">
        <w:lastRenderedPageBreak/>
        <w:t>which is</w:t>
      </w:r>
      <w:r w:rsidR="00E22CA3" w:rsidRPr="009A664F">
        <w:t xml:space="preserve"> </w:t>
      </w:r>
      <w:r w:rsidRPr="009A664F">
        <w:t xml:space="preserve">the vector. Then we can call </w:t>
      </w:r>
      <w:r w:rsidRPr="009A664F">
        <w:rPr>
          <w:rStyle w:val="Literal"/>
        </w:rPr>
        <w:t>push</w:t>
      </w:r>
      <w:r w:rsidRPr="009B49FF">
        <w:rPr>
          <w:lang w:eastAsia="en-GB"/>
        </w:rPr>
        <w:t xml:space="preserve"> on the mutable reference to the vector to</w:t>
      </w:r>
      <w:r w:rsidR="00E22CA3">
        <w:rPr>
          <w:lang w:eastAsia="en-GB"/>
        </w:rPr>
        <w:t xml:space="preserve"> </w:t>
      </w:r>
      <w:r w:rsidRPr="009B49FF">
        <w:rPr>
          <w:lang w:eastAsia="en-GB"/>
        </w:rPr>
        <w:t>keep track of the messages sent during the test.</w:t>
      </w:r>
    </w:p>
    <w:p w14:paraId="0995AFD6" w14:textId="2DDCDFB7" w:rsidR="009B49FF" w:rsidRPr="009B49FF" w:rsidRDefault="009B49FF" w:rsidP="009A664F">
      <w:pPr>
        <w:pStyle w:val="Body"/>
        <w:rPr>
          <w:lang w:eastAsia="en-GB"/>
        </w:rPr>
      </w:pPr>
      <w:r w:rsidRPr="009B49FF">
        <w:rPr>
          <w:lang w:eastAsia="en-GB"/>
        </w:rPr>
        <w:t>The last change we have to make is in the assertion: to see how many items are</w:t>
      </w:r>
      <w:r w:rsidR="00E22CA3">
        <w:rPr>
          <w:lang w:eastAsia="en-GB"/>
        </w:rPr>
        <w:t xml:space="preserve"> </w:t>
      </w:r>
      <w:r w:rsidRPr="009B49FF">
        <w:rPr>
          <w:lang w:eastAsia="en-GB"/>
        </w:rPr>
        <w:t xml:space="preserve">in the inner vector, we call </w:t>
      </w:r>
      <w:r w:rsidRPr="009A664F">
        <w:rPr>
          <w:rStyle w:val="Literal"/>
        </w:rPr>
        <w:t>borrow</w:t>
      </w:r>
      <w:r w:rsidRPr="009A664F">
        <w:t xml:space="preserve"> on the </w:t>
      </w:r>
      <w:r w:rsidRPr="009A664F">
        <w:rPr>
          <w:rStyle w:val="Literal"/>
        </w:rPr>
        <w:t>RefCell&lt;Vec&lt;String&gt;&gt;</w:t>
      </w:r>
      <w:r w:rsidRPr="009B49FF">
        <w:rPr>
          <w:lang w:eastAsia="en-GB"/>
        </w:rPr>
        <w:t xml:space="preserve"> to get an</w:t>
      </w:r>
      <w:r w:rsidR="00E22CA3">
        <w:rPr>
          <w:lang w:eastAsia="en-GB"/>
        </w:rPr>
        <w:t xml:space="preserve"> </w:t>
      </w:r>
      <w:r w:rsidRPr="009B49FF">
        <w:rPr>
          <w:lang w:eastAsia="en-GB"/>
        </w:rPr>
        <w:t xml:space="preserve">immutable reference to the vector </w:t>
      </w:r>
      <w:r w:rsidR="00535998" w:rsidRPr="00535998">
        <w:rPr>
          <w:rStyle w:val="CodeAnnotation"/>
        </w:rPr>
        <w:t>4</w:t>
      </w:r>
      <w:r w:rsidRPr="009B49FF">
        <w:rPr>
          <w:lang w:eastAsia="en-GB"/>
        </w:rPr>
        <w:t>.</w:t>
      </w:r>
      <w:ins w:id="581" w:author="Carol Nichols" w:date="2022-08-25T21:57:00Z">
        <w:r w:rsidR="00FF37B5">
          <w:rPr>
            <w:lang w:eastAsia="en-GB"/>
          </w:rPr>
          <w:fldChar w:fldCharType="begin"/>
        </w:r>
        <w:r w:rsidR="00FF37B5">
          <w:instrText xml:space="preserve"> XE "mock object end</w:instrText>
        </w:r>
        <w:r w:rsidR="00FF37B5" w:rsidRPr="00BE574B">
          <w:instrText>Range</w:instrText>
        </w:r>
        <w:r w:rsidR="00FF37B5">
          <w:instrText xml:space="preserve">" </w:instrText>
        </w:r>
        <w:r w:rsidR="00FF37B5">
          <w:rPr>
            <w:lang w:eastAsia="en-GB"/>
          </w:rPr>
          <w:fldChar w:fldCharType="end"/>
        </w:r>
      </w:ins>
      <w:ins w:id="582" w:author="Carol Nichols" w:date="2022-08-25T21:54:00Z">
        <w:r w:rsidR="00097684">
          <w:rPr>
            <w:lang w:eastAsia="en-GB"/>
          </w:rPr>
          <w:fldChar w:fldCharType="begin"/>
        </w:r>
        <w:r w:rsidR="00097684">
          <w:instrText xml:space="preserve"> XE "interior mutability end</w:instrText>
        </w:r>
        <w:r w:rsidR="00097684" w:rsidRPr="00BE574B">
          <w:instrText>Range</w:instrText>
        </w:r>
        <w:r w:rsidR="00097684">
          <w:instrText xml:space="preserve">" </w:instrText>
        </w:r>
        <w:r w:rsidR="00097684">
          <w:rPr>
            <w:lang w:eastAsia="en-GB"/>
          </w:rPr>
          <w:fldChar w:fldCharType="end"/>
        </w:r>
      </w:ins>
    </w:p>
    <w:p w14:paraId="4E875D9D" w14:textId="77777777" w:rsidR="009B49FF" w:rsidRPr="009B49FF" w:rsidRDefault="009B49FF" w:rsidP="009A664F">
      <w:pPr>
        <w:pStyle w:val="Body"/>
        <w:rPr>
          <w:lang w:eastAsia="en-GB"/>
        </w:rPr>
      </w:pPr>
      <w:r w:rsidRPr="009B49FF">
        <w:rPr>
          <w:lang w:eastAsia="en-GB"/>
        </w:rPr>
        <w:t xml:space="preserve">Now that you’ve seen how to use </w:t>
      </w:r>
      <w:r w:rsidRPr="009A664F">
        <w:rPr>
          <w:rStyle w:val="Literal"/>
        </w:rPr>
        <w:t>RefCell&lt;T&gt;</w:t>
      </w:r>
      <w:r w:rsidRPr="009B49FF">
        <w:rPr>
          <w:lang w:eastAsia="en-GB"/>
        </w:rPr>
        <w:t>, let’s dig into how it works!</w:t>
      </w:r>
    </w:p>
    <w:p w14:paraId="3A1F24B4" w14:textId="77777777" w:rsidR="009B49FF" w:rsidRPr="009B49FF" w:rsidRDefault="009B49FF" w:rsidP="009F2923">
      <w:pPr>
        <w:pStyle w:val="HeadC"/>
        <w:rPr>
          <w:lang w:eastAsia="en-GB"/>
        </w:rPr>
      </w:pPr>
      <w:bookmarkStart w:id="583" w:name="keeping-track-of-borrows-at-runtime-with"/>
      <w:bookmarkStart w:id="584" w:name="_Toc106892321"/>
      <w:bookmarkEnd w:id="583"/>
      <w:r w:rsidRPr="009F2923">
        <w:t xml:space="preserve">Keeping Track of Borrows at Runtime with </w:t>
      </w:r>
      <w:r w:rsidRPr="009A664F">
        <w:t>RefCell&lt;T&gt;</w:t>
      </w:r>
      <w:bookmarkEnd w:id="584"/>
    </w:p>
    <w:p w14:paraId="57CFF0F8" w14:textId="0FDA95CE" w:rsidR="009B49FF" w:rsidRPr="009B49FF" w:rsidRDefault="009B49FF" w:rsidP="009A664F">
      <w:pPr>
        <w:pStyle w:val="Body"/>
        <w:rPr>
          <w:lang w:eastAsia="en-GB"/>
        </w:rPr>
      </w:pPr>
      <w:r w:rsidRPr="009A664F">
        <w:t xml:space="preserve">When creating immutable and mutable references, we use the </w:t>
      </w:r>
      <w:r w:rsidRPr="009A664F">
        <w:rPr>
          <w:rStyle w:val="Literal"/>
        </w:rPr>
        <w:t>&amp;</w:t>
      </w:r>
      <w:r w:rsidRPr="009A664F">
        <w:t xml:space="preserve"> and </w:t>
      </w:r>
      <w:r w:rsidRPr="009A664F">
        <w:rPr>
          <w:rStyle w:val="Literal"/>
        </w:rPr>
        <w:t>&amp;mut</w:t>
      </w:r>
      <w:r w:rsidR="00E22CA3" w:rsidRPr="009A664F">
        <w:t xml:space="preserve"> </w:t>
      </w:r>
      <w:r w:rsidRPr="009A664F">
        <w:t xml:space="preserve">syntax, respectively. With </w:t>
      </w:r>
      <w:r w:rsidRPr="009A664F">
        <w:rPr>
          <w:rStyle w:val="Literal"/>
        </w:rPr>
        <w:t>RefCell&lt;T&gt;</w:t>
      </w:r>
      <w:r w:rsidRPr="009A664F">
        <w:t xml:space="preserve">, we use the </w:t>
      </w:r>
      <w:r w:rsidRPr="009A664F">
        <w:rPr>
          <w:rStyle w:val="Literal"/>
        </w:rPr>
        <w:t>borrow</w:t>
      </w:r>
      <w:r w:rsidRPr="009A664F">
        <w:t xml:space="preserve"> and </w:t>
      </w:r>
      <w:r w:rsidRPr="009A664F">
        <w:rPr>
          <w:rStyle w:val="Literal"/>
        </w:rPr>
        <w:t>borrow_mut</w:t>
      </w:r>
      <w:r w:rsidR="00E22CA3" w:rsidRPr="009A664F">
        <w:t xml:space="preserve"> </w:t>
      </w:r>
      <w:r w:rsidRPr="009A664F">
        <w:t xml:space="preserve">methods, which are part of the safe API that belongs to </w:t>
      </w:r>
      <w:r w:rsidRPr="009A664F">
        <w:rPr>
          <w:rStyle w:val="Literal"/>
        </w:rPr>
        <w:t>RefCell&lt;T&gt;</w:t>
      </w:r>
      <w:r w:rsidRPr="009A664F">
        <w:t>. The</w:t>
      </w:r>
      <w:r w:rsidR="00E22CA3" w:rsidRPr="009A664F">
        <w:t xml:space="preserve"> </w:t>
      </w:r>
      <w:r w:rsidRPr="009A664F">
        <w:rPr>
          <w:rStyle w:val="Literal"/>
        </w:rPr>
        <w:t>borrow</w:t>
      </w:r>
      <w:r w:rsidRPr="009A664F">
        <w:t xml:space="preserve"> method returns the smart pointer type </w:t>
      </w:r>
      <w:r w:rsidRPr="009A664F">
        <w:rPr>
          <w:rStyle w:val="Literal"/>
        </w:rPr>
        <w:t>Ref&lt;T&gt;</w:t>
      </w:r>
      <w:r w:rsidRPr="009A664F">
        <w:t xml:space="preserve">, and </w:t>
      </w:r>
      <w:r w:rsidRPr="009A664F">
        <w:rPr>
          <w:rStyle w:val="Literal"/>
        </w:rPr>
        <w:t>borrow_mut</w:t>
      </w:r>
      <w:r w:rsidR="00E22CA3" w:rsidRPr="009A664F">
        <w:t xml:space="preserve"> </w:t>
      </w:r>
      <w:r w:rsidRPr="009A664F">
        <w:t xml:space="preserve">returns the smart pointer type </w:t>
      </w:r>
      <w:r w:rsidRPr="009A664F">
        <w:rPr>
          <w:rStyle w:val="Literal"/>
        </w:rPr>
        <w:t>RefMut&lt;T&gt;</w:t>
      </w:r>
      <w:r w:rsidRPr="009A664F">
        <w:t xml:space="preserve">. Both types implement </w:t>
      </w:r>
      <w:r w:rsidRPr="009A664F">
        <w:rPr>
          <w:rStyle w:val="Literal"/>
        </w:rPr>
        <w:t>Deref</w:t>
      </w:r>
      <w:r w:rsidRPr="009B49FF">
        <w:rPr>
          <w:lang w:eastAsia="en-GB"/>
        </w:rPr>
        <w:t>, so we</w:t>
      </w:r>
      <w:r w:rsidR="00E22CA3">
        <w:rPr>
          <w:lang w:eastAsia="en-GB"/>
        </w:rPr>
        <w:t xml:space="preserve"> </w:t>
      </w:r>
      <w:r w:rsidRPr="009B49FF">
        <w:rPr>
          <w:lang w:eastAsia="en-GB"/>
        </w:rPr>
        <w:t>can treat them like regular references.</w:t>
      </w:r>
    </w:p>
    <w:p w14:paraId="5F5C434B" w14:textId="68413151" w:rsidR="009B49FF" w:rsidRPr="009B49FF" w:rsidRDefault="009B49FF" w:rsidP="009A664F">
      <w:pPr>
        <w:pStyle w:val="Body"/>
        <w:rPr>
          <w:lang w:eastAsia="en-GB"/>
        </w:rPr>
      </w:pPr>
      <w:r w:rsidRPr="009B49FF">
        <w:rPr>
          <w:lang w:eastAsia="en-GB"/>
        </w:rPr>
        <w:t xml:space="preserve">The </w:t>
      </w:r>
      <w:r w:rsidRPr="009A664F">
        <w:rPr>
          <w:rStyle w:val="Literal"/>
        </w:rPr>
        <w:t>RefCell&lt;T&gt;</w:t>
      </w:r>
      <w:r w:rsidRPr="009A664F">
        <w:t xml:space="preserve"> keeps track of how many </w:t>
      </w:r>
      <w:r w:rsidRPr="009A664F">
        <w:rPr>
          <w:rStyle w:val="Literal"/>
        </w:rPr>
        <w:t>Ref&lt;T&gt;</w:t>
      </w:r>
      <w:r w:rsidRPr="009A664F">
        <w:t xml:space="preserve"> and </w:t>
      </w:r>
      <w:r w:rsidRPr="009A664F">
        <w:rPr>
          <w:rStyle w:val="Literal"/>
        </w:rPr>
        <w:t>RefMut&lt;T&gt;</w:t>
      </w:r>
      <w:r w:rsidRPr="009A664F">
        <w:t xml:space="preserve"> smart</w:t>
      </w:r>
      <w:r w:rsidR="00E22CA3" w:rsidRPr="009A664F">
        <w:t xml:space="preserve"> </w:t>
      </w:r>
      <w:r w:rsidRPr="009A664F">
        <w:t xml:space="preserve">pointers are currently active. Every time we call </w:t>
      </w:r>
      <w:r w:rsidRPr="009A664F">
        <w:rPr>
          <w:rStyle w:val="Literal"/>
        </w:rPr>
        <w:t>borrow</w:t>
      </w:r>
      <w:r w:rsidRPr="009A664F">
        <w:t xml:space="preserve">, the </w:t>
      </w:r>
      <w:r w:rsidRPr="009A664F">
        <w:rPr>
          <w:rStyle w:val="Literal"/>
        </w:rPr>
        <w:t>RefCell&lt;T&gt;</w:t>
      </w:r>
      <w:r w:rsidR="00E22CA3" w:rsidRPr="009A664F">
        <w:t xml:space="preserve"> </w:t>
      </w:r>
      <w:r w:rsidRPr="009A664F">
        <w:t xml:space="preserve">increases its count of how many immutable borrows are active. When a </w:t>
      </w:r>
      <w:r w:rsidRPr="009A664F">
        <w:rPr>
          <w:rStyle w:val="Literal"/>
        </w:rPr>
        <w:t>Ref&lt;T&gt;</w:t>
      </w:r>
      <w:r w:rsidR="00E22CA3" w:rsidRPr="009A664F">
        <w:t xml:space="preserve"> </w:t>
      </w:r>
      <w:r w:rsidRPr="009A664F">
        <w:t xml:space="preserve">value goes out of scope, the count of immutable borrows goes down by </w:t>
      </w:r>
      <w:del w:id="585" w:author="Audrey Doyle" w:date="2022-08-04T15:24:00Z">
        <w:r w:rsidRPr="009A664F" w:rsidDel="00C11C5B">
          <w:delText>one</w:delText>
        </w:r>
      </w:del>
      <w:ins w:id="586" w:author="Audrey Doyle" w:date="2022-08-04T15:24:00Z">
        <w:r w:rsidR="00C11C5B">
          <w:t>1</w:t>
        </w:r>
      </w:ins>
      <w:r w:rsidRPr="009A664F">
        <w:t>. Just</w:t>
      </w:r>
      <w:r w:rsidR="00E22CA3" w:rsidRPr="009A664F">
        <w:t xml:space="preserve"> </w:t>
      </w:r>
      <w:r w:rsidRPr="009A664F">
        <w:t xml:space="preserve">like the compile-time borrowing rules, </w:t>
      </w:r>
      <w:r w:rsidRPr="009A664F">
        <w:rPr>
          <w:rStyle w:val="Literal"/>
        </w:rPr>
        <w:t>RefCell&lt;T&gt;</w:t>
      </w:r>
      <w:r w:rsidRPr="009B49FF">
        <w:rPr>
          <w:lang w:eastAsia="en-GB"/>
        </w:rPr>
        <w:t xml:space="preserve"> lets us have many immutable</w:t>
      </w:r>
      <w:r w:rsidR="00E22CA3">
        <w:rPr>
          <w:lang w:eastAsia="en-GB"/>
        </w:rPr>
        <w:t xml:space="preserve"> </w:t>
      </w:r>
      <w:r w:rsidRPr="009B49FF">
        <w:rPr>
          <w:lang w:eastAsia="en-GB"/>
        </w:rPr>
        <w:t>borrows or one mutable borrow at any point in time.</w:t>
      </w:r>
    </w:p>
    <w:p w14:paraId="718E6EFB" w14:textId="2EAE2184" w:rsidR="009B49FF" w:rsidRPr="009B49FF" w:rsidRDefault="009B49FF" w:rsidP="009A664F">
      <w:pPr>
        <w:pStyle w:val="Body"/>
        <w:rPr>
          <w:lang w:eastAsia="en-GB"/>
        </w:rPr>
      </w:pPr>
      <w:r w:rsidRPr="009B49FF">
        <w:rPr>
          <w:lang w:eastAsia="en-GB"/>
        </w:rPr>
        <w:t>If we try to violate these rules, rather than getting a compiler error as we</w:t>
      </w:r>
      <w:r w:rsidR="00E22CA3">
        <w:rPr>
          <w:lang w:eastAsia="en-GB"/>
        </w:rPr>
        <w:t xml:space="preserve"> </w:t>
      </w:r>
      <w:r w:rsidRPr="009B49FF">
        <w:rPr>
          <w:lang w:eastAsia="en-GB"/>
        </w:rPr>
        <w:t xml:space="preserve">would with references, the implementation of </w:t>
      </w:r>
      <w:r w:rsidRPr="009A664F">
        <w:rPr>
          <w:rStyle w:val="Literal"/>
        </w:rPr>
        <w:t>RefCell&lt;T&gt;</w:t>
      </w:r>
      <w:r w:rsidRPr="009A664F">
        <w:t xml:space="preserve"> will panic at</w:t>
      </w:r>
      <w:r w:rsidR="00E22CA3" w:rsidRPr="009A664F">
        <w:t xml:space="preserve"> </w:t>
      </w:r>
      <w:r w:rsidRPr="009A664F">
        <w:t xml:space="preserve">runtime. Listing 15-23 shows a modification of the implementation of </w:t>
      </w:r>
      <w:r w:rsidRPr="009A664F">
        <w:rPr>
          <w:rStyle w:val="Literal"/>
        </w:rPr>
        <w:t>send</w:t>
      </w:r>
      <w:r w:rsidRPr="009A664F">
        <w:t xml:space="preserve"> in</w:t>
      </w:r>
      <w:r w:rsidR="00E22CA3" w:rsidRPr="009A664F">
        <w:t xml:space="preserve"> </w:t>
      </w:r>
      <w:r w:rsidRPr="009A664F">
        <w:t>Listing 15-22. We’re deliberately trying to create two mutable borrows active</w:t>
      </w:r>
      <w:r w:rsidR="00E22CA3" w:rsidRPr="009A664F">
        <w:t xml:space="preserve"> </w:t>
      </w:r>
      <w:r w:rsidRPr="009A664F">
        <w:t xml:space="preserve">for the same scope to illustrate that </w:t>
      </w:r>
      <w:r w:rsidRPr="009A664F">
        <w:rPr>
          <w:rStyle w:val="Literal"/>
        </w:rPr>
        <w:t>RefCell&lt;T&gt;</w:t>
      </w:r>
      <w:r w:rsidRPr="009B49FF">
        <w:rPr>
          <w:lang w:eastAsia="en-GB"/>
        </w:rPr>
        <w:t xml:space="preserve"> prevents us from doing this</w:t>
      </w:r>
      <w:r w:rsidR="00E22CA3">
        <w:rPr>
          <w:lang w:eastAsia="en-GB"/>
        </w:rPr>
        <w:t xml:space="preserve"> </w:t>
      </w:r>
      <w:r w:rsidRPr="009B49FF">
        <w:rPr>
          <w:lang w:eastAsia="en-GB"/>
        </w:rPr>
        <w:t>at runtime.</w:t>
      </w:r>
    </w:p>
    <w:p w14:paraId="0044921E" w14:textId="0D461722" w:rsidR="009B49FF" w:rsidRPr="009B49FF" w:rsidRDefault="009B49FF" w:rsidP="009A664F">
      <w:pPr>
        <w:pStyle w:val="CodeLabel"/>
        <w:rPr>
          <w:lang w:eastAsia="en-GB"/>
        </w:rPr>
      </w:pPr>
      <w:r w:rsidRPr="009B49FF">
        <w:rPr>
          <w:lang w:eastAsia="en-GB"/>
        </w:rPr>
        <w:t>src/lib.rs</w:t>
      </w:r>
    </w:p>
    <w:p w14:paraId="61A630FC" w14:textId="6A078FC1" w:rsidR="009B49FF" w:rsidRPr="00C1543F" w:rsidRDefault="009B49FF" w:rsidP="007F70C9">
      <w:pPr>
        <w:pStyle w:val="Code"/>
        <w:rPr>
          <w:rStyle w:val="LiteralGray"/>
          <w:rPrChange w:id="587" w:author="Carol Nichols" w:date="2022-08-25T17:32:00Z">
            <w:rPr/>
          </w:rPrChange>
        </w:rPr>
      </w:pPr>
      <w:del w:id="588" w:author="Carol Nichols" w:date="2022-08-25T17:32:00Z">
        <w:r w:rsidRPr="00C1543F" w:rsidDel="00540FAC">
          <w:rPr>
            <w:rStyle w:val="LiteralGray"/>
            <w:rPrChange w:id="589" w:author="Carol Nichols" w:date="2022-08-25T17:32:00Z">
              <w:rPr/>
            </w:rPrChange>
          </w:rPr>
          <w:delText xml:space="preserve">    </w:delText>
        </w:r>
      </w:del>
      <w:r w:rsidRPr="00C1543F">
        <w:rPr>
          <w:rStyle w:val="LiteralGray"/>
          <w:rPrChange w:id="590" w:author="Carol Nichols" w:date="2022-08-25T17:32:00Z">
            <w:rPr/>
          </w:rPrChange>
        </w:rPr>
        <w:t>impl Messenger for MockMessenger {</w:t>
      </w:r>
    </w:p>
    <w:p w14:paraId="3FB21435" w14:textId="0A9D4378" w:rsidR="009B49FF" w:rsidRPr="00C1543F" w:rsidRDefault="009B49FF" w:rsidP="009A664F">
      <w:pPr>
        <w:pStyle w:val="Code"/>
        <w:rPr>
          <w:rStyle w:val="LiteralGray"/>
          <w:rPrChange w:id="591" w:author="Carol Nichols" w:date="2022-08-25T17:32:00Z">
            <w:rPr/>
          </w:rPrChange>
        </w:rPr>
      </w:pPr>
      <w:del w:id="592" w:author="Carol Nichols" w:date="2022-08-25T17:32:00Z">
        <w:r w:rsidRPr="00C1543F" w:rsidDel="00540FAC">
          <w:rPr>
            <w:rStyle w:val="LiteralGray"/>
            <w:rPrChange w:id="593" w:author="Carol Nichols" w:date="2022-08-25T17:32:00Z">
              <w:rPr/>
            </w:rPrChange>
          </w:rPr>
          <w:delText xml:space="preserve">    </w:delText>
        </w:r>
      </w:del>
      <w:r w:rsidRPr="00C1543F">
        <w:rPr>
          <w:rStyle w:val="LiteralGray"/>
          <w:rPrChange w:id="594" w:author="Carol Nichols" w:date="2022-08-25T17:32:00Z">
            <w:rPr/>
          </w:rPrChange>
        </w:rPr>
        <w:t xml:space="preserve">    fn send(&amp;self, message: &amp;str) {</w:t>
      </w:r>
    </w:p>
    <w:p w14:paraId="2DBE0341" w14:textId="0F0012C7" w:rsidR="009B49FF" w:rsidRPr="009A664F" w:rsidRDefault="009B49FF" w:rsidP="009A664F">
      <w:pPr>
        <w:pStyle w:val="Code"/>
      </w:pPr>
      <w:del w:id="595" w:author="Carol Nichols" w:date="2022-08-25T17:32:00Z">
        <w:r w:rsidRPr="009A664F" w:rsidDel="00540FAC">
          <w:delText xml:space="preserve">    </w:delText>
        </w:r>
      </w:del>
      <w:r w:rsidRPr="009A664F">
        <w:t xml:space="preserve">        let mut one_borrow = self.sent_messages.borrow_mut();</w:t>
      </w:r>
    </w:p>
    <w:p w14:paraId="6D8FB1D2" w14:textId="5EA455D0" w:rsidR="009B49FF" w:rsidRPr="009A664F" w:rsidRDefault="009B49FF" w:rsidP="009A664F">
      <w:pPr>
        <w:pStyle w:val="Code"/>
      </w:pPr>
      <w:del w:id="596" w:author="Carol Nichols" w:date="2022-08-25T17:32:00Z">
        <w:r w:rsidRPr="009A664F" w:rsidDel="00540FAC">
          <w:delText xml:space="preserve">    </w:delText>
        </w:r>
      </w:del>
      <w:r w:rsidRPr="009A664F">
        <w:t xml:space="preserve">        let mut two_borrow = self.sent_messages.borrow_mut();</w:t>
      </w:r>
    </w:p>
    <w:p w14:paraId="3CA5C3FE" w14:textId="77777777" w:rsidR="009B49FF" w:rsidRPr="009A664F" w:rsidRDefault="009B49FF" w:rsidP="009A664F">
      <w:pPr>
        <w:pStyle w:val="Code"/>
      </w:pPr>
    </w:p>
    <w:p w14:paraId="3E5CC71B" w14:textId="2AD9A844" w:rsidR="009B49FF" w:rsidRPr="009A664F" w:rsidRDefault="009B49FF" w:rsidP="009A664F">
      <w:pPr>
        <w:pStyle w:val="Code"/>
      </w:pPr>
      <w:del w:id="597" w:author="Carol Nichols" w:date="2022-08-25T17:32:00Z">
        <w:r w:rsidRPr="009A664F" w:rsidDel="00540FAC">
          <w:delText xml:space="preserve">    </w:delText>
        </w:r>
      </w:del>
      <w:r w:rsidRPr="009A664F">
        <w:t xml:space="preserve">        one_borrow.push(String::from(message));</w:t>
      </w:r>
    </w:p>
    <w:p w14:paraId="084F3CDD" w14:textId="12D09DC5" w:rsidR="009B49FF" w:rsidRPr="009A664F" w:rsidRDefault="009B49FF" w:rsidP="009A664F">
      <w:pPr>
        <w:pStyle w:val="Code"/>
      </w:pPr>
      <w:del w:id="598" w:author="Carol Nichols" w:date="2022-08-25T17:32:00Z">
        <w:r w:rsidRPr="009A664F" w:rsidDel="00540FAC">
          <w:delText xml:space="preserve">    </w:delText>
        </w:r>
      </w:del>
      <w:r w:rsidRPr="009A664F">
        <w:t xml:space="preserve">        two_borrow.push(String::from(message));</w:t>
      </w:r>
    </w:p>
    <w:p w14:paraId="62DEACE5" w14:textId="5E2EC03A" w:rsidR="009B49FF" w:rsidRPr="00C1543F" w:rsidRDefault="009B49FF" w:rsidP="009A664F">
      <w:pPr>
        <w:pStyle w:val="Code"/>
        <w:rPr>
          <w:rStyle w:val="LiteralGray"/>
          <w:rPrChange w:id="599" w:author="Carol Nichols" w:date="2022-08-25T17:32:00Z">
            <w:rPr/>
          </w:rPrChange>
        </w:rPr>
      </w:pPr>
      <w:del w:id="600" w:author="Carol Nichols" w:date="2022-08-25T17:32:00Z">
        <w:r w:rsidRPr="00C1543F" w:rsidDel="00540FAC">
          <w:rPr>
            <w:rStyle w:val="LiteralGray"/>
            <w:rPrChange w:id="601" w:author="Carol Nichols" w:date="2022-08-25T17:32:00Z">
              <w:rPr/>
            </w:rPrChange>
          </w:rPr>
          <w:delText xml:space="preserve">    </w:delText>
        </w:r>
      </w:del>
      <w:r w:rsidRPr="00C1543F">
        <w:rPr>
          <w:rStyle w:val="LiteralGray"/>
          <w:rPrChange w:id="602" w:author="Carol Nichols" w:date="2022-08-25T17:32:00Z">
            <w:rPr/>
          </w:rPrChange>
        </w:rPr>
        <w:t xml:space="preserve">    }</w:t>
      </w:r>
    </w:p>
    <w:p w14:paraId="139BB964" w14:textId="056CA946" w:rsidR="009B49FF" w:rsidRPr="00C1543F" w:rsidRDefault="009B49FF" w:rsidP="009A664F">
      <w:pPr>
        <w:pStyle w:val="Code"/>
        <w:rPr>
          <w:rStyle w:val="LiteralGray"/>
          <w:rPrChange w:id="603" w:author="Carol Nichols" w:date="2022-08-25T17:32:00Z">
            <w:rPr/>
          </w:rPrChange>
        </w:rPr>
      </w:pPr>
      <w:del w:id="604" w:author="Carol Nichols" w:date="2022-08-25T17:32:00Z">
        <w:r w:rsidRPr="00C1543F" w:rsidDel="00540FAC">
          <w:rPr>
            <w:rStyle w:val="LiteralGray"/>
            <w:rPrChange w:id="605" w:author="Carol Nichols" w:date="2022-08-25T17:32:00Z">
              <w:rPr/>
            </w:rPrChange>
          </w:rPr>
          <w:delText xml:space="preserve">    </w:delText>
        </w:r>
      </w:del>
      <w:r w:rsidRPr="00C1543F">
        <w:rPr>
          <w:rStyle w:val="LiteralGray"/>
          <w:rPrChange w:id="606" w:author="Carol Nichols" w:date="2022-08-25T17:32:00Z">
            <w:rPr/>
          </w:rPrChange>
        </w:rPr>
        <w:t>}</w:t>
      </w:r>
    </w:p>
    <w:p w14:paraId="5823EFE4" w14:textId="722C0307" w:rsidR="009B49FF" w:rsidRPr="009B49FF" w:rsidRDefault="009B49FF" w:rsidP="005E29A1">
      <w:pPr>
        <w:pStyle w:val="CodeListingCaption"/>
        <w:rPr>
          <w:lang w:eastAsia="en-GB"/>
        </w:rPr>
      </w:pPr>
      <w:r w:rsidRPr="009A664F">
        <w:t>Creating two mutable references in the same scope to see that</w:t>
      </w:r>
      <w:r w:rsidR="00E22CA3" w:rsidRPr="009A664F">
        <w:t xml:space="preserve"> </w:t>
      </w:r>
      <w:r w:rsidRPr="009A664F">
        <w:rPr>
          <w:rStyle w:val="Literal"/>
        </w:rPr>
        <w:t>RefCell&lt;T&gt;</w:t>
      </w:r>
      <w:r w:rsidRPr="009B49FF">
        <w:rPr>
          <w:lang w:eastAsia="en-GB"/>
        </w:rPr>
        <w:t xml:space="preserve"> will panic</w:t>
      </w:r>
    </w:p>
    <w:p w14:paraId="75B6F15D" w14:textId="379542D4" w:rsidR="009B49FF" w:rsidRPr="009B49FF" w:rsidRDefault="009B49FF" w:rsidP="009A664F">
      <w:pPr>
        <w:pStyle w:val="Body"/>
        <w:rPr>
          <w:lang w:eastAsia="en-GB"/>
        </w:rPr>
      </w:pPr>
      <w:r w:rsidRPr="009B49FF">
        <w:rPr>
          <w:lang w:eastAsia="en-GB"/>
        </w:rPr>
        <w:t xml:space="preserve">We create a variable </w:t>
      </w:r>
      <w:r w:rsidRPr="009A664F">
        <w:rPr>
          <w:rStyle w:val="Literal"/>
        </w:rPr>
        <w:t>one_borrow</w:t>
      </w:r>
      <w:r w:rsidRPr="009A664F">
        <w:t xml:space="preserve"> for the </w:t>
      </w:r>
      <w:r w:rsidRPr="009A664F">
        <w:rPr>
          <w:rStyle w:val="Literal"/>
        </w:rPr>
        <w:t>RefMut&lt;T&gt;</w:t>
      </w:r>
      <w:r w:rsidRPr="009A664F">
        <w:t xml:space="preserve"> smart pointer returned</w:t>
      </w:r>
      <w:r w:rsidR="00E22CA3" w:rsidRPr="009A664F">
        <w:t xml:space="preserve"> </w:t>
      </w:r>
      <w:r w:rsidRPr="009A664F">
        <w:t xml:space="preserve">from </w:t>
      </w:r>
      <w:r w:rsidRPr="009A664F">
        <w:rPr>
          <w:rStyle w:val="Literal"/>
        </w:rPr>
        <w:t>borrow_mut</w:t>
      </w:r>
      <w:r w:rsidRPr="009A664F">
        <w:t>. Then we create another mutable borrow in the same way in the</w:t>
      </w:r>
      <w:r w:rsidR="00E22CA3" w:rsidRPr="009A664F">
        <w:t xml:space="preserve"> </w:t>
      </w:r>
      <w:r w:rsidRPr="009A664F">
        <w:t xml:space="preserve">variable </w:t>
      </w:r>
      <w:r w:rsidRPr="009A664F">
        <w:rPr>
          <w:rStyle w:val="Literal"/>
        </w:rPr>
        <w:t>two_borrow</w:t>
      </w:r>
      <w:r w:rsidRPr="009B49FF">
        <w:rPr>
          <w:lang w:eastAsia="en-GB"/>
        </w:rPr>
        <w:t>. This makes two mutable references in the same scope,</w:t>
      </w:r>
      <w:r w:rsidR="00E22CA3">
        <w:rPr>
          <w:lang w:eastAsia="en-GB"/>
        </w:rPr>
        <w:t xml:space="preserve"> </w:t>
      </w:r>
      <w:r w:rsidRPr="009B49FF">
        <w:rPr>
          <w:lang w:eastAsia="en-GB"/>
        </w:rPr>
        <w:t>which isn’t allowed. When we run the tests for our library, the code in Listing</w:t>
      </w:r>
      <w:r w:rsidR="00E22CA3">
        <w:rPr>
          <w:lang w:eastAsia="en-GB"/>
        </w:rPr>
        <w:t xml:space="preserve"> </w:t>
      </w:r>
      <w:r w:rsidRPr="009B49FF">
        <w:rPr>
          <w:lang w:eastAsia="en-GB"/>
        </w:rPr>
        <w:t>15-23 will compile without any errors, but the test will fail:</w:t>
      </w:r>
    </w:p>
    <w:p w14:paraId="06568070" w14:textId="77777777" w:rsidR="009B49FF" w:rsidRPr="009A664F" w:rsidRDefault="009B49FF">
      <w:pPr>
        <w:pStyle w:val="CodeWide"/>
        <w:pPrChange w:id="607" w:author="Carol Nichols" w:date="2022-08-25T17:33:00Z">
          <w:pPr>
            <w:pStyle w:val="Code"/>
          </w:pPr>
        </w:pPrChange>
      </w:pPr>
      <w:r w:rsidRPr="009A664F">
        <w:t>---- tests::it_sends_an_over_75_percent_warning_message stdout ----</w:t>
      </w:r>
    </w:p>
    <w:p w14:paraId="3F8A01B5" w14:textId="77777777" w:rsidR="009B49FF" w:rsidRPr="009A664F" w:rsidRDefault="009B49FF">
      <w:pPr>
        <w:pStyle w:val="CodeWide"/>
        <w:pPrChange w:id="608" w:author="Carol Nichols" w:date="2022-08-25T17:33:00Z">
          <w:pPr>
            <w:pStyle w:val="Code"/>
          </w:pPr>
        </w:pPrChange>
      </w:pPr>
      <w:r w:rsidRPr="009A664F">
        <w:t>thread 'main' panicked at 'already borrowed: BorrowMutError', src/lib.rs:60:53</w:t>
      </w:r>
    </w:p>
    <w:p w14:paraId="2C705F5C" w14:textId="77777777" w:rsidR="009B49FF" w:rsidRPr="009A664F" w:rsidRDefault="009B49FF">
      <w:pPr>
        <w:pStyle w:val="CodeWide"/>
        <w:pPrChange w:id="609" w:author="Carol Nichols" w:date="2022-08-25T17:33:00Z">
          <w:pPr>
            <w:pStyle w:val="Code"/>
          </w:pPr>
        </w:pPrChange>
      </w:pPr>
      <w:r w:rsidRPr="009A664F">
        <w:t>note: run with `RUST_BACKTRACE=1` environment variable to display a backtrace</w:t>
      </w:r>
    </w:p>
    <w:p w14:paraId="6E0727C2" w14:textId="2AF61B6F" w:rsidR="009B49FF" w:rsidRPr="009B49FF" w:rsidRDefault="009B49FF" w:rsidP="009A664F">
      <w:pPr>
        <w:pStyle w:val="Body"/>
        <w:rPr>
          <w:lang w:eastAsia="en-GB"/>
        </w:rPr>
      </w:pPr>
      <w:r w:rsidRPr="009A664F">
        <w:t xml:space="preserve">Notice that the code panicked with the message </w:t>
      </w:r>
      <w:r w:rsidRPr="009A664F">
        <w:rPr>
          <w:rStyle w:val="Literal"/>
        </w:rPr>
        <w:t>already borrowed: BorrowMutError</w:t>
      </w:r>
      <w:r w:rsidRPr="009A664F">
        <w:t xml:space="preserve">. This is how </w:t>
      </w:r>
      <w:r w:rsidRPr="009A664F">
        <w:rPr>
          <w:rStyle w:val="Literal"/>
        </w:rPr>
        <w:t>RefCell&lt;T&gt;</w:t>
      </w:r>
      <w:r w:rsidRPr="009B49FF">
        <w:rPr>
          <w:lang w:eastAsia="en-GB"/>
        </w:rPr>
        <w:t xml:space="preserve"> handles violations of the borrowing</w:t>
      </w:r>
      <w:r w:rsidR="00E22CA3">
        <w:rPr>
          <w:lang w:eastAsia="en-GB"/>
        </w:rPr>
        <w:t xml:space="preserve"> </w:t>
      </w:r>
      <w:r w:rsidRPr="009B49FF">
        <w:rPr>
          <w:lang w:eastAsia="en-GB"/>
        </w:rPr>
        <w:t>rules at runtime.</w:t>
      </w:r>
    </w:p>
    <w:p w14:paraId="238D276D" w14:textId="08E53F09" w:rsidR="009B49FF" w:rsidRPr="009B49FF" w:rsidRDefault="009B49FF" w:rsidP="009A664F">
      <w:pPr>
        <w:pStyle w:val="Body"/>
        <w:rPr>
          <w:lang w:eastAsia="en-GB"/>
        </w:rPr>
      </w:pPr>
      <w:r w:rsidRPr="009B49FF">
        <w:rPr>
          <w:lang w:eastAsia="en-GB"/>
        </w:rPr>
        <w:t>Choosing to catch borrowing errors at runtime rather than compile time, as</w:t>
      </w:r>
      <w:r w:rsidR="00E22CA3">
        <w:rPr>
          <w:lang w:eastAsia="en-GB"/>
        </w:rPr>
        <w:t xml:space="preserve"> </w:t>
      </w:r>
      <w:r w:rsidRPr="009B49FF">
        <w:rPr>
          <w:lang w:eastAsia="en-GB"/>
        </w:rPr>
        <w:t>we’ve done here, means you’d potentially be finding mistakes in your code later</w:t>
      </w:r>
      <w:r w:rsidR="00E22CA3">
        <w:rPr>
          <w:lang w:eastAsia="en-GB"/>
        </w:rPr>
        <w:t xml:space="preserve"> </w:t>
      </w:r>
      <w:r w:rsidRPr="009B49FF">
        <w:rPr>
          <w:lang w:eastAsia="en-GB"/>
        </w:rPr>
        <w:t>in the development process: possibly not until your code was deployed to</w:t>
      </w:r>
      <w:r w:rsidR="00E22CA3">
        <w:rPr>
          <w:lang w:eastAsia="en-GB"/>
        </w:rPr>
        <w:t xml:space="preserve"> </w:t>
      </w:r>
      <w:r w:rsidRPr="009B49FF">
        <w:rPr>
          <w:lang w:eastAsia="en-GB"/>
        </w:rPr>
        <w:t>production. Also, your code would incur a small runtime performance penalty as</w:t>
      </w:r>
      <w:r w:rsidR="00E22CA3">
        <w:rPr>
          <w:lang w:eastAsia="en-GB"/>
        </w:rPr>
        <w:t xml:space="preserve"> </w:t>
      </w:r>
      <w:r w:rsidRPr="009B49FF">
        <w:rPr>
          <w:lang w:eastAsia="en-GB"/>
        </w:rPr>
        <w:t>a result of keeping track of the borrows at runtime rather than compile time.</w:t>
      </w:r>
      <w:r w:rsidR="00E22CA3">
        <w:rPr>
          <w:lang w:eastAsia="en-GB"/>
        </w:rPr>
        <w:t xml:space="preserve"> </w:t>
      </w:r>
      <w:r w:rsidRPr="009B49FF">
        <w:rPr>
          <w:lang w:eastAsia="en-GB"/>
        </w:rPr>
        <w:t xml:space="preserve">However, using </w:t>
      </w:r>
      <w:r w:rsidRPr="009A664F">
        <w:rPr>
          <w:rStyle w:val="Literal"/>
        </w:rPr>
        <w:t>RefCell&lt;T&gt;</w:t>
      </w:r>
      <w:r w:rsidRPr="009A664F">
        <w:t xml:space="preserve"> makes it possible to write a mock object that can</w:t>
      </w:r>
      <w:r w:rsidR="00E22CA3" w:rsidRPr="009A664F">
        <w:t xml:space="preserve"> </w:t>
      </w:r>
      <w:r w:rsidRPr="009A664F">
        <w:t>modify itself to keep track of the messages it has seen while you’re using it</w:t>
      </w:r>
      <w:r w:rsidR="00E22CA3" w:rsidRPr="009A664F">
        <w:t xml:space="preserve"> </w:t>
      </w:r>
      <w:r w:rsidRPr="009A664F">
        <w:t xml:space="preserve">in a context where only immutable values are allowed. You can use </w:t>
      </w:r>
      <w:r w:rsidRPr="009A664F">
        <w:rPr>
          <w:rStyle w:val="Literal"/>
        </w:rPr>
        <w:t>RefCell&lt;T&gt;</w:t>
      </w:r>
      <w:r w:rsidR="00E22CA3">
        <w:rPr>
          <w:lang w:eastAsia="en-GB"/>
        </w:rPr>
        <w:t xml:space="preserve"> </w:t>
      </w:r>
      <w:r w:rsidRPr="009B49FF">
        <w:rPr>
          <w:lang w:eastAsia="en-GB"/>
        </w:rPr>
        <w:t>despite its trade-offs to get more functionality than regular references</w:t>
      </w:r>
      <w:r w:rsidR="00E22CA3">
        <w:rPr>
          <w:lang w:eastAsia="en-GB"/>
        </w:rPr>
        <w:t xml:space="preserve"> </w:t>
      </w:r>
      <w:r w:rsidRPr="009B49FF">
        <w:rPr>
          <w:lang w:eastAsia="en-GB"/>
        </w:rPr>
        <w:t>provide.</w:t>
      </w:r>
    </w:p>
    <w:bookmarkStart w:id="610" w:name="having-multiple-owners-of-mutable-data-b"/>
    <w:bookmarkStart w:id="611" w:name="_Toc106892322"/>
    <w:bookmarkEnd w:id="610"/>
    <w:p w14:paraId="792E5470" w14:textId="2CA4961A" w:rsidR="009B49FF" w:rsidRPr="009B49FF" w:rsidRDefault="00D76782" w:rsidP="00E22CA3">
      <w:pPr>
        <w:pStyle w:val="HeadB"/>
        <w:rPr>
          <w:lang w:eastAsia="en-GB"/>
        </w:rPr>
      </w:pPr>
      <w:ins w:id="612" w:author="Carol Nichols" w:date="2022-08-25T21:58:00Z">
        <w:r>
          <w:rPr>
            <w:lang w:eastAsia="en-GB"/>
          </w:rPr>
          <w:fldChar w:fldCharType="begin"/>
        </w:r>
        <w:r>
          <w:instrText xml:space="preserve"> XE "Rc&lt;T&gt; type start</w:instrText>
        </w:r>
        <w:r w:rsidRPr="00BE574B">
          <w:instrText>Range</w:instrText>
        </w:r>
        <w:r>
          <w:instrText xml:space="preserve">" </w:instrText>
        </w:r>
        <w:r>
          <w:rPr>
            <w:lang w:eastAsia="en-GB"/>
          </w:rPr>
          <w:fldChar w:fldCharType="end"/>
        </w:r>
      </w:ins>
      <w:r w:rsidR="0075708C">
        <w:t>Allowing</w:t>
      </w:r>
      <w:r w:rsidR="009B49FF" w:rsidRPr="00E22CA3">
        <w:t xml:space="preserve"> Multiple Owners of Mutable Data </w:t>
      </w:r>
      <w:r w:rsidR="0075708C">
        <w:t xml:space="preserve">with </w:t>
      </w:r>
      <w:r w:rsidR="009B49FF" w:rsidRPr="009A664F">
        <w:t>Rc&lt;T&gt;</w:t>
      </w:r>
      <w:r w:rsidR="009B49FF" w:rsidRPr="00E22CA3">
        <w:t xml:space="preserve"> and </w:t>
      </w:r>
      <w:r w:rsidR="009B49FF" w:rsidRPr="009A664F">
        <w:t>RefCell&lt;T&gt;</w:t>
      </w:r>
      <w:bookmarkEnd w:id="611"/>
    </w:p>
    <w:p w14:paraId="016A56B6" w14:textId="2B4E7E36" w:rsidR="009B49FF" w:rsidRPr="009B49FF" w:rsidRDefault="009B49FF" w:rsidP="009A664F">
      <w:pPr>
        <w:pStyle w:val="Body"/>
        <w:rPr>
          <w:lang w:eastAsia="en-GB"/>
        </w:rPr>
      </w:pPr>
      <w:r w:rsidRPr="009A664F">
        <w:t xml:space="preserve">A common way to use </w:t>
      </w:r>
      <w:r w:rsidRPr="009A664F">
        <w:rPr>
          <w:rStyle w:val="Literal"/>
        </w:rPr>
        <w:t>RefCell&lt;T&gt;</w:t>
      </w:r>
      <w:r w:rsidRPr="009A664F">
        <w:t xml:space="preserve"> is in combination with </w:t>
      </w:r>
      <w:r w:rsidRPr="009A664F">
        <w:rPr>
          <w:rStyle w:val="Literal"/>
        </w:rPr>
        <w:t>Rc&lt;T&gt;</w:t>
      </w:r>
      <w:r w:rsidRPr="009A664F">
        <w:t>. Recall that</w:t>
      </w:r>
      <w:r w:rsidR="00E22CA3" w:rsidRPr="009A664F">
        <w:t xml:space="preserve"> </w:t>
      </w:r>
      <w:r w:rsidRPr="009A664F">
        <w:rPr>
          <w:rStyle w:val="Literal"/>
        </w:rPr>
        <w:t>Rc&lt;T&gt;</w:t>
      </w:r>
      <w:r w:rsidRPr="009A664F">
        <w:t xml:space="preserve"> lets you have multiple owners of some data, but it only gives immutable</w:t>
      </w:r>
      <w:r w:rsidR="00E22CA3" w:rsidRPr="009A664F">
        <w:t xml:space="preserve"> </w:t>
      </w:r>
      <w:r w:rsidRPr="009A664F">
        <w:t xml:space="preserve">access to that data. If you have an </w:t>
      </w:r>
      <w:r w:rsidRPr="009A664F">
        <w:rPr>
          <w:rStyle w:val="Literal"/>
        </w:rPr>
        <w:t>Rc&lt;T&gt;</w:t>
      </w:r>
      <w:r w:rsidRPr="009A664F">
        <w:t xml:space="preserve"> that holds a </w:t>
      </w:r>
      <w:r w:rsidRPr="009A664F">
        <w:rPr>
          <w:rStyle w:val="Literal"/>
        </w:rPr>
        <w:t>RefCell&lt;T&gt;</w:t>
      </w:r>
      <w:r w:rsidRPr="009A664F">
        <w:t>, you can</w:t>
      </w:r>
      <w:r w:rsidR="00E22CA3" w:rsidRPr="009A664F">
        <w:t xml:space="preserve"> </w:t>
      </w:r>
      <w:r w:rsidRPr="009A664F">
        <w:t xml:space="preserve">get a value that can have multiple owners </w:t>
      </w:r>
      <w:r w:rsidRPr="009A664F">
        <w:rPr>
          <w:rStyle w:val="Italic"/>
        </w:rPr>
        <w:t>and</w:t>
      </w:r>
      <w:r w:rsidRPr="009B49FF">
        <w:rPr>
          <w:lang w:eastAsia="en-GB"/>
        </w:rPr>
        <w:t xml:space="preserve"> that you can mutate!</w:t>
      </w:r>
    </w:p>
    <w:p w14:paraId="678D27B5" w14:textId="0A49430D" w:rsidR="009B49FF" w:rsidRPr="009B49FF" w:rsidRDefault="009B49FF" w:rsidP="009A664F">
      <w:pPr>
        <w:pStyle w:val="Body"/>
        <w:rPr>
          <w:lang w:eastAsia="en-GB"/>
        </w:rPr>
      </w:pPr>
      <w:r w:rsidRPr="009B49FF">
        <w:rPr>
          <w:lang w:eastAsia="en-GB"/>
        </w:rPr>
        <w:t>For example, recall the cons list example in Listing 15-18 where we used</w:t>
      </w:r>
      <w:r w:rsidR="00E22CA3">
        <w:rPr>
          <w:lang w:eastAsia="en-GB"/>
        </w:rPr>
        <w:t xml:space="preserve"> </w:t>
      </w:r>
      <w:r w:rsidRPr="009A664F">
        <w:rPr>
          <w:rStyle w:val="Literal"/>
        </w:rPr>
        <w:t>Rc&lt;T&gt;</w:t>
      </w:r>
      <w:r w:rsidRPr="009A664F">
        <w:t xml:space="preserve"> to allow multiple lists to share ownership of another list. Because</w:t>
      </w:r>
      <w:r w:rsidR="00E22CA3" w:rsidRPr="009A664F">
        <w:t xml:space="preserve"> </w:t>
      </w:r>
      <w:r w:rsidRPr="009A664F">
        <w:rPr>
          <w:rStyle w:val="Literal"/>
        </w:rPr>
        <w:t>Rc&lt;T&gt;</w:t>
      </w:r>
      <w:r w:rsidRPr="009A664F">
        <w:t xml:space="preserve"> holds only immutable values, we can’t change any of the values in the</w:t>
      </w:r>
      <w:r w:rsidR="00E22CA3" w:rsidRPr="009A664F">
        <w:t xml:space="preserve"> </w:t>
      </w:r>
      <w:r w:rsidRPr="009A664F">
        <w:t xml:space="preserve">list once we’ve created them. Let’s add in </w:t>
      </w:r>
      <w:r w:rsidRPr="009A664F">
        <w:rPr>
          <w:rStyle w:val="Literal"/>
        </w:rPr>
        <w:t>RefCell&lt;T&gt;</w:t>
      </w:r>
      <w:r w:rsidRPr="009A664F">
        <w:t xml:space="preserve"> </w:t>
      </w:r>
      <w:ins w:id="613" w:author="Carol Nichols" w:date="2022-08-23T21:58:00Z">
        <w:r w:rsidR="00163AB9">
          <w:t xml:space="preserve">for </w:t>
        </w:r>
      </w:ins>
      <w:del w:id="614" w:author="Audrey Doyle" w:date="2022-08-04T15:15:00Z">
        <w:r w:rsidRPr="009A664F" w:rsidDel="004A2FCD">
          <w:delText xml:space="preserve">to gain </w:delText>
        </w:r>
      </w:del>
      <w:del w:id="615" w:author="Carol Nichols" w:date="2022-08-23T21:58:00Z">
        <w:r w:rsidRPr="009A664F" w:rsidDel="001C4D76">
          <w:delText>the</w:delText>
        </w:r>
      </w:del>
      <w:ins w:id="616" w:author="Carol Nichols" w:date="2022-08-23T21:58:00Z">
        <w:r w:rsidR="001C4D76">
          <w:t>its</w:t>
        </w:r>
      </w:ins>
      <w:r w:rsidRPr="009A664F">
        <w:t xml:space="preserve"> ability to</w:t>
      </w:r>
      <w:r w:rsidR="00E22CA3" w:rsidRPr="009A664F">
        <w:t xml:space="preserve"> </w:t>
      </w:r>
      <w:r w:rsidRPr="009A664F">
        <w:t>change the values in the lists. Listing 15-24 shows that by using a</w:t>
      </w:r>
      <w:r w:rsidR="00E22CA3" w:rsidRPr="009A664F">
        <w:t xml:space="preserve"> </w:t>
      </w:r>
      <w:r w:rsidRPr="009A664F">
        <w:rPr>
          <w:rStyle w:val="Literal"/>
        </w:rPr>
        <w:t>RefCell&lt;T&gt;</w:t>
      </w:r>
      <w:r w:rsidRPr="009A664F">
        <w:t xml:space="preserve"> in the </w:t>
      </w:r>
      <w:r w:rsidRPr="009A664F">
        <w:rPr>
          <w:rStyle w:val="Literal"/>
        </w:rPr>
        <w:t>Cons</w:t>
      </w:r>
      <w:r w:rsidRPr="009B49FF">
        <w:rPr>
          <w:lang w:eastAsia="en-GB"/>
        </w:rPr>
        <w:t xml:space="preserve"> definition, we can modify the value stored in all</w:t>
      </w:r>
      <w:r w:rsidR="00E22CA3">
        <w:rPr>
          <w:lang w:eastAsia="en-GB"/>
        </w:rPr>
        <w:t xml:space="preserve"> </w:t>
      </w:r>
      <w:r w:rsidRPr="009B49FF">
        <w:rPr>
          <w:lang w:eastAsia="en-GB"/>
        </w:rPr>
        <w:t>the lists</w:t>
      </w:r>
      <w:ins w:id="617" w:author="Audrey Doyle" w:date="2022-08-04T15:15:00Z">
        <w:r w:rsidR="004A2FCD">
          <w:rPr>
            <w:lang w:eastAsia="en-GB"/>
          </w:rPr>
          <w:t>.</w:t>
        </w:r>
      </w:ins>
      <w:del w:id="618" w:author="Audrey Doyle" w:date="2022-08-04T15:15:00Z">
        <w:r w:rsidRPr="009B49FF" w:rsidDel="004A2FCD">
          <w:rPr>
            <w:lang w:eastAsia="en-GB"/>
          </w:rPr>
          <w:delText>:</w:delText>
        </w:r>
      </w:del>
    </w:p>
    <w:p w14:paraId="2D392F4F" w14:textId="41BFFA6F" w:rsidR="009B49FF" w:rsidRPr="009B49FF" w:rsidRDefault="009B49FF" w:rsidP="009A664F">
      <w:pPr>
        <w:pStyle w:val="CodeLabel"/>
        <w:rPr>
          <w:lang w:eastAsia="en-GB"/>
        </w:rPr>
      </w:pPr>
      <w:r w:rsidRPr="009B49FF">
        <w:rPr>
          <w:lang w:eastAsia="en-GB"/>
        </w:rPr>
        <w:t>src/main.rs</w:t>
      </w:r>
    </w:p>
    <w:p w14:paraId="05D8C5DD" w14:textId="77777777" w:rsidR="009B49FF" w:rsidRPr="009A664F" w:rsidRDefault="009B49FF" w:rsidP="009A664F">
      <w:pPr>
        <w:pStyle w:val="Code"/>
      </w:pPr>
      <w:r w:rsidRPr="009A664F">
        <w:t>#[derive(Debug)]</w:t>
      </w:r>
    </w:p>
    <w:p w14:paraId="682B72CB" w14:textId="77777777" w:rsidR="009B49FF" w:rsidRPr="00CE6609" w:rsidRDefault="009B49FF" w:rsidP="009A664F">
      <w:pPr>
        <w:pStyle w:val="Code"/>
        <w:rPr>
          <w:rStyle w:val="LiteralGray"/>
          <w:rPrChange w:id="619" w:author="Carol Nichols" w:date="2022-08-25T17:33:00Z">
            <w:rPr/>
          </w:rPrChange>
        </w:rPr>
      </w:pPr>
      <w:r w:rsidRPr="00CE6609">
        <w:rPr>
          <w:rStyle w:val="LiteralGray"/>
          <w:rPrChange w:id="620" w:author="Carol Nichols" w:date="2022-08-25T17:33:00Z">
            <w:rPr/>
          </w:rPrChange>
        </w:rPr>
        <w:t>enum List {</w:t>
      </w:r>
    </w:p>
    <w:p w14:paraId="65DFC8D5" w14:textId="77777777" w:rsidR="009B49FF" w:rsidRPr="009A664F" w:rsidRDefault="009B49FF" w:rsidP="009A664F">
      <w:pPr>
        <w:pStyle w:val="Code"/>
      </w:pPr>
      <w:r w:rsidRPr="009A664F">
        <w:t xml:space="preserve">    Cons(Rc&lt;RefCell&lt;i32&gt;&gt;, Rc&lt;List&gt;),</w:t>
      </w:r>
    </w:p>
    <w:p w14:paraId="55289395" w14:textId="77777777" w:rsidR="009B49FF" w:rsidRPr="00CE6609" w:rsidRDefault="009B49FF" w:rsidP="009A664F">
      <w:pPr>
        <w:pStyle w:val="Code"/>
        <w:rPr>
          <w:rStyle w:val="LiteralGray"/>
          <w:rPrChange w:id="621" w:author="Carol Nichols" w:date="2022-08-25T17:33:00Z">
            <w:rPr/>
          </w:rPrChange>
        </w:rPr>
      </w:pPr>
      <w:r w:rsidRPr="00CE6609">
        <w:rPr>
          <w:rStyle w:val="LiteralGray"/>
          <w:rPrChange w:id="622" w:author="Carol Nichols" w:date="2022-08-25T17:33:00Z">
            <w:rPr/>
          </w:rPrChange>
        </w:rPr>
        <w:t xml:space="preserve">    Nil,</w:t>
      </w:r>
    </w:p>
    <w:p w14:paraId="10B28CCE" w14:textId="77777777" w:rsidR="009B49FF" w:rsidRPr="00CE6609" w:rsidRDefault="009B49FF" w:rsidP="009A664F">
      <w:pPr>
        <w:pStyle w:val="Code"/>
        <w:rPr>
          <w:rStyle w:val="LiteralGray"/>
          <w:rPrChange w:id="623" w:author="Carol Nichols" w:date="2022-08-25T17:33:00Z">
            <w:rPr/>
          </w:rPrChange>
        </w:rPr>
      </w:pPr>
      <w:r w:rsidRPr="00CE6609">
        <w:rPr>
          <w:rStyle w:val="LiteralGray"/>
          <w:rPrChange w:id="624" w:author="Carol Nichols" w:date="2022-08-25T17:33:00Z">
            <w:rPr/>
          </w:rPrChange>
        </w:rPr>
        <w:t>}</w:t>
      </w:r>
    </w:p>
    <w:p w14:paraId="2CD06DDD" w14:textId="77777777" w:rsidR="009B49FF" w:rsidRPr="00CE6609" w:rsidRDefault="009B49FF" w:rsidP="009A664F">
      <w:pPr>
        <w:pStyle w:val="Code"/>
        <w:rPr>
          <w:rStyle w:val="LiteralGray"/>
          <w:rPrChange w:id="625" w:author="Carol Nichols" w:date="2022-08-25T17:33:00Z">
            <w:rPr/>
          </w:rPrChange>
        </w:rPr>
      </w:pPr>
    </w:p>
    <w:p w14:paraId="53138582" w14:textId="77777777" w:rsidR="009B49FF" w:rsidRPr="00CE6609" w:rsidRDefault="009B49FF" w:rsidP="009A664F">
      <w:pPr>
        <w:pStyle w:val="Code"/>
        <w:rPr>
          <w:rStyle w:val="LiteralGray"/>
          <w:rPrChange w:id="626" w:author="Carol Nichols" w:date="2022-08-25T17:33:00Z">
            <w:rPr/>
          </w:rPrChange>
        </w:rPr>
      </w:pPr>
      <w:r w:rsidRPr="00CE6609">
        <w:rPr>
          <w:rStyle w:val="LiteralGray"/>
          <w:rPrChange w:id="627" w:author="Carol Nichols" w:date="2022-08-25T17:33:00Z">
            <w:rPr/>
          </w:rPrChange>
        </w:rPr>
        <w:t>use crate::List::{Cons, Nil};</w:t>
      </w:r>
    </w:p>
    <w:p w14:paraId="2EF5BE58" w14:textId="77777777" w:rsidR="009B49FF" w:rsidRPr="009A664F" w:rsidRDefault="009B49FF" w:rsidP="009A664F">
      <w:pPr>
        <w:pStyle w:val="Code"/>
      </w:pPr>
      <w:r w:rsidRPr="009A664F">
        <w:t>use std::cell::RefCell;</w:t>
      </w:r>
    </w:p>
    <w:p w14:paraId="249401F3" w14:textId="77777777" w:rsidR="009B49FF" w:rsidRPr="00CE6609" w:rsidRDefault="009B49FF" w:rsidP="009A664F">
      <w:pPr>
        <w:pStyle w:val="Code"/>
        <w:rPr>
          <w:rStyle w:val="LiteralGray"/>
          <w:rPrChange w:id="628" w:author="Carol Nichols" w:date="2022-08-25T17:33:00Z">
            <w:rPr/>
          </w:rPrChange>
        </w:rPr>
      </w:pPr>
      <w:r w:rsidRPr="00CE6609">
        <w:rPr>
          <w:rStyle w:val="LiteralGray"/>
          <w:rPrChange w:id="629" w:author="Carol Nichols" w:date="2022-08-25T17:33:00Z">
            <w:rPr/>
          </w:rPrChange>
        </w:rPr>
        <w:t>use std::rc::Rc;</w:t>
      </w:r>
    </w:p>
    <w:p w14:paraId="5D1B81CB" w14:textId="77777777" w:rsidR="009B49FF" w:rsidRPr="009A664F" w:rsidRDefault="009B49FF" w:rsidP="009A664F">
      <w:pPr>
        <w:pStyle w:val="Code"/>
      </w:pPr>
    </w:p>
    <w:p w14:paraId="034F43A2" w14:textId="77777777" w:rsidR="009B49FF" w:rsidRPr="00CE6609" w:rsidRDefault="009B49FF" w:rsidP="009A664F">
      <w:pPr>
        <w:pStyle w:val="Code"/>
        <w:rPr>
          <w:rStyle w:val="LiteralGray"/>
          <w:rPrChange w:id="630" w:author="Carol Nichols" w:date="2022-08-25T17:33:00Z">
            <w:rPr/>
          </w:rPrChange>
        </w:rPr>
      </w:pPr>
      <w:r w:rsidRPr="00CE6609">
        <w:rPr>
          <w:rStyle w:val="LiteralGray"/>
          <w:rPrChange w:id="631" w:author="Carol Nichols" w:date="2022-08-25T17:33:00Z">
            <w:rPr/>
          </w:rPrChange>
        </w:rPr>
        <w:t>fn main() {</w:t>
      </w:r>
    </w:p>
    <w:p w14:paraId="12E24D22" w14:textId="161140AF" w:rsidR="009B49FF" w:rsidRPr="009A664F" w:rsidRDefault="009B49FF" w:rsidP="009A664F">
      <w:pPr>
        <w:pStyle w:val="Code"/>
      </w:pPr>
      <w:r w:rsidRPr="009A664F">
        <w:t xml:space="preserve">  </w:t>
      </w:r>
      <w:r w:rsidR="00535998" w:rsidRPr="00535998">
        <w:rPr>
          <w:rStyle w:val="CodeAnnotation"/>
        </w:rPr>
        <w:t>1</w:t>
      </w:r>
      <w:r w:rsidRPr="009A664F">
        <w:t xml:space="preserve"> let value = Rc::new(RefCell::new(5));</w:t>
      </w:r>
    </w:p>
    <w:p w14:paraId="0EB5DC6F" w14:textId="77777777" w:rsidR="009B49FF" w:rsidRPr="009A664F" w:rsidRDefault="009B49FF" w:rsidP="009A664F">
      <w:pPr>
        <w:pStyle w:val="Code"/>
      </w:pPr>
    </w:p>
    <w:p w14:paraId="71D658F3" w14:textId="117C42C2" w:rsidR="009B49FF" w:rsidRPr="009A664F" w:rsidRDefault="009B49FF" w:rsidP="009A664F">
      <w:pPr>
        <w:pStyle w:val="Code"/>
      </w:pPr>
      <w:r w:rsidRPr="009A664F">
        <w:t xml:space="preserve">  </w:t>
      </w:r>
      <w:r w:rsidR="00535998" w:rsidRPr="00535998">
        <w:rPr>
          <w:rStyle w:val="CodeAnnotation"/>
        </w:rPr>
        <w:t>2</w:t>
      </w:r>
      <w:r w:rsidRPr="009A664F">
        <w:t xml:space="preserve"> let a = Rc::new(Cons(Rc::clone(&amp;value), Rc::new(Nil)));</w:t>
      </w:r>
    </w:p>
    <w:p w14:paraId="471F5F2F" w14:textId="77777777" w:rsidR="009B49FF" w:rsidRPr="009A664F" w:rsidRDefault="009B49FF" w:rsidP="009A664F">
      <w:pPr>
        <w:pStyle w:val="Code"/>
      </w:pPr>
    </w:p>
    <w:p w14:paraId="19936020" w14:textId="77777777" w:rsidR="009B49FF" w:rsidRPr="009A664F" w:rsidRDefault="009B49FF" w:rsidP="009A664F">
      <w:pPr>
        <w:pStyle w:val="Code"/>
      </w:pPr>
      <w:r w:rsidRPr="009A664F">
        <w:t xml:space="preserve">    let b = Cons(Rc::new(RefCell::new(3)), Rc::clone(&amp;a));</w:t>
      </w:r>
    </w:p>
    <w:p w14:paraId="45DB5B21" w14:textId="77777777" w:rsidR="009B49FF" w:rsidRPr="009A664F" w:rsidRDefault="009B49FF" w:rsidP="009A664F">
      <w:pPr>
        <w:pStyle w:val="Code"/>
      </w:pPr>
      <w:r w:rsidRPr="009A664F">
        <w:t xml:space="preserve">    let c = Cons(Rc::new(RefCell::new(4)), Rc::clone(&amp;a));</w:t>
      </w:r>
    </w:p>
    <w:p w14:paraId="0B43E0FA" w14:textId="77777777" w:rsidR="009B49FF" w:rsidRPr="009A664F" w:rsidRDefault="009B49FF" w:rsidP="009A664F">
      <w:pPr>
        <w:pStyle w:val="Code"/>
      </w:pPr>
    </w:p>
    <w:p w14:paraId="461A7E15" w14:textId="6EF887A7" w:rsidR="009B49FF" w:rsidRPr="009A664F" w:rsidRDefault="009B49FF" w:rsidP="009A664F">
      <w:pPr>
        <w:pStyle w:val="Code"/>
      </w:pPr>
      <w:r w:rsidRPr="009A664F">
        <w:t xml:space="preserve">  </w:t>
      </w:r>
      <w:r w:rsidR="00535998" w:rsidRPr="00535998">
        <w:rPr>
          <w:rStyle w:val="CodeAnnotation"/>
        </w:rPr>
        <w:t>3</w:t>
      </w:r>
      <w:r w:rsidRPr="009A664F">
        <w:t xml:space="preserve"> *value.borrow_mut() += 10;</w:t>
      </w:r>
    </w:p>
    <w:p w14:paraId="0163CC5E" w14:textId="77777777" w:rsidR="009B49FF" w:rsidRPr="009A664F" w:rsidRDefault="009B49FF" w:rsidP="009A664F">
      <w:pPr>
        <w:pStyle w:val="Code"/>
      </w:pPr>
    </w:p>
    <w:p w14:paraId="6CA3D25D" w14:textId="77777777" w:rsidR="009B49FF" w:rsidRPr="009A664F" w:rsidRDefault="009B49FF" w:rsidP="009A664F">
      <w:pPr>
        <w:pStyle w:val="Code"/>
      </w:pPr>
      <w:r w:rsidRPr="009A664F">
        <w:t xml:space="preserve">    println!("a after = {:?}", a);</w:t>
      </w:r>
    </w:p>
    <w:p w14:paraId="63CA3E08" w14:textId="77777777" w:rsidR="009B49FF" w:rsidRPr="009A664F" w:rsidRDefault="009B49FF" w:rsidP="009A664F">
      <w:pPr>
        <w:pStyle w:val="Code"/>
      </w:pPr>
      <w:r w:rsidRPr="009A664F">
        <w:t xml:space="preserve">    println!("b after = {:?}", b);</w:t>
      </w:r>
    </w:p>
    <w:p w14:paraId="60BAB536" w14:textId="77777777" w:rsidR="009B49FF" w:rsidRPr="009A664F" w:rsidRDefault="009B49FF" w:rsidP="009A664F">
      <w:pPr>
        <w:pStyle w:val="Code"/>
      </w:pPr>
      <w:r w:rsidRPr="009A664F">
        <w:t xml:space="preserve">    println!("c after = {:?}", c);</w:t>
      </w:r>
    </w:p>
    <w:p w14:paraId="75C6BF91" w14:textId="77777777" w:rsidR="009B49FF" w:rsidRPr="00CE6609" w:rsidRDefault="009B49FF" w:rsidP="009A664F">
      <w:pPr>
        <w:pStyle w:val="Code"/>
        <w:rPr>
          <w:rStyle w:val="LiteralGray"/>
          <w:rPrChange w:id="632" w:author="Carol Nichols" w:date="2022-08-25T17:34:00Z">
            <w:rPr/>
          </w:rPrChange>
        </w:rPr>
      </w:pPr>
      <w:r w:rsidRPr="00CE6609">
        <w:rPr>
          <w:rStyle w:val="LiteralGray"/>
          <w:rPrChange w:id="633" w:author="Carol Nichols" w:date="2022-08-25T17:34:00Z">
            <w:rPr/>
          </w:rPrChange>
        </w:rPr>
        <w:t>}</w:t>
      </w:r>
    </w:p>
    <w:p w14:paraId="64B00D8B" w14:textId="3D0A8658" w:rsidR="009B49FF" w:rsidRPr="009B49FF" w:rsidRDefault="009B49FF" w:rsidP="0075708C">
      <w:pPr>
        <w:pStyle w:val="CodeListingCaption"/>
        <w:rPr>
          <w:lang w:eastAsia="en-GB"/>
        </w:rPr>
      </w:pPr>
      <w:r w:rsidRPr="009A664F">
        <w:t xml:space="preserve">Using </w:t>
      </w:r>
      <w:r w:rsidRPr="009A664F">
        <w:rPr>
          <w:rStyle w:val="Literal"/>
        </w:rPr>
        <w:t>Rc&lt;RefCell&lt;i32&gt;&gt;</w:t>
      </w:r>
      <w:r w:rsidRPr="009A664F">
        <w:t xml:space="preserve"> to create a </w:t>
      </w:r>
      <w:r w:rsidRPr="009A664F">
        <w:rPr>
          <w:rStyle w:val="Literal"/>
        </w:rPr>
        <w:t>List</w:t>
      </w:r>
      <w:r w:rsidRPr="009B49FF">
        <w:rPr>
          <w:lang w:eastAsia="en-GB"/>
        </w:rPr>
        <w:t xml:space="preserve"> that we can mutate</w:t>
      </w:r>
    </w:p>
    <w:p w14:paraId="51046EAD" w14:textId="31E60226" w:rsidR="009B49FF" w:rsidRPr="009B49FF" w:rsidRDefault="009B49FF" w:rsidP="009A664F">
      <w:pPr>
        <w:pStyle w:val="Body"/>
        <w:rPr>
          <w:lang w:eastAsia="en-GB"/>
        </w:rPr>
      </w:pPr>
      <w:r w:rsidRPr="009B49FF">
        <w:rPr>
          <w:lang w:eastAsia="en-GB"/>
        </w:rPr>
        <w:t xml:space="preserve">We create a value that is an instance of </w:t>
      </w:r>
      <w:r w:rsidRPr="009A664F">
        <w:rPr>
          <w:rStyle w:val="Literal"/>
        </w:rPr>
        <w:t>Rc&lt;RefCell&lt;i32&gt;&gt;</w:t>
      </w:r>
      <w:r w:rsidRPr="009A664F">
        <w:t xml:space="preserve"> and store it in a</w:t>
      </w:r>
      <w:r w:rsidR="00E22CA3" w:rsidRPr="009A664F">
        <w:t xml:space="preserve"> </w:t>
      </w:r>
      <w:r w:rsidRPr="009A664F">
        <w:t xml:space="preserve">variable named </w:t>
      </w:r>
      <w:r w:rsidRPr="009A664F">
        <w:rPr>
          <w:rStyle w:val="Literal"/>
        </w:rPr>
        <w:t>value</w:t>
      </w:r>
      <w:r w:rsidRPr="009A664F">
        <w:t xml:space="preserve"> </w:t>
      </w:r>
      <w:r w:rsidR="00535998" w:rsidRPr="00535998">
        <w:rPr>
          <w:rStyle w:val="CodeAnnotation"/>
        </w:rPr>
        <w:t>1</w:t>
      </w:r>
      <w:r w:rsidRPr="009A664F">
        <w:t xml:space="preserve"> so we can access it directly later. Then we create a</w:t>
      </w:r>
      <w:r w:rsidR="00E22CA3" w:rsidRPr="009A664F">
        <w:t xml:space="preserve"> </w:t>
      </w:r>
      <w:r w:rsidRPr="009A664F">
        <w:rPr>
          <w:rStyle w:val="Literal"/>
        </w:rPr>
        <w:t>List</w:t>
      </w:r>
      <w:r w:rsidRPr="009A664F">
        <w:t xml:space="preserve"> in </w:t>
      </w:r>
      <w:r w:rsidRPr="009A664F">
        <w:rPr>
          <w:rStyle w:val="Literal"/>
        </w:rPr>
        <w:t>a</w:t>
      </w:r>
      <w:r w:rsidRPr="009A664F">
        <w:t xml:space="preserve"> with a </w:t>
      </w:r>
      <w:r w:rsidRPr="009A664F">
        <w:rPr>
          <w:rStyle w:val="Literal"/>
        </w:rPr>
        <w:t>Cons</w:t>
      </w:r>
      <w:r w:rsidRPr="009A664F">
        <w:t xml:space="preserve"> variant that holds </w:t>
      </w:r>
      <w:r w:rsidRPr="009A664F">
        <w:rPr>
          <w:rStyle w:val="Literal"/>
        </w:rPr>
        <w:t>value</w:t>
      </w:r>
      <w:r w:rsidRPr="009A664F">
        <w:t xml:space="preserve"> </w:t>
      </w:r>
      <w:r w:rsidR="00535998" w:rsidRPr="00535998">
        <w:rPr>
          <w:rStyle w:val="CodeAnnotation"/>
        </w:rPr>
        <w:t>2</w:t>
      </w:r>
      <w:r w:rsidRPr="009A664F">
        <w:t>. We need to clone</w:t>
      </w:r>
      <w:r w:rsidR="00E22CA3" w:rsidRPr="009A664F">
        <w:t xml:space="preserve"> </w:t>
      </w:r>
      <w:r w:rsidRPr="009A664F">
        <w:rPr>
          <w:rStyle w:val="Literal"/>
        </w:rPr>
        <w:t>value</w:t>
      </w:r>
      <w:r w:rsidRPr="009A664F">
        <w:t xml:space="preserve"> so both </w:t>
      </w:r>
      <w:r w:rsidRPr="009A664F">
        <w:rPr>
          <w:rStyle w:val="Literal"/>
        </w:rPr>
        <w:t>a</w:t>
      </w:r>
      <w:r w:rsidRPr="009A664F">
        <w:t xml:space="preserve"> and </w:t>
      </w:r>
      <w:r w:rsidRPr="009A664F">
        <w:rPr>
          <w:rStyle w:val="Literal"/>
        </w:rPr>
        <w:t>value</w:t>
      </w:r>
      <w:r w:rsidRPr="009A664F">
        <w:t xml:space="preserve"> have ownership of the inner </w:t>
      </w:r>
      <w:r w:rsidRPr="009A664F">
        <w:rPr>
          <w:rStyle w:val="Literal"/>
        </w:rPr>
        <w:t>5</w:t>
      </w:r>
      <w:r w:rsidRPr="009A664F">
        <w:t xml:space="preserve"> value rather</w:t>
      </w:r>
      <w:r w:rsidR="00E22CA3" w:rsidRPr="009A664F">
        <w:t xml:space="preserve"> </w:t>
      </w:r>
      <w:r w:rsidRPr="009A664F">
        <w:t xml:space="preserve">than transferring ownership from </w:t>
      </w:r>
      <w:r w:rsidRPr="009A664F">
        <w:rPr>
          <w:rStyle w:val="Literal"/>
        </w:rPr>
        <w:t>value</w:t>
      </w:r>
      <w:r w:rsidRPr="009A664F">
        <w:t xml:space="preserve"> to </w:t>
      </w:r>
      <w:r w:rsidRPr="009A664F">
        <w:rPr>
          <w:rStyle w:val="Literal"/>
        </w:rPr>
        <w:t>a</w:t>
      </w:r>
      <w:r w:rsidRPr="009A664F">
        <w:t xml:space="preserve"> or having </w:t>
      </w:r>
      <w:r w:rsidRPr="009A664F">
        <w:rPr>
          <w:rStyle w:val="Literal"/>
        </w:rPr>
        <w:t>a</w:t>
      </w:r>
      <w:r w:rsidRPr="009A664F">
        <w:t xml:space="preserve"> borrow from</w:t>
      </w:r>
      <w:r w:rsidR="00E22CA3" w:rsidRPr="009A664F">
        <w:t xml:space="preserve"> </w:t>
      </w:r>
      <w:r w:rsidRPr="009A664F">
        <w:rPr>
          <w:rStyle w:val="Literal"/>
        </w:rPr>
        <w:t>value</w:t>
      </w:r>
      <w:r w:rsidRPr="009B49FF">
        <w:rPr>
          <w:lang w:eastAsia="en-GB"/>
        </w:rPr>
        <w:t>.</w:t>
      </w:r>
    </w:p>
    <w:p w14:paraId="3216D33E" w14:textId="4AEA3467" w:rsidR="009B49FF" w:rsidRPr="009B49FF" w:rsidRDefault="009B49FF" w:rsidP="009A664F">
      <w:pPr>
        <w:pStyle w:val="Body"/>
        <w:rPr>
          <w:lang w:eastAsia="en-GB"/>
        </w:rPr>
      </w:pPr>
      <w:r w:rsidRPr="009B49FF">
        <w:rPr>
          <w:lang w:eastAsia="en-GB"/>
        </w:rPr>
        <w:t xml:space="preserve">We wrap the list </w:t>
      </w:r>
      <w:r w:rsidRPr="009A664F">
        <w:rPr>
          <w:rStyle w:val="Literal"/>
        </w:rPr>
        <w:t>a</w:t>
      </w:r>
      <w:r w:rsidRPr="009A664F">
        <w:t xml:space="preserve"> in an </w:t>
      </w:r>
      <w:r w:rsidRPr="009A664F">
        <w:rPr>
          <w:rStyle w:val="Literal"/>
        </w:rPr>
        <w:t>Rc&lt;T&gt;</w:t>
      </w:r>
      <w:r w:rsidRPr="009A664F">
        <w:t xml:space="preserve"> so when we create lists </w:t>
      </w:r>
      <w:r w:rsidRPr="009A664F">
        <w:rPr>
          <w:rStyle w:val="Literal"/>
        </w:rPr>
        <w:t>b</w:t>
      </w:r>
      <w:r w:rsidRPr="009A664F">
        <w:t xml:space="preserve"> and </w:t>
      </w:r>
      <w:r w:rsidRPr="009A664F">
        <w:rPr>
          <w:rStyle w:val="Literal"/>
        </w:rPr>
        <w:t>c</w:t>
      </w:r>
      <w:r w:rsidRPr="009A664F">
        <w:t>, they</w:t>
      </w:r>
      <w:r w:rsidR="00E22CA3" w:rsidRPr="009A664F">
        <w:t xml:space="preserve"> </w:t>
      </w:r>
      <w:r w:rsidRPr="009A664F">
        <w:t xml:space="preserve">can both refer to </w:t>
      </w:r>
      <w:r w:rsidRPr="009A664F">
        <w:rPr>
          <w:rStyle w:val="Literal"/>
        </w:rPr>
        <w:t>a</w:t>
      </w:r>
      <w:r w:rsidRPr="009B49FF">
        <w:rPr>
          <w:lang w:eastAsia="en-GB"/>
        </w:rPr>
        <w:t>, which is what we did in Listing 15-18.</w:t>
      </w:r>
    </w:p>
    <w:p w14:paraId="30B2B6AF" w14:textId="22019FB8" w:rsidR="009B49FF" w:rsidRPr="009B49FF" w:rsidRDefault="009B49FF" w:rsidP="009A664F">
      <w:pPr>
        <w:pStyle w:val="Body"/>
        <w:rPr>
          <w:lang w:eastAsia="en-GB"/>
        </w:rPr>
      </w:pPr>
      <w:r w:rsidRPr="009B49FF">
        <w:rPr>
          <w:lang w:eastAsia="en-GB"/>
        </w:rPr>
        <w:t xml:space="preserve">After we’ve created the lists in </w:t>
      </w:r>
      <w:r w:rsidRPr="009A664F">
        <w:rPr>
          <w:rStyle w:val="Literal"/>
        </w:rPr>
        <w:t>a</w:t>
      </w:r>
      <w:r w:rsidRPr="009A664F">
        <w:t xml:space="preserve">, </w:t>
      </w:r>
      <w:r w:rsidRPr="009A664F">
        <w:rPr>
          <w:rStyle w:val="Literal"/>
        </w:rPr>
        <w:t>b</w:t>
      </w:r>
      <w:r w:rsidRPr="009A664F">
        <w:t xml:space="preserve">, and </w:t>
      </w:r>
      <w:r w:rsidRPr="009A664F">
        <w:rPr>
          <w:rStyle w:val="Literal"/>
        </w:rPr>
        <w:t>c</w:t>
      </w:r>
      <w:r w:rsidRPr="009A664F">
        <w:t>, we want to add 10 to the</w:t>
      </w:r>
      <w:r w:rsidR="00E22CA3" w:rsidRPr="009A664F">
        <w:t xml:space="preserve"> </w:t>
      </w:r>
      <w:r w:rsidRPr="009A664F">
        <w:t xml:space="preserve">value in </w:t>
      </w:r>
      <w:r w:rsidRPr="009A664F">
        <w:rPr>
          <w:rStyle w:val="Literal"/>
        </w:rPr>
        <w:t>value</w:t>
      </w:r>
      <w:r w:rsidRPr="009A664F">
        <w:t xml:space="preserve"> </w:t>
      </w:r>
      <w:r w:rsidR="00535998" w:rsidRPr="00535998">
        <w:rPr>
          <w:rStyle w:val="CodeAnnotation"/>
        </w:rPr>
        <w:t>3</w:t>
      </w:r>
      <w:r w:rsidRPr="009A664F">
        <w:t xml:space="preserve">. We do this by calling </w:t>
      </w:r>
      <w:r w:rsidRPr="009A664F">
        <w:rPr>
          <w:rStyle w:val="Literal"/>
        </w:rPr>
        <w:t>borrow_mut</w:t>
      </w:r>
      <w:r w:rsidRPr="009A664F">
        <w:t xml:space="preserve"> on </w:t>
      </w:r>
      <w:r w:rsidRPr="009A664F">
        <w:rPr>
          <w:rStyle w:val="Literal"/>
        </w:rPr>
        <w:t>value</w:t>
      </w:r>
      <w:r w:rsidRPr="009A664F">
        <w:t>, which uses</w:t>
      </w:r>
      <w:r w:rsidR="00E22CA3" w:rsidRPr="009A664F">
        <w:t xml:space="preserve"> </w:t>
      </w:r>
      <w:r w:rsidRPr="009A664F">
        <w:t xml:space="preserve">the automatic dereferencing feature we discussed in </w:t>
      </w:r>
      <w:del w:id="634" w:author="Audrey Doyle" w:date="2022-08-04T15:16:00Z">
        <w:r w:rsidRPr="00C70494" w:rsidDel="005C34F3">
          <w:rPr>
            <w:rStyle w:val="Xref"/>
          </w:rPr>
          <w:delText>Chapter 5</w:delText>
        </w:r>
        <w:r w:rsidRPr="009A664F" w:rsidDel="005C34F3">
          <w:delText xml:space="preserve"> (see the section</w:delText>
        </w:r>
        <w:r w:rsidR="00E22CA3" w:rsidRPr="009A664F" w:rsidDel="005C34F3">
          <w:delText xml:space="preserve"> </w:delText>
        </w:r>
      </w:del>
      <w:r w:rsidRPr="005C34F3">
        <w:rPr>
          <w:rStyle w:val="Xref"/>
          <w:rPrChange w:id="635" w:author="Audrey Doyle" w:date="2022-08-04T15:17:00Z">
            <w:rPr/>
          </w:rPrChange>
        </w:rPr>
        <w:t xml:space="preserve">“Where’s the </w:t>
      </w:r>
      <w:r w:rsidRPr="005C34F3">
        <w:rPr>
          <w:rStyle w:val="Xref"/>
          <w:rPrChange w:id="636" w:author="Audrey Doyle" w:date="2022-08-04T15:17:00Z">
            <w:rPr>
              <w:rStyle w:val="Literal"/>
            </w:rPr>
          </w:rPrChange>
        </w:rPr>
        <w:t>-&gt;</w:t>
      </w:r>
      <w:r w:rsidRPr="005C34F3">
        <w:rPr>
          <w:rStyle w:val="Xref"/>
          <w:rPrChange w:id="637" w:author="Audrey Doyle" w:date="2022-08-04T15:17:00Z">
            <w:rPr/>
          </w:rPrChange>
        </w:rPr>
        <w:t xml:space="preserve"> Operator?”</w:t>
      </w:r>
      <w:ins w:id="638" w:author="Audrey Doyle" w:date="2022-08-04T15:16:00Z">
        <w:r w:rsidR="005C34F3">
          <w:t xml:space="preserve"> </w:t>
        </w:r>
      </w:ins>
      <w:ins w:id="639" w:author="Audrey Doyle" w:date="2022-08-04T15:17:00Z">
        <w:r w:rsidR="005C34F3">
          <w:t xml:space="preserve">on </w:t>
        </w:r>
        <w:r w:rsidR="005C34F3" w:rsidRPr="005C34F3">
          <w:rPr>
            <w:rStyle w:val="Xref"/>
            <w:rPrChange w:id="640" w:author="Audrey Doyle" w:date="2022-08-04T15:17:00Z">
              <w:rPr/>
            </w:rPrChange>
          </w:rPr>
          <w:t>page XX</w:t>
        </w:r>
      </w:ins>
      <w:del w:id="641" w:author="Audrey Doyle" w:date="2022-08-04T15:17:00Z">
        <w:r w:rsidRPr="009A664F" w:rsidDel="005C34F3">
          <w:delText>)</w:delText>
        </w:r>
      </w:del>
      <w:r w:rsidRPr="009A664F">
        <w:t xml:space="preserve"> to dereference the </w:t>
      </w:r>
      <w:r w:rsidRPr="009A664F">
        <w:rPr>
          <w:rStyle w:val="Literal"/>
        </w:rPr>
        <w:t>Rc&lt;T&gt;</w:t>
      </w:r>
      <w:r w:rsidRPr="009A664F">
        <w:t xml:space="preserve"> to the inner</w:t>
      </w:r>
      <w:r w:rsidR="00E22CA3" w:rsidRPr="009A664F">
        <w:t xml:space="preserve"> </w:t>
      </w:r>
      <w:r w:rsidRPr="009A664F">
        <w:rPr>
          <w:rStyle w:val="Literal"/>
        </w:rPr>
        <w:t>RefCell&lt;T&gt;</w:t>
      </w:r>
      <w:r w:rsidRPr="009A664F">
        <w:t xml:space="preserve"> value. The </w:t>
      </w:r>
      <w:r w:rsidRPr="009A664F">
        <w:rPr>
          <w:rStyle w:val="Literal"/>
        </w:rPr>
        <w:t>borrow_mut</w:t>
      </w:r>
      <w:r w:rsidRPr="009A664F">
        <w:t xml:space="preserve"> method returns a </w:t>
      </w:r>
      <w:r w:rsidRPr="009A664F">
        <w:rPr>
          <w:rStyle w:val="Literal"/>
        </w:rPr>
        <w:t>RefMut&lt;T&gt;</w:t>
      </w:r>
      <w:r w:rsidRPr="009B49FF">
        <w:rPr>
          <w:lang w:eastAsia="en-GB"/>
        </w:rPr>
        <w:t xml:space="preserve"> smart</w:t>
      </w:r>
      <w:r w:rsidR="00E22CA3">
        <w:rPr>
          <w:lang w:eastAsia="en-GB"/>
        </w:rPr>
        <w:t xml:space="preserve"> </w:t>
      </w:r>
      <w:r w:rsidRPr="009B49FF">
        <w:rPr>
          <w:lang w:eastAsia="en-GB"/>
        </w:rPr>
        <w:t>pointer, and we use the dereference operator on it and change the inner value.</w:t>
      </w:r>
    </w:p>
    <w:p w14:paraId="53172426" w14:textId="442DD39C" w:rsidR="009B49FF" w:rsidRPr="009B49FF" w:rsidRDefault="009B49FF" w:rsidP="009A664F">
      <w:pPr>
        <w:pStyle w:val="Body"/>
        <w:rPr>
          <w:lang w:eastAsia="en-GB"/>
        </w:rPr>
      </w:pPr>
      <w:r w:rsidRPr="009B49FF">
        <w:rPr>
          <w:lang w:eastAsia="en-GB"/>
        </w:rPr>
        <w:t xml:space="preserve">When we print </w:t>
      </w:r>
      <w:r w:rsidRPr="009A664F">
        <w:rPr>
          <w:rStyle w:val="Literal"/>
        </w:rPr>
        <w:t>a</w:t>
      </w:r>
      <w:r w:rsidRPr="009A664F">
        <w:t xml:space="preserve">, </w:t>
      </w:r>
      <w:r w:rsidRPr="009A664F">
        <w:rPr>
          <w:rStyle w:val="Literal"/>
        </w:rPr>
        <w:t>b</w:t>
      </w:r>
      <w:r w:rsidRPr="009A664F">
        <w:t xml:space="preserve">, and </w:t>
      </w:r>
      <w:r w:rsidRPr="009A664F">
        <w:rPr>
          <w:rStyle w:val="Literal"/>
        </w:rPr>
        <w:t>c</w:t>
      </w:r>
      <w:r w:rsidRPr="009B49FF">
        <w:rPr>
          <w:lang w:eastAsia="en-GB"/>
        </w:rPr>
        <w:t>, we can see that they all have the modified</w:t>
      </w:r>
      <w:r w:rsidR="00E22CA3">
        <w:rPr>
          <w:lang w:eastAsia="en-GB"/>
        </w:rPr>
        <w:t xml:space="preserve"> </w:t>
      </w:r>
      <w:r w:rsidRPr="009B49FF">
        <w:rPr>
          <w:lang w:eastAsia="en-GB"/>
        </w:rPr>
        <w:t xml:space="preserve">value of </w:t>
      </w:r>
      <w:r w:rsidRPr="005C34F3">
        <w:rPr>
          <w:rStyle w:val="Literal"/>
          <w:rPrChange w:id="642" w:author="Audrey Doyle" w:date="2022-08-04T15:18:00Z">
            <w:rPr>
              <w:lang w:eastAsia="en-GB"/>
            </w:rPr>
          </w:rPrChange>
        </w:rPr>
        <w:t>15</w:t>
      </w:r>
      <w:r w:rsidRPr="009B49FF">
        <w:rPr>
          <w:lang w:eastAsia="en-GB"/>
        </w:rPr>
        <w:t xml:space="preserve"> rather than </w:t>
      </w:r>
      <w:r w:rsidRPr="005C34F3">
        <w:rPr>
          <w:rStyle w:val="Literal"/>
          <w:rPrChange w:id="643" w:author="Audrey Doyle" w:date="2022-08-04T15:18:00Z">
            <w:rPr>
              <w:lang w:eastAsia="en-GB"/>
            </w:rPr>
          </w:rPrChange>
        </w:rPr>
        <w:t>5</w:t>
      </w:r>
      <w:r w:rsidRPr="009B49FF">
        <w:rPr>
          <w:lang w:eastAsia="en-GB"/>
        </w:rPr>
        <w:t>:</w:t>
      </w:r>
    </w:p>
    <w:p w14:paraId="39D2B812" w14:textId="77777777" w:rsidR="009B49FF" w:rsidRPr="009A664F" w:rsidRDefault="009B49FF">
      <w:pPr>
        <w:pStyle w:val="CodeWide"/>
        <w:pPrChange w:id="644" w:author="Carol Nichols" w:date="2022-08-25T17:34:00Z">
          <w:pPr>
            <w:pStyle w:val="Code"/>
          </w:pPr>
        </w:pPrChange>
      </w:pPr>
      <w:r w:rsidRPr="009A664F">
        <w:t>a after = Cons(RefCell { value: 15 }, Nil)</w:t>
      </w:r>
    </w:p>
    <w:p w14:paraId="63EC6473" w14:textId="77777777" w:rsidR="009B49FF" w:rsidRPr="009A664F" w:rsidRDefault="009B49FF">
      <w:pPr>
        <w:pStyle w:val="CodeWide"/>
        <w:pPrChange w:id="645" w:author="Carol Nichols" w:date="2022-08-25T17:34:00Z">
          <w:pPr>
            <w:pStyle w:val="Code"/>
          </w:pPr>
        </w:pPrChange>
      </w:pPr>
      <w:r w:rsidRPr="009A664F">
        <w:t>b after = Cons(RefCell { value: 3 }, Cons(RefCell { value: 15 }, Nil))</w:t>
      </w:r>
    </w:p>
    <w:p w14:paraId="7ED68EC7" w14:textId="77777777" w:rsidR="009B49FF" w:rsidRPr="009A664F" w:rsidRDefault="009B49FF">
      <w:pPr>
        <w:pStyle w:val="CodeWide"/>
        <w:pPrChange w:id="646" w:author="Carol Nichols" w:date="2022-08-25T17:34:00Z">
          <w:pPr>
            <w:pStyle w:val="Code"/>
          </w:pPr>
        </w:pPrChange>
      </w:pPr>
      <w:r w:rsidRPr="009A664F">
        <w:t>c after = Cons(RefCell { value: 4 }, Cons(RefCell { value: 15 }, Nil))</w:t>
      </w:r>
    </w:p>
    <w:p w14:paraId="437649D9" w14:textId="5D3524E3" w:rsidR="009B49FF" w:rsidRPr="009B49FF" w:rsidRDefault="009B49FF" w:rsidP="009A664F">
      <w:pPr>
        <w:pStyle w:val="Body"/>
        <w:rPr>
          <w:lang w:val="en-GB" w:eastAsia="en-GB"/>
        </w:rPr>
      </w:pPr>
      <w:r w:rsidRPr="009A664F">
        <w:t xml:space="preserve">This technique is pretty neat! By using </w:t>
      </w:r>
      <w:r w:rsidRPr="009A664F">
        <w:rPr>
          <w:rStyle w:val="Literal"/>
        </w:rPr>
        <w:t>RefCell&lt;T&gt;</w:t>
      </w:r>
      <w:r w:rsidRPr="009A664F">
        <w:t>, we have an outwardly</w:t>
      </w:r>
      <w:r w:rsidR="00E22CA3" w:rsidRPr="009A664F">
        <w:t xml:space="preserve"> </w:t>
      </w:r>
      <w:r w:rsidRPr="009A664F">
        <w:t xml:space="preserve">immutable </w:t>
      </w:r>
      <w:r w:rsidRPr="009A664F">
        <w:rPr>
          <w:rStyle w:val="Literal"/>
        </w:rPr>
        <w:t>List</w:t>
      </w:r>
      <w:r w:rsidRPr="009A664F">
        <w:t xml:space="preserve"> value. </w:t>
      </w:r>
      <w:ins w:id="647" w:author="Carol Nichols" w:date="2022-08-25T21:56:00Z">
        <w:r w:rsidR="004229EB">
          <w:rPr>
            <w:lang w:eastAsia="en-GB"/>
          </w:rPr>
          <w:fldChar w:fldCharType="begin"/>
        </w:r>
        <w:r w:rsidR="004229EB">
          <w:instrText xml:space="preserve"> XE "interior mutability start</w:instrText>
        </w:r>
        <w:r w:rsidR="004229EB" w:rsidRPr="00BE574B">
          <w:instrText>Range</w:instrText>
        </w:r>
        <w:r w:rsidR="004229EB">
          <w:instrText xml:space="preserve">" </w:instrText>
        </w:r>
        <w:r w:rsidR="004229EB">
          <w:rPr>
            <w:lang w:eastAsia="en-GB"/>
          </w:rPr>
          <w:fldChar w:fldCharType="end"/>
        </w:r>
      </w:ins>
      <w:r w:rsidRPr="009A664F">
        <w:t xml:space="preserve">But we can use the methods on </w:t>
      </w:r>
      <w:r w:rsidRPr="009A664F">
        <w:rPr>
          <w:rStyle w:val="Literal"/>
        </w:rPr>
        <w:t>RefCell&lt;T&gt;</w:t>
      </w:r>
      <w:r w:rsidRPr="009A664F">
        <w:t xml:space="preserve"> that provide</w:t>
      </w:r>
      <w:r w:rsidR="00E22CA3" w:rsidRPr="009A664F">
        <w:t xml:space="preserve"> </w:t>
      </w:r>
      <w:r w:rsidRPr="009A664F">
        <w:t>access to its interior mutability so we can modify our data when we need to.</w:t>
      </w:r>
      <w:ins w:id="648" w:author="Carol Nichols" w:date="2022-08-25T21:56:00Z">
        <w:r w:rsidR="004229EB">
          <w:rPr>
            <w:lang w:eastAsia="en-GB"/>
          </w:rPr>
          <w:fldChar w:fldCharType="begin"/>
        </w:r>
        <w:r w:rsidR="004229EB">
          <w:instrText xml:space="preserve"> XE "interior mutability end</w:instrText>
        </w:r>
        <w:r w:rsidR="004229EB" w:rsidRPr="00BE574B">
          <w:instrText>Range</w:instrText>
        </w:r>
        <w:r w:rsidR="004229EB">
          <w:instrText xml:space="preserve">" </w:instrText>
        </w:r>
        <w:r w:rsidR="004229EB">
          <w:rPr>
            <w:lang w:eastAsia="en-GB"/>
          </w:rPr>
          <w:fldChar w:fldCharType="end"/>
        </w:r>
      </w:ins>
      <w:r w:rsidR="00E22CA3" w:rsidRPr="009A664F">
        <w:t xml:space="preserve"> </w:t>
      </w:r>
      <w:r w:rsidRPr="009A664F">
        <w:t>The runtime checks of the borrowing rules protect us from data races, and it’s</w:t>
      </w:r>
      <w:r w:rsidR="00E22CA3" w:rsidRPr="009A664F">
        <w:t xml:space="preserve"> </w:t>
      </w:r>
      <w:r w:rsidRPr="009A664F">
        <w:t>sometimes worth trading a bit of speed for this flexibility in our data</w:t>
      </w:r>
      <w:r w:rsidR="00E22CA3" w:rsidRPr="009A664F">
        <w:t xml:space="preserve"> </w:t>
      </w:r>
      <w:r w:rsidRPr="009A664F">
        <w:t xml:space="preserve">structures. Note that </w:t>
      </w:r>
      <w:r w:rsidRPr="009A664F">
        <w:rPr>
          <w:rStyle w:val="Literal"/>
        </w:rPr>
        <w:t>RefCell&lt;T&gt;</w:t>
      </w:r>
      <w:r w:rsidRPr="009A664F">
        <w:t xml:space="preserve"> does not work for multithreaded code!</w:t>
      </w:r>
      <w:r w:rsidR="00E22CA3" w:rsidRPr="009A664F">
        <w:t xml:space="preserve"> </w:t>
      </w:r>
      <w:r w:rsidRPr="009A664F">
        <w:rPr>
          <w:rStyle w:val="Literal"/>
        </w:rPr>
        <w:t>Mutex&lt;T&gt;</w:t>
      </w:r>
      <w:r w:rsidRPr="009A664F">
        <w:t xml:space="preserve"> is the thread-safe version of </w:t>
      </w:r>
      <w:r w:rsidRPr="009A664F">
        <w:rPr>
          <w:rStyle w:val="Literal"/>
        </w:rPr>
        <w:t>RefCell&lt;T&gt;</w:t>
      </w:r>
      <w:del w:id="649" w:author="Audrey Doyle" w:date="2022-08-04T15:18:00Z">
        <w:r w:rsidRPr="009A664F" w:rsidDel="005C34F3">
          <w:delText xml:space="preserve"> </w:delText>
        </w:r>
      </w:del>
      <w:ins w:id="650" w:author="Audrey Doyle" w:date="2022-08-04T15:18:00Z">
        <w:r w:rsidR="005C34F3">
          <w:t xml:space="preserve">, </w:t>
        </w:r>
      </w:ins>
      <w:r w:rsidRPr="009A664F">
        <w:t>and we’ll discuss</w:t>
      </w:r>
      <w:r w:rsidR="00E22CA3" w:rsidRPr="009A664F">
        <w:t xml:space="preserve"> </w:t>
      </w:r>
      <w:r w:rsidRPr="009A664F">
        <w:rPr>
          <w:rStyle w:val="Literal"/>
        </w:rPr>
        <w:t>Mutex&lt;T&gt;</w:t>
      </w:r>
      <w:r w:rsidRPr="009B49FF">
        <w:rPr>
          <w:lang w:eastAsia="en-GB"/>
        </w:rPr>
        <w:t xml:space="preserve"> in </w:t>
      </w:r>
      <w:r w:rsidRPr="00C70494">
        <w:rPr>
          <w:rStyle w:val="Xref"/>
        </w:rPr>
        <w:t>Chapter 16</w:t>
      </w:r>
      <w:r w:rsidRPr="009B49FF">
        <w:rPr>
          <w:lang w:eastAsia="en-GB"/>
        </w:rPr>
        <w:t>.</w:t>
      </w:r>
      <w:r w:rsidR="00E22CA3" w:rsidRPr="009A664F">
        <w:t xml:space="preserve"> </w:t>
      </w:r>
    </w:p>
    <w:bookmarkStart w:id="651" w:name="reference-cycles-can-leak-memory"/>
    <w:bookmarkStart w:id="652" w:name="_Toc106892323"/>
    <w:bookmarkEnd w:id="651"/>
    <w:p w14:paraId="2BFBE000" w14:textId="43EF4AEE" w:rsidR="009B49FF" w:rsidRPr="009B49FF" w:rsidRDefault="005A24EF" w:rsidP="009A664F">
      <w:pPr>
        <w:pStyle w:val="HeadA"/>
        <w:rPr>
          <w:lang w:eastAsia="en-GB"/>
        </w:rPr>
      </w:pPr>
      <w:ins w:id="653" w:author="Carol Nichols" w:date="2022-08-25T22:00:00Z">
        <w:r>
          <w:rPr>
            <w:lang w:eastAsia="en-GB"/>
          </w:rPr>
          <w:fldChar w:fldCharType="begin"/>
        </w:r>
        <w:r>
          <w:instrText xml:space="preserve"> XE "</w:instrText>
        </w:r>
      </w:ins>
      <w:ins w:id="654" w:author="Carol Nichols" w:date="2022-08-25T22:01:00Z">
        <w:r>
          <w:instrText>r</w:instrText>
        </w:r>
      </w:ins>
      <w:ins w:id="655" w:author="Carol Nichols" w:date="2022-08-25T22:00:00Z">
        <w:r>
          <w:instrText>eference cycles start</w:instrText>
        </w:r>
        <w:r w:rsidRPr="00BE574B">
          <w:instrText>Range</w:instrText>
        </w:r>
        <w:r>
          <w:instrText xml:space="preserve">" </w:instrText>
        </w:r>
        <w:r>
          <w:rPr>
            <w:lang w:eastAsia="en-GB"/>
          </w:rPr>
          <w:fldChar w:fldCharType="end"/>
        </w:r>
      </w:ins>
      <w:r w:rsidR="009B49FF" w:rsidRPr="009B49FF">
        <w:rPr>
          <w:lang w:eastAsia="en-GB"/>
        </w:rPr>
        <w:t>Reference Cycles Can Leak Memory</w:t>
      </w:r>
      <w:bookmarkEnd w:id="652"/>
    </w:p>
    <w:p w14:paraId="78CD357D" w14:textId="1160B018" w:rsidR="009B49FF" w:rsidRPr="009B49FF" w:rsidRDefault="005249B2" w:rsidP="009A664F">
      <w:pPr>
        <w:pStyle w:val="Body"/>
        <w:rPr>
          <w:lang w:eastAsia="en-GB"/>
        </w:rPr>
      </w:pPr>
      <w:ins w:id="656" w:author="Carol Nichols" w:date="2022-08-25T21:59:00Z">
        <w:r>
          <w:rPr>
            <w:lang w:eastAsia="en-GB"/>
          </w:rPr>
          <w:fldChar w:fldCharType="begin"/>
        </w:r>
        <w:r>
          <w:instrText xml:space="preserve"> XE "memory leak start</w:instrText>
        </w:r>
        <w:r w:rsidRPr="00BE574B">
          <w:instrText>Range</w:instrText>
        </w:r>
        <w:r>
          <w:instrText xml:space="preserve">" </w:instrText>
        </w:r>
        <w:r>
          <w:rPr>
            <w:lang w:eastAsia="en-GB"/>
          </w:rPr>
          <w:fldChar w:fldCharType="end"/>
        </w:r>
      </w:ins>
      <w:r w:rsidR="009B49FF" w:rsidRPr="009A664F">
        <w:t>Rust’s memory safety guarantees make it difficult, but not impossible, to</w:t>
      </w:r>
      <w:r w:rsidR="00E22CA3" w:rsidRPr="009A664F">
        <w:t xml:space="preserve"> </w:t>
      </w:r>
      <w:r w:rsidR="009B49FF" w:rsidRPr="009A664F">
        <w:t xml:space="preserve">accidentally create memory that is never cleaned up (known as a </w:t>
      </w:r>
      <w:r w:rsidR="009B49FF" w:rsidRPr="009A664F">
        <w:rPr>
          <w:rStyle w:val="Italic"/>
        </w:rPr>
        <w:t>memory leak</w:t>
      </w:r>
      <w:r w:rsidR="009B49FF" w:rsidRPr="009A664F">
        <w:t>).</w:t>
      </w:r>
      <w:r w:rsidR="00E22CA3" w:rsidRPr="009A664F">
        <w:t xml:space="preserve"> </w:t>
      </w:r>
      <w:r w:rsidR="009B49FF" w:rsidRPr="009A664F">
        <w:t>Preventing memory leaks entirely is not one of Rust’s guarantees, meaning</w:t>
      </w:r>
      <w:r w:rsidR="00E22CA3" w:rsidRPr="009A664F">
        <w:t xml:space="preserve"> </w:t>
      </w:r>
      <w:r w:rsidR="009B49FF" w:rsidRPr="009A664F">
        <w:t>memory leaks are memory safe in Rust. We can see that Rust allows memory leaks</w:t>
      </w:r>
      <w:r w:rsidR="00E22CA3" w:rsidRPr="009A664F">
        <w:t xml:space="preserve"> </w:t>
      </w:r>
      <w:r w:rsidR="009B49FF" w:rsidRPr="009A664F">
        <w:t xml:space="preserve">by using </w:t>
      </w:r>
      <w:r w:rsidR="009B49FF" w:rsidRPr="009A664F">
        <w:rPr>
          <w:rStyle w:val="Literal"/>
        </w:rPr>
        <w:t>Rc&lt;T&gt;</w:t>
      </w:r>
      <w:r w:rsidR="009B49FF" w:rsidRPr="009A664F">
        <w:t xml:space="preserve"> and </w:t>
      </w:r>
      <w:r w:rsidR="009B49FF" w:rsidRPr="009A664F">
        <w:rPr>
          <w:rStyle w:val="Literal"/>
        </w:rPr>
        <w:t>RefCell&lt;T&gt;</w:t>
      </w:r>
      <w:r w:rsidR="009B49FF" w:rsidRPr="009B49FF">
        <w:rPr>
          <w:lang w:eastAsia="en-GB"/>
        </w:rPr>
        <w:t>: it’s possible to create references where</w:t>
      </w:r>
      <w:r w:rsidR="00E22CA3">
        <w:rPr>
          <w:lang w:eastAsia="en-GB"/>
        </w:rPr>
        <w:t xml:space="preserve"> </w:t>
      </w:r>
      <w:r w:rsidR="009B49FF" w:rsidRPr="009B49FF">
        <w:rPr>
          <w:lang w:eastAsia="en-GB"/>
        </w:rPr>
        <w:t>items refer to each other in a cycle. This creates memory leaks because the</w:t>
      </w:r>
      <w:r w:rsidR="00E22CA3">
        <w:rPr>
          <w:lang w:eastAsia="en-GB"/>
        </w:rPr>
        <w:t xml:space="preserve"> </w:t>
      </w:r>
      <w:r w:rsidR="009B49FF" w:rsidRPr="009B49FF">
        <w:rPr>
          <w:lang w:eastAsia="en-GB"/>
        </w:rPr>
        <w:t>reference count of each item in the cycle will never reach 0, and the values</w:t>
      </w:r>
      <w:r w:rsidR="00E22CA3">
        <w:rPr>
          <w:lang w:eastAsia="en-GB"/>
        </w:rPr>
        <w:t xml:space="preserve"> </w:t>
      </w:r>
      <w:r w:rsidR="009B49FF" w:rsidRPr="009B49FF">
        <w:rPr>
          <w:lang w:eastAsia="en-GB"/>
        </w:rPr>
        <w:t>will never be dropped.</w:t>
      </w:r>
      <w:ins w:id="657" w:author="Carol Nichols" w:date="2022-08-25T21:59:00Z">
        <w:r>
          <w:rPr>
            <w:lang w:eastAsia="en-GB"/>
          </w:rPr>
          <w:fldChar w:fldCharType="begin"/>
        </w:r>
        <w:r>
          <w:instrText xml:space="preserve"> XE "memory leak end</w:instrText>
        </w:r>
        <w:r w:rsidRPr="00BE574B">
          <w:instrText>Range</w:instrText>
        </w:r>
        <w:r>
          <w:instrText xml:space="preserve">" </w:instrText>
        </w:r>
        <w:r>
          <w:rPr>
            <w:lang w:eastAsia="en-GB"/>
          </w:rPr>
          <w:fldChar w:fldCharType="end"/>
        </w:r>
      </w:ins>
    </w:p>
    <w:p w14:paraId="738A0646" w14:textId="77777777" w:rsidR="009B49FF" w:rsidRPr="009B49FF" w:rsidRDefault="009B49FF" w:rsidP="009A664F">
      <w:pPr>
        <w:pStyle w:val="HeadB"/>
        <w:rPr>
          <w:lang w:eastAsia="en-GB"/>
        </w:rPr>
      </w:pPr>
      <w:bookmarkStart w:id="658" w:name="creating-a-reference-cycle"/>
      <w:bookmarkStart w:id="659" w:name="_Toc106892324"/>
      <w:bookmarkEnd w:id="658"/>
      <w:r w:rsidRPr="009B49FF">
        <w:rPr>
          <w:lang w:eastAsia="en-GB"/>
        </w:rPr>
        <w:t>Creating a Reference Cycle</w:t>
      </w:r>
      <w:bookmarkEnd w:id="659"/>
    </w:p>
    <w:p w14:paraId="111FB407" w14:textId="24980082" w:rsidR="009B49FF" w:rsidRPr="009B49FF" w:rsidRDefault="009B49FF" w:rsidP="009A664F">
      <w:pPr>
        <w:pStyle w:val="Body"/>
        <w:rPr>
          <w:lang w:eastAsia="en-GB"/>
        </w:rPr>
      </w:pPr>
      <w:r w:rsidRPr="009A664F">
        <w:t>Let’s look at how a reference cycle might happen and how to prevent it,</w:t>
      </w:r>
      <w:r w:rsidR="00E22CA3" w:rsidRPr="009A664F">
        <w:t xml:space="preserve"> </w:t>
      </w:r>
      <w:r w:rsidRPr="009A664F">
        <w:t xml:space="preserve">starting with the definition of the </w:t>
      </w:r>
      <w:r w:rsidRPr="009A664F">
        <w:rPr>
          <w:rStyle w:val="Literal"/>
        </w:rPr>
        <w:t>List</w:t>
      </w:r>
      <w:r w:rsidRPr="009A664F">
        <w:t xml:space="preserve"> enum and a </w:t>
      </w:r>
      <w:r w:rsidRPr="009A664F">
        <w:rPr>
          <w:rStyle w:val="Literal"/>
        </w:rPr>
        <w:t>tail</w:t>
      </w:r>
      <w:r w:rsidRPr="009B49FF">
        <w:rPr>
          <w:lang w:eastAsia="en-GB"/>
        </w:rPr>
        <w:t xml:space="preserve"> method in Listing</w:t>
      </w:r>
      <w:r w:rsidR="00E22CA3">
        <w:rPr>
          <w:lang w:eastAsia="en-GB"/>
        </w:rPr>
        <w:t xml:space="preserve"> </w:t>
      </w:r>
      <w:r w:rsidRPr="009B49FF">
        <w:rPr>
          <w:lang w:eastAsia="en-GB"/>
        </w:rPr>
        <w:t>15-25</w:t>
      </w:r>
      <w:ins w:id="660" w:author="Audrey Doyle" w:date="2022-08-04T15:19:00Z">
        <w:r w:rsidR="005C34F3">
          <w:rPr>
            <w:lang w:eastAsia="en-GB"/>
          </w:rPr>
          <w:t>.</w:t>
        </w:r>
      </w:ins>
      <w:del w:id="661" w:author="Audrey Doyle" w:date="2022-08-04T15:19:00Z">
        <w:r w:rsidRPr="009B49FF" w:rsidDel="005C34F3">
          <w:rPr>
            <w:lang w:eastAsia="en-GB"/>
          </w:rPr>
          <w:delText>:</w:delText>
        </w:r>
      </w:del>
    </w:p>
    <w:p w14:paraId="084A291E" w14:textId="1E238C3C" w:rsidR="009B49FF" w:rsidRPr="009B49FF" w:rsidRDefault="009B49FF" w:rsidP="009A664F">
      <w:pPr>
        <w:pStyle w:val="CodeLabel"/>
        <w:rPr>
          <w:lang w:eastAsia="en-GB"/>
        </w:rPr>
      </w:pPr>
      <w:r w:rsidRPr="009B49FF">
        <w:rPr>
          <w:lang w:eastAsia="en-GB"/>
        </w:rPr>
        <w:t>src/main.rs</w:t>
      </w:r>
    </w:p>
    <w:p w14:paraId="20181CB2" w14:textId="77777777" w:rsidR="009B49FF" w:rsidRPr="009A664F" w:rsidRDefault="009B49FF" w:rsidP="009A664F">
      <w:pPr>
        <w:pStyle w:val="Code"/>
      </w:pPr>
      <w:r w:rsidRPr="009A664F">
        <w:t>use crate::List::{Cons, Nil};</w:t>
      </w:r>
    </w:p>
    <w:p w14:paraId="5811A65D" w14:textId="77777777" w:rsidR="009B49FF" w:rsidRPr="009A664F" w:rsidRDefault="009B49FF" w:rsidP="009A664F">
      <w:pPr>
        <w:pStyle w:val="Code"/>
      </w:pPr>
      <w:r w:rsidRPr="009A664F">
        <w:t>use std::cell::RefCell;</w:t>
      </w:r>
    </w:p>
    <w:p w14:paraId="3828257D" w14:textId="77777777" w:rsidR="009B49FF" w:rsidRPr="009A664F" w:rsidRDefault="009B49FF" w:rsidP="009A664F">
      <w:pPr>
        <w:pStyle w:val="Code"/>
      </w:pPr>
      <w:r w:rsidRPr="009A664F">
        <w:t>use std::rc::Rc;</w:t>
      </w:r>
    </w:p>
    <w:p w14:paraId="7732EEDE" w14:textId="77777777" w:rsidR="009B49FF" w:rsidRPr="009A664F" w:rsidRDefault="009B49FF" w:rsidP="009A664F">
      <w:pPr>
        <w:pStyle w:val="Code"/>
      </w:pPr>
    </w:p>
    <w:p w14:paraId="7802BF45" w14:textId="77777777" w:rsidR="009B49FF" w:rsidRPr="009A664F" w:rsidRDefault="009B49FF" w:rsidP="009A664F">
      <w:pPr>
        <w:pStyle w:val="Code"/>
      </w:pPr>
      <w:r w:rsidRPr="009A664F">
        <w:t>#[derive(Debug)]</w:t>
      </w:r>
    </w:p>
    <w:p w14:paraId="1C70A764" w14:textId="77777777" w:rsidR="009B49FF" w:rsidRPr="009A664F" w:rsidRDefault="009B49FF" w:rsidP="009A664F">
      <w:pPr>
        <w:pStyle w:val="Code"/>
      </w:pPr>
      <w:r w:rsidRPr="009A664F">
        <w:t>enum List {</w:t>
      </w:r>
    </w:p>
    <w:p w14:paraId="28D25B68" w14:textId="327B79E2" w:rsidR="009B49FF" w:rsidRPr="009A664F" w:rsidRDefault="009B49FF" w:rsidP="009A664F">
      <w:pPr>
        <w:pStyle w:val="Code"/>
      </w:pPr>
      <w:r w:rsidRPr="009A664F">
        <w:t xml:space="preserve">  </w:t>
      </w:r>
      <w:r w:rsidR="00535998" w:rsidRPr="00535998">
        <w:rPr>
          <w:rStyle w:val="CodeAnnotation"/>
        </w:rPr>
        <w:t>1</w:t>
      </w:r>
      <w:r w:rsidRPr="009A664F">
        <w:t xml:space="preserve"> Cons(i32, RefCell&lt;Rc&lt;List&gt;&gt;),</w:t>
      </w:r>
    </w:p>
    <w:p w14:paraId="2909617A" w14:textId="77777777" w:rsidR="009B49FF" w:rsidRPr="009A664F" w:rsidRDefault="009B49FF" w:rsidP="009A664F">
      <w:pPr>
        <w:pStyle w:val="Code"/>
      </w:pPr>
      <w:r w:rsidRPr="009A664F">
        <w:t xml:space="preserve">    Nil,</w:t>
      </w:r>
    </w:p>
    <w:p w14:paraId="67ED3DBD" w14:textId="77777777" w:rsidR="009B49FF" w:rsidRPr="009A664F" w:rsidRDefault="009B49FF" w:rsidP="009A664F">
      <w:pPr>
        <w:pStyle w:val="Code"/>
      </w:pPr>
      <w:r w:rsidRPr="009A664F">
        <w:t>}</w:t>
      </w:r>
    </w:p>
    <w:p w14:paraId="13667340" w14:textId="77777777" w:rsidR="009B49FF" w:rsidRPr="009A664F" w:rsidRDefault="009B49FF" w:rsidP="009A664F">
      <w:pPr>
        <w:pStyle w:val="Code"/>
      </w:pPr>
    </w:p>
    <w:p w14:paraId="5C600DD4" w14:textId="77777777" w:rsidR="009B49FF" w:rsidRPr="009A664F" w:rsidRDefault="009B49FF" w:rsidP="009A664F">
      <w:pPr>
        <w:pStyle w:val="Code"/>
      </w:pPr>
      <w:r w:rsidRPr="009A664F">
        <w:t>impl List {</w:t>
      </w:r>
    </w:p>
    <w:p w14:paraId="6BFF64F7" w14:textId="7AEE1E7D" w:rsidR="009B49FF" w:rsidRPr="009A664F" w:rsidRDefault="009B49FF" w:rsidP="009A664F">
      <w:pPr>
        <w:pStyle w:val="Code"/>
      </w:pPr>
      <w:r w:rsidRPr="009A664F">
        <w:t xml:space="preserve">  </w:t>
      </w:r>
      <w:r w:rsidR="00535998" w:rsidRPr="00535998">
        <w:rPr>
          <w:rStyle w:val="CodeAnnotation"/>
        </w:rPr>
        <w:t>2</w:t>
      </w:r>
      <w:r w:rsidRPr="009A664F">
        <w:t xml:space="preserve"> fn tail(&amp;self) -&gt; Option&lt;&amp;RefCell&lt;Rc&lt;List&gt;&gt;&gt; {</w:t>
      </w:r>
    </w:p>
    <w:p w14:paraId="3FD14799" w14:textId="77777777" w:rsidR="009B49FF" w:rsidRPr="009A664F" w:rsidRDefault="009B49FF" w:rsidP="009A664F">
      <w:pPr>
        <w:pStyle w:val="Code"/>
      </w:pPr>
      <w:r w:rsidRPr="009A664F">
        <w:t xml:space="preserve">        match self {</w:t>
      </w:r>
    </w:p>
    <w:p w14:paraId="5AB499C3" w14:textId="77777777" w:rsidR="009B49FF" w:rsidRPr="009A664F" w:rsidRDefault="009B49FF" w:rsidP="009A664F">
      <w:pPr>
        <w:pStyle w:val="Code"/>
      </w:pPr>
      <w:r w:rsidRPr="009A664F">
        <w:t xml:space="preserve">            Cons(_, item) =&gt; Some(item),</w:t>
      </w:r>
    </w:p>
    <w:p w14:paraId="5D7BBE3B" w14:textId="77777777" w:rsidR="009B49FF" w:rsidRPr="009A664F" w:rsidRDefault="009B49FF" w:rsidP="009A664F">
      <w:pPr>
        <w:pStyle w:val="Code"/>
      </w:pPr>
      <w:r w:rsidRPr="009A664F">
        <w:t xml:space="preserve">            Nil =&gt; None,</w:t>
      </w:r>
    </w:p>
    <w:p w14:paraId="6F3DC8F4" w14:textId="77777777" w:rsidR="009B49FF" w:rsidRPr="009A664F" w:rsidRDefault="009B49FF" w:rsidP="009A664F">
      <w:pPr>
        <w:pStyle w:val="Code"/>
      </w:pPr>
      <w:r w:rsidRPr="009A664F">
        <w:t xml:space="preserve">        }</w:t>
      </w:r>
    </w:p>
    <w:p w14:paraId="30532B95" w14:textId="77777777" w:rsidR="009B49FF" w:rsidRPr="009A664F" w:rsidRDefault="009B49FF" w:rsidP="009A664F">
      <w:pPr>
        <w:pStyle w:val="Code"/>
      </w:pPr>
      <w:r w:rsidRPr="009A664F">
        <w:t xml:space="preserve">    }</w:t>
      </w:r>
    </w:p>
    <w:p w14:paraId="01BBBF2F" w14:textId="77777777" w:rsidR="009B49FF" w:rsidRPr="009A664F" w:rsidRDefault="009B49FF" w:rsidP="009A664F">
      <w:pPr>
        <w:pStyle w:val="Code"/>
      </w:pPr>
      <w:r w:rsidRPr="009A664F">
        <w:t>}</w:t>
      </w:r>
    </w:p>
    <w:p w14:paraId="1AA22F90" w14:textId="74D9B037" w:rsidR="009B49FF" w:rsidRPr="009B49FF" w:rsidRDefault="009B49FF" w:rsidP="0075708C">
      <w:pPr>
        <w:pStyle w:val="CodeListingCaption"/>
        <w:rPr>
          <w:lang w:eastAsia="en-GB"/>
        </w:rPr>
      </w:pPr>
      <w:r w:rsidRPr="009A664F">
        <w:t xml:space="preserve">A cons list definition that holds a </w:t>
      </w:r>
      <w:r w:rsidRPr="009A664F">
        <w:rPr>
          <w:rStyle w:val="Literal"/>
        </w:rPr>
        <w:t>RefCell&lt;T&gt;</w:t>
      </w:r>
      <w:r w:rsidRPr="009A664F">
        <w:t xml:space="preserve"> so we can</w:t>
      </w:r>
      <w:r w:rsidR="00E22CA3" w:rsidRPr="009A664F">
        <w:t xml:space="preserve"> </w:t>
      </w:r>
      <w:r w:rsidRPr="009A664F">
        <w:t xml:space="preserve">modify what a </w:t>
      </w:r>
      <w:r w:rsidRPr="009A664F">
        <w:rPr>
          <w:rStyle w:val="Literal"/>
        </w:rPr>
        <w:t>Cons</w:t>
      </w:r>
      <w:r w:rsidRPr="009B49FF">
        <w:rPr>
          <w:lang w:eastAsia="en-GB"/>
        </w:rPr>
        <w:t xml:space="preserve"> variant is referring to</w:t>
      </w:r>
      <w:del w:id="662" w:author="Audrey Doyle" w:date="2022-08-04T15:19:00Z">
        <w:r w:rsidR="0075708C" w:rsidDel="005C34F3">
          <w:rPr>
            <w:lang w:eastAsia="en-GB"/>
          </w:rPr>
          <w:delText>.</w:delText>
        </w:r>
      </w:del>
    </w:p>
    <w:p w14:paraId="5B0777B6" w14:textId="1C14A164" w:rsidR="009B49FF" w:rsidRPr="009B49FF" w:rsidRDefault="009B49FF" w:rsidP="009A664F">
      <w:pPr>
        <w:pStyle w:val="Body"/>
        <w:rPr>
          <w:lang w:eastAsia="en-GB"/>
        </w:rPr>
      </w:pPr>
      <w:r w:rsidRPr="009B49FF">
        <w:rPr>
          <w:lang w:eastAsia="en-GB"/>
        </w:rPr>
        <w:t xml:space="preserve">We’re using another variation of the </w:t>
      </w:r>
      <w:r w:rsidRPr="009A664F">
        <w:rPr>
          <w:rStyle w:val="Literal"/>
        </w:rPr>
        <w:t>List</w:t>
      </w:r>
      <w:r w:rsidRPr="009A664F">
        <w:t xml:space="preserve"> definition from Listing 15-5. The</w:t>
      </w:r>
      <w:r w:rsidR="00E22CA3" w:rsidRPr="009A664F">
        <w:t xml:space="preserve"> </w:t>
      </w:r>
      <w:r w:rsidRPr="009A664F">
        <w:t xml:space="preserve">second element in the </w:t>
      </w:r>
      <w:r w:rsidRPr="009A664F">
        <w:rPr>
          <w:rStyle w:val="Literal"/>
        </w:rPr>
        <w:t>Cons</w:t>
      </w:r>
      <w:r w:rsidRPr="009A664F">
        <w:t xml:space="preserve"> variant is now </w:t>
      </w:r>
      <w:r w:rsidRPr="009A664F">
        <w:rPr>
          <w:rStyle w:val="Literal"/>
        </w:rPr>
        <w:t>RefCell&lt;Rc&lt;List&gt;&gt;</w:t>
      </w:r>
      <w:r w:rsidRPr="009A664F">
        <w:t xml:space="preserve"> </w:t>
      </w:r>
      <w:r w:rsidR="00535998" w:rsidRPr="00535998">
        <w:rPr>
          <w:rStyle w:val="CodeAnnotation"/>
        </w:rPr>
        <w:t>1</w:t>
      </w:r>
      <w:r w:rsidRPr="009A664F">
        <w:t>, meaning</w:t>
      </w:r>
      <w:r w:rsidR="00E22CA3" w:rsidRPr="009A664F">
        <w:t xml:space="preserve"> </w:t>
      </w:r>
      <w:r w:rsidRPr="009A664F">
        <w:t xml:space="preserve">that instead of having the ability to modify the </w:t>
      </w:r>
      <w:r w:rsidRPr="009A664F">
        <w:rPr>
          <w:rStyle w:val="Literal"/>
        </w:rPr>
        <w:t>i32</w:t>
      </w:r>
      <w:r w:rsidRPr="009A664F">
        <w:t xml:space="preserve"> value as we did in</w:t>
      </w:r>
      <w:r w:rsidR="00E22CA3" w:rsidRPr="009A664F">
        <w:t xml:space="preserve"> </w:t>
      </w:r>
      <w:r w:rsidRPr="009A664F">
        <w:t xml:space="preserve">Listing 15-24, we want to modify the </w:t>
      </w:r>
      <w:r w:rsidRPr="009A664F">
        <w:rPr>
          <w:rStyle w:val="Literal"/>
        </w:rPr>
        <w:t>List</w:t>
      </w:r>
      <w:r w:rsidRPr="009A664F">
        <w:t xml:space="preserve"> value a </w:t>
      </w:r>
      <w:r w:rsidRPr="009A664F">
        <w:rPr>
          <w:rStyle w:val="Literal"/>
        </w:rPr>
        <w:t>Cons</w:t>
      </w:r>
      <w:r w:rsidRPr="009A664F">
        <w:t xml:space="preserve"> variant is</w:t>
      </w:r>
      <w:r w:rsidR="00E22CA3" w:rsidRPr="009A664F">
        <w:t xml:space="preserve"> </w:t>
      </w:r>
      <w:r w:rsidRPr="009A664F">
        <w:t xml:space="preserve">pointing to. We’re also adding a </w:t>
      </w:r>
      <w:r w:rsidRPr="009A664F">
        <w:rPr>
          <w:rStyle w:val="Literal"/>
        </w:rPr>
        <w:t>tail</w:t>
      </w:r>
      <w:r w:rsidRPr="009A664F">
        <w:t xml:space="preserve"> method </w:t>
      </w:r>
      <w:r w:rsidR="00535998" w:rsidRPr="00535998">
        <w:rPr>
          <w:rStyle w:val="CodeAnnotation"/>
        </w:rPr>
        <w:t>2</w:t>
      </w:r>
      <w:r w:rsidRPr="009A664F">
        <w:t xml:space="preserve"> to make it convenient for us</w:t>
      </w:r>
      <w:r w:rsidR="00E22CA3" w:rsidRPr="009A664F">
        <w:t xml:space="preserve"> </w:t>
      </w:r>
      <w:r w:rsidRPr="009A664F">
        <w:t xml:space="preserve">to access the second item if we have a </w:t>
      </w:r>
      <w:r w:rsidRPr="009A664F">
        <w:rPr>
          <w:rStyle w:val="Literal"/>
        </w:rPr>
        <w:t>Cons</w:t>
      </w:r>
      <w:r w:rsidRPr="009B49FF">
        <w:rPr>
          <w:lang w:eastAsia="en-GB"/>
        </w:rPr>
        <w:t xml:space="preserve"> variant.</w:t>
      </w:r>
    </w:p>
    <w:p w14:paraId="48886E23" w14:textId="3CF91DF6" w:rsidR="009B49FF" w:rsidRPr="009B49FF" w:rsidRDefault="009B49FF" w:rsidP="009A664F">
      <w:pPr>
        <w:pStyle w:val="Body"/>
        <w:rPr>
          <w:lang w:eastAsia="en-GB"/>
        </w:rPr>
      </w:pPr>
      <w:r w:rsidRPr="009B49FF">
        <w:rPr>
          <w:lang w:eastAsia="en-GB"/>
        </w:rPr>
        <w:t xml:space="preserve">In Listing 15-26, we’re adding a </w:t>
      </w:r>
      <w:r w:rsidRPr="009A664F">
        <w:rPr>
          <w:rStyle w:val="Literal"/>
        </w:rPr>
        <w:t>main</w:t>
      </w:r>
      <w:r w:rsidRPr="009A664F">
        <w:t xml:space="preserve"> function that uses the definitions in</w:t>
      </w:r>
      <w:r w:rsidR="00E22CA3" w:rsidRPr="009A664F">
        <w:t xml:space="preserve"> </w:t>
      </w:r>
      <w:r w:rsidRPr="009A664F">
        <w:t xml:space="preserve">Listing 15-25. This code creates a list in </w:t>
      </w:r>
      <w:r w:rsidRPr="009A664F">
        <w:rPr>
          <w:rStyle w:val="Literal"/>
        </w:rPr>
        <w:t>a</w:t>
      </w:r>
      <w:r w:rsidRPr="009A664F">
        <w:t xml:space="preserve"> and a list in </w:t>
      </w:r>
      <w:r w:rsidRPr="009A664F">
        <w:rPr>
          <w:rStyle w:val="Literal"/>
        </w:rPr>
        <w:t>b</w:t>
      </w:r>
      <w:r w:rsidRPr="009A664F">
        <w:t xml:space="preserve"> that points to</w:t>
      </w:r>
      <w:r w:rsidR="00E22CA3" w:rsidRPr="009A664F">
        <w:t xml:space="preserve"> </w:t>
      </w:r>
      <w:r w:rsidRPr="009A664F">
        <w:t xml:space="preserve">the list in </w:t>
      </w:r>
      <w:r w:rsidRPr="009A664F">
        <w:rPr>
          <w:rStyle w:val="Literal"/>
        </w:rPr>
        <w:t>a</w:t>
      </w:r>
      <w:r w:rsidRPr="009A664F">
        <w:t xml:space="preserve">. Then it modifies the list in </w:t>
      </w:r>
      <w:r w:rsidRPr="009A664F">
        <w:rPr>
          <w:rStyle w:val="Literal"/>
        </w:rPr>
        <w:t>a</w:t>
      </w:r>
      <w:r w:rsidRPr="009A664F">
        <w:t xml:space="preserve"> to point to </w:t>
      </w:r>
      <w:r w:rsidRPr="009A664F">
        <w:rPr>
          <w:rStyle w:val="Literal"/>
        </w:rPr>
        <w:t>b</w:t>
      </w:r>
      <w:r w:rsidRPr="009A664F">
        <w:t>, creating a</w:t>
      </w:r>
      <w:r w:rsidR="00E22CA3" w:rsidRPr="009A664F">
        <w:t xml:space="preserve"> </w:t>
      </w:r>
      <w:r w:rsidRPr="009A664F">
        <w:t xml:space="preserve">reference cycle. There are </w:t>
      </w:r>
      <w:r w:rsidRPr="009A664F">
        <w:rPr>
          <w:rStyle w:val="Literal"/>
        </w:rPr>
        <w:t>println!</w:t>
      </w:r>
      <w:r w:rsidRPr="009B49FF">
        <w:rPr>
          <w:lang w:eastAsia="en-GB"/>
        </w:rPr>
        <w:t xml:space="preserve"> statements along the way to show what the</w:t>
      </w:r>
      <w:r w:rsidR="00E22CA3">
        <w:rPr>
          <w:lang w:eastAsia="en-GB"/>
        </w:rPr>
        <w:t xml:space="preserve"> </w:t>
      </w:r>
      <w:r w:rsidRPr="009B49FF">
        <w:rPr>
          <w:lang w:eastAsia="en-GB"/>
        </w:rPr>
        <w:t>reference counts are at various points in this process.</w:t>
      </w:r>
    </w:p>
    <w:p w14:paraId="34F61992" w14:textId="2EA61D59" w:rsidR="009B49FF" w:rsidRPr="009B49FF" w:rsidRDefault="009B49FF" w:rsidP="009A664F">
      <w:pPr>
        <w:pStyle w:val="CodeLabel"/>
        <w:rPr>
          <w:lang w:eastAsia="en-GB"/>
        </w:rPr>
      </w:pPr>
      <w:r w:rsidRPr="009B49FF">
        <w:rPr>
          <w:lang w:eastAsia="en-GB"/>
        </w:rPr>
        <w:t>src/main.rs</w:t>
      </w:r>
    </w:p>
    <w:p w14:paraId="603FBC3F" w14:textId="77777777" w:rsidR="009B49FF" w:rsidRPr="009A664F" w:rsidRDefault="009B49FF" w:rsidP="001C4304">
      <w:pPr>
        <w:pStyle w:val="Code"/>
      </w:pPr>
      <w:r w:rsidRPr="009A664F">
        <w:t>fn main() {</w:t>
      </w:r>
    </w:p>
    <w:p w14:paraId="08259E4C" w14:textId="07591B10" w:rsidR="009B49FF" w:rsidRPr="009A664F" w:rsidRDefault="009B49FF" w:rsidP="001C4304">
      <w:pPr>
        <w:pStyle w:val="Code"/>
      </w:pPr>
      <w:r w:rsidRPr="009A664F">
        <w:t xml:space="preserve">  </w:t>
      </w:r>
      <w:r w:rsidR="00535998" w:rsidRPr="00535998">
        <w:rPr>
          <w:rStyle w:val="CodeAnnotation"/>
        </w:rPr>
        <w:t>1</w:t>
      </w:r>
      <w:r w:rsidRPr="009A664F">
        <w:t xml:space="preserve"> let a = Rc::new(Cons(5, RefCell::new(Rc::new(Nil))));</w:t>
      </w:r>
    </w:p>
    <w:p w14:paraId="2636822F" w14:textId="77777777" w:rsidR="009B49FF" w:rsidRPr="009A664F" w:rsidRDefault="009B49FF" w:rsidP="001C4304">
      <w:pPr>
        <w:pStyle w:val="Code"/>
      </w:pPr>
    </w:p>
    <w:p w14:paraId="142CFDDF" w14:textId="77777777" w:rsidR="009B49FF" w:rsidRPr="009A664F" w:rsidRDefault="009B49FF" w:rsidP="001C4304">
      <w:pPr>
        <w:pStyle w:val="Code"/>
      </w:pPr>
      <w:r w:rsidRPr="009A664F">
        <w:t xml:space="preserve">    println!("a initial rc count = {}", Rc::strong_count(&amp;a));</w:t>
      </w:r>
    </w:p>
    <w:p w14:paraId="1D1421B7" w14:textId="77777777" w:rsidR="009B49FF" w:rsidRPr="009A664F" w:rsidRDefault="009B49FF" w:rsidP="001C4304">
      <w:pPr>
        <w:pStyle w:val="Code"/>
      </w:pPr>
      <w:r w:rsidRPr="009A664F">
        <w:t xml:space="preserve">    println!("a next item = {:?}", a.tail());</w:t>
      </w:r>
    </w:p>
    <w:p w14:paraId="285E2AD2" w14:textId="77777777" w:rsidR="009B49FF" w:rsidRPr="009A664F" w:rsidRDefault="009B49FF" w:rsidP="001C4304">
      <w:pPr>
        <w:pStyle w:val="Code"/>
      </w:pPr>
    </w:p>
    <w:p w14:paraId="3F9D7CC0" w14:textId="143822C1" w:rsidR="009B49FF" w:rsidRPr="009A664F" w:rsidRDefault="009B49FF" w:rsidP="001C4304">
      <w:pPr>
        <w:pStyle w:val="Code"/>
      </w:pPr>
      <w:r w:rsidRPr="009A664F">
        <w:t xml:space="preserve">  </w:t>
      </w:r>
      <w:r w:rsidR="00535998" w:rsidRPr="00535998">
        <w:rPr>
          <w:rStyle w:val="CodeAnnotation"/>
        </w:rPr>
        <w:t>2</w:t>
      </w:r>
      <w:r w:rsidRPr="009A664F">
        <w:t xml:space="preserve"> let b = Rc::new(Cons(10, RefCell::new(Rc::clone(&amp;a))));</w:t>
      </w:r>
    </w:p>
    <w:p w14:paraId="17C7B003" w14:textId="77777777" w:rsidR="009B49FF" w:rsidRPr="009A664F" w:rsidRDefault="009B49FF" w:rsidP="001C4304">
      <w:pPr>
        <w:pStyle w:val="Code"/>
      </w:pPr>
    </w:p>
    <w:p w14:paraId="681A262F" w14:textId="77777777" w:rsidR="00251FE6" w:rsidRDefault="009B49FF" w:rsidP="001C4304">
      <w:pPr>
        <w:pStyle w:val="Code"/>
        <w:rPr>
          <w:ins w:id="663" w:author="Carol Nichols" w:date="2022-08-25T17:35:00Z"/>
        </w:rPr>
      </w:pPr>
      <w:r w:rsidRPr="009A664F">
        <w:t xml:space="preserve">    println!(</w:t>
      </w:r>
    </w:p>
    <w:p w14:paraId="79242E71" w14:textId="77777777" w:rsidR="00251FE6" w:rsidRDefault="00251FE6" w:rsidP="001C4304">
      <w:pPr>
        <w:pStyle w:val="Code"/>
        <w:rPr>
          <w:ins w:id="664" w:author="Carol Nichols" w:date="2022-08-25T17:35:00Z"/>
        </w:rPr>
      </w:pPr>
      <w:ins w:id="665" w:author="Carol Nichols" w:date="2022-08-25T17:35:00Z">
        <w:r>
          <w:t xml:space="preserve">        </w:t>
        </w:r>
      </w:ins>
      <w:r w:rsidR="009B49FF" w:rsidRPr="009A664F">
        <w:t>"a rc count after b creation = {}",</w:t>
      </w:r>
      <w:del w:id="666" w:author="Carol Nichols" w:date="2022-08-25T17:35:00Z">
        <w:r w:rsidR="009B49FF" w:rsidRPr="009A664F" w:rsidDel="00251FE6">
          <w:delText xml:space="preserve"> </w:delText>
        </w:r>
      </w:del>
    </w:p>
    <w:p w14:paraId="5BA06611" w14:textId="77777777" w:rsidR="00035C7D" w:rsidRDefault="00251FE6" w:rsidP="001C4304">
      <w:pPr>
        <w:pStyle w:val="Code"/>
        <w:rPr>
          <w:ins w:id="667" w:author="Carol Nichols" w:date="2022-08-25T17:35:00Z"/>
        </w:rPr>
      </w:pPr>
      <w:ins w:id="668" w:author="Carol Nichols" w:date="2022-08-25T17:35:00Z">
        <w:r>
          <w:t xml:space="preserve">        </w:t>
        </w:r>
      </w:ins>
      <w:r w:rsidR="009B49FF" w:rsidRPr="009A664F">
        <w:t>Rc::strong_count(&amp;a)</w:t>
      </w:r>
    </w:p>
    <w:p w14:paraId="62B829E5" w14:textId="0A8BE12C" w:rsidR="009B49FF" w:rsidRPr="009A664F" w:rsidRDefault="00035C7D" w:rsidP="001C4304">
      <w:pPr>
        <w:pStyle w:val="Code"/>
      </w:pPr>
      <w:ins w:id="669" w:author="Carol Nichols" w:date="2022-08-25T17:35:00Z">
        <w:r>
          <w:t xml:space="preserve">    </w:t>
        </w:r>
      </w:ins>
      <w:r w:rsidR="009B49FF" w:rsidRPr="009A664F">
        <w:t>);</w:t>
      </w:r>
    </w:p>
    <w:p w14:paraId="4E2C28FB" w14:textId="77777777" w:rsidR="009B49FF" w:rsidRPr="009A664F" w:rsidRDefault="009B49FF" w:rsidP="001C4304">
      <w:pPr>
        <w:pStyle w:val="Code"/>
      </w:pPr>
      <w:r w:rsidRPr="009A664F">
        <w:t xml:space="preserve">    println!("b initial rc count = {}", Rc::strong_count(&amp;b));</w:t>
      </w:r>
    </w:p>
    <w:p w14:paraId="0F2D0984" w14:textId="77777777" w:rsidR="009B49FF" w:rsidRPr="009A664F" w:rsidRDefault="009B49FF" w:rsidP="001C4304">
      <w:pPr>
        <w:pStyle w:val="Code"/>
      </w:pPr>
      <w:r w:rsidRPr="009A664F">
        <w:t xml:space="preserve">    println!("b next item = {:?}", b.tail());</w:t>
      </w:r>
    </w:p>
    <w:p w14:paraId="4DD2C8BF" w14:textId="77777777" w:rsidR="009B49FF" w:rsidRPr="009A664F" w:rsidRDefault="009B49FF" w:rsidP="001C4304">
      <w:pPr>
        <w:pStyle w:val="Code"/>
      </w:pPr>
    </w:p>
    <w:p w14:paraId="2A6C1F47" w14:textId="587E8235" w:rsidR="009B49FF" w:rsidRPr="009A664F" w:rsidRDefault="009B49FF" w:rsidP="001C4304">
      <w:pPr>
        <w:pStyle w:val="Code"/>
      </w:pPr>
      <w:r w:rsidRPr="009A664F">
        <w:t xml:space="preserve">  </w:t>
      </w:r>
      <w:r w:rsidR="00535998" w:rsidRPr="00535998">
        <w:rPr>
          <w:rStyle w:val="CodeAnnotation"/>
        </w:rPr>
        <w:t>3</w:t>
      </w:r>
      <w:r w:rsidRPr="009A664F">
        <w:t xml:space="preserve"> if let Some(link) = a.tail() {</w:t>
      </w:r>
    </w:p>
    <w:p w14:paraId="10F8C31C" w14:textId="6B3C19A7" w:rsidR="009B49FF" w:rsidRPr="009A664F" w:rsidRDefault="009B49FF" w:rsidP="001C4304">
      <w:pPr>
        <w:pStyle w:val="Code"/>
      </w:pPr>
      <w:r w:rsidRPr="009A664F">
        <w:t xml:space="preserve">      </w:t>
      </w:r>
      <w:r w:rsidR="00535998" w:rsidRPr="00535998">
        <w:rPr>
          <w:rStyle w:val="CodeAnnotation"/>
        </w:rPr>
        <w:t>4</w:t>
      </w:r>
      <w:r w:rsidRPr="009A664F">
        <w:t xml:space="preserve"> *link.borrow_mut() = Rc::clone(&amp;b);</w:t>
      </w:r>
    </w:p>
    <w:p w14:paraId="3261B442" w14:textId="77777777" w:rsidR="009B49FF" w:rsidRPr="009A664F" w:rsidRDefault="009B49FF" w:rsidP="001C4304">
      <w:pPr>
        <w:pStyle w:val="Code"/>
      </w:pPr>
      <w:r w:rsidRPr="009A664F">
        <w:t xml:space="preserve">    }</w:t>
      </w:r>
    </w:p>
    <w:p w14:paraId="694D0C75" w14:textId="77777777" w:rsidR="009B49FF" w:rsidRPr="009A664F" w:rsidRDefault="009B49FF" w:rsidP="001C4304">
      <w:pPr>
        <w:pStyle w:val="Code"/>
      </w:pPr>
    </w:p>
    <w:p w14:paraId="269535F2" w14:textId="77777777" w:rsidR="00725C40" w:rsidRDefault="009B49FF" w:rsidP="001C4304">
      <w:pPr>
        <w:pStyle w:val="Code"/>
        <w:rPr>
          <w:ins w:id="670" w:author="Carol Nichols" w:date="2022-08-25T17:36:00Z"/>
        </w:rPr>
      </w:pPr>
      <w:r w:rsidRPr="009A664F">
        <w:t xml:space="preserve">    println!(</w:t>
      </w:r>
    </w:p>
    <w:p w14:paraId="3AF5DF0F" w14:textId="77777777" w:rsidR="00725C40" w:rsidRDefault="00725C40" w:rsidP="001C4304">
      <w:pPr>
        <w:pStyle w:val="Code"/>
        <w:rPr>
          <w:ins w:id="671" w:author="Carol Nichols" w:date="2022-08-25T17:36:00Z"/>
        </w:rPr>
      </w:pPr>
      <w:ins w:id="672" w:author="Carol Nichols" w:date="2022-08-25T17:36:00Z">
        <w:r>
          <w:t xml:space="preserve">        </w:t>
        </w:r>
      </w:ins>
      <w:r w:rsidR="009B49FF" w:rsidRPr="009A664F">
        <w:t>"b rc count after changing a = {}",</w:t>
      </w:r>
    </w:p>
    <w:p w14:paraId="1AF27D07" w14:textId="77777777" w:rsidR="00725C40" w:rsidRDefault="00725C40" w:rsidP="001C4304">
      <w:pPr>
        <w:pStyle w:val="Code"/>
        <w:rPr>
          <w:ins w:id="673" w:author="Carol Nichols" w:date="2022-08-25T17:36:00Z"/>
        </w:rPr>
      </w:pPr>
      <w:ins w:id="674" w:author="Carol Nichols" w:date="2022-08-25T17:36:00Z">
        <w:r>
          <w:t xml:space="preserve">       </w:t>
        </w:r>
      </w:ins>
      <w:r w:rsidR="009B49FF" w:rsidRPr="009A664F">
        <w:t xml:space="preserve"> Rc::strong_count(&amp;b)</w:t>
      </w:r>
    </w:p>
    <w:p w14:paraId="4BE3E575" w14:textId="0A0FFA70" w:rsidR="009B49FF" w:rsidRPr="009A664F" w:rsidRDefault="00725C40" w:rsidP="001C4304">
      <w:pPr>
        <w:pStyle w:val="Code"/>
      </w:pPr>
      <w:ins w:id="675" w:author="Carol Nichols" w:date="2022-08-25T17:36:00Z">
        <w:r>
          <w:t xml:space="preserve">    </w:t>
        </w:r>
      </w:ins>
      <w:r w:rsidR="009B49FF" w:rsidRPr="009A664F">
        <w:t>);</w:t>
      </w:r>
    </w:p>
    <w:p w14:paraId="305427CC" w14:textId="77777777" w:rsidR="00725C40" w:rsidRDefault="009B49FF" w:rsidP="001C4304">
      <w:pPr>
        <w:pStyle w:val="Code"/>
        <w:rPr>
          <w:ins w:id="676" w:author="Carol Nichols" w:date="2022-08-25T17:36:00Z"/>
        </w:rPr>
      </w:pPr>
      <w:r w:rsidRPr="009A664F">
        <w:t xml:space="preserve">    println!(</w:t>
      </w:r>
    </w:p>
    <w:p w14:paraId="53ACB6C6" w14:textId="77777777" w:rsidR="00725C40" w:rsidRDefault="00725C40" w:rsidP="001C4304">
      <w:pPr>
        <w:pStyle w:val="Code"/>
        <w:rPr>
          <w:ins w:id="677" w:author="Carol Nichols" w:date="2022-08-25T17:36:00Z"/>
        </w:rPr>
      </w:pPr>
      <w:ins w:id="678" w:author="Carol Nichols" w:date="2022-08-25T17:36:00Z">
        <w:r>
          <w:t xml:space="preserve">        </w:t>
        </w:r>
      </w:ins>
      <w:r w:rsidR="009B49FF" w:rsidRPr="009A664F">
        <w:t>"a rc count after changing a = {}",</w:t>
      </w:r>
    </w:p>
    <w:p w14:paraId="5E0B0245" w14:textId="77777777" w:rsidR="00725C40" w:rsidRDefault="009B49FF" w:rsidP="001C4304">
      <w:pPr>
        <w:pStyle w:val="Code"/>
        <w:rPr>
          <w:ins w:id="679" w:author="Carol Nichols" w:date="2022-08-25T17:36:00Z"/>
        </w:rPr>
      </w:pPr>
      <w:r w:rsidRPr="009A664F">
        <w:t xml:space="preserve"> </w:t>
      </w:r>
      <w:ins w:id="680" w:author="Carol Nichols" w:date="2022-08-25T17:36:00Z">
        <w:r w:rsidR="00725C40">
          <w:t xml:space="preserve">       </w:t>
        </w:r>
      </w:ins>
      <w:r w:rsidRPr="009A664F">
        <w:t>Rc::strong_count(&amp;a)</w:t>
      </w:r>
    </w:p>
    <w:p w14:paraId="00E68423" w14:textId="003AAF83" w:rsidR="009B49FF" w:rsidRPr="009A664F" w:rsidRDefault="00725C40" w:rsidP="001C4304">
      <w:pPr>
        <w:pStyle w:val="Code"/>
      </w:pPr>
      <w:ins w:id="681" w:author="Carol Nichols" w:date="2022-08-25T17:36:00Z">
        <w:r>
          <w:t xml:space="preserve">    </w:t>
        </w:r>
      </w:ins>
      <w:r w:rsidR="009B49FF" w:rsidRPr="009A664F">
        <w:t>);</w:t>
      </w:r>
    </w:p>
    <w:p w14:paraId="2667E2E5" w14:textId="77777777" w:rsidR="009B49FF" w:rsidRPr="009A664F" w:rsidRDefault="009B49FF" w:rsidP="001C4304">
      <w:pPr>
        <w:pStyle w:val="Code"/>
      </w:pPr>
    </w:p>
    <w:p w14:paraId="7A783D29" w14:textId="77777777" w:rsidR="009B49FF" w:rsidRPr="009A664F" w:rsidRDefault="009B49FF" w:rsidP="001C4304">
      <w:pPr>
        <w:pStyle w:val="Code"/>
      </w:pPr>
      <w:r w:rsidRPr="009A664F">
        <w:t xml:space="preserve">    // Uncomment the next line to see that we have a cycle;</w:t>
      </w:r>
    </w:p>
    <w:p w14:paraId="71CF4EA8" w14:textId="77777777" w:rsidR="009B49FF" w:rsidRPr="009A664F" w:rsidRDefault="009B49FF" w:rsidP="001C4304">
      <w:pPr>
        <w:pStyle w:val="Code"/>
      </w:pPr>
      <w:r w:rsidRPr="009A664F">
        <w:t xml:space="preserve">    // it will overflow the stack</w:t>
      </w:r>
    </w:p>
    <w:p w14:paraId="390975E6" w14:textId="77777777" w:rsidR="009B49FF" w:rsidRPr="009A664F" w:rsidRDefault="009B49FF" w:rsidP="001C4304">
      <w:pPr>
        <w:pStyle w:val="Code"/>
      </w:pPr>
      <w:r w:rsidRPr="009A664F">
        <w:t xml:space="preserve">    // println!("a next item = {:?}", a.tail());</w:t>
      </w:r>
    </w:p>
    <w:p w14:paraId="3AFCBD90" w14:textId="77777777" w:rsidR="009B49FF" w:rsidRPr="009A664F" w:rsidRDefault="009B49FF" w:rsidP="001C4304">
      <w:pPr>
        <w:pStyle w:val="Code"/>
      </w:pPr>
      <w:r w:rsidRPr="009A664F">
        <w:t>}</w:t>
      </w:r>
    </w:p>
    <w:p w14:paraId="0D012252" w14:textId="1936D6F6" w:rsidR="009B49FF" w:rsidRPr="009B49FF" w:rsidRDefault="009B49FF" w:rsidP="0075708C">
      <w:pPr>
        <w:pStyle w:val="CodeListingCaption"/>
        <w:rPr>
          <w:lang w:eastAsia="en-GB"/>
        </w:rPr>
      </w:pPr>
      <w:r w:rsidRPr="009A664F">
        <w:t xml:space="preserve">Creating a reference cycle of two </w:t>
      </w:r>
      <w:r w:rsidRPr="009A664F">
        <w:rPr>
          <w:rStyle w:val="Literal"/>
        </w:rPr>
        <w:t>List</w:t>
      </w:r>
      <w:r w:rsidRPr="009B49FF">
        <w:rPr>
          <w:lang w:eastAsia="en-GB"/>
        </w:rPr>
        <w:t xml:space="preserve"> values pointing to each</w:t>
      </w:r>
      <w:r w:rsidR="00E22CA3">
        <w:rPr>
          <w:lang w:eastAsia="en-GB"/>
        </w:rPr>
        <w:t xml:space="preserve"> </w:t>
      </w:r>
      <w:r w:rsidRPr="009B49FF">
        <w:rPr>
          <w:lang w:eastAsia="en-GB"/>
        </w:rPr>
        <w:t>other</w:t>
      </w:r>
      <w:del w:id="682" w:author="Audrey Doyle" w:date="2022-08-04T15:20:00Z">
        <w:r w:rsidR="0075708C" w:rsidDel="005C34F3">
          <w:rPr>
            <w:lang w:eastAsia="en-GB"/>
          </w:rPr>
          <w:delText>.</w:delText>
        </w:r>
      </w:del>
    </w:p>
    <w:p w14:paraId="7F8E5191" w14:textId="7BB11B31" w:rsidR="009B49FF" w:rsidRPr="009B49FF" w:rsidRDefault="009B49FF" w:rsidP="009A664F">
      <w:pPr>
        <w:pStyle w:val="Body"/>
        <w:rPr>
          <w:lang w:eastAsia="en-GB"/>
        </w:rPr>
      </w:pPr>
      <w:r w:rsidRPr="009B49FF">
        <w:rPr>
          <w:lang w:eastAsia="en-GB"/>
        </w:rPr>
        <w:t xml:space="preserve">We create an </w:t>
      </w:r>
      <w:r w:rsidRPr="009A664F">
        <w:rPr>
          <w:rStyle w:val="Literal"/>
        </w:rPr>
        <w:t>Rc&lt;List&gt;</w:t>
      </w:r>
      <w:r w:rsidRPr="009A664F">
        <w:t xml:space="preserve"> instance holding a </w:t>
      </w:r>
      <w:r w:rsidRPr="009A664F">
        <w:rPr>
          <w:rStyle w:val="Literal"/>
        </w:rPr>
        <w:t>List</w:t>
      </w:r>
      <w:r w:rsidRPr="009A664F">
        <w:t xml:space="preserve"> value in the variable </w:t>
      </w:r>
      <w:r w:rsidRPr="009A664F">
        <w:rPr>
          <w:rStyle w:val="Literal"/>
        </w:rPr>
        <w:t>a</w:t>
      </w:r>
      <w:r w:rsidR="00E22CA3" w:rsidRPr="009A664F">
        <w:t xml:space="preserve"> </w:t>
      </w:r>
      <w:r w:rsidRPr="009A664F">
        <w:t xml:space="preserve">with an initial list of </w:t>
      </w:r>
      <w:r w:rsidRPr="009A664F">
        <w:rPr>
          <w:rStyle w:val="Literal"/>
        </w:rPr>
        <w:t>5, Nil</w:t>
      </w:r>
      <w:r w:rsidRPr="009A664F">
        <w:t xml:space="preserve"> </w:t>
      </w:r>
      <w:r w:rsidR="00535998" w:rsidRPr="00535998">
        <w:rPr>
          <w:rStyle w:val="CodeAnnotation"/>
        </w:rPr>
        <w:t>1</w:t>
      </w:r>
      <w:r w:rsidRPr="009A664F">
        <w:t xml:space="preserve">. We then create an </w:t>
      </w:r>
      <w:r w:rsidRPr="009A664F">
        <w:rPr>
          <w:rStyle w:val="Literal"/>
        </w:rPr>
        <w:t>Rc&lt;List&gt;</w:t>
      </w:r>
      <w:r w:rsidRPr="009A664F">
        <w:t xml:space="preserve"> instance</w:t>
      </w:r>
      <w:r w:rsidR="00E22CA3" w:rsidRPr="009A664F">
        <w:t xml:space="preserve"> </w:t>
      </w:r>
      <w:r w:rsidRPr="009A664F">
        <w:t xml:space="preserve">holding another </w:t>
      </w:r>
      <w:r w:rsidRPr="009A664F">
        <w:rPr>
          <w:rStyle w:val="Literal"/>
        </w:rPr>
        <w:t>List</w:t>
      </w:r>
      <w:r w:rsidRPr="009A664F">
        <w:t xml:space="preserve"> value in the variable </w:t>
      </w:r>
      <w:r w:rsidRPr="009A664F">
        <w:rPr>
          <w:rStyle w:val="Literal"/>
        </w:rPr>
        <w:t>b</w:t>
      </w:r>
      <w:r w:rsidRPr="009A664F">
        <w:t xml:space="preserve"> that contains the value </w:t>
      </w:r>
      <w:r w:rsidRPr="005C34F3">
        <w:rPr>
          <w:rStyle w:val="Literal"/>
          <w:rPrChange w:id="683" w:author="Audrey Doyle" w:date="2022-08-04T15:21:00Z">
            <w:rPr/>
          </w:rPrChange>
        </w:rPr>
        <w:t>10</w:t>
      </w:r>
      <w:r w:rsidRPr="009A664F">
        <w:t xml:space="preserve"> and</w:t>
      </w:r>
      <w:r w:rsidR="00E22CA3" w:rsidRPr="009A664F">
        <w:t xml:space="preserve"> </w:t>
      </w:r>
      <w:r w:rsidRPr="009A664F">
        <w:t xml:space="preserve">points to the list in </w:t>
      </w:r>
      <w:r w:rsidRPr="009A664F">
        <w:rPr>
          <w:rStyle w:val="Literal"/>
        </w:rPr>
        <w:t>a</w:t>
      </w:r>
      <w:r w:rsidRPr="009B49FF">
        <w:rPr>
          <w:lang w:eastAsia="en-GB"/>
        </w:rPr>
        <w:t xml:space="preserve"> </w:t>
      </w:r>
      <w:r w:rsidR="00535998" w:rsidRPr="00535998">
        <w:rPr>
          <w:rStyle w:val="CodeAnnotation"/>
        </w:rPr>
        <w:t>2</w:t>
      </w:r>
      <w:r w:rsidRPr="009B49FF">
        <w:rPr>
          <w:lang w:eastAsia="en-GB"/>
        </w:rPr>
        <w:t>.</w:t>
      </w:r>
    </w:p>
    <w:p w14:paraId="11DC2735" w14:textId="14693667" w:rsidR="009B49FF" w:rsidRPr="009B49FF" w:rsidRDefault="009B49FF" w:rsidP="009A664F">
      <w:pPr>
        <w:pStyle w:val="Body"/>
        <w:rPr>
          <w:lang w:eastAsia="en-GB"/>
        </w:rPr>
      </w:pPr>
      <w:r w:rsidRPr="009B49FF">
        <w:rPr>
          <w:lang w:eastAsia="en-GB"/>
        </w:rPr>
        <w:t xml:space="preserve">We modify </w:t>
      </w:r>
      <w:r w:rsidRPr="009A664F">
        <w:rPr>
          <w:rStyle w:val="Literal"/>
        </w:rPr>
        <w:t>a</w:t>
      </w:r>
      <w:r w:rsidRPr="009A664F">
        <w:t xml:space="preserve"> so it points to </w:t>
      </w:r>
      <w:r w:rsidRPr="009A664F">
        <w:rPr>
          <w:rStyle w:val="Literal"/>
        </w:rPr>
        <w:t>b</w:t>
      </w:r>
      <w:r w:rsidRPr="009A664F">
        <w:t xml:space="preserve"> instead of </w:t>
      </w:r>
      <w:r w:rsidRPr="009A664F">
        <w:rPr>
          <w:rStyle w:val="Literal"/>
        </w:rPr>
        <w:t>Nil</w:t>
      </w:r>
      <w:r w:rsidRPr="009A664F">
        <w:t>, creating a cycle. We do</w:t>
      </w:r>
      <w:r w:rsidR="00E22CA3" w:rsidRPr="009A664F">
        <w:t xml:space="preserve"> </w:t>
      </w:r>
      <w:r w:rsidRPr="009A664F">
        <w:t xml:space="preserve">that by using the </w:t>
      </w:r>
      <w:r w:rsidRPr="009A664F">
        <w:rPr>
          <w:rStyle w:val="Literal"/>
        </w:rPr>
        <w:t>tail</w:t>
      </w:r>
      <w:r w:rsidRPr="009A664F">
        <w:t xml:space="preserve"> method to get a reference to the </w:t>
      </w:r>
      <w:r w:rsidRPr="009A664F">
        <w:rPr>
          <w:rStyle w:val="Literal"/>
        </w:rPr>
        <w:t>RefCell&lt;Rc&lt;List&gt;&gt;</w:t>
      </w:r>
      <w:r w:rsidR="00E22CA3" w:rsidRPr="009A664F">
        <w:t xml:space="preserve"> </w:t>
      </w:r>
      <w:r w:rsidRPr="009A664F">
        <w:t xml:space="preserve">in </w:t>
      </w:r>
      <w:r w:rsidRPr="009A664F">
        <w:rPr>
          <w:rStyle w:val="Literal"/>
        </w:rPr>
        <w:t>a</w:t>
      </w:r>
      <w:r w:rsidRPr="009A664F">
        <w:t xml:space="preserve">, which we put in the variable </w:t>
      </w:r>
      <w:r w:rsidRPr="009A664F">
        <w:rPr>
          <w:rStyle w:val="Literal"/>
        </w:rPr>
        <w:t>link</w:t>
      </w:r>
      <w:r w:rsidRPr="009A664F">
        <w:t xml:space="preserve"> </w:t>
      </w:r>
      <w:r w:rsidR="00535998" w:rsidRPr="00535998">
        <w:rPr>
          <w:rStyle w:val="CodeAnnotation"/>
        </w:rPr>
        <w:t>3</w:t>
      </w:r>
      <w:r w:rsidRPr="009A664F">
        <w:t xml:space="preserve">. Then we use the </w:t>
      </w:r>
      <w:r w:rsidRPr="009A664F">
        <w:rPr>
          <w:rStyle w:val="Literal"/>
        </w:rPr>
        <w:t>borrow_mut</w:t>
      </w:r>
      <w:r w:rsidR="00E22CA3" w:rsidRPr="009A664F">
        <w:t xml:space="preserve"> </w:t>
      </w:r>
      <w:r w:rsidRPr="009A664F">
        <w:t xml:space="preserve">method on the </w:t>
      </w:r>
      <w:r w:rsidRPr="009A664F">
        <w:rPr>
          <w:rStyle w:val="Literal"/>
        </w:rPr>
        <w:t>RefCell&lt;Rc&lt;List&gt;&gt;</w:t>
      </w:r>
      <w:r w:rsidRPr="009A664F">
        <w:t xml:space="preserve"> to change the value inside from an </w:t>
      </w:r>
      <w:r w:rsidRPr="009A664F">
        <w:rPr>
          <w:rStyle w:val="Literal"/>
        </w:rPr>
        <w:t>Rc&lt;List&gt;</w:t>
      </w:r>
      <w:r w:rsidR="00E22CA3" w:rsidRPr="009A664F">
        <w:t xml:space="preserve"> </w:t>
      </w:r>
      <w:r w:rsidRPr="009A664F">
        <w:t xml:space="preserve">that holds a </w:t>
      </w:r>
      <w:r w:rsidRPr="009A664F">
        <w:rPr>
          <w:rStyle w:val="Literal"/>
        </w:rPr>
        <w:t>Nil</w:t>
      </w:r>
      <w:r w:rsidRPr="009A664F">
        <w:t xml:space="preserve"> value to the </w:t>
      </w:r>
      <w:r w:rsidRPr="009A664F">
        <w:rPr>
          <w:rStyle w:val="Literal"/>
        </w:rPr>
        <w:t>Rc&lt;List&gt;</w:t>
      </w:r>
      <w:r w:rsidRPr="009A664F">
        <w:t xml:space="preserve"> in </w:t>
      </w:r>
      <w:r w:rsidRPr="009A664F">
        <w:rPr>
          <w:rStyle w:val="Literal"/>
        </w:rPr>
        <w:t>b</w:t>
      </w:r>
      <w:r w:rsidRPr="009B49FF">
        <w:rPr>
          <w:lang w:eastAsia="en-GB"/>
        </w:rPr>
        <w:t xml:space="preserve"> </w:t>
      </w:r>
      <w:r w:rsidR="00535998" w:rsidRPr="00535998">
        <w:rPr>
          <w:rStyle w:val="CodeAnnotation"/>
        </w:rPr>
        <w:t>4</w:t>
      </w:r>
      <w:r w:rsidRPr="009B49FF">
        <w:rPr>
          <w:lang w:eastAsia="en-GB"/>
        </w:rPr>
        <w:t>.</w:t>
      </w:r>
    </w:p>
    <w:p w14:paraId="45D8D5B9" w14:textId="0EDE696D" w:rsidR="009B49FF" w:rsidRPr="009B49FF" w:rsidRDefault="009B49FF" w:rsidP="009A664F">
      <w:pPr>
        <w:pStyle w:val="Body"/>
        <w:rPr>
          <w:lang w:eastAsia="en-GB"/>
        </w:rPr>
      </w:pPr>
      <w:r w:rsidRPr="009B49FF">
        <w:rPr>
          <w:lang w:eastAsia="en-GB"/>
        </w:rPr>
        <w:t xml:space="preserve">When we run this code, keeping the last </w:t>
      </w:r>
      <w:r w:rsidRPr="009A664F">
        <w:rPr>
          <w:rStyle w:val="Literal"/>
        </w:rPr>
        <w:t>println!</w:t>
      </w:r>
      <w:r w:rsidRPr="009B49FF">
        <w:rPr>
          <w:lang w:eastAsia="en-GB"/>
        </w:rPr>
        <w:t xml:space="preserve"> commented out for the</w:t>
      </w:r>
      <w:r w:rsidR="00E22CA3">
        <w:rPr>
          <w:lang w:eastAsia="en-GB"/>
        </w:rPr>
        <w:t xml:space="preserve"> </w:t>
      </w:r>
      <w:r w:rsidRPr="009B49FF">
        <w:rPr>
          <w:lang w:eastAsia="en-GB"/>
        </w:rPr>
        <w:t>moment, we’ll get this output:</w:t>
      </w:r>
    </w:p>
    <w:p w14:paraId="2A8C0043" w14:textId="77777777" w:rsidR="009B49FF" w:rsidRPr="009A664F" w:rsidRDefault="009B49FF">
      <w:pPr>
        <w:pStyle w:val="CodeWide"/>
        <w:pPrChange w:id="684" w:author="Carol Nichols" w:date="2022-08-25T17:36:00Z">
          <w:pPr>
            <w:pStyle w:val="Code"/>
          </w:pPr>
        </w:pPrChange>
      </w:pPr>
      <w:r w:rsidRPr="009A664F">
        <w:t>a initial rc count = 1</w:t>
      </w:r>
    </w:p>
    <w:p w14:paraId="57F2CCF3" w14:textId="77777777" w:rsidR="009B49FF" w:rsidRPr="009A664F" w:rsidRDefault="009B49FF">
      <w:pPr>
        <w:pStyle w:val="CodeWide"/>
        <w:pPrChange w:id="685" w:author="Carol Nichols" w:date="2022-08-25T17:36:00Z">
          <w:pPr>
            <w:pStyle w:val="Code"/>
          </w:pPr>
        </w:pPrChange>
      </w:pPr>
      <w:r w:rsidRPr="009A664F">
        <w:t>a next item = Some(RefCell { value: Nil })</w:t>
      </w:r>
    </w:p>
    <w:p w14:paraId="18AD727A" w14:textId="77777777" w:rsidR="009B49FF" w:rsidRPr="009A664F" w:rsidRDefault="009B49FF">
      <w:pPr>
        <w:pStyle w:val="CodeWide"/>
        <w:pPrChange w:id="686" w:author="Carol Nichols" w:date="2022-08-25T17:36:00Z">
          <w:pPr>
            <w:pStyle w:val="Code"/>
          </w:pPr>
        </w:pPrChange>
      </w:pPr>
      <w:r w:rsidRPr="009A664F">
        <w:t>a rc count after b creation = 2</w:t>
      </w:r>
    </w:p>
    <w:p w14:paraId="510D70E2" w14:textId="77777777" w:rsidR="009B49FF" w:rsidRPr="009A664F" w:rsidRDefault="009B49FF">
      <w:pPr>
        <w:pStyle w:val="CodeWide"/>
        <w:pPrChange w:id="687" w:author="Carol Nichols" w:date="2022-08-25T17:36:00Z">
          <w:pPr>
            <w:pStyle w:val="Code"/>
          </w:pPr>
        </w:pPrChange>
      </w:pPr>
      <w:r w:rsidRPr="009A664F">
        <w:t>b initial rc count = 1</w:t>
      </w:r>
    </w:p>
    <w:p w14:paraId="0BB081A5" w14:textId="77777777" w:rsidR="009B49FF" w:rsidRPr="009A664F" w:rsidRDefault="009B49FF">
      <w:pPr>
        <w:pStyle w:val="CodeWide"/>
        <w:pPrChange w:id="688" w:author="Carol Nichols" w:date="2022-08-25T17:36:00Z">
          <w:pPr>
            <w:pStyle w:val="Code"/>
          </w:pPr>
        </w:pPrChange>
      </w:pPr>
      <w:r w:rsidRPr="009A664F">
        <w:t>b next item = Some(RefCell { value: Cons(5, RefCell { value: Nil }) })</w:t>
      </w:r>
    </w:p>
    <w:p w14:paraId="0D6A4DDE" w14:textId="77777777" w:rsidR="009B49FF" w:rsidRPr="009A664F" w:rsidRDefault="009B49FF">
      <w:pPr>
        <w:pStyle w:val="CodeWide"/>
        <w:pPrChange w:id="689" w:author="Carol Nichols" w:date="2022-08-25T17:36:00Z">
          <w:pPr>
            <w:pStyle w:val="Code"/>
          </w:pPr>
        </w:pPrChange>
      </w:pPr>
      <w:r w:rsidRPr="009A664F">
        <w:t>b rc count after changing a = 2</w:t>
      </w:r>
    </w:p>
    <w:p w14:paraId="4239F698" w14:textId="77777777" w:rsidR="009B49FF" w:rsidRPr="009A664F" w:rsidRDefault="009B49FF">
      <w:pPr>
        <w:pStyle w:val="CodeWide"/>
        <w:pPrChange w:id="690" w:author="Carol Nichols" w:date="2022-08-25T17:36:00Z">
          <w:pPr>
            <w:pStyle w:val="Code"/>
          </w:pPr>
        </w:pPrChange>
      </w:pPr>
      <w:r w:rsidRPr="009A664F">
        <w:t>a rc count after changing a = 2</w:t>
      </w:r>
    </w:p>
    <w:p w14:paraId="44B600DB" w14:textId="16F8803D" w:rsidR="009B49FF" w:rsidRPr="009B49FF" w:rsidRDefault="009B49FF" w:rsidP="009A664F">
      <w:pPr>
        <w:pStyle w:val="Body"/>
        <w:rPr>
          <w:lang w:eastAsia="en-GB"/>
        </w:rPr>
      </w:pPr>
      <w:r w:rsidRPr="009A664F">
        <w:t xml:space="preserve">The reference count of the </w:t>
      </w:r>
      <w:r w:rsidRPr="009A664F">
        <w:rPr>
          <w:rStyle w:val="Literal"/>
        </w:rPr>
        <w:t>Rc&lt;List&gt;</w:t>
      </w:r>
      <w:r w:rsidRPr="009A664F">
        <w:t xml:space="preserve"> instances in both </w:t>
      </w:r>
      <w:r w:rsidRPr="009A664F">
        <w:rPr>
          <w:rStyle w:val="Literal"/>
        </w:rPr>
        <w:t>a</w:t>
      </w:r>
      <w:r w:rsidRPr="009A664F">
        <w:t xml:space="preserve"> and </w:t>
      </w:r>
      <w:r w:rsidRPr="009A664F">
        <w:rPr>
          <w:rStyle w:val="Literal"/>
        </w:rPr>
        <w:t>b</w:t>
      </w:r>
      <w:r w:rsidRPr="009A664F">
        <w:t xml:space="preserve"> </w:t>
      </w:r>
      <w:del w:id="691" w:author="Audrey Doyle" w:date="2022-08-04T15:21:00Z">
        <w:r w:rsidRPr="009A664F" w:rsidDel="00C11C5B">
          <w:delText xml:space="preserve">are </w:delText>
        </w:r>
      </w:del>
      <w:ins w:id="692" w:author="Audrey Doyle" w:date="2022-08-04T15:21:00Z">
        <w:r w:rsidR="00C11C5B">
          <w:t>is</w:t>
        </w:r>
        <w:r w:rsidR="00C11C5B" w:rsidRPr="009A664F">
          <w:t xml:space="preserve"> </w:t>
        </w:r>
      </w:ins>
      <w:r w:rsidRPr="009A664F">
        <w:t>2 after</w:t>
      </w:r>
      <w:r w:rsidR="00E22CA3" w:rsidRPr="009A664F">
        <w:t xml:space="preserve"> </w:t>
      </w:r>
      <w:r w:rsidRPr="009A664F">
        <w:t xml:space="preserve">we change the list in </w:t>
      </w:r>
      <w:r w:rsidRPr="009A664F">
        <w:rPr>
          <w:rStyle w:val="Literal"/>
        </w:rPr>
        <w:t>a</w:t>
      </w:r>
      <w:r w:rsidRPr="009A664F">
        <w:t xml:space="preserve"> to point to </w:t>
      </w:r>
      <w:r w:rsidRPr="009A664F">
        <w:rPr>
          <w:rStyle w:val="Literal"/>
        </w:rPr>
        <w:t>b</w:t>
      </w:r>
      <w:r w:rsidRPr="009A664F">
        <w:t xml:space="preserve">. At the end of </w:t>
      </w:r>
      <w:r w:rsidRPr="009A664F">
        <w:rPr>
          <w:rStyle w:val="Literal"/>
        </w:rPr>
        <w:t>main</w:t>
      </w:r>
      <w:r w:rsidRPr="009A664F">
        <w:t>, Rust drops the</w:t>
      </w:r>
      <w:r w:rsidR="00E22CA3" w:rsidRPr="009A664F">
        <w:t xml:space="preserve"> </w:t>
      </w:r>
      <w:r w:rsidRPr="009A664F">
        <w:t xml:space="preserve">variable </w:t>
      </w:r>
      <w:r w:rsidRPr="009A664F">
        <w:rPr>
          <w:rStyle w:val="Literal"/>
        </w:rPr>
        <w:t>b</w:t>
      </w:r>
      <w:r w:rsidRPr="009A664F">
        <w:t>, which decreases the reference count of the</w:t>
      </w:r>
      <w:r w:rsidR="00770076">
        <w:t xml:space="preserve"> </w:t>
      </w:r>
      <w:r w:rsidR="00770076" w:rsidRPr="00770076">
        <w:rPr>
          <w:rStyle w:val="Literal"/>
        </w:rPr>
        <w:t>b</w:t>
      </w:r>
      <w:r w:rsidRPr="009A664F">
        <w:t xml:space="preserve"> </w:t>
      </w:r>
      <w:r w:rsidRPr="009A664F">
        <w:rPr>
          <w:rStyle w:val="Literal"/>
        </w:rPr>
        <w:t>Rc&lt;List&gt;</w:t>
      </w:r>
      <w:r w:rsidRPr="009A664F">
        <w:t xml:space="preserve"> instance</w:t>
      </w:r>
      <w:r w:rsidR="00E22CA3" w:rsidRPr="009A664F">
        <w:t xml:space="preserve"> </w:t>
      </w:r>
      <w:r w:rsidRPr="009A664F">
        <w:t xml:space="preserve">from 2 to 1. The memory that </w:t>
      </w:r>
      <w:r w:rsidRPr="009A664F">
        <w:rPr>
          <w:rStyle w:val="Literal"/>
        </w:rPr>
        <w:t>Rc&lt;List&gt;</w:t>
      </w:r>
      <w:r w:rsidRPr="009A664F">
        <w:t xml:space="preserve"> has on the heap won’t be dropped at</w:t>
      </w:r>
      <w:r w:rsidR="00E22CA3" w:rsidRPr="009A664F">
        <w:t xml:space="preserve"> </w:t>
      </w:r>
      <w:r w:rsidRPr="009A664F">
        <w:t>this point</w:t>
      </w:r>
      <w:del w:id="693" w:author="Audrey Doyle" w:date="2022-08-04T15:21:00Z">
        <w:r w:rsidRPr="009A664F" w:rsidDel="00C11C5B">
          <w:delText>,</w:delText>
        </w:r>
      </w:del>
      <w:r w:rsidRPr="009A664F">
        <w:t xml:space="preserve"> because its reference count is 1, not 0. Then Rust drops </w:t>
      </w:r>
      <w:r w:rsidRPr="009A664F">
        <w:rPr>
          <w:rStyle w:val="Literal"/>
        </w:rPr>
        <w:t>a</w:t>
      </w:r>
      <w:r w:rsidRPr="009A664F">
        <w:t>, which</w:t>
      </w:r>
      <w:r w:rsidR="00E22CA3" w:rsidRPr="009A664F">
        <w:t xml:space="preserve"> </w:t>
      </w:r>
      <w:r w:rsidRPr="009A664F">
        <w:t xml:space="preserve">decreases the reference count of the </w:t>
      </w:r>
      <w:r w:rsidRPr="009A664F">
        <w:rPr>
          <w:rStyle w:val="Literal"/>
        </w:rPr>
        <w:t>a</w:t>
      </w:r>
      <w:r w:rsidRPr="009A664F">
        <w:t xml:space="preserve"> </w:t>
      </w:r>
      <w:r w:rsidRPr="009A664F">
        <w:rPr>
          <w:rStyle w:val="Literal"/>
        </w:rPr>
        <w:t>Rc&lt;List&gt;</w:t>
      </w:r>
      <w:r w:rsidRPr="009A664F">
        <w:t xml:space="preserve"> instance from 2 to 1 as</w:t>
      </w:r>
      <w:r w:rsidR="00E22CA3" w:rsidRPr="009A664F">
        <w:t xml:space="preserve"> </w:t>
      </w:r>
      <w:r w:rsidRPr="009A664F">
        <w:t>well. This instance’s memory can’t be dropped either, because the other</w:t>
      </w:r>
      <w:r w:rsidR="00E22CA3" w:rsidRPr="009A664F">
        <w:t xml:space="preserve"> </w:t>
      </w:r>
      <w:r w:rsidRPr="009A664F">
        <w:rPr>
          <w:rStyle w:val="Literal"/>
        </w:rPr>
        <w:t>Rc&lt;List&gt;</w:t>
      </w:r>
      <w:r w:rsidRPr="009B49FF">
        <w:rPr>
          <w:lang w:eastAsia="en-GB"/>
        </w:rPr>
        <w:t xml:space="preserve"> instance still refers to it. The memory allocated to the list will</w:t>
      </w:r>
      <w:r w:rsidR="00E22CA3">
        <w:rPr>
          <w:lang w:eastAsia="en-GB"/>
        </w:rPr>
        <w:t xml:space="preserve"> </w:t>
      </w:r>
      <w:r w:rsidRPr="009B49FF">
        <w:rPr>
          <w:lang w:eastAsia="en-GB"/>
        </w:rPr>
        <w:t>remain uncollected forever. To visualize this reference cycle, we’ve created a</w:t>
      </w:r>
      <w:r w:rsidR="00E22CA3">
        <w:rPr>
          <w:lang w:eastAsia="en-GB"/>
        </w:rPr>
        <w:t xml:space="preserve"> </w:t>
      </w:r>
      <w:r w:rsidRPr="009B49FF">
        <w:rPr>
          <w:lang w:eastAsia="en-GB"/>
        </w:rPr>
        <w:t>diagram in Figure 15-4.</w:t>
      </w:r>
    </w:p>
    <w:p w14:paraId="154BB105" w14:textId="06E92901" w:rsidR="009B49FF" w:rsidRPr="009B49FF" w:rsidRDefault="0075708C" w:rsidP="0075708C">
      <w:pPr>
        <w:pStyle w:val="GraphicSlug"/>
        <w:rPr>
          <w:lang w:eastAsia="en-GB"/>
        </w:rPr>
      </w:pPr>
      <w:r>
        <w:rPr>
          <w:lang w:eastAsia="en-GB"/>
        </w:rPr>
        <w:t>[f15004.</w:t>
      </w:r>
      <w:r w:rsidR="00491C80">
        <w:rPr>
          <w:lang w:eastAsia="en-GB"/>
        </w:rPr>
        <w:t>eps</w:t>
      </w:r>
      <w:r>
        <w:rPr>
          <w:lang w:eastAsia="en-GB"/>
        </w:rPr>
        <w:t>]</w:t>
      </w:r>
      <w:ins w:id="694" w:author="Carol Nichols" w:date="2022-08-25T20:55:00Z">
        <w:r w:rsidR="00FE5F30">
          <w:rPr>
            <w:lang w:eastAsia="en-GB"/>
          </w:rPr>
          <w:t xml:space="preserve"> </w:t>
        </w:r>
        <w:r w:rsidR="00FE5F30" w:rsidRPr="00FE5F30">
          <w:rPr>
            <w:rStyle w:val="AltText"/>
            <w:rPrChange w:id="695" w:author="Carol Nichols" w:date="2022-08-25T20:55:00Z">
              <w:rPr>
                <w:lang w:eastAsia="en-GB"/>
              </w:rPr>
            </w:rPrChange>
          </w:rPr>
          <w:t>&lt;&lt;</w:t>
        </w:r>
      </w:ins>
      <w:ins w:id="696" w:author="Carol Nichols" w:date="2022-08-25T20:57:00Z">
        <w:r w:rsidR="0091153A">
          <w:rPr>
            <w:rStyle w:val="AltText"/>
          </w:rPr>
          <w:t xml:space="preserve">List label a points to </w:t>
        </w:r>
      </w:ins>
      <w:ins w:id="697" w:author="Carol Nichols" w:date="2022-08-25T20:58:00Z">
        <w:r w:rsidR="0091153A">
          <w:rPr>
            <w:rStyle w:val="AltText"/>
          </w:rPr>
          <w:t>the head of a list</w:t>
        </w:r>
      </w:ins>
      <w:ins w:id="698" w:author="Carol Nichols" w:date="2022-08-25T20:57:00Z">
        <w:r w:rsidR="0091153A">
          <w:rPr>
            <w:rStyle w:val="AltText"/>
          </w:rPr>
          <w:t xml:space="preserve"> containing 5</w:t>
        </w:r>
      </w:ins>
      <w:ins w:id="699" w:author="Carol Nichols" w:date="2022-08-25T20:58:00Z">
        <w:r w:rsidR="0091153A">
          <w:rPr>
            <w:rStyle w:val="AltText"/>
          </w:rPr>
          <w:t>, which points to 10, and 10 points back to 5 again. List label b points to the same 10</w:t>
        </w:r>
      </w:ins>
      <w:ins w:id="700" w:author="Carol Nichols" w:date="2022-08-25T20:59:00Z">
        <w:r w:rsidR="0091153A">
          <w:rPr>
            <w:rStyle w:val="AltText"/>
          </w:rPr>
          <w:t xml:space="preserve"> value</w:t>
        </w:r>
      </w:ins>
      <w:ins w:id="701" w:author="Carol Nichols" w:date="2022-08-25T20:58:00Z">
        <w:r w:rsidR="0091153A">
          <w:rPr>
            <w:rStyle w:val="AltText"/>
          </w:rPr>
          <w:t xml:space="preserve">, which points to </w:t>
        </w:r>
      </w:ins>
      <w:ins w:id="702" w:author="Carol Nichols" w:date="2022-08-25T20:59:00Z">
        <w:r w:rsidR="0091153A">
          <w:rPr>
            <w:rStyle w:val="AltText"/>
          </w:rPr>
          <w:t xml:space="preserve">the </w:t>
        </w:r>
      </w:ins>
      <w:ins w:id="703" w:author="Carol Nichols" w:date="2022-08-25T20:58:00Z">
        <w:r w:rsidR="0091153A">
          <w:rPr>
            <w:rStyle w:val="AltText"/>
          </w:rPr>
          <w:t>5</w:t>
        </w:r>
      </w:ins>
      <w:ins w:id="704" w:author="Carol Nichols" w:date="2022-08-25T20:59:00Z">
        <w:r w:rsidR="0091153A">
          <w:rPr>
            <w:rStyle w:val="AltText"/>
          </w:rPr>
          <w:t xml:space="preserve"> value that a points to, which points back to 10 again.</w:t>
        </w:r>
      </w:ins>
      <w:ins w:id="705" w:author="Carol Nichols" w:date="2022-08-25T20:55:00Z">
        <w:r w:rsidR="00FE5F30" w:rsidRPr="00FE5F30">
          <w:rPr>
            <w:rStyle w:val="AltText"/>
            <w:rPrChange w:id="706" w:author="Carol Nichols" w:date="2022-08-25T20:55:00Z">
              <w:rPr>
                <w:lang w:eastAsia="en-GB"/>
              </w:rPr>
            </w:rPrChange>
          </w:rPr>
          <w:t>&gt;&gt;</w:t>
        </w:r>
      </w:ins>
    </w:p>
    <w:p w14:paraId="13D2D008" w14:textId="6F2C9702" w:rsidR="009B49FF" w:rsidRPr="009B49FF" w:rsidRDefault="009B49FF" w:rsidP="0075708C">
      <w:pPr>
        <w:pStyle w:val="CaptionLine"/>
        <w:rPr>
          <w:lang w:eastAsia="en-GB"/>
        </w:rPr>
      </w:pPr>
      <w:r w:rsidRPr="009A664F">
        <w:t xml:space="preserve">A reference cycle of lists </w:t>
      </w:r>
      <w:r w:rsidRPr="009A664F">
        <w:rPr>
          <w:rStyle w:val="Literal"/>
        </w:rPr>
        <w:t>a</w:t>
      </w:r>
      <w:r w:rsidRPr="009A664F">
        <w:t xml:space="preserve"> and </w:t>
      </w:r>
      <w:r w:rsidRPr="009A664F">
        <w:rPr>
          <w:rStyle w:val="Literal"/>
        </w:rPr>
        <w:t>b</w:t>
      </w:r>
      <w:r w:rsidRPr="009B49FF">
        <w:rPr>
          <w:lang w:eastAsia="en-GB"/>
        </w:rPr>
        <w:t xml:space="preserve"> pointing to each other</w:t>
      </w:r>
    </w:p>
    <w:p w14:paraId="198373C3" w14:textId="23149DDD" w:rsidR="009B49FF" w:rsidRPr="009B49FF" w:rsidRDefault="009B49FF" w:rsidP="009A664F">
      <w:pPr>
        <w:pStyle w:val="Body"/>
        <w:rPr>
          <w:lang w:eastAsia="en-GB"/>
        </w:rPr>
      </w:pPr>
      <w:r w:rsidRPr="009B49FF">
        <w:rPr>
          <w:lang w:eastAsia="en-GB"/>
        </w:rPr>
        <w:t xml:space="preserve">If you uncomment the last </w:t>
      </w:r>
      <w:r w:rsidRPr="009A664F">
        <w:rPr>
          <w:rStyle w:val="Literal"/>
        </w:rPr>
        <w:t>println!</w:t>
      </w:r>
      <w:r w:rsidRPr="009A664F">
        <w:t xml:space="preserve"> and run the program, Rust will try to</w:t>
      </w:r>
      <w:r w:rsidR="00E22CA3" w:rsidRPr="009A664F">
        <w:t xml:space="preserve"> </w:t>
      </w:r>
      <w:r w:rsidRPr="009A664F">
        <w:t xml:space="preserve">print this cycle with </w:t>
      </w:r>
      <w:r w:rsidRPr="009A664F">
        <w:rPr>
          <w:rStyle w:val="Literal"/>
        </w:rPr>
        <w:t>a</w:t>
      </w:r>
      <w:r w:rsidRPr="009A664F">
        <w:t xml:space="preserve"> pointing to </w:t>
      </w:r>
      <w:r w:rsidRPr="009A664F">
        <w:rPr>
          <w:rStyle w:val="Literal"/>
        </w:rPr>
        <w:t>b</w:t>
      </w:r>
      <w:r w:rsidRPr="009A664F">
        <w:t xml:space="preserve"> pointing to </w:t>
      </w:r>
      <w:r w:rsidRPr="009A664F">
        <w:rPr>
          <w:rStyle w:val="Literal"/>
        </w:rPr>
        <w:t>a</w:t>
      </w:r>
      <w:r w:rsidRPr="009B49FF">
        <w:rPr>
          <w:lang w:eastAsia="en-GB"/>
        </w:rPr>
        <w:t xml:space="preserve"> and so forth until it</w:t>
      </w:r>
      <w:r w:rsidR="00E22CA3">
        <w:rPr>
          <w:lang w:eastAsia="en-GB"/>
        </w:rPr>
        <w:t xml:space="preserve"> </w:t>
      </w:r>
      <w:r w:rsidRPr="009B49FF">
        <w:rPr>
          <w:lang w:eastAsia="en-GB"/>
        </w:rPr>
        <w:t>overflows the stack.</w:t>
      </w:r>
    </w:p>
    <w:p w14:paraId="62FCC3CC" w14:textId="52C5D55B" w:rsidR="009B49FF" w:rsidRPr="009B49FF" w:rsidRDefault="009B49FF" w:rsidP="009A664F">
      <w:pPr>
        <w:pStyle w:val="Body"/>
        <w:rPr>
          <w:lang w:eastAsia="en-GB"/>
        </w:rPr>
      </w:pPr>
      <w:r w:rsidRPr="009B49FF">
        <w:rPr>
          <w:lang w:eastAsia="en-GB"/>
        </w:rPr>
        <w:t xml:space="preserve">Compared to a real-world program, the consequences </w:t>
      </w:r>
      <w:ins w:id="707" w:author="Audrey Doyle" w:date="2022-08-04T15:22:00Z">
        <w:r w:rsidR="00C11C5B">
          <w:rPr>
            <w:lang w:eastAsia="en-GB"/>
          </w:rPr>
          <w:t xml:space="preserve">of </w:t>
        </w:r>
      </w:ins>
      <w:r w:rsidRPr="009B49FF">
        <w:rPr>
          <w:lang w:eastAsia="en-GB"/>
        </w:rPr>
        <w:t>creating a reference cycle</w:t>
      </w:r>
      <w:r w:rsidR="00E22CA3">
        <w:rPr>
          <w:lang w:eastAsia="en-GB"/>
        </w:rPr>
        <w:t xml:space="preserve"> </w:t>
      </w:r>
      <w:r w:rsidRPr="009B49FF">
        <w:rPr>
          <w:lang w:eastAsia="en-GB"/>
        </w:rPr>
        <w:t>in this example aren’t very dire: right after we create the reference cycle,</w:t>
      </w:r>
      <w:r w:rsidR="00E22CA3">
        <w:rPr>
          <w:lang w:eastAsia="en-GB"/>
        </w:rPr>
        <w:t xml:space="preserve"> </w:t>
      </w:r>
      <w:r w:rsidRPr="009B49FF">
        <w:rPr>
          <w:lang w:eastAsia="en-GB"/>
        </w:rPr>
        <w:t>the program ends. However, if a more complex program allocated lots of memory</w:t>
      </w:r>
      <w:r w:rsidR="00E22CA3">
        <w:rPr>
          <w:lang w:eastAsia="en-GB"/>
        </w:rPr>
        <w:t xml:space="preserve"> </w:t>
      </w:r>
      <w:r w:rsidRPr="009B49FF">
        <w:rPr>
          <w:lang w:eastAsia="en-GB"/>
        </w:rPr>
        <w:t>in a cycle and held onto it for a long time, the program would use more memory</w:t>
      </w:r>
      <w:r w:rsidR="00E22CA3">
        <w:rPr>
          <w:lang w:eastAsia="en-GB"/>
        </w:rPr>
        <w:t xml:space="preserve"> </w:t>
      </w:r>
      <w:r w:rsidRPr="009B49FF">
        <w:rPr>
          <w:lang w:eastAsia="en-GB"/>
        </w:rPr>
        <w:t>than it needed and might overwhelm the system, causing it to run out of</w:t>
      </w:r>
      <w:r w:rsidR="00E22CA3">
        <w:rPr>
          <w:lang w:eastAsia="en-GB"/>
        </w:rPr>
        <w:t xml:space="preserve"> </w:t>
      </w:r>
      <w:r w:rsidRPr="009B49FF">
        <w:rPr>
          <w:lang w:eastAsia="en-GB"/>
        </w:rPr>
        <w:t>available memory.</w:t>
      </w:r>
    </w:p>
    <w:p w14:paraId="15F05FA6" w14:textId="40BCC46C" w:rsidR="009B49FF" w:rsidRPr="009B49FF" w:rsidRDefault="009B49FF" w:rsidP="009A664F">
      <w:pPr>
        <w:pStyle w:val="Body"/>
        <w:rPr>
          <w:lang w:eastAsia="en-GB"/>
        </w:rPr>
      </w:pPr>
      <w:r w:rsidRPr="009A664F">
        <w:t>Creating reference cycles is not easily done, but it’s not impossible either.</w:t>
      </w:r>
      <w:r w:rsidR="00E22CA3" w:rsidRPr="009A664F">
        <w:t xml:space="preserve"> </w:t>
      </w:r>
      <w:r w:rsidRPr="009A664F">
        <w:t xml:space="preserve">If you have </w:t>
      </w:r>
      <w:r w:rsidRPr="009A664F">
        <w:rPr>
          <w:rStyle w:val="Literal"/>
        </w:rPr>
        <w:t>RefCell&lt;T&gt;</w:t>
      </w:r>
      <w:r w:rsidRPr="009A664F">
        <w:t xml:space="preserve"> values that contain </w:t>
      </w:r>
      <w:r w:rsidRPr="009A664F">
        <w:rPr>
          <w:rStyle w:val="Literal"/>
        </w:rPr>
        <w:t>Rc&lt;T&gt;</w:t>
      </w:r>
      <w:r w:rsidRPr="009B49FF">
        <w:rPr>
          <w:lang w:eastAsia="en-GB"/>
        </w:rPr>
        <w:t xml:space="preserve"> values or similar nested</w:t>
      </w:r>
      <w:r w:rsidR="00E22CA3">
        <w:rPr>
          <w:lang w:eastAsia="en-GB"/>
        </w:rPr>
        <w:t xml:space="preserve"> </w:t>
      </w:r>
      <w:r w:rsidRPr="009B49FF">
        <w:rPr>
          <w:lang w:eastAsia="en-GB"/>
        </w:rPr>
        <w:t>combinations of types with interior mutability and reference counting, you must</w:t>
      </w:r>
      <w:r w:rsidR="00E22CA3">
        <w:rPr>
          <w:lang w:eastAsia="en-GB"/>
        </w:rPr>
        <w:t xml:space="preserve"> </w:t>
      </w:r>
      <w:r w:rsidRPr="009B49FF">
        <w:rPr>
          <w:lang w:eastAsia="en-GB"/>
        </w:rPr>
        <w:t>ensure that you don’t create cycles; you can’t rely on Rust to catch them.</w:t>
      </w:r>
      <w:r w:rsidR="00E22CA3">
        <w:rPr>
          <w:lang w:eastAsia="en-GB"/>
        </w:rPr>
        <w:t xml:space="preserve"> </w:t>
      </w:r>
      <w:r w:rsidRPr="009B49FF">
        <w:rPr>
          <w:lang w:eastAsia="en-GB"/>
        </w:rPr>
        <w:t>Creating a reference cycle would be a logic bug in your program that you should</w:t>
      </w:r>
      <w:r w:rsidR="00E22CA3">
        <w:rPr>
          <w:lang w:eastAsia="en-GB"/>
        </w:rPr>
        <w:t xml:space="preserve"> </w:t>
      </w:r>
      <w:r w:rsidRPr="009B49FF">
        <w:rPr>
          <w:lang w:eastAsia="en-GB"/>
        </w:rPr>
        <w:t>use automated tests, code reviews, and other software development practices to</w:t>
      </w:r>
      <w:r w:rsidR="00E22CA3">
        <w:rPr>
          <w:lang w:eastAsia="en-GB"/>
        </w:rPr>
        <w:t xml:space="preserve"> </w:t>
      </w:r>
      <w:r w:rsidRPr="009B49FF">
        <w:rPr>
          <w:lang w:eastAsia="en-GB"/>
        </w:rPr>
        <w:t>minimize.</w:t>
      </w:r>
    </w:p>
    <w:p w14:paraId="4192246B" w14:textId="5329E586" w:rsidR="009B49FF" w:rsidRPr="009B49FF" w:rsidRDefault="009B49FF" w:rsidP="009A664F">
      <w:pPr>
        <w:pStyle w:val="Body"/>
        <w:rPr>
          <w:lang w:eastAsia="en-GB"/>
        </w:rPr>
      </w:pPr>
      <w:r w:rsidRPr="009B49FF">
        <w:rPr>
          <w:lang w:eastAsia="en-GB"/>
        </w:rPr>
        <w:t>Another solution for avoiding reference cycles is reorganizing your data</w:t>
      </w:r>
      <w:r w:rsidR="00E22CA3">
        <w:rPr>
          <w:lang w:eastAsia="en-GB"/>
        </w:rPr>
        <w:t xml:space="preserve"> </w:t>
      </w:r>
      <w:r w:rsidRPr="009B49FF">
        <w:rPr>
          <w:lang w:eastAsia="en-GB"/>
        </w:rPr>
        <w:t>structures so that some references express ownership and some references don’t.</w:t>
      </w:r>
      <w:r w:rsidR="00E22CA3">
        <w:rPr>
          <w:lang w:eastAsia="en-GB"/>
        </w:rPr>
        <w:t xml:space="preserve"> </w:t>
      </w:r>
      <w:r w:rsidRPr="009B49FF">
        <w:rPr>
          <w:lang w:eastAsia="en-GB"/>
        </w:rPr>
        <w:t>As a result, you can have cycles made up of some ownership relationships and</w:t>
      </w:r>
      <w:r w:rsidR="00E22CA3">
        <w:rPr>
          <w:lang w:eastAsia="en-GB"/>
        </w:rPr>
        <w:t xml:space="preserve"> </w:t>
      </w:r>
      <w:r w:rsidRPr="009B49FF">
        <w:rPr>
          <w:lang w:eastAsia="en-GB"/>
        </w:rPr>
        <w:t>some non-ownership relationships, and only the ownership relationships affect</w:t>
      </w:r>
      <w:r w:rsidR="00E22CA3">
        <w:rPr>
          <w:lang w:eastAsia="en-GB"/>
        </w:rPr>
        <w:t xml:space="preserve"> </w:t>
      </w:r>
      <w:r w:rsidRPr="009B49FF">
        <w:rPr>
          <w:lang w:eastAsia="en-GB"/>
        </w:rPr>
        <w:t xml:space="preserve">whether or not a value can be dropped. In Listing 15-25, we always want </w:t>
      </w:r>
      <w:r w:rsidRPr="009A664F">
        <w:rPr>
          <w:rStyle w:val="Literal"/>
        </w:rPr>
        <w:t>Cons</w:t>
      </w:r>
      <w:r w:rsidR="00E22CA3">
        <w:rPr>
          <w:lang w:eastAsia="en-GB"/>
        </w:rPr>
        <w:t xml:space="preserve"> </w:t>
      </w:r>
      <w:r w:rsidRPr="009B49FF">
        <w:rPr>
          <w:lang w:eastAsia="en-GB"/>
        </w:rPr>
        <w:t>variants to own their list, so reorganizing the data structure isn’t possible.</w:t>
      </w:r>
      <w:r w:rsidR="00E22CA3">
        <w:rPr>
          <w:lang w:eastAsia="en-GB"/>
        </w:rPr>
        <w:t xml:space="preserve"> </w:t>
      </w:r>
      <w:r w:rsidRPr="009B49FF">
        <w:rPr>
          <w:lang w:eastAsia="en-GB"/>
        </w:rPr>
        <w:t>Let’s look at an example using graphs made up of parent nodes and child nodes</w:t>
      </w:r>
      <w:r w:rsidR="00E22CA3">
        <w:rPr>
          <w:lang w:eastAsia="en-GB"/>
        </w:rPr>
        <w:t xml:space="preserve"> </w:t>
      </w:r>
      <w:r w:rsidRPr="009B49FF">
        <w:rPr>
          <w:lang w:eastAsia="en-GB"/>
        </w:rPr>
        <w:t>to see when non-ownership relationships are an appropriate way to prevent</w:t>
      </w:r>
      <w:r w:rsidR="00E22CA3">
        <w:rPr>
          <w:lang w:eastAsia="en-GB"/>
        </w:rPr>
        <w:t xml:space="preserve"> </w:t>
      </w:r>
      <w:r w:rsidRPr="009B49FF">
        <w:rPr>
          <w:lang w:eastAsia="en-GB"/>
        </w:rPr>
        <w:t>reference cycles.</w:t>
      </w:r>
    </w:p>
    <w:p w14:paraId="1E8BF0CB" w14:textId="3494A12F" w:rsidR="009B49FF" w:rsidRPr="009B49FF" w:rsidRDefault="009B49FF" w:rsidP="00E22CA3">
      <w:pPr>
        <w:pStyle w:val="HeadB"/>
        <w:rPr>
          <w:lang w:eastAsia="en-GB"/>
        </w:rPr>
      </w:pPr>
      <w:bookmarkStart w:id="708" w:name="preventing-reference-cycles:-turning-an-"/>
      <w:bookmarkStart w:id="709" w:name="_Toc106892325"/>
      <w:bookmarkEnd w:id="708"/>
      <w:r w:rsidRPr="00E22CA3">
        <w:t>Preventing Reference Cycles</w:t>
      </w:r>
      <w:bookmarkEnd w:id="709"/>
      <w:r w:rsidR="0094200F">
        <w:t xml:space="preserve"> Using</w:t>
      </w:r>
      <w:r w:rsidRPr="00E22CA3">
        <w:t xml:space="preserve"> </w:t>
      </w:r>
      <w:r w:rsidR="0094200F">
        <w:t>Weak&lt;T&gt;</w:t>
      </w:r>
      <w:r w:rsidR="009A664F">
        <w:t xml:space="preserve"> </w:t>
      </w:r>
    </w:p>
    <w:p w14:paraId="3EECF269" w14:textId="5E96AB5B" w:rsidR="009B49FF" w:rsidRPr="009B49FF" w:rsidRDefault="009B49FF" w:rsidP="009A664F">
      <w:pPr>
        <w:pStyle w:val="Body"/>
        <w:rPr>
          <w:lang w:val="en-GB" w:eastAsia="en-GB"/>
        </w:rPr>
      </w:pPr>
      <w:r w:rsidRPr="009A664F">
        <w:t xml:space="preserve">So far, we’ve demonstrated that calling </w:t>
      </w:r>
      <w:r w:rsidRPr="009A664F">
        <w:rPr>
          <w:rStyle w:val="Literal"/>
        </w:rPr>
        <w:t>Rc::clone</w:t>
      </w:r>
      <w:r w:rsidRPr="009A664F">
        <w:t xml:space="preserve"> increases the</w:t>
      </w:r>
      <w:r w:rsidR="00E22CA3" w:rsidRPr="009A664F">
        <w:t xml:space="preserve"> </w:t>
      </w:r>
      <w:r w:rsidRPr="009A664F">
        <w:rPr>
          <w:rStyle w:val="Literal"/>
        </w:rPr>
        <w:t>strong_count</w:t>
      </w:r>
      <w:r w:rsidRPr="009A664F">
        <w:t xml:space="preserve"> of an </w:t>
      </w:r>
      <w:r w:rsidRPr="009A664F">
        <w:rPr>
          <w:rStyle w:val="Literal"/>
        </w:rPr>
        <w:t>Rc&lt;T&gt;</w:t>
      </w:r>
      <w:r w:rsidRPr="009A664F">
        <w:t xml:space="preserve"> instance, and an </w:t>
      </w:r>
      <w:r w:rsidRPr="009A664F">
        <w:rPr>
          <w:rStyle w:val="Literal"/>
        </w:rPr>
        <w:t>Rc&lt;T&gt;</w:t>
      </w:r>
      <w:r w:rsidRPr="009A664F">
        <w:t xml:space="preserve"> instance is only cleaned</w:t>
      </w:r>
      <w:r w:rsidR="00E22CA3" w:rsidRPr="009A664F">
        <w:t xml:space="preserve"> </w:t>
      </w:r>
      <w:r w:rsidRPr="009A664F">
        <w:t xml:space="preserve">up if its </w:t>
      </w:r>
      <w:r w:rsidRPr="009A664F">
        <w:rPr>
          <w:rStyle w:val="Literal"/>
        </w:rPr>
        <w:t>strong_count</w:t>
      </w:r>
      <w:r w:rsidRPr="009A664F">
        <w:t xml:space="preserve"> is 0. You can also create a </w:t>
      </w:r>
      <w:r w:rsidRPr="009A664F">
        <w:rPr>
          <w:rStyle w:val="Italic"/>
        </w:rPr>
        <w:t>weak reference</w:t>
      </w:r>
      <w:r w:rsidRPr="009A664F">
        <w:t xml:space="preserve"> to the</w:t>
      </w:r>
      <w:r w:rsidR="00E22CA3" w:rsidRPr="009A664F">
        <w:t xml:space="preserve"> </w:t>
      </w:r>
      <w:r w:rsidRPr="009A664F">
        <w:t xml:space="preserve">value within an </w:t>
      </w:r>
      <w:r w:rsidRPr="009A664F">
        <w:rPr>
          <w:rStyle w:val="Literal"/>
        </w:rPr>
        <w:t>Rc&lt;T&gt;</w:t>
      </w:r>
      <w:r w:rsidRPr="009A664F">
        <w:t xml:space="preserve"> instance by calling </w:t>
      </w:r>
      <w:r w:rsidRPr="009A664F">
        <w:rPr>
          <w:rStyle w:val="Literal"/>
        </w:rPr>
        <w:t>Rc::downgrade</w:t>
      </w:r>
      <w:r w:rsidRPr="009A664F">
        <w:t xml:space="preserve"> and passing a</w:t>
      </w:r>
      <w:r w:rsidR="00E22CA3" w:rsidRPr="009A664F">
        <w:t xml:space="preserve"> </w:t>
      </w:r>
      <w:r w:rsidRPr="009A664F">
        <w:t xml:space="preserve">reference to the </w:t>
      </w:r>
      <w:r w:rsidRPr="009A664F">
        <w:rPr>
          <w:rStyle w:val="Literal"/>
        </w:rPr>
        <w:t>Rc&lt;T&gt;</w:t>
      </w:r>
      <w:r w:rsidRPr="009A664F">
        <w:t>. Strong references are how you can share ownership of</w:t>
      </w:r>
      <w:r w:rsidR="00E22CA3" w:rsidRPr="009A664F">
        <w:t xml:space="preserve"> </w:t>
      </w:r>
      <w:r w:rsidRPr="009A664F">
        <w:t xml:space="preserve">an </w:t>
      </w:r>
      <w:r w:rsidRPr="009A664F">
        <w:rPr>
          <w:rStyle w:val="Literal"/>
        </w:rPr>
        <w:t>Rc&lt;T&gt;</w:t>
      </w:r>
      <w:r w:rsidRPr="009A664F">
        <w:t xml:space="preserve"> instance. Weak references don’t express an ownership relationship,</w:t>
      </w:r>
      <w:r w:rsidR="00E22CA3" w:rsidRPr="009A664F">
        <w:t xml:space="preserve"> </w:t>
      </w:r>
      <w:r w:rsidRPr="009A664F">
        <w:t xml:space="preserve">and their count doesn’t affect when an </w:t>
      </w:r>
      <w:r w:rsidRPr="009A664F">
        <w:rPr>
          <w:rStyle w:val="Literal"/>
        </w:rPr>
        <w:t>Rc&lt;T&gt;</w:t>
      </w:r>
      <w:r w:rsidRPr="009B49FF">
        <w:rPr>
          <w:lang w:eastAsia="en-GB"/>
        </w:rPr>
        <w:t xml:space="preserve"> instance is cleaned up. They</w:t>
      </w:r>
      <w:r w:rsidR="00E22CA3">
        <w:rPr>
          <w:lang w:eastAsia="en-GB"/>
        </w:rPr>
        <w:t xml:space="preserve"> </w:t>
      </w:r>
      <w:r w:rsidRPr="009B49FF">
        <w:rPr>
          <w:lang w:eastAsia="en-GB"/>
        </w:rPr>
        <w:t>won’t cause a reference cycle because any cycle involving some weak references</w:t>
      </w:r>
      <w:r w:rsidR="00E22CA3">
        <w:rPr>
          <w:lang w:eastAsia="en-GB"/>
        </w:rPr>
        <w:t xml:space="preserve"> </w:t>
      </w:r>
      <w:r w:rsidRPr="009B49FF">
        <w:rPr>
          <w:lang w:eastAsia="en-GB"/>
        </w:rPr>
        <w:t>will be broken once the strong reference count of values involved is 0.</w:t>
      </w:r>
    </w:p>
    <w:p w14:paraId="231C7D4A" w14:textId="51259972" w:rsidR="009B49FF" w:rsidRPr="009B49FF" w:rsidRDefault="009B49FF" w:rsidP="009A664F">
      <w:pPr>
        <w:pStyle w:val="Body"/>
        <w:rPr>
          <w:lang w:eastAsia="en-GB"/>
        </w:rPr>
      </w:pPr>
      <w:r w:rsidRPr="009A664F">
        <w:t xml:space="preserve">When you call </w:t>
      </w:r>
      <w:r w:rsidRPr="009A664F">
        <w:rPr>
          <w:rStyle w:val="Literal"/>
        </w:rPr>
        <w:t>Rc::downgrade</w:t>
      </w:r>
      <w:r w:rsidRPr="009A664F">
        <w:t xml:space="preserve">, you get a smart pointer of type </w:t>
      </w:r>
      <w:r w:rsidRPr="009A664F">
        <w:rPr>
          <w:rStyle w:val="Literal"/>
        </w:rPr>
        <w:t>Weak&lt;T&gt;</w:t>
      </w:r>
      <w:r w:rsidRPr="009A664F">
        <w:t>.</w:t>
      </w:r>
      <w:r w:rsidR="00E22CA3" w:rsidRPr="009A664F">
        <w:t xml:space="preserve"> </w:t>
      </w:r>
      <w:r w:rsidRPr="009A664F">
        <w:t xml:space="preserve">Instead of increasing the </w:t>
      </w:r>
      <w:r w:rsidRPr="009A664F">
        <w:rPr>
          <w:rStyle w:val="Literal"/>
        </w:rPr>
        <w:t>strong_count</w:t>
      </w:r>
      <w:r w:rsidRPr="009A664F">
        <w:t xml:space="preserve"> in the </w:t>
      </w:r>
      <w:r w:rsidRPr="009A664F">
        <w:rPr>
          <w:rStyle w:val="Literal"/>
        </w:rPr>
        <w:t>Rc&lt;T&gt;</w:t>
      </w:r>
      <w:r w:rsidRPr="009A664F">
        <w:t xml:space="preserve"> instance by 1, calling</w:t>
      </w:r>
      <w:r w:rsidR="00E22CA3" w:rsidRPr="009A664F">
        <w:t xml:space="preserve"> </w:t>
      </w:r>
      <w:r w:rsidRPr="009A664F">
        <w:rPr>
          <w:rStyle w:val="Literal"/>
        </w:rPr>
        <w:t>Rc::downgrade</w:t>
      </w:r>
      <w:r w:rsidRPr="009A664F">
        <w:t xml:space="preserve"> increases the </w:t>
      </w:r>
      <w:r w:rsidRPr="009A664F">
        <w:rPr>
          <w:rStyle w:val="Literal"/>
        </w:rPr>
        <w:t>weak_count</w:t>
      </w:r>
      <w:r w:rsidRPr="009A664F">
        <w:t xml:space="preserve"> by 1. The </w:t>
      </w:r>
      <w:r w:rsidRPr="009A664F">
        <w:rPr>
          <w:rStyle w:val="Literal"/>
        </w:rPr>
        <w:t>Rc&lt;T&gt;</w:t>
      </w:r>
      <w:r w:rsidRPr="009A664F">
        <w:t xml:space="preserve"> type uses</w:t>
      </w:r>
      <w:r w:rsidR="00E22CA3" w:rsidRPr="009A664F">
        <w:t xml:space="preserve"> </w:t>
      </w:r>
      <w:r w:rsidRPr="009A664F">
        <w:rPr>
          <w:rStyle w:val="Literal"/>
        </w:rPr>
        <w:t>weak_count</w:t>
      </w:r>
      <w:r w:rsidRPr="009A664F">
        <w:t xml:space="preserve"> to keep track of how many </w:t>
      </w:r>
      <w:r w:rsidRPr="009A664F">
        <w:rPr>
          <w:rStyle w:val="Literal"/>
        </w:rPr>
        <w:t>Weak&lt;T&gt;</w:t>
      </w:r>
      <w:r w:rsidRPr="009A664F">
        <w:t xml:space="preserve"> references exist, similar to</w:t>
      </w:r>
      <w:r w:rsidR="00E22CA3" w:rsidRPr="009A664F">
        <w:t xml:space="preserve"> </w:t>
      </w:r>
      <w:r w:rsidRPr="009A664F">
        <w:rPr>
          <w:rStyle w:val="Literal"/>
        </w:rPr>
        <w:t>strong_count</w:t>
      </w:r>
      <w:r w:rsidRPr="009A664F">
        <w:t xml:space="preserve">. The difference is the </w:t>
      </w:r>
      <w:r w:rsidRPr="009A664F">
        <w:rPr>
          <w:rStyle w:val="Literal"/>
        </w:rPr>
        <w:t>weak_count</w:t>
      </w:r>
      <w:r w:rsidRPr="009A664F">
        <w:t xml:space="preserve"> doesn’t need to be 0 for the</w:t>
      </w:r>
      <w:r w:rsidR="00E22CA3" w:rsidRPr="009A664F">
        <w:t xml:space="preserve"> </w:t>
      </w:r>
      <w:r w:rsidRPr="009A664F">
        <w:rPr>
          <w:rStyle w:val="Literal"/>
        </w:rPr>
        <w:t>Rc&lt;T&gt;</w:t>
      </w:r>
      <w:r w:rsidRPr="009B49FF">
        <w:rPr>
          <w:lang w:eastAsia="en-GB"/>
        </w:rPr>
        <w:t xml:space="preserve"> instance to be cleaned up.</w:t>
      </w:r>
    </w:p>
    <w:p w14:paraId="16FF3CE1" w14:textId="152EEC05" w:rsidR="009B49FF" w:rsidRPr="009B49FF" w:rsidRDefault="009B49FF" w:rsidP="009A664F">
      <w:pPr>
        <w:pStyle w:val="Body"/>
        <w:rPr>
          <w:lang w:eastAsia="en-GB"/>
        </w:rPr>
      </w:pPr>
      <w:r w:rsidRPr="009B49FF">
        <w:rPr>
          <w:lang w:eastAsia="en-GB"/>
        </w:rPr>
        <w:t xml:space="preserve">Because the value that </w:t>
      </w:r>
      <w:r w:rsidRPr="009A664F">
        <w:rPr>
          <w:rStyle w:val="Literal"/>
        </w:rPr>
        <w:t>Weak&lt;T&gt;</w:t>
      </w:r>
      <w:r w:rsidRPr="009A664F">
        <w:t xml:space="preserve"> references might have been dropped, to do</w:t>
      </w:r>
      <w:r w:rsidR="00E22CA3" w:rsidRPr="009A664F">
        <w:t xml:space="preserve"> </w:t>
      </w:r>
      <w:r w:rsidRPr="009A664F">
        <w:t xml:space="preserve">anything with the value that a </w:t>
      </w:r>
      <w:r w:rsidRPr="009A664F">
        <w:rPr>
          <w:rStyle w:val="Literal"/>
        </w:rPr>
        <w:t>Weak&lt;T&gt;</w:t>
      </w:r>
      <w:r w:rsidRPr="009A664F">
        <w:t xml:space="preserve"> is pointing to</w:t>
      </w:r>
      <w:del w:id="710" w:author="Audrey Doyle" w:date="2022-08-04T15:24:00Z">
        <w:r w:rsidRPr="009A664F" w:rsidDel="00C11C5B">
          <w:delText>,</w:delText>
        </w:r>
      </w:del>
      <w:r w:rsidRPr="009A664F">
        <w:t xml:space="preserve"> you must make sure the</w:t>
      </w:r>
      <w:r w:rsidR="00E22CA3" w:rsidRPr="009A664F">
        <w:t xml:space="preserve"> </w:t>
      </w:r>
      <w:r w:rsidRPr="009A664F">
        <w:t xml:space="preserve">value still exists. Do this by calling the </w:t>
      </w:r>
      <w:r w:rsidRPr="009A664F">
        <w:rPr>
          <w:rStyle w:val="Literal"/>
        </w:rPr>
        <w:t>upgrade</w:t>
      </w:r>
      <w:r w:rsidRPr="009A664F">
        <w:t xml:space="preserve"> method on a </w:t>
      </w:r>
      <w:r w:rsidRPr="009A664F">
        <w:rPr>
          <w:rStyle w:val="Literal"/>
        </w:rPr>
        <w:t>Weak&lt;T&gt;</w:t>
      </w:r>
      <w:r w:rsidR="00E22CA3" w:rsidRPr="009A664F">
        <w:t xml:space="preserve"> </w:t>
      </w:r>
      <w:r w:rsidRPr="009A664F">
        <w:t xml:space="preserve">instance, which will return an </w:t>
      </w:r>
      <w:r w:rsidRPr="009A664F">
        <w:rPr>
          <w:rStyle w:val="Literal"/>
        </w:rPr>
        <w:t>Option&lt;Rc&lt;T&gt;&gt;</w:t>
      </w:r>
      <w:r w:rsidRPr="009A664F">
        <w:t xml:space="preserve">. You’ll get a result of </w:t>
      </w:r>
      <w:r w:rsidRPr="009A664F">
        <w:rPr>
          <w:rStyle w:val="Literal"/>
        </w:rPr>
        <w:t>Some</w:t>
      </w:r>
      <w:r w:rsidR="00E22CA3" w:rsidRPr="009A664F">
        <w:t xml:space="preserve"> </w:t>
      </w:r>
      <w:r w:rsidRPr="009A664F">
        <w:t xml:space="preserve">if the </w:t>
      </w:r>
      <w:r w:rsidRPr="009A664F">
        <w:rPr>
          <w:rStyle w:val="Literal"/>
        </w:rPr>
        <w:t>Rc&lt;T&gt;</w:t>
      </w:r>
      <w:r w:rsidRPr="009A664F">
        <w:t xml:space="preserve"> value has not been dropped yet and a result of </w:t>
      </w:r>
      <w:r w:rsidRPr="009A664F">
        <w:rPr>
          <w:rStyle w:val="Literal"/>
        </w:rPr>
        <w:t>None</w:t>
      </w:r>
      <w:r w:rsidRPr="009A664F">
        <w:t xml:space="preserve"> if the</w:t>
      </w:r>
      <w:r w:rsidR="00E22CA3" w:rsidRPr="009A664F">
        <w:t xml:space="preserve"> </w:t>
      </w:r>
      <w:r w:rsidRPr="009A664F">
        <w:rPr>
          <w:rStyle w:val="Literal"/>
        </w:rPr>
        <w:t>Rc&lt;T&gt;</w:t>
      </w:r>
      <w:r w:rsidRPr="009A664F">
        <w:t xml:space="preserve"> value has been dropped. Because </w:t>
      </w:r>
      <w:r w:rsidRPr="009A664F">
        <w:rPr>
          <w:rStyle w:val="Literal"/>
        </w:rPr>
        <w:t>upgrade</w:t>
      </w:r>
      <w:r w:rsidRPr="009A664F">
        <w:t xml:space="preserve"> returns an </w:t>
      </w:r>
      <w:r w:rsidRPr="009A664F">
        <w:rPr>
          <w:rStyle w:val="Literal"/>
        </w:rPr>
        <w:t>Option&lt;Rc&lt;T&gt;&gt;</w:t>
      </w:r>
      <w:r w:rsidRPr="009A664F">
        <w:t>,</w:t>
      </w:r>
      <w:r w:rsidR="00E22CA3" w:rsidRPr="009A664F">
        <w:t xml:space="preserve"> </w:t>
      </w:r>
      <w:r w:rsidRPr="009A664F">
        <w:t xml:space="preserve">Rust will ensure that the </w:t>
      </w:r>
      <w:r w:rsidRPr="009A664F">
        <w:rPr>
          <w:rStyle w:val="Literal"/>
        </w:rPr>
        <w:t>Some</w:t>
      </w:r>
      <w:r w:rsidRPr="009A664F">
        <w:t xml:space="preserve"> case and the </w:t>
      </w:r>
      <w:r w:rsidRPr="009A664F">
        <w:rPr>
          <w:rStyle w:val="Literal"/>
        </w:rPr>
        <w:t>None</w:t>
      </w:r>
      <w:r w:rsidRPr="009B49FF">
        <w:rPr>
          <w:lang w:eastAsia="en-GB"/>
        </w:rPr>
        <w:t xml:space="preserve"> case are handled, and</w:t>
      </w:r>
      <w:r w:rsidR="00E22CA3">
        <w:rPr>
          <w:lang w:eastAsia="en-GB"/>
        </w:rPr>
        <w:t xml:space="preserve"> </w:t>
      </w:r>
      <w:r w:rsidRPr="009B49FF">
        <w:rPr>
          <w:lang w:eastAsia="en-GB"/>
        </w:rPr>
        <w:t>there won’t be an invalid pointer.</w:t>
      </w:r>
    </w:p>
    <w:p w14:paraId="58CF31AB" w14:textId="0C6E97B8" w:rsidR="009B49FF" w:rsidRPr="009B49FF" w:rsidRDefault="009B49FF" w:rsidP="009A664F">
      <w:pPr>
        <w:pStyle w:val="Body"/>
        <w:rPr>
          <w:lang w:eastAsia="en-GB"/>
        </w:rPr>
      </w:pPr>
      <w:r w:rsidRPr="009B49FF">
        <w:rPr>
          <w:lang w:eastAsia="en-GB"/>
        </w:rPr>
        <w:t>As an example, rather than using a list whose items know only about the next</w:t>
      </w:r>
      <w:r w:rsidR="00E22CA3">
        <w:rPr>
          <w:lang w:eastAsia="en-GB"/>
        </w:rPr>
        <w:t xml:space="preserve"> </w:t>
      </w:r>
      <w:r w:rsidRPr="009B49FF">
        <w:rPr>
          <w:lang w:eastAsia="en-GB"/>
        </w:rPr>
        <w:t xml:space="preserve">item, we’ll create a tree whose items know about their children items </w:t>
      </w:r>
      <w:r w:rsidRPr="009A664F">
        <w:rPr>
          <w:rStyle w:val="Italic"/>
        </w:rPr>
        <w:t>and</w:t>
      </w:r>
      <w:r w:rsidR="00E22CA3">
        <w:rPr>
          <w:lang w:eastAsia="en-GB"/>
        </w:rPr>
        <w:t xml:space="preserve"> </w:t>
      </w:r>
      <w:r w:rsidRPr="009B49FF">
        <w:rPr>
          <w:lang w:eastAsia="en-GB"/>
        </w:rPr>
        <w:t>their parent items.</w:t>
      </w:r>
    </w:p>
    <w:p w14:paraId="1FB1543A" w14:textId="7A8BAC25" w:rsidR="009B49FF" w:rsidRPr="009B49FF" w:rsidRDefault="009B49FF" w:rsidP="009F2923">
      <w:pPr>
        <w:pStyle w:val="HeadC"/>
        <w:rPr>
          <w:lang w:eastAsia="en-GB"/>
        </w:rPr>
      </w:pPr>
      <w:bookmarkStart w:id="711" w:name="creating-a-tree-data-structure:-a-`node`"/>
      <w:bookmarkStart w:id="712" w:name="_Toc106892326"/>
      <w:bookmarkEnd w:id="711"/>
      <w:r w:rsidRPr="009F2923">
        <w:t xml:space="preserve">Creating a Tree Data Structure: </w:t>
      </w:r>
      <w:del w:id="713" w:author="Audrey Doyle" w:date="2022-08-04T14:11:00Z">
        <w:r w:rsidRPr="009F2923" w:rsidDel="00A83F88">
          <w:delText xml:space="preserve">a </w:delText>
        </w:r>
      </w:del>
      <w:ins w:id="714" w:author="Audrey Doyle" w:date="2022-08-04T14:11:00Z">
        <w:r w:rsidR="00A83F88">
          <w:t>A</w:t>
        </w:r>
        <w:r w:rsidR="00A83F88" w:rsidRPr="009F2923">
          <w:t xml:space="preserve"> </w:t>
        </w:r>
      </w:ins>
      <w:r w:rsidRPr="009A664F">
        <w:t>Node</w:t>
      </w:r>
      <w:r w:rsidRPr="009B49FF">
        <w:rPr>
          <w:lang w:eastAsia="en-GB"/>
        </w:rPr>
        <w:t xml:space="preserve"> with Child Nodes</w:t>
      </w:r>
      <w:bookmarkEnd w:id="712"/>
    </w:p>
    <w:p w14:paraId="70F8E625" w14:textId="45AAC345" w:rsidR="009B49FF" w:rsidRPr="009B49FF" w:rsidRDefault="009B49FF" w:rsidP="009A664F">
      <w:pPr>
        <w:pStyle w:val="Body"/>
        <w:rPr>
          <w:lang w:eastAsia="en-GB"/>
        </w:rPr>
      </w:pPr>
      <w:r w:rsidRPr="009A664F">
        <w:t>To start, we’ll build a tree with nodes that know about their child nodes.</w:t>
      </w:r>
      <w:r w:rsidR="00E22CA3" w:rsidRPr="009A664F">
        <w:t xml:space="preserve"> </w:t>
      </w:r>
      <w:r w:rsidRPr="009A664F">
        <w:t xml:space="preserve">We’ll create a struct named </w:t>
      </w:r>
      <w:r w:rsidRPr="009A664F">
        <w:rPr>
          <w:rStyle w:val="Literal"/>
        </w:rPr>
        <w:t>Node</w:t>
      </w:r>
      <w:r w:rsidRPr="009A664F">
        <w:t xml:space="preserve"> that holds its own </w:t>
      </w:r>
      <w:r w:rsidRPr="009A664F">
        <w:rPr>
          <w:rStyle w:val="Literal"/>
        </w:rPr>
        <w:t>i32</w:t>
      </w:r>
      <w:r w:rsidRPr="009A664F">
        <w:t xml:space="preserve"> value as well as</w:t>
      </w:r>
      <w:r w:rsidR="00E22CA3" w:rsidRPr="009A664F">
        <w:t xml:space="preserve"> </w:t>
      </w:r>
      <w:r w:rsidRPr="009A664F">
        <w:t xml:space="preserve">references to its children </w:t>
      </w:r>
      <w:r w:rsidRPr="009A664F">
        <w:rPr>
          <w:rStyle w:val="Literal"/>
        </w:rPr>
        <w:t>Node</w:t>
      </w:r>
      <w:r w:rsidRPr="009B49FF">
        <w:rPr>
          <w:lang w:eastAsia="en-GB"/>
        </w:rPr>
        <w:t xml:space="preserve"> values:</w:t>
      </w:r>
    </w:p>
    <w:p w14:paraId="17A218AC" w14:textId="391FF8C1" w:rsidR="009B49FF" w:rsidRPr="009B49FF" w:rsidRDefault="009B49FF" w:rsidP="009A664F">
      <w:pPr>
        <w:pStyle w:val="CodeLabel"/>
        <w:rPr>
          <w:lang w:eastAsia="en-GB"/>
        </w:rPr>
      </w:pPr>
      <w:r w:rsidRPr="009B49FF">
        <w:rPr>
          <w:lang w:eastAsia="en-GB"/>
        </w:rPr>
        <w:t>src/main.rs</w:t>
      </w:r>
    </w:p>
    <w:p w14:paraId="40994272" w14:textId="77777777" w:rsidR="009B49FF" w:rsidRPr="009A664F" w:rsidRDefault="009B49FF" w:rsidP="009A664F">
      <w:pPr>
        <w:pStyle w:val="Code"/>
      </w:pPr>
      <w:r w:rsidRPr="009A664F">
        <w:t>use std::cell::RefCell;</w:t>
      </w:r>
    </w:p>
    <w:p w14:paraId="5296DF96" w14:textId="77777777" w:rsidR="009B49FF" w:rsidRPr="009A664F" w:rsidRDefault="009B49FF" w:rsidP="009A664F">
      <w:pPr>
        <w:pStyle w:val="Code"/>
      </w:pPr>
      <w:r w:rsidRPr="009A664F">
        <w:t>use std::rc::Rc;</w:t>
      </w:r>
    </w:p>
    <w:p w14:paraId="010C64F9" w14:textId="77777777" w:rsidR="009B49FF" w:rsidRPr="009A664F" w:rsidRDefault="009B49FF" w:rsidP="009A664F">
      <w:pPr>
        <w:pStyle w:val="Code"/>
      </w:pPr>
    </w:p>
    <w:p w14:paraId="538A5203" w14:textId="77777777" w:rsidR="009B49FF" w:rsidRPr="009A664F" w:rsidRDefault="009B49FF" w:rsidP="009A664F">
      <w:pPr>
        <w:pStyle w:val="Code"/>
      </w:pPr>
      <w:r w:rsidRPr="009A664F">
        <w:t>#[derive(Debug)]</w:t>
      </w:r>
    </w:p>
    <w:p w14:paraId="7C7927B6" w14:textId="77777777" w:rsidR="009B49FF" w:rsidRPr="009A664F" w:rsidRDefault="009B49FF" w:rsidP="009A664F">
      <w:pPr>
        <w:pStyle w:val="Code"/>
      </w:pPr>
      <w:r w:rsidRPr="009A664F">
        <w:t>struct Node {</w:t>
      </w:r>
    </w:p>
    <w:p w14:paraId="4EF568A1" w14:textId="77777777" w:rsidR="009B49FF" w:rsidRPr="009A664F" w:rsidRDefault="009B49FF" w:rsidP="009A664F">
      <w:pPr>
        <w:pStyle w:val="Code"/>
      </w:pPr>
      <w:r w:rsidRPr="009A664F">
        <w:t xml:space="preserve">    value: i32,</w:t>
      </w:r>
    </w:p>
    <w:p w14:paraId="37BBB78A" w14:textId="77777777" w:rsidR="009B49FF" w:rsidRPr="009A664F" w:rsidRDefault="009B49FF" w:rsidP="009A664F">
      <w:pPr>
        <w:pStyle w:val="Code"/>
      </w:pPr>
      <w:r w:rsidRPr="009A664F">
        <w:t xml:space="preserve">    children: RefCell&lt;Vec&lt;Rc&lt;Node&gt;&gt;&gt;,</w:t>
      </w:r>
    </w:p>
    <w:p w14:paraId="377CF4D0" w14:textId="77777777" w:rsidR="009B49FF" w:rsidRPr="009A664F" w:rsidRDefault="009B49FF" w:rsidP="009A664F">
      <w:pPr>
        <w:pStyle w:val="Code"/>
      </w:pPr>
      <w:r w:rsidRPr="009A664F">
        <w:t>}</w:t>
      </w:r>
    </w:p>
    <w:p w14:paraId="4FC89492" w14:textId="4C8E9963" w:rsidR="009B49FF" w:rsidRPr="009B49FF" w:rsidRDefault="009B49FF" w:rsidP="009A664F">
      <w:pPr>
        <w:pStyle w:val="Body"/>
        <w:rPr>
          <w:lang w:eastAsia="en-GB"/>
        </w:rPr>
      </w:pPr>
      <w:r w:rsidRPr="009A664F">
        <w:t xml:space="preserve">We want a </w:t>
      </w:r>
      <w:r w:rsidRPr="009A664F">
        <w:rPr>
          <w:rStyle w:val="Literal"/>
        </w:rPr>
        <w:t>Node</w:t>
      </w:r>
      <w:r w:rsidRPr="009A664F">
        <w:t xml:space="preserve"> to own its children, and we want to share that ownership with</w:t>
      </w:r>
      <w:r w:rsidR="00E22CA3" w:rsidRPr="009A664F">
        <w:t xml:space="preserve"> </w:t>
      </w:r>
      <w:r w:rsidRPr="009A664F">
        <w:t xml:space="preserve">variables so we can access each </w:t>
      </w:r>
      <w:r w:rsidRPr="009A664F">
        <w:rPr>
          <w:rStyle w:val="Literal"/>
        </w:rPr>
        <w:t>Node</w:t>
      </w:r>
      <w:r w:rsidRPr="009A664F">
        <w:t xml:space="preserve"> in the tree directly. To do this, we</w:t>
      </w:r>
      <w:r w:rsidR="00E22CA3" w:rsidRPr="009A664F">
        <w:t xml:space="preserve"> </w:t>
      </w:r>
      <w:r w:rsidRPr="009A664F">
        <w:t xml:space="preserve">define the </w:t>
      </w:r>
      <w:r w:rsidRPr="009A664F">
        <w:rPr>
          <w:rStyle w:val="Literal"/>
        </w:rPr>
        <w:t>Vec&lt;T&gt;</w:t>
      </w:r>
      <w:r w:rsidRPr="009A664F">
        <w:t xml:space="preserve"> items to be values of type </w:t>
      </w:r>
      <w:r w:rsidRPr="009A664F">
        <w:rPr>
          <w:rStyle w:val="Literal"/>
        </w:rPr>
        <w:t>Rc&lt;Node&gt;</w:t>
      </w:r>
      <w:r w:rsidRPr="009A664F">
        <w:t>. We also want to</w:t>
      </w:r>
      <w:r w:rsidR="00E22CA3" w:rsidRPr="009A664F">
        <w:t xml:space="preserve"> </w:t>
      </w:r>
      <w:r w:rsidRPr="009A664F">
        <w:t xml:space="preserve">modify which nodes are children of another node, so we have a </w:t>
      </w:r>
      <w:r w:rsidRPr="009A664F">
        <w:rPr>
          <w:rStyle w:val="Literal"/>
        </w:rPr>
        <w:t>RefCell&lt;T&gt;</w:t>
      </w:r>
      <w:r w:rsidRPr="009A664F">
        <w:t xml:space="preserve"> in</w:t>
      </w:r>
      <w:r w:rsidR="00E22CA3" w:rsidRPr="009A664F">
        <w:t xml:space="preserve"> </w:t>
      </w:r>
      <w:r w:rsidRPr="009A664F">
        <w:rPr>
          <w:rStyle w:val="Literal"/>
        </w:rPr>
        <w:t>children</w:t>
      </w:r>
      <w:r w:rsidRPr="009A664F">
        <w:t xml:space="preserve"> around the </w:t>
      </w:r>
      <w:r w:rsidRPr="009A664F">
        <w:rPr>
          <w:rStyle w:val="Literal"/>
        </w:rPr>
        <w:t>Vec&lt;Rc&lt;Node&gt;&gt;</w:t>
      </w:r>
      <w:r w:rsidRPr="009B49FF">
        <w:rPr>
          <w:lang w:eastAsia="en-GB"/>
        </w:rPr>
        <w:t>.</w:t>
      </w:r>
    </w:p>
    <w:p w14:paraId="5CF88A0A" w14:textId="4F1DA0F3" w:rsidR="009B49FF" w:rsidRPr="009B49FF" w:rsidRDefault="009B49FF" w:rsidP="009A664F">
      <w:pPr>
        <w:pStyle w:val="Body"/>
        <w:rPr>
          <w:lang w:eastAsia="en-GB"/>
        </w:rPr>
      </w:pPr>
      <w:r w:rsidRPr="009B49FF">
        <w:rPr>
          <w:lang w:eastAsia="en-GB"/>
        </w:rPr>
        <w:t xml:space="preserve">Next, we’ll use our struct definition and create one </w:t>
      </w:r>
      <w:r w:rsidRPr="009A664F">
        <w:rPr>
          <w:rStyle w:val="Literal"/>
        </w:rPr>
        <w:t>Node</w:t>
      </w:r>
      <w:r w:rsidRPr="009A664F">
        <w:t xml:space="preserve"> instance named</w:t>
      </w:r>
      <w:r w:rsidR="00E22CA3" w:rsidRPr="009A664F">
        <w:t xml:space="preserve"> </w:t>
      </w:r>
      <w:r w:rsidRPr="009A664F">
        <w:rPr>
          <w:rStyle w:val="Literal"/>
        </w:rPr>
        <w:t>leaf</w:t>
      </w:r>
      <w:r w:rsidRPr="009A664F">
        <w:t xml:space="preserve"> with the value </w:t>
      </w:r>
      <w:r w:rsidRPr="00C11C5B">
        <w:rPr>
          <w:rStyle w:val="Literal"/>
          <w:rPrChange w:id="715" w:author="Audrey Doyle" w:date="2022-08-04T15:25:00Z">
            <w:rPr/>
          </w:rPrChange>
        </w:rPr>
        <w:t>3</w:t>
      </w:r>
      <w:r w:rsidRPr="009A664F">
        <w:t xml:space="preserve"> and no children, and another instance named </w:t>
      </w:r>
      <w:r w:rsidRPr="009A664F">
        <w:rPr>
          <w:rStyle w:val="Literal"/>
        </w:rPr>
        <w:t>branch</w:t>
      </w:r>
      <w:r w:rsidR="00E22CA3" w:rsidRPr="009A664F">
        <w:t xml:space="preserve"> </w:t>
      </w:r>
      <w:r w:rsidRPr="009A664F">
        <w:t xml:space="preserve">with the value </w:t>
      </w:r>
      <w:r w:rsidRPr="00C11C5B">
        <w:rPr>
          <w:rStyle w:val="Literal"/>
          <w:rPrChange w:id="716" w:author="Audrey Doyle" w:date="2022-08-04T15:25:00Z">
            <w:rPr/>
          </w:rPrChange>
        </w:rPr>
        <w:t>5</w:t>
      </w:r>
      <w:r w:rsidRPr="009A664F">
        <w:t xml:space="preserve"> and </w:t>
      </w:r>
      <w:r w:rsidRPr="009A664F">
        <w:rPr>
          <w:rStyle w:val="Literal"/>
        </w:rPr>
        <w:t>leaf</w:t>
      </w:r>
      <w:r w:rsidRPr="009B49FF">
        <w:rPr>
          <w:lang w:eastAsia="en-GB"/>
        </w:rPr>
        <w:t xml:space="preserve"> as one of its children, as shown in Listing 15-27</w:t>
      </w:r>
      <w:ins w:id="717" w:author="Audrey Doyle" w:date="2022-08-04T15:25:00Z">
        <w:r w:rsidR="00C11C5B">
          <w:rPr>
            <w:lang w:eastAsia="en-GB"/>
          </w:rPr>
          <w:t>.</w:t>
        </w:r>
      </w:ins>
      <w:del w:id="718" w:author="Audrey Doyle" w:date="2022-08-04T15:25:00Z">
        <w:r w:rsidRPr="009B49FF" w:rsidDel="00C11C5B">
          <w:rPr>
            <w:lang w:eastAsia="en-GB"/>
          </w:rPr>
          <w:delText>:</w:delText>
        </w:r>
      </w:del>
    </w:p>
    <w:p w14:paraId="45D49C24" w14:textId="39AC4BC5" w:rsidR="009B49FF" w:rsidRPr="009B49FF" w:rsidRDefault="009B49FF" w:rsidP="009A664F">
      <w:pPr>
        <w:pStyle w:val="CodeLabel"/>
        <w:rPr>
          <w:lang w:eastAsia="en-GB"/>
        </w:rPr>
      </w:pPr>
      <w:r w:rsidRPr="009B49FF">
        <w:rPr>
          <w:lang w:eastAsia="en-GB"/>
        </w:rPr>
        <w:t>src/main.rs</w:t>
      </w:r>
    </w:p>
    <w:p w14:paraId="0876EA3F" w14:textId="77777777" w:rsidR="009B49FF" w:rsidRPr="009A664F" w:rsidRDefault="009B49FF" w:rsidP="009A664F">
      <w:pPr>
        <w:pStyle w:val="Code"/>
      </w:pPr>
      <w:r w:rsidRPr="009A664F">
        <w:t>fn main() {</w:t>
      </w:r>
    </w:p>
    <w:p w14:paraId="55052C35" w14:textId="77777777" w:rsidR="009B49FF" w:rsidRPr="009A664F" w:rsidRDefault="009B49FF" w:rsidP="009A664F">
      <w:pPr>
        <w:pStyle w:val="Code"/>
      </w:pPr>
      <w:r w:rsidRPr="009A664F">
        <w:t xml:space="preserve">    let leaf = Rc::new(Node {</w:t>
      </w:r>
    </w:p>
    <w:p w14:paraId="427DC55F" w14:textId="77777777" w:rsidR="009B49FF" w:rsidRPr="009A664F" w:rsidRDefault="009B49FF" w:rsidP="009A664F">
      <w:pPr>
        <w:pStyle w:val="Code"/>
      </w:pPr>
      <w:r w:rsidRPr="009A664F">
        <w:t xml:space="preserve">        value: 3,</w:t>
      </w:r>
    </w:p>
    <w:p w14:paraId="6E09985D" w14:textId="77777777" w:rsidR="009B49FF" w:rsidRPr="009A664F" w:rsidRDefault="009B49FF" w:rsidP="009A664F">
      <w:pPr>
        <w:pStyle w:val="Code"/>
      </w:pPr>
      <w:r w:rsidRPr="009A664F">
        <w:t xml:space="preserve">        children: RefCell::new(vec![]),</w:t>
      </w:r>
    </w:p>
    <w:p w14:paraId="0127133D" w14:textId="77777777" w:rsidR="009B49FF" w:rsidRPr="009A664F" w:rsidRDefault="009B49FF" w:rsidP="009A664F">
      <w:pPr>
        <w:pStyle w:val="Code"/>
      </w:pPr>
      <w:r w:rsidRPr="009A664F">
        <w:t xml:space="preserve">    });</w:t>
      </w:r>
    </w:p>
    <w:p w14:paraId="5319AA8E" w14:textId="77777777" w:rsidR="009B49FF" w:rsidRPr="009A664F" w:rsidRDefault="009B49FF" w:rsidP="009A664F">
      <w:pPr>
        <w:pStyle w:val="Code"/>
      </w:pPr>
    </w:p>
    <w:p w14:paraId="1AB0E78D" w14:textId="77777777" w:rsidR="009B49FF" w:rsidRPr="009A664F" w:rsidRDefault="009B49FF" w:rsidP="009A664F">
      <w:pPr>
        <w:pStyle w:val="Code"/>
      </w:pPr>
      <w:r w:rsidRPr="009A664F">
        <w:t xml:space="preserve">    let branch = Rc::new(Node {</w:t>
      </w:r>
    </w:p>
    <w:p w14:paraId="0FAFC2A0" w14:textId="77777777" w:rsidR="009B49FF" w:rsidRPr="009A664F" w:rsidRDefault="009B49FF" w:rsidP="009A664F">
      <w:pPr>
        <w:pStyle w:val="Code"/>
      </w:pPr>
      <w:r w:rsidRPr="009A664F">
        <w:t xml:space="preserve">        value: 5,</w:t>
      </w:r>
    </w:p>
    <w:p w14:paraId="64CA22A7" w14:textId="77777777" w:rsidR="009B49FF" w:rsidRPr="009A664F" w:rsidRDefault="009B49FF" w:rsidP="009A664F">
      <w:pPr>
        <w:pStyle w:val="Code"/>
      </w:pPr>
      <w:r w:rsidRPr="009A664F">
        <w:t xml:space="preserve">        children: RefCell::new(vec![Rc::clone(&amp;leaf)]),</w:t>
      </w:r>
    </w:p>
    <w:p w14:paraId="39A05927" w14:textId="77777777" w:rsidR="009B49FF" w:rsidRPr="009A664F" w:rsidRDefault="009B49FF" w:rsidP="009A664F">
      <w:pPr>
        <w:pStyle w:val="Code"/>
      </w:pPr>
      <w:r w:rsidRPr="009A664F">
        <w:t xml:space="preserve">    });</w:t>
      </w:r>
    </w:p>
    <w:p w14:paraId="57890A01" w14:textId="77777777" w:rsidR="009B49FF" w:rsidRPr="009A664F" w:rsidRDefault="009B49FF" w:rsidP="009A664F">
      <w:pPr>
        <w:pStyle w:val="Code"/>
      </w:pPr>
      <w:r w:rsidRPr="009A664F">
        <w:t>}</w:t>
      </w:r>
    </w:p>
    <w:p w14:paraId="3F51A43A" w14:textId="5774AC04" w:rsidR="009B49FF" w:rsidRPr="009B49FF" w:rsidRDefault="009B49FF" w:rsidP="0075708C">
      <w:pPr>
        <w:pStyle w:val="CodeListingCaption"/>
        <w:rPr>
          <w:lang w:eastAsia="en-GB"/>
        </w:rPr>
      </w:pPr>
      <w:r w:rsidRPr="009A664F">
        <w:t xml:space="preserve">Creating a </w:t>
      </w:r>
      <w:r w:rsidRPr="009A664F">
        <w:rPr>
          <w:rStyle w:val="Literal"/>
        </w:rPr>
        <w:t>leaf</w:t>
      </w:r>
      <w:r w:rsidRPr="009A664F">
        <w:t xml:space="preserve"> node with no children and a </w:t>
      </w:r>
      <w:r w:rsidRPr="009A664F">
        <w:rPr>
          <w:rStyle w:val="Literal"/>
        </w:rPr>
        <w:t>branch</w:t>
      </w:r>
      <w:r w:rsidRPr="009A664F">
        <w:t xml:space="preserve"> node with</w:t>
      </w:r>
      <w:r w:rsidR="00E22CA3" w:rsidRPr="009A664F">
        <w:t xml:space="preserve"> </w:t>
      </w:r>
      <w:r w:rsidRPr="009A664F">
        <w:rPr>
          <w:rStyle w:val="Literal"/>
        </w:rPr>
        <w:t>leaf</w:t>
      </w:r>
      <w:r w:rsidRPr="009B49FF">
        <w:rPr>
          <w:lang w:eastAsia="en-GB"/>
        </w:rPr>
        <w:t xml:space="preserve"> as one of its children</w:t>
      </w:r>
    </w:p>
    <w:p w14:paraId="3A161312" w14:textId="1AB6B369" w:rsidR="009B49FF" w:rsidRPr="009B49FF" w:rsidRDefault="009B49FF" w:rsidP="009A664F">
      <w:pPr>
        <w:pStyle w:val="Body"/>
        <w:rPr>
          <w:lang w:eastAsia="en-GB"/>
        </w:rPr>
      </w:pPr>
      <w:r w:rsidRPr="009B49FF">
        <w:rPr>
          <w:lang w:eastAsia="en-GB"/>
        </w:rPr>
        <w:t xml:space="preserve">We clone the </w:t>
      </w:r>
      <w:r w:rsidRPr="009A664F">
        <w:rPr>
          <w:rStyle w:val="Literal"/>
        </w:rPr>
        <w:t>Rc&lt;Node&gt;</w:t>
      </w:r>
      <w:r w:rsidRPr="009A664F">
        <w:t xml:space="preserve"> in </w:t>
      </w:r>
      <w:r w:rsidRPr="009A664F">
        <w:rPr>
          <w:rStyle w:val="Literal"/>
        </w:rPr>
        <w:t>leaf</w:t>
      </w:r>
      <w:r w:rsidRPr="009A664F">
        <w:t xml:space="preserve"> and store that in </w:t>
      </w:r>
      <w:r w:rsidRPr="009A664F">
        <w:rPr>
          <w:rStyle w:val="Literal"/>
        </w:rPr>
        <w:t>branch</w:t>
      </w:r>
      <w:r w:rsidRPr="009A664F">
        <w:t>, meaning the</w:t>
      </w:r>
      <w:r w:rsidR="00E22CA3" w:rsidRPr="009A664F">
        <w:t xml:space="preserve"> </w:t>
      </w:r>
      <w:r w:rsidRPr="009A664F">
        <w:rPr>
          <w:rStyle w:val="Literal"/>
        </w:rPr>
        <w:t>Node</w:t>
      </w:r>
      <w:r w:rsidRPr="009A664F">
        <w:t xml:space="preserve"> in </w:t>
      </w:r>
      <w:r w:rsidRPr="009A664F">
        <w:rPr>
          <w:rStyle w:val="Literal"/>
        </w:rPr>
        <w:t>leaf</w:t>
      </w:r>
      <w:r w:rsidRPr="009A664F">
        <w:t xml:space="preserve"> now has two owners: </w:t>
      </w:r>
      <w:r w:rsidRPr="009A664F">
        <w:rPr>
          <w:rStyle w:val="Literal"/>
        </w:rPr>
        <w:t>leaf</w:t>
      </w:r>
      <w:r w:rsidRPr="009A664F">
        <w:t xml:space="preserve"> and </w:t>
      </w:r>
      <w:r w:rsidRPr="009A664F">
        <w:rPr>
          <w:rStyle w:val="Literal"/>
        </w:rPr>
        <w:t>branch</w:t>
      </w:r>
      <w:r w:rsidRPr="009A664F">
        <w:t>. We can get from</w:t>
      </w:r>
      <w:r w:rsidR="00E22CA3" w:rsidRPr="009A664F">
        <w:t xml:space="preserve"> </w:t>
      </w:r>
      <w:r w:rsidRPr="009A664F">
        <w:rPr>
          <w:rStyle w:val="Literal"/>
        </w:rPr>
        <w:t>branch</w:t>
      </w:r>
      <w:r w:rsidRPr="009A664F">
        <w:t xml:space="preserve"> to </w:t>
      </w:r>
      <w:r w:rsidRPr="009A664F">
        <w:rPr>
          <w:rStyle w:val="Literal"/>
        </w:rPr>
        <w:t>leaf</w:t>
      </w:r>
      <w:r w:rsidRPr="009A664F">
        <w:t xml:space="preserve"> through </w:t>
      </w:r>
      <w:r w:rsidRPr="009A664F">
        <w:rPr>
          <w:rStyle w:val="Literal"/>
        </w:rPr>
        <w:t>branch.children</w:t>
      </w:r>
      <w:r w:rsidRPr="009A664F">
        <w:t>, but there’s no way to get from</w:t>
      </w:r>
      <w:r w:rsidR="00E22CA3" w:rsidRPr="009A664F">
        <w:t xml:space="preserve"> </w:t>
      </w:r>
      <w:r w:rsidRPr="009A664F">
        <w:rPr>
          <w:rStyle w:val="Literal"/>
        </w:rPr>
        <w:t>leaf</w:t>
      </w:r>
      <w:r w:rsidRPr="009A664F">
        <w:t xml:space="preserve"> to </w:t>
      </w:r>
      <w:r w:rsidRPr="009A664F">
        <w:rPr>
          <w:rStyle w:val="Literal"/>
        </w:rPr>
        <w:t>branch</w:t>
      </w:r>
      <w:r w:rsidRPr="009A664F">
        <w:t xml:space="preserve">. The reason is that </w:t>
      </w:r>
      <w:r w:rsidRPr="009A664F">
        <w:rPr>
          <w:rStyle w:val="Literal"/>
        </w:rPr>
        <w:t>leaf</w:t>
      </w:r>
      <w:r w:rsidRPr="009A664F">
        <w:t xml:space="preserve"> has no reference to </w:t>
      </w:r>
      <w:r w:rsidRPr="009A664F">
        <w:rPr>
          <w:rStyle w:val="Literal"/>
        </w:rPr>
        <w:t>branch</w:t>
      </w:r>
      <w:r w:rsidRPr="009A664F">
        <w:t xml:space="preserve"> and</w:t>
      </w:r>
      <w:r w:rsidR="00E22CA3" w:rsidRPr="009A664F">
        <w:t xml:space="preserve"> </w:t>
      </w:r>
      <w:r w:rsidRPr="009A664F">
        <w:t xml:space="preserve">doesn’t know they’re related. We want </w:t>
      </w:r>
      <w:r w:rsidRPr="009A664F">
        <w:rPr>
          <w:rStyle w:val="Literal"/>
        </w:rPr>
        <w:t>leaf</w:t>
      </w:r>
      <w:r w:rsidRPr="009A664F">
        <w:t xml:space="preserve"> to know that </w:t>
      </w:r>
      <w:r w:rsidRPr="009A664F">
        <w:rPr>
          <w:rStyle w:val="Literal"/>
        </w:rPr>
        <w:t>branch</w:t>
      </w:r>
      <w:r w:rsidRPr="009B49FF">
        <w:rPr>
          <w:lang w:eastAsia="en-GB"/>
        </w:rPr>
        <w:t xml:space="preserve"> is its</w:t>
      </w:r>
      <w:r w:rsidR="00E22CA3">
        <w:rPr>
          <w:lang w:eastAsia="en-GB"/>
        </w:rPr>
        <w:t xml:space="preserve"> </w:t>
      </w:r>
      <w:r w:rsidRPr="009B49FF">
        <w:rPr>
          <w:lang w:eastAsia="en-GB"/>
        </w:rPr>
        <w:t>parent. We’ll do that next.</w:t>
      </w:r>
    </w:p>
    <w:bookmarkStart w:id="719" w:name="adding-a-reference-from-a-child-to-its-p"/>
    <w:bookmarkStart w:id="720" w:name="_Toc106892327"/>
    <w:bookmarkEnd w:id="719"/>
    <w:p w14:paraId="7BE676BF" w14:textId="6C97F64D" w:rsidR="009B49FF" w:rsidRPr="009B49FF" w:rsidRDefault="00F92B96" w:rsidP="009A664F">
      <w:pPr>
        <w:pStyle w:val="HeadC"/>
        <w:rPr>
          <w:lang w:eastAsia="en-GB"/>
        </w:rPr>
      </w:pPr>
      <w:ins w:id="721" w:author="Carol Nichols" w:date="2022-08-25T22:01:00Z">
        <w:r>
          <w:rPr>
            <w:lang w:eastAsia="en-GB"/>
          </w:rPr>
          <w:fldChar w:fldCharType="begin"/>
        </w:r>
        <w:r>
          <w:instrText xml:space="preserve"> XE "Weak&lt;T&gt; type start</w:instrText>
        </w:r>
        <w:r w:rsidRPr="00BE574B">
          <w:instrText>Range</w:instrText>
        </w:r>
        <w:r>
          <w:instrText xml:space="preserve">" </w:instrText>
        </w:r>
        <w:r>
          <w:rPr>
            <w:lang w:eastAsia="en-GB"/>
          </w:rPr>
          <w:fldChar w:fldCharType="end"/>
        </w:r>
      </w:ins>
      <w:r w:rsidR="009B49FF" w:rsidRPr="009B49FF">
        <w:rPr>
          <w:lang w:eastAsia="en-GB"/>
        </w:rPr>
        <w:t>Adding a Reference from a Child to Its Parent</w:t>
      </w:r>
      <w:bookmarkEnd w:id="720"/>
    </w:p>
    <w:p w14:paraId="53667C17" w14:textId="62E01908" w:rsidR="009B49FF" w:rsidRPr="009B49FF" w:rsidRDefault="009B49FF" w:rsidP="009A664F">
      <w:pPr>
        <w:pStyle w:val="Body"/>
        <w:rPr>
          <w:lang w:eastAsia="en-GB"/>
        </w:rPr>
      </w:pPr>
      <w:r w:rsidRPr="009A664F">
        <w:t xml:space="preserve">To make the child node aware of its parent, we need to add a </w:t>
      </w:r>
      <w:r w:rsidRPr="009A664F">
        <w:rPr>
          <w:rStyle w:val="Literal"/>
        </w:rPr>
        <w:t>parent</w:t>
      </w:r>
      <w:r w:rsidRPr="009A664F">
        <w:t xml:space="preserve"> field to</w:t>
      </w:r>
      <w:r w:rsidR="00E22CA3" w:rsidRPr="009A664F">
        <w:t xml:space="preserve"> </w:t>
      </w:r>
      <w:r w:rsidRPr="009A664F">
        <w:t xml:space="preserve">our </w:t>
      </w:r>
      <w:r w:rsidRPr="009A664F">
        <w:rPr>
          <w:rStyle w:val="Literal"/>
        </w:rPr>
        <w:t>Node</w:t>
      </w:r>
      <w:r w:rsidRPr="009A664F">
        <w:t xml:space="preserve"> struct definition. The trouble is in deciding what the type of</w:t>
      </w:r>
      <w:r w:rsidR="00E22CA3" w:rsidRPr="009A664F">
        <w:t xml:space="preserve"> </w:t>
      </w:r>
      <w:r w:rsidRPr="009A664F">
        <w:rPr>
          <w:rStyle w:val="Literal"/>
        </w:rPr>
        <w:t>parent</w:t>
      </w:r>
      <w:r w:rsidRPr="009A664F">
        <w:t xml:space="preserve"> should be. We know it can’t contain an </w:t>
      </w:r>
      <w:r w:rsidRPr="009A664F">
        <w:rPr>
          <w:rStyle w:val="Literal"/>
        </w:rPr>
        <w:t>Rc&lt;T&gt;</w:t>
      </w:r>
      <w:del w:id="722" w:author="Audrey Doyle" w:date="2022-08-04T15:26:00Z">
        <w:r w:rsidRPr="009A664F" w:rsidDel="00D83B22">
          <w:delText>,</w:delText>
        </w:r>
      </w:del>
      <w:r w:rsidRPr="009A664F">
        <w:t xml:space="preserve"> because that would</w:t>
      </w:r>
      <w:r w:rsidR="00E22CA3" w:rsidRPr="009A664F">
        <w:t xml:space="preserve"> </w:t>
      </w:r>
      <w:r w:rsidRPr="009A664F">
        <w:t xml:space="preserve">create a reference cycle with </w:t>
      </w:r>
      <w:r w:rsidRPr="009A664F">
        <w:rPr>
          <w:rStyle w:val="Literal"/>
        </w:rPr>
        <w:t>leaf.parent</w:t>
      </w:r>
      <w:r w:rsidRPr="009A664F">
        <w:t xml:space="preserve"> pointing to </w:t>
      </w:r>
      <w:r w:rsidRPr="009A664F">
        <w:rPr>
          <w:rStyle w:val="Literal"/>
        </w:rPr>
        <w:t>branch</w:t>
      </w:r>
      <w:r w:rsidRPr="009A664F">
        <w:t xml:space="preserve"> and</w:t>
      </w:r>
      <w:r w:rsidR="00E22CA3" w:rsidRPr="009A664F">
        <w:t xml:space="preserve"> </w:t>
      </w:r>
      <w:r w:rsidRPr="009A664F">
        <w:rPr>
          <w:rStyle w:val="Literal"/>
        </w:rPr>
        <w:t>branch.children</w:t>
      </w:r>
      <w:r w:rsidRPr="009A664F">
        <w:t xml:space="preserve"> pointing to </w:t>
      </w:r>
      <w:r w:rsidRPr="009A664F">
        <w:rPr>
          <w:rStyle w:val="Literal"/>
        </w:rPr>
        <w:t>leaf</w:t>
      </w:r>
      <w:r w:rsidRPr="009A664F">
        <w:t xml:space="preserve">, which would cause their </w:t>
      </w:r>
      <w:r w:rsidRPr="009A664F">
        <w:rPr>
          <w:rStyle w:val="Literal"/>
        </w:rPr>
        <w:t>strong_count</w:t>
      </w:r>
      <w:r w:rsidR="00E22CA3">
        <w:rPr>
          <w:lang w:eastAsia="en-GB"/>
        </w:rPr>
        <w:t xml:space="preserve"> </w:t>
      </w:r>
      <w:r w:rsidRPr="009B49FF">
        <w:rPr>
          <w:lang w:eastAsia="en-GB"/>
        </w:rPr>
        <w:t>values to never be 0.</w:t>
      </w:r>
    </w:p>
    <w:p w14:paraId="1DB35E31" w14:textId="510FEDB3" w:rsidR="009B49FF" w:rsidRPr="009B49FF" w:rsidRDefault="009B49FF" w:rsidP="009A664F">
      <w:pPr>
        <w:pStyle w:val="Body"/>
        <w:rPr>
          <w:lang w:eastAsia="en-GB"/>
        </w:rPr>
      </w:pPr>
      <w:r w:rsidRPr="009B49FF">
        <w:rPr>
          <w:lang w:eastAsia="en-GB"/>
        </w:rPr>
        <w:t>Thinking about the relationships another way, a parent node should own its</w:t>
      </w:r>
      <w:r w:rsidR="00E22CA3">
        <w:rPr>
          <w:lang w:eastAsia="en-GB"/>
        </w:rPr>
        <w:t xml:space="preserve"> </w:t>
      </w:r>
      <w:r w:rsidRPr="009B49FF">
        <w:rPr>
          <w:lang w:eastAsia="en-GB"/>
        </w:rPr>
        <w:t>children: if a parent node is dropped, its child nodes should be dropped as</w:t>
      </w:r>
      <w:r w:rsidR="00E22CA3">
        <w:rPr>
          <w:lang w:eastAsia="en-GB"/>
        </w:rPr>
        <w:t xml:space="preserve"> </w:t>
      </w:r>
      <w:r w:rsidRPr="009B49FF">
        <w:rPr>
          <w:lang w:eastAsia="en-GB"/>
        </w:rPr>
        <w:t>well. However, a child should not own its parent: if we drop a child node, the</w:t>
      </w:r>
      <w:r w:rsidR="00E22CA3">
        <w:rPr>
          <w:lang w:eastAsia="en-GB"/>
        </w:rPr>
        <w:t xml:space="preserve"> </w:t>
      </w:r>
      <w:r w:rsidRPr="009B49FF">
        <w:rPr>
          <w:lang w:eastAsia="en-GB"/>
        </w:rPr>
        <w:t>parent should still exist. This is a case for weak references!</w:t>
      </w:r>
    </w:p>
    <w:p w14:paraId="05313D7E" w14:textId="20312758" w:rsidR="009B49FF" w:rsidRPr="009B49FF" w:rsidRDefault="009B49FF" w:rsidP="009A664F">
      <w:pPr>
        <w:pStyle w:val="Body"/>
        <w:rPr>
          <w:lang w:eastAsia="en-GB"/>
        </w:rPr>
      </w:pPr>
      <w:r w:rsidRPr="009A664F">
        <w:t>So</w:t>
      </w:r>
      <w:ins w:id="723" w:author="Audrey Doyle" w:date="2022-08-04T15:26:00Z">
        <w:r w:rsidR="00D83B22">
          <w:t>,</w:t>
        </w:r>
      </w:ins>
      <w:r w:rsidRPr="009A664F">
        <w:t xml:space="preserve"> instead of </w:t>
      </w:r>
      <w:r w:rsidRPr="009A664F">
        <w:rPr>
          <w:rStyle w:val="Literal"/>
        </w:rPr>
        <w:t>Rc&lt;T&gt;</w:t>
      </w:r>
      <w:r w:rsidRPr="009A664F">
        <w:t xml:space="preserve">, we’ll make the type of </w:t>
      </w:r>
      <w:r w:rsidRPr="009A664F">
        <w:rPr>
          <w:rStyle w:val="Literal"/>
        </w:rPr>
        <w:t>parent</w:t>
      </w:r>
      <w:r w:rsidRPr="009A664F">
        <w:t xml:space="preserve"> use </w:t>
      </w:r>
      <w:r w:rsidRPr="009A664F">
        <w:rPr>
          <w:rStyle w:val="Literal"/>
        </w:rPr>
        <w:t>Weak&lt;T&gt;</w:t>
      </w:r>
      <w:r w:rsidRPr="009A664F">
        <w:t>,</w:t>
      </w:r>
      <w:r w:rsidR="00E22CA3" w:rsidRPr="009A664F">
        <w:t xml:space="preserve"> </w:t>
      </w:r>
      <w:r w:rsidRPr="009A664F">
        <w:t xml:space="preserve">specifically a </w:t>
      </w:r>
      <w:r w:rsidRPr="009A664F">
        <w:rPr>
          <w:rStyle w:val="Literal"/>
        </w:rPr>
        <w:t>RefCell&lt;Weak&lt;Node&gt;&gt;</w:t>
      </w:r>
      <w:r w:rsidRPr="009A664F">
        <w:t xml:space="preserve">. Now our </w:t>
      </w:r>
      <w:r w:rsidRPr="009A664F">
        <w:rPr>
          <w:rStyle w:val="Literal"/>
        </w:rPr>
        <w:t>Node</w:t>
      </w:r>
      <w:r w:rsidRPr="009B49FF">
        <w:rPr>
          <w:lang w:eastAsia="en-GB"/>
        </w:rPr>
        <w:t xml:space="preserve"> struct definition looks</w:t>
      </w:r>
      <w:r w:rsidR="00E22CA3">
        <w:rPr>
          <w:lang w:eastAsia="en-GB"/>
        </w:rPr>
        <w:t xml:space="preserve"> </w:t>
      </w:r>
      <w:r w:rsidRPr="009B49FF">
        <w:rPr>
          <w:lang w:eastAsia="en-GB"/>
        </w:rPr>
        <w:t>like this:</w:t>
      </w:r>
    </w:p>
    <w:p w14:paraId="4D10CD62" w14:textId="31731FE7" w:rsidR="009B49FF" w:rsidRPr="009B49FF" w:rsidRDefault="009B49FF" w:rsidP="009A664F">
      <w:pPr>
        <w:pStyle w:val="CodeLabel"/>
        <w:rPr>
          <w:lang w:eastAsia="en-GB"/>
        </w:rPr>
      </w:pPr>
      <w:r w:rsidRPr="009B49FF">
        <w:rPr>
          <w:lang w:eastAsia="en-GB"/>
        </w:rPr>
        <w:t>src/main.rs</w:t>
      </w:r>
    </w:p>
    <w:p w14:paraId="18A414CD" w14:textId="77777777" w:rsidR="009B49FF" w:rsidRPr="008E3314" w:rsidRDefault="009B49FF" w:rsidP="009A664F">
      <w:pPr>
        <w:pStyle w:val="Code"/>
        <w:rPr>
          <w:rStyle w:val="LiteralGray"/>
          <w:rPrChange w:id="724" w:author="Carol Nichols" w:date="2022-08-25T17:37:00Z">
            <w:rPr/>
          </w:rPrChange>
        </w:rPr>
      </w:pPr>
      <w:r w:rsidRPr="008E3314">
        <w:rPr>
          <w:rStyle w:val="LiteralGray"/>
          <w:rPrChange w:id="725" w:author="Carol Nichols" w:date="2022-08-25T17:37:00Z">
            <w:rPr/>
          </w:rPrChange>
        </w:rPr>
        <w:t>use std::cell::RefCell;</w:t>
      </w:r>
    </w:p>
    <w:p w14:paraId="69BEBB09" w14:textId="77777777" w:rsidR="009B49FF" w:rsidRPr="009A664F" w:rsidRDefault="009B49FF" w:rsidP="009A664F">
      <w:pPr>
        <w:pStyle w:val="Code"/>
      </w:pPr>
      <w:r w:rsidRPr="009A664F">
        <w:t>use std::rc::{Rc, Weak};</w:t>
      </w:r>
    </w:p>
    <w:p w14:paraId="551A3BCF" w14:textId="77777777" w:rsidR="009B49FF" w:rsidRPr="009A664F" w:rsidRDefault="009B49FF" w:rsidP="009A664F">
      <w:pPr>
        <w:pStyle w:val="Code"/>
      </w:pPr>
    </w:p>
    <w:p w14:paraId="6A75517C" w14:textId="77777777" w:rsidR="009B49FF" w:rsidRPr="008E3314" w:rsidRDefault="009B49FF" w:rsidP="009A664F">
      <w:pPr>
        <w:pStyle w:val="Code"/>
        <w:rPr>
          <w:rStyle w:val="LiteralGray"/>
          <w:rPrChange w:id="726" w:author="Carol Nichols" w:date="2022-08-25T17:37:00Z">
            <w:rPr/>
          </w:rPrChange>
        </w:rPr>
      </w:pPr>
      <w:r w:rsidRPr="008E3314">
        <w:rPr>
          <w:rStyle w:val="LiteralGray"/>
          <w:rPrChange w:id="727" w:author="Carol Nichols" w:date="2022-08-25T17:37:00Z">
            <w:rPr/>
          </w:rPrChange>
        </w:rPr>
        <w:t>#[derive(Debug)]</w:t>
      </w:r>
    </w:p>
    <w:p w14:paraId="31C3E15B" w14:textId="77777777" w:rsidR="009B49FF" w:rsidRPr="008E3314" w:rsidRDefault="009B49FF" w:rsidP="009A664F">
      <w:pPr>
        <w:pStyle w:val="Code"/>
        <w:rPr>
          <w:rStyle w:val="LiteralGray"/>
          <w:rPrChange w:id="728" w:author="Carol Nichols" w:date="2022-08-25T17:37:00Z">
            <w:rPr/>
          </w:rPrChange>
        </w:rPr>
      </w:pPr>
      <w:r w:rsidRPr="008E3314">
        <w:rPr>
          <w:rStyle w:val="LiteralGray"/>
          <w:rPrChange w:id="729" w:author="Carol Nichols" w:date="2022-08-25T17:37:00Z">
            <w:rPr/>
          </w:rPrChange>
        </w:rPr>
        <w:t>struct Node {</w:t>
      </w:r>
    </w:p>
    <w:p w14:paraId="42A93BB2" w14:textId="77777777" w:rsidR="009B49FF" w:rsidRPr="008E3314" w:rsidRDefault="009B49FF" w:rsidP="009A664F">
      <w:pPr>
        <w:pStyle w:val="Code"/>
        <w:rPr>
          <w:rStyle w:val="LiteralGray"/>
          <w:rPrChange w:id="730" w:author="Carol Nichols" w:date="2022-08-25T17:37:00Z">
            <w:rPr/>
          </w:rPrChange>
        </w:rPr>
      </w:pPr>
      <w:r w:rsidRPr="008E3314">
        <w:rPr>
          <w:rStyle w:val="LiteralGray"/>
          <w:rPrChange w:id="731" w:author="Carol Nichols" w:date="2022-08-25T17:37:00Z">
            <w:rPr/>
          </w:rPrChange>
        </w:rPr>
        <w:t xml:space="preserve">    value: i32,</w:t>
      </w:r>
    </w:p>
    <w:p w14:paraId="7163FB1F" w14:textId="77777777" w:rsidR="009B49FF" w:rsidRPr="009A664F" w:rsidRDefault="009B49FF" w:rsidP="009A664F">
      <w:pPr>
        <w:pStyle w:val="Code"/>
      </w:pPr>
      <w:r w:rsidRPr="009A664F">
        <w:t xml:space="preserve">    parent: RefCell&lt;Weak&lt;Node&gt;&gt;,</w:t>
      </w:r>
    </w:p>
    <w:p w14:paraId="23A5BDD6" w14:textId="77777777" w:rsidR="009B49FF" w:rsidRPr="008E3314" w:rsidRDefault="009B49FF" w:rsidP="009A664F">
      <w:pPr>
        <w:pStyle w:val="Code"/>
        <w:rPr>
          <w:rStyle w:val="LiteralGray"/>
          <w:rPrChange w:id="732" w:author="Carol Nichols" w:date="2022-08-25T17:37:00Z">
            <w:rPr/>
          </w:rPrChange>
        </w:rPr>
      </w:pPr>
      <w:r w:rsidRPr="008E3314">
        <w:rPr>
          <w:rStyle w:val="LiteralGray"/>
          <w:rPrChange w:id="733" w:author="Carol Nichols" w:date="2022-08-25T17:37:00Z">
            <w:rPr/>
          </w:rPrChange>
        </w:rPr>
        <w:t xml:space="preserve">    children: RefCell&lt;Vec&lt;Rc&lt;Node&gt;&gt;&gt;,</w:t>
      </w:r>
    </w:p>
    <w:p w14:paraId="28709209" w14:textId="77777777" w:rsidR="009B49FF" w:rsidRPr="008E3314" w:rsidRDefault="009B49FF" w:rsidP="009A664F">
      <w:pPr>
        <w:pStyle w:val="Code"/>
        <w:rPr>
          <w:rStyle w:val="LiteralGray"/>
          <w:rPrChange w:id="734" w:author="Carol Nichols" w:date="2022-08-25T17:37:00Z">
            <w:rPr/>
          </w:rPrChange>
        </w:rPr>
      </w:pPr>
      <w:r w:rsidRPr="008E3314">
        <w:rPr>
          <w:rStyle w:val="LiteralGray"/>
          <w:rPrChange w:id="735" w:author="Carol Nichols" w:date="2022-08-25T17:37:00Z">
            <w:rPr/>
          </w:rPrChange>
        </w:rPr>
        <w:t>}</w:t>
      </w:r>
    </w:p>
    <w:p w14:paraId="019F2E34" w14:textId="085CAAE5" w:rsidR="009B49FF" w:rsidRPr="009B49FF" w:rsidRDefault="009B49FF" w:rsidP="009A664F">
      <w:pPr>
        <w:pStyle w:val="Body"/>
        <w:rPr>
          <w:lang w:eastAsia="en-GB"/>
        </w:rPr>
      </w:pPr>
      <w:r w:rsidRPr="009A664F">
        <w:t>A node will be able to refer to its parent node but doesn’t own its parent.</w:t>
      </w:r>
      <w:r w:rsidR="00E22CA3" w:rsidRPr="009A664F">
        <w:t xml:space="preserve"> </w:t>
      </w:r>
      <w:r w:rsidRPr="009A664F">
        <w:t xml:space="preserve">In Listing 15-28, we update </w:t>
      </w:r>
      <w:r w:rsidRPr="009A664F">
        <w:rPr>
          <w:rStyle w:val="Literal"/>
        </w:rPr>
        <w:t>main</w:t>
      </w:r>
      <w:r w:rsidRPr="009A664F">
        <w:t xml:space="preserve"> to use this new definition so the </w:t>
      </w:r>
      <w:r w:rsidRPr="009A664F">
        <w:rPr>
          <w:rStyle w:val="Literal"/>
        </w:rPr>
        <w:t>leaf</w:t>
      </w:r>
      <w:r w:rsidR="00E22CA3" w:rsidRPr="009A664F">
        <w:t xml:space="preserve"> </w:t>
      </w:r>
      <w:r w:rsidRPr="009A664F">
        <w:t>node will have a way to refer to its parent</w:t>
      </w:r>
      <w:ins w:id="736" w:author="Audrey Doyle" w:date="2022-08-04T16:19:00Z">
        <w:r w:rsidR="003057EB">
          <w:t>,</w:t>
        </w:r>
      </w:ins>
      <w:del w:id="737" w:author="Audrey Doyle" w:date="2022-08-04T15:27:00Z">
        <w:r w:rsidRPr="009A664F" w:rsidDel="00D83B22">
          <w:delText>,</w:delText>
        </w:r>
      </w:del>
      <w:r w:rsidRPr="009A664F">
        <w:t xml:space="preserve"> </w:t>
      </w:r>
      <w:r w:rsidRPr="009A664F">
        <w:rPr>
          <w:rStyle w:val="Literal"/>
        </w:rPr>
        <w:t>branch</w:t>
      </w:r>
      <w:ins w:id="738" w:author="Audrey Doyle" w:date="2022-08-04T15:27:00Z">
        <w:r w:rsidR="00D83B22">
          <w:rPr>
            <w:lang w:eastAsia="en-GB"/>
          </w:rPr>
          <w:t>.</w:t>
        </w:r>
      </w:ins>
      <w:del w:id="739" w:author="Audrey Doyle" w:date="2022-08-04T15:27:00Z">
        <w:r w:rsidRPr="009B49FF" w:rsidDel="00D83B22">
          <w:rPr>
            <w:lang w:eastAsia="en-GB"/>
          </w:rPr>
          <w:delText>:</w:delText>
        </w:r>
      </w:del>
    </w:p>
    <w:p w14:paraId="52BC2694" w14:textId="1127D952" w:rsidR="009B49FF" w:rsidRPr="009B49FF" w:rsidRDefault="00B46F4D" w:rsidP="009A664F">
      <w:pPr>
        <w:pStyle w:val="CodeLabel"/>
        <w:rPr>
          <w:lang w:eastAsia="en-GB"/>
        </w:rPr>
      </w:pPr>
      <w:r>
        <w:rPr>
          <w:lang w:eastAsia="en-GB"/>
        </w:rPr>
        <w:t xml:space="preserve"> </w:t>
      </w:r>
      <w:r w:rsidR="009B49FF" w:rsidRPr="009B49FF">
        <w:rPr>
          <w:lang w:eastAsia="en-GB"/>
        </w:rPr>
        <w:t>src/main.rs</w:t>
      </w:r>
    </w:p>
    <w:p w14:paraId="1720E39F" w14:textId="77777777" w:rsidR="009B49FF" w:rsidRPr="00942449" w:rsidRDefault="009B49FF" w:rsidP="001C4304">
      <w:pPr>
        <w:pStyle w:val="Code"/>
        <w:rPr>
          <w:rStyle w:val="LiteralGray"/>
          <w:rPrChange w:id="740" w:author="Carol Nichols" w:date="2022-08-25T17:37:00Z">
            <w:rPr/>
          </w:rPrChange>
        </w:rPr>
      </w:pPr>
      <w:r w:rsidRPr="00942449">
        <w:rPr>
          <w:rStyle w:val="LiteralGray"/>
          <w:rPrChange w:id="741" w:author="Carol Nichols" w:date="2022-08-25T17:37:00Z">
            <w:rPr/>
          </w:rPrChange>
        </w:rPr>
        <w:t>fn main() {</w:t>
      </w:r>
    </w:p>
    <w:p w14:paraId="63C90042" w14:textId="77777777" w:rsidR="009B49FF" w:rsidRPr="00942449" w:rsidRDefault="009B49FF" w:rsidP="001C4304">
      <w:pPr>
        <w:pStyle w:val="Code"/>
        <w:rPr>
          <w:rStyle w:val="LiteralGray"/>
          <w:rPrChange w:id="742" w:author="Carol Nichols" w:date="2022-08-25T17:37:00Z">
            <w:rPr/>
          </w:rPrChange>
        </w:rPr>
      </w:pPr>
      <w:r w:rsidRPr="00942449">
        <w:rPr>
          <w:rStyle w:val="LiteralGray"/>
          <w:rPrChange w:id="743" w:author="Carol Nichols" w:date="2022-08-25T17:37:00Z">
            <w:rPr/>
          </w:rPrChange>
        </w:rPr>
        <w:t xml:space="preserve">    let leaf = Rc::new(Node {</w:t>
      </w:r>
    </w:p>
    <w:p w14:paraId="311BD857" w14:textId="77777777" w:rsidR="009B49FF" w:rsidRPr="00942449" w:rsidRDefault="009B49FF" w:rsidP="001C4304">
      <w:pPr>
        <w:pStyle w:val="Code"/>
        <w:rPr>
          <w:rStyle w:val="LiteralGray"/>
          <w:rPrChange w:id="744" w:author="Carol Nichols" w:date="2022-08-25T17:37:00Z">
            <w:rPr/>
          </w:rPrChange>
        </w:rPr>
      </w:pPr>
      <w:r w:rsidRPr="00942449">
        <w:rPr>
          <w:rStyle w:val="LiteralGray"/>
          <w:rPrChange w:id="745" w:author="Carol Nichols" w:date="2022-08-25T17:37:00Z">
            <w:rPr/>
          </w:rPrChange>
        </w:rPr>
        <w:t xml:space="preserve">        value: 3,</w:t>
      </w:r>
    </w:p>
    <w:p w14:paraId="14475ED2" w14:textId="2097242D" w:rsidR="009B49FF" w:rsidRPr="009A664F" w:rsidRDefault="009B49FF" w:rsidP="001C4304">
      <w:pPr>
        <w:pStyle w:val="Code"/>
      </w:pPr>
      <w:r w:rsidRPr="009A664F">
        <w:t xml:space="preserve">      </w:t>
      </w:r>
      <w:r w:rsidR="00535998" w:rsidRPr="00535998">
        <w:rPr>
          <w:rStyle w:val="CodeAnnotation"/>
        </w:rPr>
        <w:t>1</w:t>
      </w:r>
      <w:r w:rsidRPr="009A664F">
        <w:t xml:space="preserve"> parent: RefCell::new(Weak::new()),</w:t>
      </w:r>
    </w:p>
    <w:p w14:paraId="110D5045" w14:textId="77777777" w:rsidR="009B49FF" w:rsidRPr="00942449" w:rsidRDefault="009B49FF" w:rsidP="001C4304">
      <w:pPr>
        <w:pStyle w:val="Code"/>
        <w:rPr>
          <w:rStyle w:val="LiteralGray"/>
          <w:rPrChange w:id="746" w:author="Carol Nichols" w:date="2022-08-25T17:37:00Z">
            <w:rPr/>
          </w:rPrChange>
        </w:rPr>
      </w:pPr>
      <w:r w:rsidRPr="00942449">
        <w:rPr>
          <w:rStyle w:val="LiteralGray"/>
          <w:rPrChange w:id="747" w:author="Carol Nichols" w:date="2022-08-25T17:37:00Z">
            <w:rPr/>
          </w:rPrChange>
        </w:rPr>
        <w:t xml:space="preserve">        children: RefCell::new(vec![]),</w:t>
      </w:r>
    </w:p>
    <w:p w14:paraId="46CD2076" w14:textId="77777777" w:rsidR="009B49FF" w:rsidRPr="00942449" w:rsidRDefault="009B49FF" w:rsidP="001C4304">
      <w:pPr>
        <w:pStyle w:val="Code"/>
        <w:rPr>
          <w:rStyle w:val="LiteralGray"/>
          <w:rPrChange w:id="748" w:author="Carol Nichols" w:date="2022-08-25T17:37:00Z">
            <w:rPr/>
          </w:rPrChange>
        </w:rPr>
      </w:pPr>
      <w:r w:rsidRPr="00942449">
        <w:rPr>
          <w:rStyle w:val="LiteralGray"/>
          <w:rPrChange w:id="749" w:author="Carol Nichols" w:date="2022-08-25T17:37:00Z">
            <w:rPr/>
          </w:rPrChange>
        </w:rPr>
        <w:t xml:space="preserve">    });</w:t>
      </w:r>
    </w:p>
    <w:p w14:paraId="46632DF3" w14:textId="77777777" w:rsidR="009B49FF" w:rsidRPr="009A664F" w:rsidRDefault="009B49FF" w:rsidP="001C4304">
      <w:pPr>
        <w:pStyle w:val="Code"/>
      </w:pPr>
    </w:p>
    <w:p w14:paraId="58431DC1" w14:textId="77777777" w:rsidR="00942449" w:rsidRDefault="009B49FF" w:rsidP="001C4304">
      <w:pPr>
        <w:pStyle w:val="Code"/>
        <w:rPr>
          <w:ins w:id="750" w:author="Carol Nichols" w:date="2022-08-25T17:37:00Z"/>
        </w:rPr>
      </w:pPr>
      <w:r w:rsidRPr="009A664F">
        <w:t xml:space="preserve">  </w:t>
      </w:r>
      <w:r w:rsidR="00535998" w:rsidRPr="00535998">
        <w:rPr>
          <w:rStyle w:val="CodeAnnotation"/>
        </w:rPr>
        <w:t>2</w:t>
      </w:r>
      <w:r w:rsidRPr="009A664F">
        <w:t xml:space="preserve"> println!(</w:t>
      </w:r>
    </w:p>
    <w:p w14:paraId="128262C2" w14:textId="77777777" w:rsidR="00942449" w:rsidRDefault="00942449" w:rsidP="001C4304">
      <w:pPr>
        <w:pStyle w:val="Code"/>
        <w:rPr>
          <w:ins w:id="751" w:author="Carol Nichols" w:date="2022-08-25T17:38:00Z"/>
        </w:rPr>
      </w:pPr>
      <w:ins w:id="752" w:author="Carol Nichols" w:date="2022-08-25T17:37:00Z">
        <w:r>
          <w:t xml:space="preserve"> </w:t>
        </w:r>
      </w:ins>
      <w:ins w:id="753" w:author="Carol Nichols" w:date="2022-08-25T17:38:00Z">
        <w:r>
          <w:t xml:space="preserve">       </w:t>
        </w:r>
      </w:ins>
      <w:r w:rsidR="009B49FF" w:rsidRPr="009A664F">
        <w:t>"leaf parent = {:?}",</w:t>
      </w:r>
    </w:p>
    <w:p w14:paraId="492E6BD7" w14:textId="77777777" w:rsidR="00942449" w:rsidRDefault="00942449" w:rsidP="001C4304">
      <w:pPr>
        <w:pStyle w:val="Code"/>
        <w:rPr>
          <w:ins w:id="754" w:author="Carol Nichols" w:date="2022-08-25T17:38:00Z"/>
        </w:rPr>
      </w:pPr>
      <w:ins w:id="755" w:author="Carol Nichols" w:date="2022-08-25T17:38:00Z">
        <w:r>
          <w:t xml:space="preserve">       </w:t>
        </w:r>
      </w:ins>
      <w:r w:rsidR="009B49FF" w:rsidRPr="009A664F">
        <w:t xml:space="preserve"> leaf.parent.borrow().upgrade()</w:t>
      </w:r>
    </w:p>
    <w:p w14:paraId="65E6B05F" w14:textId="7D13650A" w:rsidR="009B49FF" w:rsidRPr="009A664F" w:rsidRDefault="00942449" w:rsidP="001C4304">
      <w:pPr>
        <w:pStyle w:val="Code"/>
      </w:pPr>
      <w:ins w:id="756" w:author="Carol Nichols" w:date="2022-08-25T17:38:00Z">
        <w:r>
          <w:t xml:space="preserve">    </w:t>
        </w:r>
      </w:ins>
      <w:r w:rsidR="009B49FF" w:rsidRPr="009A664F">
        <w:t>);</w:t>
      </w:r>
    </w:p>
    <w:p w14:paraId="5E091855" w14:textId="77777777" w:rsidR="009B49FF" w:rsidRPr="009A664F" w:rsidRDefault="009B49FF" w:rsidP="001C4304">
      <w:pPr>
        <w:pStyle w:val="Code"/>
      </w:pPr>
    </w:p>
    <w:p w14:paraId="1DF75D55" w14:textId="77777777" w:rsidR="009B49FF" w:rsidRPr="005F14C9" w:rsidRDefault="009B49FF" w:rsidP="001C4304">
      <w:pPr>
        <w:pStyle w:val="Code"/>
        <w:rPr>
          <w:rStyle w:val="LiteralGray"/>
          <w:rPrChange w:id="757" w:author="Carol Nichols" w:date="2022-08-25T17:38:00Z">
            <w:rPr/>
          </w:rPrChange>
        </w:rPr>
      </w:pPr>
      <w:r w:rsidRPr="005F14C9">
        <w:rPr>
          <w:rStyle w:val="LiteralGray"/>
          <w:rPrChange w:id="758" w:author="Carol Nichols" w:date="2022-08-25T17:38:00Z">
            <w:rPr/>
          </w:rPrChange>
        </w:rPr>
        <w:t xml:space="preserve">    let branch = Rc::new(Node {</w:t>
      </w:r>
    </w:p>
    <w:p w14:paraId="35C4414C" w14:textId="77777777" w:rsidR="009B49FF" w:rsidRPr="005F14C9" w:rsidRDefault="009B49FF" w:rsidP="001C4304">
      <w:pPr>
        <w:pStyle w:val="Code"/>
        <w:rPr>
          <w:rStyle w:val="LiteralGray"/>
          <w:rPrChange w:id="759" w:author="Carol Nichols" w:date="2022-08-25T17:38:00Z">
            <w:rPr/>
          </w:rPrChange>
        </w:rPr>
      </w:pPr>
      <w:r w:rsidRPr="005F14C9">
        <w:rPr>
          <w:rStyle w:val="LiteralGray"/>
          <w:rPrChange w:id="760" w:author="Carol Nichols" w:date="2022-08-25T17:38:00Z">
            <w:rPr/>
          </w:rPrChange>
        </w:rPr>
        <w:t xml:space="preserve">        value: 5,</w:t>
      </w:r>
    </w:p>
    <w:p w14:paraId="4509DC06" w14:textId="54419203" w:rsidR="009B49FF" w:rsidRPr="009A664F" w:rsidRDefault="009B49FF" w:rsidP="001C4304">
      <w:pPr>
        <w:pStyle w:val="Code"/>
      </w:pPr>
      <w:r w:rsidRPr="009A664F">
        <w:t xml:space="preserve">      </w:t>
      </w:r>
      <w:r w:rsidR="00535998" w:rsidRPr="00535998">
        <w:rPr>
          <w:rStyle w:val="CodeAnnotation"/>
        </w:rPr>
        <w:t>3</w:t>
      </w:r>
      <w:r w:rsidRPr="009A664F">
        <w:t xml:space="preserve"> parent: RefCell::new(Weak::new()),</w:t>
      </w:r>
    </w:p>
    <w:p w14:paraId="264A9CBC" w14:textId="77777777" w:rsidR="009B49FF" w:rsidRPr="005F14C9" w:rsidRDefault="009B49FF" w:rsidP="001C4304">
      <w:pPr>
        <w:pStyle w:val="Code"/>
        <w:rPr>
          <w:rStyle w:val="LiteralGray"/>
          <w:rPrChange w:id="761" w:author="Carol Nichols" w:date="2022-08-25T17:38:00Z">
            <w:rPr/>
          </w:rPrChange>
        </w:rPr>
      </w:pPr>
      <w:r w:rsidRPr="005F14C9">
        <w:rPr>
          <w:rStyle w:val="LiteralGray"/>
          <w:rPrChange w:id="762" w:author="Carol Nichols" w:date="2022-08-25T17:38:00Z">
            <w:rPr/>
          </w:rPrChange>
        </w:rPr>
        <w:t xml:space="preserve">        children: RefCell::new(vec![Rc::clone(&amp;leaf)]),</w:t>
      </w:r>
    </w:p>
    <w:p w14:paraId="176BA7E0" w14:textId="77777777" w:rsidR="009B49FF" w:rsidRPr="005F14C9" w:rsidRDefault="009B49FF" w:rsidP="001C4304">
      <w:pPr>
        <w:pStyle w:val="Code"/>
        <w:rPr>
          <w:rStyle w:val="LiteralGray"/>
          <w:rPrChange w:id="763" w:author="Carol Nichols" w:date="2022-08-25T17:38:00Z">
            <w:rPr/>
          </w:rPrChange>
        </w:rPr>
      </w:pPr>
      <w:r w:rsidRPr="005F14C9">
        <w:rPr>
          <w:rStyle w:val="LiteralGray"/>
          <w:rPrChange w:id="764" w:author="Carol Nichols" w:date="2022-08-25T17:38:00Z">
            <w:rPr/>
          </w:rPrChange>
        </w:rPr>
        <w:t xml:space="preserve">    });</w:t>
      </w:r>
    </w:p>
    <w:p w14:paraId="1813EC1B" w14:textId="77777777" w:rsidR="009B49FF" w:rsidRPr="009A664F" w:rsidRDefault="009B49FF" w:rsidP="001C4304">
      <w:pPr>
        <w:pStyle w:val="Code"/>
      </w:pPr>
    </w:p>
    <w:p w14:paraId="4F559655" w14:textId="66FFF537" w:rsidR="009B49FF" w:rsidRPr="009A664F" w:rsidRDefault="009B49FF" w:rsidP="001C4304">
      <w:pPr>
        <w:pStyle w:val="Code"/>
      </w:pPr>
      <w:r w:rsidRPr="009A664F">
        <w:t xml:space="preserve">  </w:t>
      </w:r>
      <w:r w:rsidR="00535998" w:rsidRPr="00535998">
        <w:rPr>
          <w:rStyle w:val="CodeAnnotation"/>
        </w:rPr>
        <w:t>4</w:t>
      </w:r>
      <w:r w:rsidRPr="009A664F">
        <w:t xml:space="preserve"> *leaf.parent.borrow_mut() = Rc::downgrade(&amp;branch);</w:t>
      </w:r>
    </w:p>
    <w:p w14:paraId="21752282" w14:textId="77777777" w:rsidR="009B49FF" w:rsidRPr="009A664F" w:rsidRDefault="009B49FF" w:rsidP="001C4304">
      <w:pPr>
        <w:pStyle w:val="Code"/>
      </w:pPr>
    </w:p>
    <w:p w14:paraId="483FC316" w14:textId="77777777" w:rsidR="00942449" w:rsidRDefault="009B49FF" w:rsidP="001C4304">
      <w:pPr>
        <w:pStyle w:val="Code"/>
        <w:rPr>
          <w:ins w:id="765" w:author="Carol Nichols" w:date="2022-08-25T17:38:00Z"/>
        </w:rPr>
      </w:pPr>
      <w:r w:rsidRPr="009A664F">
        <w:t xml:space="preserve">  </w:t>
      </w:r>
      <w:r w:rsidR="00535998" w:rsidRPr="00535998">
        <w:rPr>
          <w:rStyle w:val="CodeAnnotation"/>
        </w:rPr>
        <w:t>5</w:t>
      </w:r>
      <w:r w:rsidRPr="009A664F">
        <w:t xml:space="preserve"> println!(</w:t>
      </w:r>
    </w:p>
    <w:p w14:paraId="029B7E27" w14:textId="77777777" w:rsidR="00942449" w:rsidRDefault="00942449" w:rsidP="001C4304">
      <w:pPr>
        <w:pStyle w:val="Code"/>
        <w:rPr>
          <w:ins w:id="766" w:author="Carol Nichols" w:date="2022-08-25T17:38:00Z"/>
        </w:rPr>
      </w:pPr>
      <w:ins w:id="767" w:author="Carol Nichols" w:date="2022-08-25T17:38:00Z">
        <w:r>
          <w:t xml:space="preserve">        </w:t>
        </w:r>
      </w:ins>
      <w:r w:rsidR="009B49FF" w:rsidRPr="009A664F">
        <w:t>"leaf parent = {:?}",</w:t>
      </w:r>
    </w:p>
    <w:p w14:paraId="115046BF" w14:textId="77777777" w:rsidR="00942449" w:rsidRDefault="00942449" w:rsidP="001C4304">
      <w:pPr>
        <w:pStyle w:val="Code"/>
        <w:rPr>
          <w:ins w:id="768" w:author="Carol Nichols" w:date="2022-08-25T17:38:00Z"/>
        </w:rPr>
      </w:pPr>
      <w:ins w:id="769" w:author="Carol Nichols" w:date="2022-08-25T17:38:00Z">
        <w:r>
          <w:t xml:space="preserve">       </w:t>
        </w:r>
      </w:ins>
      <w:r w:rsidR="009B49FF" w:rsidRPr="009A664F">
        <w:t xml:space="preserve"> leaf.parent.borrow().upgrade()</w:t>
      </w:r>
    </w:p>
    <w:p w14:paraId="25B990B9" w14:textId="7855C435" w:rsidR="009B49FF" w:rsidRPr="009A664F" w:rsidRDefault="00942449" w:rsidP="001C4304">
      <w:pPr>
        <w:pStyle w:val="Code"/>
      </w:pPr>
      <w:ins w:id="770" w:author="Carol Nichols" w:date="2022-08-25T17:38:00Z">
        <w:r>
          <w:t xml:space="preserve">    </w:t>
        </w:r>
      </w:ins>
      <w:r w:rsidR="009B49FF" w:rsidRPr="009A664F">
        <w:t>);</w:t>
      </w:r>
    </w:p>
    <w:p w14:paraId="5AF1C539" w14:textId="77777777" w:rsidR="009B49FF" w:rsidRPr="009A664F" w:rsidRDefault="009B49FF" w:rsidP="001C4304">
      <w:pPr>
        <w:pStyle w:val="Code"/>
      </w:pPr>
      <w:r w:rsidRPr="009A664F">
        <w:t>}</w:t>
      </w:r>
    </w:p>
    <w:p w14:paraId="08280882" w14:textId="6669AE1E" w:rsidR="009B49FF" w:rsidRPr="009B49FF" w:rsidRDefault="009B49FF" w:rsidP="0075708C">
      <w:pPr>
        <w:pStyle w:val="CodeListingCaption"/>
        <w:rPr>
          <w:lang w:eastAsia="en-GB"/>
        </w:rPr>
      </w:pPr>
      <w:r w:rsidRPr="009A664F">
        <w:t xml:space="preserve">A </w:t>
      </w:r>
      <w:r w:rsidRPr="009A664F">
        <w:rPr>
          <w:rStyle w:val="Literal"/>
        </w:rPr>
        <w:t>leaf</w:t>
      </w:r>
      <w:r w:rsidRPr="009A664F">
        <w:t xml:space="preserve"> node with a weak reference to its parent node</w:t>
      </w:r>
      <w:ins w:id="771" w:author="Audrey Doyle" w:date="2022-08-04T16:19:00Z">
        <w:r w:rsidR="003057EB">
          <w:t>,</w:t>
        </w:r>
      </w:ins>
      <w:r w:rsidRPr="009A664F">
        <w:t xml:space="preserve"> </w:t>
      </w:r>
      <w:r w:rsidRPr="009A664F">
        <w:rPr>
          <w:rStyle w:val="Literal"/>
        </w:rPr>
        <w:t>branch</w:t>
      </w:r>
    </w:p>
    <w:p w14:paraId="02DB0CD1" w14:textId="5F33202E" w:rsidR="009B49FF" w:rsidRPr="009B49FF" w:rsidRDefault="009B49FF" w:rsidP="009A664F">
      <w:pPr>
        <w:pStyle w:val="Body"/>
        <w:rPr>
          <w:lang w:eastAsia="en-GB"/>
        </w:rPr>
      </w:pPr>
      <w:r w:rsidRPr="009B49FF">
        <w:rPr>
          <w:lang w:eastAsia="en-GB"/>
        </w:rPr>
        <w:t xml:space="preserve">Creating the </w:t>
      </w:r>
      <w:r w:rsidRPr="009A664F">
        <w:rPr>
          <w:rStyle w:val="Literal"/>
        </w:rPr>
        <w:t>leaf</w:t>
      </w:r>
      <w:r w:rsidRPr="009A664F">
        <w:t xml:space="preserve"> node looks similar to Listing 15-27 with the exception of</w:t>
      </w:r>
      <w:r w:rsidR="00E22CA3" w:rsidRPr="009A664F">
        <w:t xml:space="preserve"> </w:t>
      </w:r>
      <w:r w:rsidRPr="009A664F">
        <w:t xml:space="preserve">the </w:t>
      </w:r>
      <w:r w:rsidRPr="009A664F">
        <w:rPr>
          <w:rStyle w:val="Literal"/>
        </w:rPr>
        <w:t>parent</w:t>
      </w:r>
      <w:r w:rsidRPr="009A664F">
        <w:t xml:space="preserve"> field: </w:t>
      </w:r>
      <w:r w:rsidRPr="009A664F">
        <w:rPr>
          <w:rStyle w:val="Literal"/>
        </w:rPr>
        <w:t>leaf</w:t>
      </w:r>
      <w:r w:rsidRPr="009A664F">
        <w:t xml:space="preserve"> starts out without a parent, so we create a new,</w:t>
      </w:r>
      <w:r w:rsidR="00E22CA3" w:rsidRPr="009A664F">
        <w:t xml:space="preserve"> </w:t>
      </w:r>
      <w:r w:rsidRPr="009A664F">
        <w:t xml:space="preserve">empty </w:t>
      </w:r>
      <w:r w:rsidRPr="009A664F">
        <w:rPr>
          <w:rStyle w:val="Literal"/>
        </w:rPr>
        <w:t>Weak&lt;Node&gt;</w:t>
      </w:r>
      <w:r w:rsidRPr="009B49FF">
        <w:rPr>
          <w:lang w:eastAsia="en-GB"/>
        </w:rPr>
        <w:t xml:space="preserve"> reference instance </w:t>
      </w:r>
      <w:r w:rsidR="00535998" w:rsidRPr="00535998">
        <w:rPr>
          <w:rStyle w:val="CodeAnnotation"/>
        </w:rPr>
        <w:t>1</w:t>
      </w:r>
      <w:r w:rsidRPr="009B49FF">
        <w:rPr>
          <w:lang w:eastAsia="en-GB"/>
        </w:rPr>
        <w:t>.</w:t>
      </w:r>
    </w:p>
    <w:p w14:paraId="28875A23" w14:textId="7977E3C2" w:rsidR="009B49FF" w:rsidRPr="009B49FF" w:rsidRDefault="009B49FF" w:rsidP="009A664F">
      <w:pPr>
        <w:pStyle w:val="Body"/>
        <w:rPr>
          <w:lang w:eastAsia="en-GB"/>
        </w:rPr>
      </w:pPr>
      <w:r w:rsidRPr="009B49FF">
        <w:rPr>
          <w:lang w:eastAsia="en-GB"/>
        </w:rPr>
        <w:t xml:space="preserve">At this point, when we try to get a reference to the parent of </w:t>
      </w:r>
      <w:r w:rsidRPr="009A664F">
        <w:rPr>
          <w:rStyle w:val="Literal"/>
        </w:rPr>
        <w:t>leaf</w:t>
      </w:r>
      <w:r w:rsidRPr="009A664F">
        <w:t xml:space="preserve"> by using</w:t>
      </w:r>
      <w:r w:rsidR="00E22CA3" w:rsidRPr="009A664F">
        <w:t xml:space="preserve"> </w:t>
      </w:r>
      <w:r w:rsidRPr="009A664F">
        <w:t xml:space="preserve">the </w:t>
      </w:r>
      <w:r w:rsidRPr="009A664F">
        <w:rPr>
          <w:rStyle w:val="Literal"/>
        </w:rPr>
        <w:t>upgrade</w:t>
      </w:r>
      <w:r w:rsidRPr="009A664F">
        <w:t xml:space="preserve"> method, we get a </w:t>
      </w:r>
      <w:r w:rsidRPr="009A664F">
        <w:rPr>
          <w:rStyle w:val="Literal"/>
        </w:rPr>
        <w:t>None</w:t>
      </w:r>
      <w:r w:rsidRPr="009A664F">
        <w:t xml:space="preserve"> value. We see this in the output from the</w:t>
      </w:r>
      <w:r w:rsidR="00E22CA3" w:rsidRPr="009A664F">
        <w:t xml:space="preserve"> </w:t>
      </w:r>
      <w:r w:rsidRPr="009A664F">
        <w:t xml:space="preserve">first </w:t>
      </w:r>
      <w:r w:rsidRPr="009A664F">
        <w:rPr>
          <w:rStyle w:val="Literal"/>
        </w:rPr>
        <w:t>println!</w:t>
      </w:r>
      <w:r w:rsidRPr="009B49FF">
        <w:rPr>
          <w:lang w:eastAsia="en-GB"/>
        </w:rPr>
        <w:t xml:space="preserve"> statement </w:t>
      </w:r>
      <w:r w:rsidR="00535998" w:rsidRPr="00535998">
        <w:rPr>
          <w:rStyle w:val="CodeAnnotation"/>
        </w:rPr>
        <w:t>2</w:t>
      </w:r>
      <w:r w:rsidRPr="009B49FF">
        <w:rPr>
          <w:lang w:eastAsia="en-GB"/>
        </w:rPr>
        <w:t>:</w:t>
      </w:r>
    </w:p>
    <w:p w14:paraId="6B99AAA2" w14:textId="77777777" w:rsidR="009B49FF" w:rsidRPr="009A664F" w:rsidRDefault="009B49FF" w:rsidP="009A664F">
      <w:pPr>
        <w:pStyle w:val="Code"/>
      </w:pPr>
      <w:r w:rsidRPr="009A664F">
        <w:t>leaf parent = None</w:t>
      </w:r>
    </w:p>
    <w:p w14:paraId="0134095C" w14:textId="35BF28F6" w:rsidR="009B49FF" w:rsidRPr="00D83B22" w:rsidRDefault="009B49FF" w:rsidP="009A664F">
      <w:pPr>
        <w:pStyle w:val="Body"/>
        <w:rPr>
          <w:rPrChange w:id="772" w:author="Audrey Doyle" w:date="2022-08-04T15:28:00Z">
            <w:rPr>
              <w:lang w:eastAsia="en-GB"/>
            </w:rPr>
          </w:rPrChange>
        </w:rPr>
      </w:pPr>
      <w:r w:rsidRPr="009A664F">
        <w:t xml:space="preserve">When we create the </w:t>
      </w:r>
      <w:r w:rsidRPr="009A664F">
        <w:rPr>
          <w:rStyle w:val="Literal"/>
        </w:rPr>
        <w:t>branch</w:t>
      </w:r>
      <w:r w:rsidRPr="009A664F">
        <w:t xml:space="preserve"> node, it will also have a new </w:t>
      </w:r>
      <w:r w:rsidRPr="009A664F">
        <w:rPr>
          <w:rStyle w:val="Literal"/>
        </w:rPr>
        <w:t>Weak&lt;Node&gt;</w:t>
      </w:r>
      <w:r w:rsidR="00E22CA3" w:rsidRPr="009A664F">
        <w:t xml:space="preserve"> </w:t>
      </w:r>
      <w:r w:rsidRPr="009A664F">
        <w:t xml:space="preserve">reference in the </w:t>
      </w:r>
      <w:r w:rsidRPr="009A664F">
        <w:rPr>
          <w:rStyle w:val="Literal"/>
        </w:rPr>
        <w:t>parent</w:t>
      </w:r>
      <w:r w:rsidRPr="009A664F">
        <w:t xml:space="preserve"> field </w:t>
      </w:r>
      <w:r w:rsidR="00535998" w:rsidRPr="00535998">
        <w:rPr>
          <w:rStyle w:val="CodeAnnotation"/>
        </w:rPr>
        <w:t>3</w:t>
      </w:r>
      <w:del w:id="773" w:author="Audrey Doyle" w:date="2022-08-04T15:27:00Z">
        <w:r w:rsidRPr="009A664F" w:rsidDel="00D83B22">
          <w:delText>,</w:delText>
        </w:r>
      </w:del>
      <w:r w:rsidRPr="009A664F">
        <w:t xml:space="preserve"> because </w:t>
      </w:r>
      <w:r w:rsidRPr="009A664F">
        <w:rPr>
          <w:rStyle w:val="Literal"/>
        </w:rPr>
        <w:t>branch</w:t>
      </w:r>
      <w:r w:rsidRPr="009A664F">
        <w:t xml:space="preserve"> doesn’t have a parent</w:t>
      </w:r>
      <w:r w:rsidR="00E22CA3" w:rsidRPr="009A664F">
        <w:t xml:space="preserve"> </w:t>
      </w:r>
      <w:r w:rsidRPr="009A664F">
        <w:t xml:space="preserve">node. We still have </w:t>
      </w:r>
      <w:r w:rsidRPr="009A664F">
        <w:rPr>
          <w:rStyle w:val="Literal"/>
        </w:rPr>
        <w:t>leaf</w:t>
      </w:r>
      <w:r w:rsidRPr="009A664F">
        <w:t xml:space="preserve"> as one of the children of </w:t>
      </w:r>
      <w:r w:rsidRPr="009A664F">
        <w:rPr>
          <w:rStyle w:val="Literal"/>
        </w:rPr>
        <w:t>branch</w:t>
      </w:r>
      <w:r w:rsidRPr="009A664F">
        <w:t>. Once we have the</w:t>
      </w:r>
      <w:r w:rsidR="00E22CA3" w:rsidRPr="009A664F">
        <w:t xml:space="preserve"> </w:t>
      </w:r>
      <w:r w:rsidRPr="009A664F">
        <w:rPr>
          <w:rStyle w:val="Literal"/>
        </w:rPr>
        <w:t>Node</w:t>
      </w:r>
      <w:r w:rsidRPr="009A664F">
        <w:t xml:space="preserve"> instance in </w:t>
      </w:r>
      <w:r w:rsidRPr="009A664F">
        <w:rPr>
          <w:rStyle w:val="Literal"/>
        </w:rPr>
        <w:t>branch</w:t>
      </w:r>
      <w:r w:rsidRPr="009A664F">
        <w:t xml:space="preserve">, we can modify </w:t>
      </w:r>
      <w:r w:rsidRPr="009A664F">
        <w:rPr>
          <w:rStyle w:val="Literal"/>
        </w:rPr>
        <w:t>leaf</w:t>
      </w:r>
      <w:r w:rsidRPr="009A664F">
        <w:t xml:space="preserve"> to give it a </w:t>
      </w:r>
      <w:r w:rsidRPr="009A664F">
        <w:rPr>
          <w:rStyle w:val="Literal"/>
        </w:rPr>
        <w:t>Weak&lt;Node&gt;</w:t>
      </w:r>
      <w:r w:rsidR="00E22CA3" w:rsidRPr="009A664F">
        <w:t xml:space="preserve"> </w:t>
      </w:r>
      <w:r w:rsidRPr="009A664F">
        <w:t xml:space="preserve">reference to its parent </w:t>
      </w:r>
      <w:r w:rsidR="00535998" w:rsidRPr="00535998">
        <w:rPr>
          <w:rStyle w:val="CodeAnnotation"/>
        </w:rPr>
        <w:t>4</w:t>
      </w:r>
      <w:r w:rsidRPr="009A664F">
        <w:t xml:space="preserve">. We use the </w:t>
      </w:r>
      <w:r w:rsidRPr="009A664F">
        <w:rPr>
          <w:rStyle w:val="Literal"/>
        </w:rPr>
        <w:t>borrow_mut</w:t>
      </w:r>
      <w:r w:rsidRPr="009A664F">
        <w:t xml:space="preserve"> method on the</w:t>
      </w:r>
      <w:r w:rsidR="00E22CA3" w:rsidRPr="009A664F">
        <w:t xml:space="preserve"> </w:t>
      </w:r>
      <w:r w:rsidRPr="009A664F">
        <w:rPr>
          <w:rStyle w:val="Literal"/>
        </w:rPr>
        <w:t>RefCell&lt;Weak&lt;Node&gt;&gt;</w:t>
      </w:r>
      <w:r w:rsidRPr="009A664F">
        <w:t xml:space="preserve"> in the </w:t>
      </w:r>
      <w:r w:rsidRPr="009A664F">
        <w:rPr>
          <w:rStyle w:val="Literal"/>
        </w:rPr>
        <w:t>parent</w:t>
      </w:r>
      <w:r w:rsidRPr="009A664F">
        <w:t xml:space="preserve"> field of </w:t>
      </w:r>
      <w:r w:rsidRPr="009A664F">
        <w:rPr>
          <w:rStyle w:val="Literal"/>
        </w:rPr>
        <w:t>leaf</w:t>
      </w:r>
      <w:r w:rsidRPr="009A664F">
        <w:t>, and then we use the</w:t>
      </w:r>
      <w:r w:rsidR="00E22CA3" w:rsidRPr="009A664F">
        <w:t xml:space="preserve"> </w:t>
      </w:r>
      <w:r w:rsidRPr="009A664F">
        <w:rPr>
          <w:rStyle w:val="Literal"/>
        </w:rPr>
        <w:t>Rc::downgrade</w:t>
      </w:r>
      <w:r w:rsidRPr="009A664F">
        <w:t xml:space="preserve"> function to create a </w:t>
      </w:r>
      <w:r w:rsidRPr="009A664F">
        <w:rPr>
          <w:rStyle w:val="Literal"/>
        </w:rPr>
        <w:t>Weak&lt;Node&gt;</w:t>
      </w:r>
      <w:r w:rsidRPr="009A664F">
        <w:t xml:space="preserve"> reference to </w:t>
      </w:r>
      <w:r w:rsidRPr="009A664F">
        <w:rPr>
          <w:rStyle w:val="Literal"/>
        </w:rPr>
        <w:t>branch</w:t>
      </w:r>
      <w:r w:rsidRPr="009A664F">
        <w:t xml:space="preserve"> from</w:t>
      </w:r>
      <w:r w:rsidR="00E22CA3" w:rsidRPr="009A664F">
        <w:t xml:space="preserve"> </w:t>
      </w:r>
      <w:r w:rsidRPr="009A664F">
        <w:t xml:space="preserve">the </w:t>
      </w:r>
      <w:r w:rsidRPr="009A664F">
        <w:rPr>
          <w:rStyle w:val="Literal"/>
        </w:rPr>
        <w:t>Rc&lt;Node&gt;</w:t>
      </w:r>
      <w:r w:rsidRPr="009A664F">
        <w:t xml:space="preserve"> in </w:t>
      </w:r>
      <w:r w:rsidRPr="009A664F">
        <w:rPr>
          <w:rStyle w:val="Literal"/>
        </w:rPr>
        <w:t>branch</w:t>
      </w:r>
      <w:r w:rsidRPr="00D83B22">
        <w:rPr>
          <w:rPrChange w:id="774" w:author="Audrey Doyle" w:date="2022-08-04T15:28:00Z">
            <w:rPr>
              <w:rStyle w:val="Literal"/>
            </w:rPr>
          </w:rPrChange>
        </w:rPr>
        <w:t>.</w:t>
      </w:r>
    </w:p>
    <w:p w14:paraId="4457AF51" w14:textId="2FD9F0C9" w:rsidR="009B49FF" w:rsidRPr="009B49FF" w:rsidRDefault="009B49FF" w:rsidP="009A664F">
      <w:pPr>
        <w:pStyle w:val="Body"/>
        <w:rPr>
          <w:lang w:eastAsia="en-GB"/>
        </w:rPr>
      </w:pPr>
      <w:r w:rsidRPr="009B49FF">
        <w:rPr>
          <w:lang w:eastAsia="en-GB"/>
        </w:rPr>
        <w:t xml:space="preserve">When we print the parent of </w:t>
      </w:r>
      <w:r w:rsidRPr="009A664F">
        <w:rPr>
          <w:rStyle w:val="Literal"/>
        </w:rPr>
        <w:t>leaf</w:t>
      </w:r>
      <w:r w:rsidRPr="009A664F">
        <w:t xml:space="preserve"> again </w:t>
      </w:r>
      <w:r w:rsidR="00535998" w:rsidRPr="00535998">
        <w:rPr>
          <w:rStyle w:val="CodeAnnotation"/>
        </w:rPr>
        <w:t>5</w:t>
      </w:r>
      <w:r w:rsidRPr="009A664F">
        <w:t xml:space="preserve">, this time we’ll get a </w:t>
      </w:r>
      <w:r w:rsidRPr="009A664F">
        <w:rPr>
          <w:rStyle w:val="Literal"/>
        </w:rPr>
        <w:t>Some</w:t>
      </w:r>
      <w:r w:rsidR="00E22CA3" w:rsidRPr="009A664F">
        <w:t xml:space="preserve"> </w:t>
      </w:r>
      <w:r w:rsidRPr="009A664F">
        <w:t xml:space="preserve">variant holding </w:t>
      </w:r>
      <w:r w:rsidRPr="009A664F">
        <w:rPr>
          <w:rStyle w:val="Literal"/>
        </w:rPr>
        <w:t>branch</w:t>
      </w:r>
      <w:r w:rsidRPr="009A664F">
        <w:t xml:space="preserve">: now </w:t>
      </w:r>
      <w:r w:rsidRPr="009A664F">
        <w:rPr>
          <w:rStyle w:val="Literal"/>
        </w:rPr>
        <w:t>leaf</w:t>
      </w:r>
      <w:r w:rsidRPr="009A664F">
        <w:t xml:space="preserve"> can access its parent! When we print</w:t>
      </w:r>
      <w:r w:rsidR="00E22CA3" w:rsidRPr="009A664F">
        <w:t xml:space="preserve"> </w:t>
      </w:r>
      <w:r w:rsidRPr="009A664F">
        <w:rPr>
          <w:rStyle w:val="Literal"/>
        </w:rPr>
        <w:t>leaf</w:t>
      </w:r>
      <w:r w:rsidRPr="009A664F">
        <w:t>, we also avoid the cycle that eventually ended in a stack overflow like</w:t>
      </w:r>
      <w:r w:rsidR="00E22CA3" w:rsidRPr="009A664F">
        <w:t xml:space="preserve"> </w:t>
      </w:r>
      <w:r w:rsidRPr="009A664F">
        <w:t xml:space="preserve">we had in Listing 15-26; the </w:t>
      </w:r>
      <w:r w:rsidRPr="009A664F">
        <w:rPr>
          <w:rStyle w:val="Literal"/>
        </w:rPr>
        <w:t>Weak&lt;Node&gt;</w:t>
      </w:r>
      <w:r w:rsidRPr="009A664F">
        <w:t xml:space="preserve"> references are printed as </w:t>
      </w:r>
      <w:r w:rsidRPr="009A664F">
        <w:rPr>
          <w:rStyle w:val="Literal"/>
        </w:rPr>
        <w:t>(Weak)</w:t>
      </w:r>
      <w:r w:rsidRPr="009B49FF">
        <w:rPr>
          <w:lang w:eastAsia="en-GB"/>
        </w:rPr>
        <w:t>:</w:t>
      </w:r>
    </w:p>
    <w:p w14:paraId="72ED864C" w14:textId="77777777" w:rsidR="009B49FF" w:rsidRPr="009A664F" w:rsidRDefault="009B49FF">
      <w:pPr>
        <w:pStyle w:val="CodeWide"/>
        <w:pPrChange w:id="775" w:author="Audrey Doyle" w:date="2022-08-04T15:28:00Z">
          <w:pPr>
            <w:pStyle w:val="Code"/>
          </w:pPr>
        </w:pPrChange>
      </w:pPr>
      <w:r w:rsidRPr="009A664F">
        <w:t>leaf parent = Some(Node { value: 5, parent: RefCell { value: (Weak) },</w:t>
      </w:r>
    </w:p>
    <w:p w14:paraId="1D460F0B" w14:textId="77777777" w:rsidR="009B49FF" w:rsidRPr="009A664F" w:rsidRDefault="009B49FF">
      <w:pPr>
        <w:pStyle w:val="CodeWide"/>
        <w:pPrChange w:id="776" w:author="Audrey Doyle" w:date="2022-08-04T15:28:00Z">
          <w:pPr>
            <w:pStyle w:val="Code"/>
          </w:pPr>
        </w:pPrChange>
      </w:pPr>
      <w:r w:rsidRPr="009A664F">
        <w:t>children: RefCell { value: [Node { value: 3, parent: RefCell { value: (Weak) },</w:t>
      </w:r>
    </w:p>
    <w:p w14:paraId="23BBCF2C" w14:textId="77777777" w:rsidR="009B49FF" w:rsidRPr="009A664F" w:rsidRDefault="009B49FF">
      <w:pPr>
        <w:pStyle w:val="CodeWide"/>
        <w:pPrChange w:id="777" w:author="Audrey Doyle" w:date="2022-08-04T15:28:00Z">
          <w:pPr>
            <w:pStyle w:val="Code"/>
          </w:pPr>
        </w:pPrChange>
      </w:pPr>
      <w:r w:rsidRPr="009A664F">
        <w:t>children: RefCell { value: [] } }] } })</w:t>
      </w:r>
    </w:p>
    <w:p w14:paraId="77078AF8" w14:textId="0CA67D8D" w:rsidR="009B49FF" w:rsidRPr="009B49FF" w:rsidRDefault="009B49FF" w:rsidP="009A664F">
      <w:pPr>
        <w:pStyle w:val="Body"/>
        <w:rPr>
          <w:lang w:eastAsia="en-GB"/>
        </w:rPr>
      </w:pPr>
      <w:r w:rsidRPr="009A664F">
        <w:t>The lack of infinite output indicates that this code didn’t create a reference</w:t>
      </w:r>
      <w:r w:rsidR="00E22CA3" w:rsidRPr="009A664F">
        <w:t xml:space="preserve"> </w:t>
      </w:r>
      <w:r w:rsidRPr="009A664F">
        <w:t>cycle. We can also tell this by looking at the values we get from calling</w:t>
      </w:r>
      <w:r w:rsidR="00E22CA3" w:rsidRPr="009A664F">
        <w:t xml:space="preserve"> </w:t>
      </w:r>
      <w:r w:rsidRPr="009A664F">
        <w:rPr>
          <w:rStyle w:val="Literal"/>
        </w:rPr>
        <w:t>Rc::strong_count</w:t>
      </w:r>
      <w:r w:rsidRPr="009A664F">
        <w:t xml:space="preserve"> and </w:t>
      </w:r>
      <w:r w:rsidRPr="009A664F">
        <w:rPr>
          <w:rStyle w:val="Literal"/>
        </w:rPr>
        <w:t>Rc::weak_count</w:t>
      </w:r>
      <w:r w:rsidRPr="009B49FF">
        <w:rPr>
          <w:lang w:eastAsia="en-GB"/>
        </w:rPr>
        <w:t>.</w:t>
      </w:r>
    </w:p>
    <w:p w14:paraId="776B50F0" w14:textId="77777777" w:rsidR="009B49FF" w:rsidRPr="009B49FF" w:rsidRDefault="009B49FF" w:rsidP="009F2923">
      <w:pPr>
        <w:pStyle w:val="HeadC"/>
        <w:rPr>
          <w:lang w:eastAsia="en-GB"/>
        </w:rPr>
      </w:pPr>
      <w:bookmarkStart w:id="778" w:name="visualizing-changes-to-`strong_count`-an"/>
      <w:bookmarkStart w:id="779" w:name="_Toc106892328"/>
      <w:bookmarkEnd w:id="778"/>
      <w:r w:rsidRPr="009F2923">
        <w:t xml:space="preserve">Visualizing Changes to </w:t>
      </w:r>
      <w:r w:rsidRPr="009A664F">
        <w:t>strong_count</w:t>
      </w:r>
      <w:r w:rsidRPr="009F2923">
        <w:t xml:space="preserve"> and </w:t>
      </w:r>
      <w:r w:rsidRPr="009A664F">
        <w:t>weak_count</w:t>
      </w:r>
      <w:bookmarkEnd w:id="779"/>
    </w:p>
    <w:p w14:paraId="6B0D0956" w14:textId="671DA865" w:rsidR="009B49FF" w:rsidRPr="009B49FF" w:rsidRDefault="009B49FF" w:rsidP="009A664F">
      <w:pPr>
        <w:pStyle w:val="Body"/>
        <w:rPr>
          <w:lang w:eastAsia="en-GB"/>
        </w:rPr>
      </w:pPr>
      <w:r w:rsidRPr="009A664F">
        <w:t xml:space="preserve">Let’s look at how the </w:t>
      </w:r>
      <w:r w:rsidRPr="009A664F">
        <w:rPr>
          <w:rStyle w:val="Literal"/>
        </w:rPr>
        <w:t>strong_count</w:t>
      </w:r>
      <w:r w:rsidRPr="009A664F">
        <w:t xml:space="preserve"> and </w:t>
      </w:r>
      <w:r w:rsidRPr="009A664F">
        <w:rPr>
          <w:rStyle w:val="Literal"/>
        </w:rPr>
        <w:t>weak_count</w:t>
      </w:r>
      <w:r w:rsidRPr="009A664F">
        <w:t xml:space="preserve"> values of the </w:t>
      </w:r>
      <w:r w:rsidRPr="009A664F">
        <w:rPr>
          <w:rStyle w:val="Literal"/>
        </w:rPr>
        <w:t>Rc&lt;Node&gt;</w:t>
      </w:r>
      <w:r w:rsidR="00E22CA3" w:rsidRPr="009A664F">
        <w:t xml:space="preserve"> </w:t>
      </w:r>
      <w:r w:rsidRPr="009A664F">
        <w:t>instances change by creating a new inner scope and moving the creation of</w:t>
      </w:r>
      <w:r w:rsidR="00E22CA3" w:rsidRPr="009A664F">
        <w:t xml:space="preserve"> </w:t>
      </w:r>
      <w:r w:rsidRPr="009A664F">
        <w:rPr>
          <w:rStyle w:val="Literal"/>
        </w:rPr>
        <w:t>branch</w:t>
      </w:r>
      <w:r w:rsidRPr="009A664F">
        <w:t xml:space="preserve"> into that scope. By doing so, we can see what happens when </w:t>
      </w:r>
      <w:r w:rsidRPr="009A664F">
        <w:rPr>
          <w:rStyle w:val="Literal"/>
        </w:rPr>
        <w:t>branch</w:t>
      </w:r>
      <w:r w:rsidRPr="009B49FF">
        <w:rPr>
          <w:lang w:eastAsia="en-GB"/>
        </w:rPr>
        <w:t xml:space="preserve"> is</w:t>
      </w:r>
      <w:r w:rsidR="00E22CA3">
        <w:rPr>
          <w:lang w:eastAsia="en-GB"/>
        </w:rPr>
        <w:t xml:space="preserve"> </w:t>
      </w:r>
      <w:r w:rsidRPr="009B49FF">
        <w:rPr>
          <w:lang w:eastAsia="en-GB"/>
        </w:rPr>
        <w:t>created and then dropped when it goes out of scope. The modifications are shown</w:t>
      </w:r>
      <w:r w:rsidR="00E22CA3">
        <w:rPr>
          <w:lang w:eastAsia="en-GB"/>
        </w:rPr>
        <w:t xml:space="preserve"> </w:t>
      </w:r>
      <w:r w:rsidRPr="009B49FF">
        <w:rPr>
          <w:lang w:eastAsia="en-GB"/>
        </w:rPr>
        <w:t>in Listing 15-29</w:t>
      </w:r>
      <w:ins w:id="780" w:author="Audrey Doyle" w:date="2022-08-04T15:29:00Z">
        <w:r w:rsidR="00D83B22">
          <w:rPr>
            <w:lang w:eastAsia="en-GB"/>
          </w:rPr>
          <w:t>.</w:t>
        </w:r>
      </w:ins>
      <w:del w:id="781" w:author="Audrey Doyle" w:date="2022-08-04T15:29:00Z">
        <w:r w:rsidRPr="009B49FF" w:rsidDel="00D83B22">
          <w:rPr>
            <w:lang w:eastAsia="en-GB"/>
          </w:rPr>
          <w:delText>:</w:delText>
        </w:r>
      </w:del>
    </w:p>
    <w:p w14:paraId="6E2C15B6" w14:textId="03CCBCA8" w:rsidR="009B49FF" w:rsidRPr="009B49FF" w:rsidRDefault="009B49FF" w:rsidP="009A664F">
      <w:pPr>
        <w:pStyle w:val="CodeLabel"/>
        <w:rPr>
          <w:lang w:eastAsia="en-GB"/>
        </w:rPr>
      </w:pPr>
      <w:r w:rsidRPr="009B49FF">
        <w:rPr>
          <w:lang w:eastAsia="en-GB"/>
        </w:rPr>
        <w:t>src/main.rs</w:t>
      </w:r>
    </w:p>
    <w:p w14:paraId="2C49CF7E" w14:textId="77777777" w:rsidR="009B49FF" w:rsidRPr="00DF5416" w:rsidRDefault="009B49FF" w:rsidP="009A664F">
      <w:pPr>
        <w:pStyle w:val="Code"/>
        <w:rPr>
          <w:rStyle w:val="LiteralGray"/>
          <w:rPrChange w:id="782" w:author="Carol Nichols" w:date="2022-08-25T20:33:00Z">
            <w:rPr/>
          </w:rPrChange>
        </w:rPr>
      </w:pPr>
      <w:r w:rsidRPr="00DF5416">
        <w:rPr>
          <w:rStyle w:val="LiteralGray"/>
          <w:rPrChange w:id="783" w:author="Carol Nichols" w:date="2022-08-25T20:33:00Z">
            <w:rPr/>
          </w:rPrChange>
        </w:rPr>
        <w:t>fn main() {</w:t>
      </w:r>
    </w:p>
    <w:p w14:paraId="26A9EFAA" w14:textId="77777777" w:rsidR="009B49FF" w:rsidRPr="00DF5416" w:rsidRDefault="009B49FF" w:rsidP="009A664F">
      <w:pPr>
        <w:pStyle w:val="Code"/>
        <w:rPr>
          <w:rStyle w:val="LiteralGray"/>
          <w:rPrChange w:id="784" w:author="Carol Nichols" w:date="2022-08-25T20:33:00Z">
            <w:rPr/>
          </w:rPrChange>
        </w:rPr>
      </w:pPr>
      <w:r w:rsidRPr="00DF5416">
        <w:rPr>
          <w:rStyle w:val="LiteralGray"/>
          <w:rPrChange w:id="785" w:author="Carol Nichols" w:date="2022-08-25T20:33:00Z">
            <w:rPr/>
          </w:rPrChange>
        </w:rPr>
        <w:t xml:space="preserve">    let leaf = Rc::new(Node {</w:t>
      </w:r>
    </w:p>
    <w:p w14:paraId="605C0CE5" w14:textId="77777777" w:rsidR="009B49FF" w:rsidRPr="00DF5416" w:rsidRDefault="009B49FF" w:rsidP="009A664F">
      <w:pPr>
        <w:pStyle w:val="Code"/>
        <w:rPr>
          <w:rStyle w:val="LiteralGray"/>
          <w:rPrChange w:id="786" w:author="Carol Nichols" w:date="2022-08-25T20:33:00Z">
            <w:rPr/>
          </w:rPrChange>
        </w:rPr>
      </w:pPr>
      <w:r w:rsidRPr="00DF5416">
        <w:rPr>
          <w:rStyle w:val="LiteralGray"/>
          <w:rPrChange w:id="787" w:author="Carol Nichols" w:date="2022-08-25T20:33:00Z">
            <w:rPr/>
          </w:rPrChange>
        </w:rPr>
        <w:t xml:space="preserve">        value: 3,</w:t>
      </w:r>
    </w:p>
    <w:p w14:paraId="4667999D" w14:textId="77777777" w:rsidR="009B49FF" w:rsidRPr="00DF5416" w:rsidRDefault="009B49FF" w:rsidP="009A664F">
      <w:pPr>
        <w:pStyle w:val="Code"/>
        <w:rPr>
          <w:rStyle w:val="LiteralGray"/>
          <w:rPrChange w:id="788" w:author="Carol Nichols" w:date="2022-08-25T20:33:00Z">
            <w:rPr/>
          </w:rPrChange>
        </w:rPr>
      </w:pPr>
      <w:r w:rsidRPr="00DF5416">
        <w:rPr>
          <w:rStyle w:val="LiteralGray"/>
          <w:rPrChange w:id="789" w:author="Carol Nichols" w:date="2022-08-25T20:33:00Z">
            <w:rPr/>
          </w:rPrChange>
        </w:rPr>
        <w:t xml:space="preserve">        parent: RefCell::new(Weak::new()),</w:t>
      </w:r>
    </w:p>
    <w:p w14:paraId="0F7CEF82" w14:textId="77777777" w:rsidR="009B49FF" w:rsidRPr="00DF5416" w:rsidRDefault="009B49FF" w:rsidP="009A664F">
      <w:pPr>
        <w:pStyle w:val="Code"/>
        <w:rPr>
          <w:rStyle w:val="LiteralGray"/>
          <w:rPrChange w:id="790" w:author="Carol Nichols" w:date="2022-08-25T20:33:00Z">
            <w:rPr/>
          </w:rPrChange>
        </w:rPr>
      </w:pPr>
      <w:r w:rsidRPr="00DF5416">
        <w:rPr>
          <w:rStyle w:val="LiteralGray"/>
          <w:rPrChange w:id="791" w:author="Carol Nichols" w:date="2022-08-25T20:33:00Z">
            <w:rPr/>
          </w:rPrChange>
        </w:rPr>
        <w:t xml:space="preserve">        children: RefCell::new(vec![]),</w:t>
      </w:r>
    </w:p>
    <w:p w14:paraId="46FD0F0A" w14:textId="77777777" w:rsidR="009B49FF" w:rsidRPr="00DF5416" w:rsidRDefault="009B49FF" w:rsidP="009A664F">
      <w:pPr>
        <w:pStyle w:val="Code"/>
        <w:rPr>
          <w:rStyle w:val="LiteralGray"/>
          <w:rPrChange w:id="792" w:author="Carol Nichols" w:date="2022-08-25T20:33:00Z">
            <w:rPr/>
          </w:rPrChange>
        </w:rPr>
      </w:pPr>
      <w:r w:rsidRPr="00DF5416">
        <w:rPr>
          <w:rStyle w:val="LiteralGray"/>
          <w:rPrChange w:id="793" w:author="Carol Nichols" w:date="2022-08-25T20:33:00Z">
            <w:rPr/>
          </w:rPrChange>
        </w:rPr>
        <w:t xml:space="preserve">    });</w:t>
      </w:r>
    </w:p>
    <w:p w14:paraId="7536D10A" w14:textId="77777777" w:rsidR="009B49FF" w:rsidRPr="009A664F" w:rsidRDefault="009B49FF" w:rsidP="009A664F">
      <w:pPr>
        <w:pStyle w:val="Code"/>
      </w:pPr>
    </w:p>
    <w:p w14:paraId="52FE67BD" w14:textId="5041E3A5" w:rsidR="009B49FF" w:rsidRPr="009A664F" w:rsidRDefault="009B49FF" w:rsidP="009A664F">
      <w:pPr>
        <w:pStyle w:val="Code"/>
      </w:pPr>
      <w:r w:rsidRPr="009A664F">
        <w:t xml:space="preserve">  </w:t>
      </w:r>
      <w:r w:rsidR="00535998" w:rsidRPr="00535998">
        <w:rPr>
          <w:rStyle w:val="CodeAnnotation"/>
        </w:rPr>
        <w:t>1</w:t>
      </w:r>
      <w:r w:rsidRPr="009A664F">
        <w:t xml:space="preserve"> println!(</w:t>
      </w:r>
    </w:p>
    <w:p w14:paraId="04DEA849" w14:textId="77777777" w:rsidR="009B49FF" w:rsidRPr="009A664F" w:rsidRDefault="009B49FF" w:rsidP="009A664F">
      <w:pPr>
        <w:pStyle w:val="Code"/>
      </w:pPr>
      <w:r w:rsidRPr="009A664F">
        <w:t xml:space="preserve">        "leaf strong = {}, weak = {}",</w:t>
      </w:r>
    </w:p>
    <w:p w14:paraId="6CEABE33" w14:textId="77777777" w:rsidR="009B49FF" w:rsidRPr="009A664F" w:rsidRDefault="009B49FF" w:rsidP="009A664F">
      <w:pPr>
        <w:pStyle w:val="Code"/>
      </w:pPr>
      <w:r w:rsidRPr="009A664F">
        <w:t xml:space="preserve">        Rc::strong_count(&amp;leaf),</w:t>
      </w:r>
    </w:p>
    <w:p w14:paraId="048FA7E3" w14:textId="77777777" w:rsidR="009B49FF" w:rsidRPr="009A664F" w:rsidRDefault="009B49FF" w:rsidP="009A664F">
      <w:pPr>
        <w:pStyle w:val="Code"/>
      </w:pPr>
      <w:r w:rsidRPr="009A664F">
        <w:t xml:space="preserve">        Rc::weak_count(&amp;leaf),</w:t>
      </w:r>
    </w:p>
    <w:p w14:paraId="16285E99" w14:textId="77777777" w:rsidR="009B49FF" w:rsidRPr="009A664F" w:rsidRDefault="009B49FF" w:rsidP="009A664F">
      <w:pPr>
        <w:pStyle w:val="Code"/>
      </w:pPr>
      <w:r w:rsidRPr="009A664F">
        <w:t xml:space="preserve">    );</w:t>
      </w:r>
    </w:p>
    <w:p w14:paraId="25C1D0BA" w14:textId="77777777" w:rsidR="009B49FF" w:rsidRPr="009A664F" w:rsidRDefault="009B49FF" w:rsidP="009A664F">
      <w:pPr>
        <w:pStyle w:val="Code"/>
      </w:pPr>
    </w:p>
    <w:p w14:paraId="17712B71" w14:textId="0B5D049F" w:rsidR="009B49FF" w:rsidRPr="009A664F" w:rsidRDefault="009B49FF" w:rsidP="009A664F">
      <w:pPr>
        <w:pStyle w:val="Code"/>
      </w:pPr>
      <w:r w:rsidRPr="009A664F">
        <w:t xml:space="preserve">  </w:t>
      </w:r>
      <w:ins w:id="794" w:author="Carol Nichols" w:date="2022-08-25T20:34:00Z">
        <w:r w:rsidR="00DF5416" w:rsidRPr="00535998">
          <w:rPr>
            <w:rStyle w:val="CodeAnnotation"/>
          </w:rPr>
          <w:t>2</w:t>
        </w:r>
      </w:ins>
      <w:r w:rsidRPr="009A664F">
        <w:t xml:space="preserve"> {</w:t>
      </w:r>
    </w:p>
    <w:p w14:paraId="6B9C468B" w14:textId="747ED894" w:rsidR="009B49FF" w:rsidRPr="0041691E" w:rsidRDefault="009B49FF" w:rsidP="009A664F">
      <w:pPr>
        <w:pStyle w:val="Code"/>
        <w:rPr>
          <w:rStyle w:val="LiteralGray"/>
          <w:rPrChange w:id="795" w:author="Carol Nichols" w:date="2022-08-25T20:34:00Z">
            <w:rPr/>
          </w:rPrChange>
        </w:rPr>
      </w:pPr>
      <w:r w:rsidRPr="0041691E">
        <w:rPr>
          <w:rStyle w:val="LiteralGray"/>
          <w:rPrChange w:id="796" w:author="Carol Nichols" w:date="2022-08-25T20:34:00Z">
            <w:rPr/>
          </w:rPrChange>
        </w:rPr>
        <w:t xml:space="preserve">     </w:t>
      </w:r>
      <w:ins w:id="797" w:author="Carol Nichols" w:date="2022-08-25T20:34:00Z">
        <w:r w:rsidR="00DF5416" w:rsidRPr="0041691E">
          <w:rPr>
            <w:rStyle w:val="LiteralGray"/>
            <w:rPrChange w:id="798" w:author="Carol Nichols" w:date="2022-08-25T20:34:00Z">
              <w:rPr/>
            </w:rPrChange>
          </w:rPr>
          <w:t xml:space="preserve"> </w:t>
        </w:r>
      </w:ins>
      <w:r w:rsidRPr="0041691E">
        <w:rPr>
          <w:rStyle w:val="LiteralGray"/>
          <w:rPrChange w:id="799" w:author="Carol Nichols" w:date="2022-08-25T20:34:00Z">
            <w:rPr/>
          </w:rPrChange>
        </w:rPr>
        <w:t xml:space="preserve"> </w:t>
      </w:r>
      <w:del w:id="800" w:author="Carol Nichols" w:date="2022-08-25T20:34:00Z">
        <w:r w:rsidR="00863802" w:rsidRPr="0041691E" w:rsidDel="00DF5416">
          <w:rPr>
            <w:rStyle w:val="LiteralGray"/>
            <w:rPrChange w:id="801" w:author="Carol Nichols" w:date="2022-08-25T20:34:00Z">
              <w:rPr>
                <w:rStyle w:val="CodeAnnotation"/>
              </w:rPr>
            </w:rPrChange>
          </w:rPr>
          <w:delText>2</w:delText>
        </w:r>
      </w:del>
      <w:r w:rsidRPr="0041691E">
        <w:rPr>
          <w:rStyle w:val="LiteralGray"/>
          <w:rPrChange w:id="802" w:author="Carol Nichols" w:date="2022-08-25T20:34:00Z">
            <w:rPr/>
          </w:rPrChange>
        </w:rPr>
        <w:t xml:space="preserve"> let branch = Rc::new(Node {</w:t>
      </w:r>
    </w:p>
    <w:p w14:paraId="654B410C" w14:textId="77777777" w:rsidR="009B49FF" w:rsidRPr="0041691E" w:rsidRDefault="009B49FF" w:rsidP="009A664F">
      <w:pPr>
        <w:pStyle w:val="Code"/>
        <w:rPr>
          <w:rStyle w:val="LiteralGray"/>
          <w:rPrChange w:id="803" w:author="Carol Nichols" w:date="2022-08-25T20:34:00Z">
            <w:rPr/>
          </w:rPrChange>
        </w:rPr>
      </w:pPr>
      <w:r w:rsidRPr="0041691E">
        <w:rPr>
          <w:rStyle w:val="LiteralGray"/>
          <w:rPrChange w:id="804" w:author="Carol Nichols" w:date="2022-08-25T20:34:00Z">
            <w:rPr/>
          </w:rPrChange>
        </w:rPr>
        <w:t xml:space="preserve">            value: 5,</w:t>
      </w:r>
    </w:p>
    <w:p w14:paraId="130B619F" w14:textId="77777777" w:rsidR="009B49FF" w:rsidRPr="0041691E" w:rsidRDefault="009B49FF" w:rsidP="009A664F">
      <w:pPr>
        <w:pStyle w:val="Code"/>
        <w:rPr>
          <w:rStyle w:val="LiteralGray"/>
          <w:rPrChange w:id="805" w:author="Carol Nichols" w:date="2022-08-25T20:34:00Z">
            <w:rPr/>
          </w:rPrChange>
        </w:rPr>
      </w:pPr>
      <w:r w:rsidRPr="0041691E">
        <w:rPr>
          <w:rStyle w:val="LiteralGray"/>
          <w:rPrChange w:id="806" w:author="Carol Nichols" w:date="2022-08-25T20:34:00Z">
            <w:rPr/>
          </w:rPrChange>
        </w:rPr>
        <w:t xml:space="preserve">            parent: RefCell::new(Weak::new()),</w:t>
      </w:r>
    </w:p>
    <w:p w14:paraId="36ACD8B2" w14:textId="77777777" w:rsidR="009B49FF" w:rsidRPr="0041691E" w:rsidRDefault="009B49FF" w:rsidP="009A664F">
      <w:pPr>
        <w:pStyle w:val="Code"/>
        <w:rPr>
          <w:rStyle w:val="LiteralGray"/>
          <w:rPrChange w:id="807" w:author="Carol Nichols" w:date="2022-08-25T20:34:00Z">
            <w:rPr/>
          </w:rPrChange>
        </w:rPr>
      </w:pPr>
      <w:r w:rsidRPr="0041691E">
        <w:rPr>
          <w:rStyle w:val="LiteralGray"/>
          <w:rPrChange w:id="808" w:author="Carol Nichols" w:date="2022-08-25T20:34:00Z">
            <w:rPr/>
          </w:rPrChange>
        </w:rPr>
        <w:t xml:space="preserve">            children: RefCell::new(vec![Rc::clone(&amp;leaf)]),</w:t>
      </w:r>
    </w:p>
    <w:p w14:paraId="2001E687" w14:textId="77777777" w:rsidR="009B49FF" w:rsidRPr="0041691E" w:rsidRDefault="009B49FF" w:rsidP="009A664F">
      <w:pPr>
        <w:pStyle w:val="Code"/>
        <w:rPr>
          <w:rStyle w:val="LiteralGray"/>
          <w:rPrChange w:id="809" w:author="Carol Nichols" w:date="2022-08-25T20:34:00Z">
            <w:rPr/>
          </w:rPrChange>
        </w:rPr>
      </w:pPr>
      <w:r w:rsidRPr="0041691E">
        <w:rPr>
          <w:rStyle w:val="LiteralGray"/>
          <w:rPrChange w:id="810" w:author="Carol Nichols" w:date="2022-08-25T20:34:00Z">
            <w:rPr/>
          </w:rPrChange>
        </w:rPr>
        <w:t xml:space="preserve">        });</w:t>
      </w:r>
    </w:p>
    <w:p w14:paraId="03F595EC" w14:textId="77777777" w:rsidR="009B49FF" w:rsidRPr="009A664F" w:rsidRDefault="009B49FF" w:rsidP="009A664F">
      <w:pPr>
        <w:pStyle w:val="Code"/>
      </w:pPr>
    </w:p>
    <w:p w14:paraId="7F854025" w14:textId="6C9319F5" w:rsidR="009B49FF" w:rsidRPr="0041691E" w:rsidRDefault="009B49FF" w:rsidP="009A664F">
      <w:pPr>
        <w:pStyle w:val="Code"/>
        <w:rPr>
          <w:rStyle w:val="LiteralGray"/>
          <w:rPrChange w:id="811" w:author="Carol Nichols" w:date="2022-08-25T20:34:00Z">
            <w:rPr/>
          </w:rPrChange>
        </w:rPr>
      </w:pPr>
      <w:r w:rsidRPr="009A664F">
        <w:t xml:space="preserve">      </w:t>
      </w:r>
      <w:r w:rsidR="00863802">
        <w:t xml:space="preserve"> </w:t>
      </w:r>
      <w:r w:rsidRPr="009A664F">
        <w:t xml:space="preserve"> </w:t>
      </w:r>
      <w:r w:rsidRPr="0041691E">
        <w:rPr>
          <w:rStyle w:val="LiteralGray"/>
          <w:rPrChange w:id="812" w:author="Carol Nichols" w:date="2022-08-25T20:34:00Z">
            <w:rPr/>
          </w:rPrChange>
        </w:rPr>
        <w:t>*leaf.parent.borrow_mut() = Rc::downgrade(&amp;branch);</w:t>
      </w:r>
    </w:p>
    <w:p w14:paraId="35FABB3C" w14:textId="77777777" w:rsidR="009B49FF" w:rsidRPr="009A664F" w:rsidRDefault="009B49FF" w:rsidP="009A664F">
      <w:pPr>
        <w:pStyle w:val="Code"/>
      </w:pPr>
    </w:p>
    <w:p w14:paraId="6EEDC6EF" w14:textId="08247221" w:rsidR="009B49FF" w:rsidRPr="009A664F" w:rsidRDefault="009B49FF" w:rsidP="009A664F">
      <w:pPr>
        <w:pStyle w:val="Code"/>
      </w:pPr>
      <w:r w:rsidRPr="009A664F">
        <w:t xml:space="preserve">      </w:t>
      </w:r>
      <w:r w:rsidR="00535998" w:rsidRPr="00535998">
        <w:rPr>
          <w:rStyle w:val="CodeAnnotation"/>
        </w:rPr>
        <w:t>3</w:t>
      </w:r>
      <w:r w:rsidRPr="009A664F">
        <w:t xml:space="preserve"> println!(</w:t>
      </w:r>
    </w:p>
    <w:p w14:paraId="32F5AC5F" w14:textId="77777777" w:rsidR="009B49FF" w:rsidRPr="009A664F" w:rsidRDefault="009B49FF" w:rsidP="009A664F">
      <w:pPr>
        <w:pStyle w:val="Code"/>
      </w:pPr>
      <w:r w:rsidRPr="009A664F">
        <w:t xml:space="preserve">            "branch strong = {}, weak = {}",</w:t>
      </w:r>
    </w:p>
    <w:p w14:paraId="15E28192" w14:textId="77777777" w:rsidR="009B49FF" w:rsidRPr="009A664F" w:rsidRDefault="009B49FF" w:rsidP="009A664F">
      <w:pPr>
        <w:pStyle w:val="Code"/>
      </w:pPr>
      <w:r w:rsidRPr="009A664F">
        <w:t xml:space="preserve">            Rc::strong_count(&amp;branch),</w:t>
      </w:r>
    </w:p>
    <w:p w14:paraId="2D917556" w14:textId="77777777" w:rsidR="009B49FF" w:rsidRPr="009A664F" w:rsidRDefault="009B49FF" w:rsidP="009A664F">
      <w:pPr>
        <w:pStyle w:val="Code"/>
      </w:pPr>
      <w:r w:rsidRPr="009A664F">
        <w:t xml:space="preserve">            Rc::weak_count(&amp;branch),</w:t>
      </w:r>
    </w:p>
    <w:p w14:paraId="404F4008" w14:textId="77777777" w:rsidR="009B49FF" w:rsidRPr="009A664F" w:rsidRDefault="009B49FF" w:rsidP="009A664F">
      <w:pPr>
        <w:pStyle w:val="Code"/>
      </w:pPr>
      <w:r w:rsidRPr="009A664F">
        <w:t xml:space="preserve">        );</w:t>
      </w:r>
    </w:p>
    <w:p w14:paraId="3B5839F0" w14:textId="77777777" w:rsidR="009B49FF" w:rsidRPr="009A664F" w:rsidRDefault="009B49FF" w:rsidP="009A664F">
      <w:pPr>
        <w:pStyle w:val="Code"/>
      </w:pPr>
    </w:p>
    <w:p w14:paraId="42B38D85" w14:textId="5A22C2F4" w:rsidR="009B49FF" w:rsidRPr="009A664F" w:rsidRDefault="009B49FF" w:rsidP="009A664F">
      <w:pPr>
        <w:pStyle w:val="Code"/>
      </w:pPr>
      <w:r w:rsidRPr="009A664F">
        <w:t xml:space="preserve">      </w:t>
      </w:r>
      <w:r w:rsidR="00535998" w:rsidRPr="00535998">
        <w:rPr>
          <w:rStyle w:val="CodeAnnotation"/>
        </w:rPr>
        <w:t>4</w:t>
      </w:r>
      <w:r w:rsidRPr="009A664F">
        <w:t xml:space="preserve"> println!(</w:t>
      </w:r>
    </w:p>
    <w:p w14:paraId="7D48FF47" w14:textId="77777777" w:rsidR="009B49FF" w:rsidRPr="009A664F" w:rsidRDefault="009B49FF" w:rsidP="009A664F">
      <w:pPr>
        <w:pStyle w:val="Code"/>
      </w:pPr>
      <w:r w:rsidRPr="009A664F">
        <w:t xml:space="preserve">            "leaf strong = {}, weak = {}",</w:t>
      </w:r>
    </w:p>
    <w:p w14:paraId="7476506F" w14:textId="77777777" w:rsidR="009B49FF" w:rsidRPr="009A664F" w:rsidRDefault="009B49FF" w:rsidP="009A664F">
      <w:pPr>
        <w:pStyle w:val="Code"/>
      </w:pPr>
      <w:r w:rsidRPr="009A664F">
        <w:t xml:space="preserve">            Rc::strong_count(&amp;leaf),</w:t>
      </w:r>
    </w:p>
    <w:p w14:paraId="79F8A616" w14:textId="77777777" w:rsidR="009B49FF" w:rsidRPr="009A664F" w:rsidRDefault="009B49FF" w:rsidP="009A664F">
      <w:pPr>
        <w:pStyle w:val="Code"/>
      </w:pPr>
      <w:r w:rsidRPr="009A664F">
        <w:t xml:space="preserve">            Rc::weak_count(&amp;leaf),</w:t>
      </w:r>
    </w:p>
    <w:p w14:paraId="53088C42" w14:textId="77777777" w:rsidR="009B49FF" w:rsidRPr="009A664F" w:rsidRDefault="009B49FF" w:rsidP="009A664F">
      <w:pPr>
        <w:pStyle w:val="Code"/>
      </w:pPr>
      <w:r w:rsidRPr="009A664F">
        <w:t xml:space="preserve">        );</w:t>
      </w:r>
    </w:p>
    <w:p w14:paraId="09F999F8" w14:textId="7E83F227" w:rsidR="009B49FF" w:rsidRPr="009A664F" w:rsidRDefault="009B49FF" w:rsidP="009A664F">
      <w:pPr>
        <w:pStyle w:val="Code"/>
      </w:pPr>
      <w:r w:rsidRPr="009A664F">
        <w:t xml:space="preserve">  </w:t>
      </w:r>
      <w:r w:rsidR="00535998" w:rsidRPr="00535998">
        <w:rPr>
          <w:rStyle w:val="CodeAnnotation"/>
        </w:rPr>
        <w:t>5</w:t>
      </w:r>
      <w:r w:rsidRPr="009A664F">
        <w:t xml:space="preserve"> }</w:t>
      </w:r>
    </w:p>
    <w:p w14:paraId="47947857" w14:textId="77777777" w:rsidR="009B49FF" w:rsidRPr="009A664F" w:rsidRDefault="009B49FF" w:rsidP="009A664F">
      <w:pPr>
        <w:pStyle w:val="Code"/>
      </w:pPr>
    </w:p>
    <w:p w14:paraId="55A90615" w14:textId="77777777" w:rsidR="00E5518A" w:rsidRPr="0041691E" w:rsidRDefault="009B49FF" w:rsidP="009A664F">
      <w:pPr>
        <w:pStyle w:val="Code"/>
        <w:rPr>
          <w:rStyle w:val="LiteralGray"/>
          <w:rPrChange w:id="813" w:author="Carol Nichols" w:date="2022-08-25T20:37:00Z">
            <w:rPr/>
          </w:rPrChange>
        </w:rPr>
      </w:pPr>
      <w:r w:rsidRPr="0041691E">
        <w:rPr>
          <w:rStyle w:val="LiteralGray"/>
          <w:rPrChange w:id="814" w:author="Carol Nichols" w:date="2022-08-25T20:37:00Z">
            <w:rPr/>
          </w:rPrChange>
        </w:rPr>
        <w:t xml:space="preserve">  </w:t>
      </w:r>
      <w:r w:rsidR="00535998" w:rsidRPr="0041691E">
        <w:rPr>
          <w:rStyle w:val="CodeAnnotation"/>
        </w:rPr>
        <w:t>6</w:t>
      </w:r>
      <w:r w:rsidRPr="0041691E">
        <w:rPr>
          <w:rStyle w:val="LiteralGray"/>
          <w:rPrChange w:id="815" w:author="Carol Nichols" w:date="2022-08-25T20:37:00Z">
            <w:rPr/>
          </w:rPrChange>
        </w:rPr>
        <w:t xml:space="preserve"> println!(</w:t>
      </w:r>
    </w:p>
    <w:p w14:paraId="36708A30" w14:textId="77777777" w:rsidR="00E5518A" w:rsidRPr="0041691E" w:rsidRDefault="00E5518A" w:rsidP="009A664F">
      <w:pPr>
        <w:pStyle w:val="Code"/>
        <w:rPr>
          <w:rStyle w:val="LiteralGray"/>
          <w:rPrChange w:id="816" w:author="Carol Nichols" w:date="2022-08-25T20:37:00Z">
            <w:rPr/>
          </w:rPrChange>
        </w:rPr>
      </w:pPr>
      <w:r w:rsidRPr="0041691E">
        <w:rPr>
          <w:rStyle w:val="LiteralGray"/>
          <w:rPrChange w:id="817" w:author="Carol Nichols" w:date="2022-08-25T20:37:00Z">
            <w:rPr/>
          </w:rPrChange>
        </w:rPr>
        <w:t xml:space="preserve">        </w:t>
      </w:r>
      <w:r w:rsidR="009B49FF" w:rsidRPr="0041691E">
        <w:rPr>
          <w:rStyle w:val="LiteralGray"/>
          <w:rPrChange w:id="818" w:author="Carol Nichols" w:date="2022-08-25T20:37:00Z">
            <w:rPr/>
          </w:rPrChange>
        </w:rPr>
        <w:t>"leaf parent = {:?}",</w:t>
      </w:r>
      <w:del w:id="819" w:author="Carol Nichols" w:date="2022-08-25T20:45:00Z">
        <w:r w:rsidR="009B49FF" w:rsidRPr="0041691E" w:rsidDel="006D0233">
          <w:rPr>
            <w:rStyle w:val="LiteralGray"/>
            <w:rPrChange w:id="820" w:author="Carol Nichols" w:date="2022-08-25T20:37:00Z">
              <w:rPr/>
            </w:rPrChange>
          </w:rPr>
          <w:delText xml:space="preserve"> </w:delText>
        </w:r>
      </w:del>
    </w:p>
    <w:p w14:paraId="3F658B5C" w14:textId="77777777" w:rsidR="00E5518A" w:rsidRPr="0041691E" w:rsidRDefault="00E5518A" w:rsidP="009A664F">
      <w:pPr>
        <w:pStyle w:val="Code"/>
        <w:rPr>
          <w:rStyle w:val="LiteralGray"/>
          <w:rPrChange w:id="821" w:author="Carol Nichols" w:date="2022-08-25T20:37:00Z">
            <w:rPr/>
          </w:rPrChange>
        </w:rPr>
      </w:pPr>
      <w:r w:rsidRPr="0041691E">
        <w:rPr>
          <w:rStyle w:val="LiteralGray"/>
          <w:rPrChange w:id="822" w:author="Carol Nichols" w:date="2022-08-25T20:37:00Z">
            <w:rPr/>
          </w:rPrChange>
        </w:rPr>
        <w:t xml:space="preserve">        </w:t>
      </w:r>
      <w:r w:rsidR="009B49FF" w:rsidRPr="0041691E">
        <w:rPr>
          <w:rStyle w:val="LiteralGray"/>
          <w:rPrChange w:id="823" w:author="Carol Nichols" w:date="2022-08-25T20:37:00Z">
            <w:rPr/>
          </w:rPrChange>
        </w:rPr>
        <w:t>leaf.parent.borrow().upgrade()</w:t>
      </w:r>
    </w:p>
    <w:p w14:paraId="25D972C1" w14:textId="3BE47467" w:rsidR="009B49FF" w:rsidRPr="0041691E" w:rsidRDefault="00E5518A" w:rsidP="009A664F">
      <w:pPr>
        <w:pStyle w:val="Code"/>
        <w:rPr>
          <w:rStyle w:val="LiteralGray"/>
          <w:rPrChange w:id="824" w:author="Carol Nichols" w:date="2022-08-25T20:37:00Z">
            <w:rPr/>
          </w:rPrChange>
        </w:rPr>
      </w:pPr>
      <w:r w:rsidRPr="0041691E">
        <w:rPr>
          <w:rStyle w:val="LiteralGray"/>
          <w:rPrChange w:id="825" w:author="Carol Nichols" w:date="2022-08-25T20:37:00Z">
            <w:rPr/>
          </w:rPrChange>
        </w:rPr>
        <w:t xml:space="preserve">    </w:t>
      </w:r>
      <w:r w:rsidR="009B49FF" w:rsidRPr="0041691E">
        <w:rPr>
          <w:rStyle w:val="LiteralGray"/>
          <w:rPrChange w:id="826" w:author="Carol Nichols" w:date="2022-08-25T20:37:00Z">
            <w:rPr/>
          </w:rPrChange>
        </w:rPr>
        <w:t>);</w:t>
      </w:r>
    </w:p>
    <w:p w14:paraId="22142517" w14:textId="13FB6A41" w:rsidR="009B49FF" w:rsidRPr="009A664F" w:rsidRDefault="009B49FF" w:rsidP="009A664F">
      <w:pPr>
        <w:pStyle w:val="Code"/>
      </w:pPr>
      <w:r w:rsidRPr="009A664F">
        <w:t xml:space="preserve">  </w:t>
      </w:r>
      <w:r w:rsidR="00535998" w:rsidRPr="00535998">
        <w:rPr>
          <w:rStyle w:val="CodeAnnotation"/>
        </w:rPr>
        <w:t>7</w:t>
      </w:r>
      <w:r w:rsidRPr="009A664F">
        <w:t xml:space="preserve"> println!(</w:t>
      </w:r>
    </w:p>
    <w:p w14:paraId="79DFA810" w14:textId="77777777" w:rsidR="009B49FF" w:rsidRPr="009A664F" w:rsidRDefault="009B49FF" w:rsidP="009A664F">
      <w:pPr>
        <w:pStyle w:val="Code"/>
      </w:pPr>
      <w:r w:rsidRPr="009A664F">
        <w:t xml:space="preserve">        "leaf strong = {}, weak = {}",</w:t>
      </w:r>
    </w:p>
    <w:p w14:paraId="143F5D4F" w14:textId="77777777" w:rsidR="009B49FF" w:rsidRPr="009A664F" w:rsidRDefault="009B49FF" w:rsidP="009A664F">
      <w:pPr>
        <w:pStyle w:val="Code"/>
      </w:pPr>
      <w:r w:rsidRPr="009A664F">
        <w:t xml:space="preserve">        Rc::strong_count(&amp;leaf),</w:t>
      </w:r>
    </w:p>
    <w:p w14:paraId="5DEB5DF7" w14:textId="77777777" w:rsidR="009B49FF" w:rsidRPr="009A664F" w:rsidRDefault="009B49FF" w:rsidP="009A664F">
      <w:pPr>
        <w:pStyle w:val="Code"/>
      </w:pPr>
      <w:r w:rsidRPr="009A664F">
        <w:t xml:space="preserve">        Rc::weak_count(&amp;leaf),</w:t>
      </w:r>
    </w:p>
    <w:p w14:paraId="2980A466" w14:textId="77777777" w:rsidR="009B49FF" w:rsidRPr="009A664F" w:rsidRDefault="009B49FF" w:rsidP="009A664F">
      <w:pPr>
        <w:pStyle w:val="Code"/>
      </w:pPr>
      <w:r w:rsidRPr="009A664F">
        <w:t xml:space="preserve">    );</w:t>
      </w:r>
    </w:p>
    <w:p w14:paraId="472FA476" w14:textId="77777777" w:rsidR="009B49FF" w:rsidRPr="0041691E" w:rsidRDefault="009B49FF" w:rsidP="009A664F">
      <w:pPr>
        <w:pStyle w:val="Code"/>
        <w:rPr>
          <w:rStyle w:val="LiteralGray"/>
          <w:rPrChange w:id="827" w:author="Carol Nichols" w:date="2022-08-25T20:37:00Z">
            <w:rPr/>
          </w:rPrChange>
        </w:rPr>
      </w:pPr>
      <w:r w:rsidRPr="0041691E">
        <w:rPr>
          <w:rStyle w:val="LiteralGray"/>
          <w:rPrChange w:id="828" w:author="Carol Nichols" w:date="2022-08-25T20:37:00Z">
            <w:rPr/>
          </w:rPrChange>
        </w:rPr>
        <w:t>}</w:t>
      </w:r>
    </w:p>
    <w:p w14:paraId="09C520AE" w14:textId="2C9DD0C4" w:rsidR="009B49FF" w:rsidRPr="009B49FF" w:rsidRDefault="009B49FF" w:rsidP="0075708C">
      <w:pPr>
        <w:pStyle w:val="CodeListingCaption"/>
        <w:rPr>
          <w:lang w:eastAsia="en-GB"/>
        </w:rPr>
      </w:pPr>
      <w:r w:rsidRPr="009A664F">
        <w:t xml:space="preserve">Creating </w:t>
      </w:r>
      <w:r w:rsidRPr="009A664F">
        <w:rPr>
          <w:rStyle w:val="Literal"/>
        </w:rPr>
        <w:t>branch</w:t>
      </w:r>
      <w:r w:rsidRPr="009B49FF">
        <w:rPr>
          <w:lang w:eastAsia="en-GB"/>
        </w:rPr>
        <w:t xml:space="preserve"> in an inner scope and examining strong and</w:t>
      </w:r>
      <w:r w:rsidR="00E22CA3">
        <w:rPr>
          <w:lang w:eastAsia="en-GB"/>
        </w:rPr>
        <w:t xml:space="preserve"> </w:t>
      </w:r>
      <w:r w:rsidRPr="009B49FF">
        <w:rPr>
          <w:lang w:eastAsia="en-GB"/>
        </w:rPr>
        <w:t>weak reference counts</w:t>
      </w:r>
    </w:p>
    <w:p w14:paraId="6A837692" w14:textId="0AC6FFB2" w:rsidR="009B49FF" w:rsidRPr="009B49FF" w:rsidRDefault="009B49FF" w:rsidP="009A664F">
      <w:pPr>
        <w:pStyle w:val="Body"/>
        <w:rPr>
          <w:lang w:eastAsia="en-GB"/>
        </w:rPr>
      </w:pPr>
      <w:r w:rsidRPr="009B49FF">
        <w:rPr>
          <w:lang w:eastAsia="en-GB"/>
        </w:rPr>
        <w:t xml:space="preserve">After </w:t>
      </w:r>
      <w:r w:rsidRPr="009A664F">
        <w:rPr>
          <w:rStyle w:val="Literal"/>
        </w:rPr>
        <w:t>leaf</w:t>
      </w:r>
      <w:r w:rsidRPr="009A664F">
        <w:t xml:space="preserve"> is created, its </w:t>
      </w:r>
      <w:r w:rsidRPr="009A664F">
        <w:rPr>
          <w:rStyle w:val="Literal"/>
        </w:rPr>
        <w:t>Rc&lt;Node&gt;</w:t>
      </w:r>
      <w:r w:rsidRPr="009A664F">
        <w:t xml:space="preserve"> has a strong count of 1 and a weak</w:t>
      </w:r>
      <w:r w:rsidR="00E22CA3" w:rsidRPr="009A664F">
        <w:t xml:space="preserve"> </w:t>
      </w:r>
      <w:r w:rsidRPr="009A664F">
        <w:t xml:space="preserve">count of 0 </w:t>
      </w:r>
      <w:r w:rsidR="00535998" w:rsidRPr="00535998">
        <w:rPr>
          <w:rStyle w:val="CodeAnnotation"/>
        </w:rPr>
        <w:t>1</w:t>
      </w:r>
      <w:r w:rsidRPr="009A664F">
        <w:t xml:space="preserve">. In the inner scope </w:t>
      </w:r>
      <w:r w:rsidR="00535998" w:rsidRPr="00535998">
        <w:rPr>
          <w:rStyle w:val="CodeAnnotation"/>
        </w:rPr>
        <w:t>2</w:t>
      </w:r>
      <w:r w:rsidRPr="009A664F">
        <w:t xml:space="preserve">, we create </w:t>
      </w:r>
      <w:r w:rsidRPr="009A664F">
        <w:rPr>
          <w:rStyle w:val="Literal"/>
        </w:rPr>
        <w:t>branch</w:t>
      </w:r>
      <w:r w:rsidRPr="009A664F">
        <w:t xml:space="preserve"> and associate it</w:t>
      </w:r>
      <w:r w:rsidR="00E22CA3" w:rsidRPr="009A664F">
        <w:t xml:space="preserve"> </w:t>
      </w:r>
      <w:r w:rsidRPr="009A664F">
        <w:t xml:space="preserve">with </w:t>
      </w:r>
      <w:r w:rsidRPr="009A664F">
        <w:rPr>
          <w:rStyle w:val="Literal"/>
        </w:rPr>
        <w:t>leaf</w:t>
      </w:r>
      <w:r w:rsidRPr="009A664F">
        <w:t xml:space="preserve">, at which point when we print the counts </w:t>
      </w:r>
      <w:r w:rsidR="00535998" w:rsidRPr="00535998">
        <w:rPr>
          <w:rStyle w:val="CodeAnnotation"/>
        </w:rPr>
        <w:t>3</w:t>
      </w:r>
      <w:r w:rsidRPr="009A664F">
        <w:t xml:space="preserve">, the </w:t>
      </w:r>
      <w:r w:rsidRPr="009A664F">
        <w:rPr>
          <w:rStyle w:val="Literal"/>
        </w:rPr>
        <w:t>Rc&lt;Node&gt;</w:t>
      </w:r>
      <w:r w:rsidRPr="009A664F">
        <w:t xml:space="preserve"> in</w:t>
      </w:r>
      <w:r w:rsidR="00E22CA3" w:rsidRPr="009A664F">
        <w:t xml:space="preserve"> </w:t>
      </w:r>
      <w:r w:rsidRPr="009A664F">
        <w:rPr>
          <w:rStyle w:val="Literal"/>
        </w:rPr>
        <w:t>branch</w:t>
      </w:r>
      <w:r w:rsidRPr="009A664F">
        <w:t xml:space="preserve"> will have a strong count of 1 and a weak count of 1 (for </w:t>
      </w:r>
      <w:r w:rsidRPr="009A664F">
        <w:rPr>
          <w:rStyle w:val="Literal"/>
        </w:rPr>
        <w:t>leaf.parent</w:t>
      </w:r>
      <w:r w:rsidR="00E22CA3" w:rsidRPr="009A664F">
        <w:t xml:space="preserve"> </w:t>
      </w:r>
      <w:r w:rsidRPr="009A664F">
        <w:t xml:space="preserve">pointing to </w:t>
      </w:r>
      <w:r w:rsidRPr="009A664F">
        <w:rPr>
          <w:rStyle w:val="Literal"/>
        </w:rPr>
        <w:t>branch</w:t>
      </w:r>
      <w:r w:rsidRPr="009A664F">
        <w:t xml:space="preserve"> with a </w:t>
      </w:r>
      <w:r w:rsidRPr="009A664F">
        <w:rPr>
          <w:rStyle w:val="Literal"/>
        </w:rPr>
        <w:t>Weak&lt;Node&gt;</w:t>
      </w:r>
      <w:r w:rsidRPr="009A664F">
        <w:t xml:space="preserve">). When we print the counts in </w:t>
      </w:r>
      <w:r w:rsidRPr="009A664F">
        <w:rPr>
          <w:rStyle w:val="Literal"/>
        </w:rPr>
        <w:t>leaf</w:t>
      </w:r>
      <w:r w:rsidR="00E22CA3" w:rsidRPr="009A664F">
        <w:t xml:space="preserve"> </w:t>
      </w:r>
      <w:r w:rsidR="00535998" w:rsidRPr="00535998">
        <w:rPr>
          <w:rStyle w:val="CodeAnnotation"/>
        </w:rPr>
        <w:t>4</w:t>
      </w:r>
      <w:r w:rsidRPr="009A664F">
        <w:t>, we’ll see it will have a strong count of 2</w:t>
      </w:r>
      <w:del w:id="829" w:author="Audrey Doyle" w:date="2022-08-04T15:29:00Z">
        <w:r w:rsidRPr="009A664F" w:rsidDel="00D83B22">
          <w:delText>,</w:delText>
        </w:r>
      </w:del>
      <w:r w:rsidRPr="009A664F">
        <w:t xml:space="preserve"> because </w:t>
      </w:r>
      <w:r w:rsidRPr="009A664F">
        <w:rPr>
          <w:rStyle w:val="Literal"/>
        </w:rPr>
        <w:t>branch</w:t>
      </w:r>
      <w:r w:rsidRPr="009A664F">
        <w:t xml:space="preserve"> now has a</w:t>
      </w:r>
      <w:r w:rsidR="00E22CA3" w:rsidRPr="009A664F">
        <w:t xml:space="preserve"> </w:t>
      </w:r>
      <w:r w:rsidRPr="009A664F">
        <w:t xml:space="preserve">clone of the </w:t>
      </w:r>
      <w:r w:rsidRPr="009A664F">
        <w:rPr>
          <w:rStyle w:val="Literal"/>
        </w:rPr>
        <w:t>Rc&lt;Node&gt;</w:t>
      </w:r>
      <w:r w:rsidRPr="009A664F">
        <w:t xml:space="preserve"> of </w:t>
      </w:r>
      <w:r w:rsidRPr="009A664F">
        <w:rPr>
          <w:rStyle w:val="Literal"/>
        </w:rPr>
        <w:t>leaf</w:t>
      </w:r>
      <w:r w:rsidRPr="009A664F">
        <w:t xml:space="preserve"> stored in </w:t>
      </w:r>
      <w:r w:rsidRPr="009A664F">
        <w:rPr>
          <w:rStyle w:val="Literal"/>
        </w:rPr>
        <w:t>branch.children</w:t>
      </w:r>
      <w:r w:rsidRPr="009B49FF">
        <w:rPr>
          <w:lang w:eastAsia="en-GB"/>
        </w:rPr>
        <w:t>, but will still</w:t>
      </w:r>
      <w:r w:rsidR="00E22CA3">
        <w:rPr>
          <w:lang w:eastAsia="en-GB"/>
        </w:rPr>
        <w:t xml:space="preserve"> </w:t>
      </w:r>
      <w:r w:rsidRPr="009B49FF">
        <w:rPr>
          <w:lang w:eastAsia="en-GB"/>
        </w:rPr>
        <w:t>have a weak count of 0.</w:t>
      </w:r>
    </w:p>
    <w:p w14:paraId="5068A431" w14:textId="490C3222" w:rsidR="009B49FF" w:rsidRPr="009B49FF" w:rsidRDefault="008314C0" w:rsidP="009A664F">
      <w:pPr>
        <w:pStyle w:val="Body"/>
        <w:rPr>
          <w:lang w:eastAsia="en-GB"/>
        </w:rPr>
      </w:pPr>
      <w:ins w:id="830" w:author="Carol Nichols" w:date="2022-08-25T22:00:00Z">
        <w:r>
          <w:rPr>
            <w:lang w:eastAsia="en-GB"/>
          </w:rPr>
          <w:fldChar w:fldCharType="begin"/>
        </w:r>
        <w:r>
          <w:instrText xml:space="preserve"> XE "memory leak start</w:instrText>
        </w:r>
        <w:r w:rsidRPr="00BE574B">
          <w:instrText>Range</w:instrText>
        </w:r>
        <w:r>
          <w:instrText xml:space="preserve">" </w:instrText>
        </w:r>
        <w:r>
          <w:rPr>
            <w:lang w:eastAsia="en-GB"/>
          </w:rPr>
          <w:fldChar w:fldCharType="end"/>
        </w:r>
      </w:ins>
      <w:r w:rsidR="009B49FF" w:rsidRPr="009B49FF">
        <w:rPr>
          <w:lang w:eastAsia="en-GB"/>
        </w:rPr>
        <w:t xml:space="preserve">When the inner scope ends </w:t>
      </w:r>
      <w:r w:rsidR="00535998" w:rsidRPr="00535998">
        <w:rPr>
          <w:rStyle w:val="CodeAnnotation"/>
        </w:rPr>
        <w:t>5</w:t>
      </w:r>
      <w:r w:rsidR="009B49FF" w:rsidRPr="009B49FF">
        <w:rPr>
          <w:lang w:eastAsia="en-GB"/>
        </w:rPr>
        <w:t xml:space="preserve">, </w:t>
      </w:r>
      <w:r w:rsidR="009B49FF" w:rsidRPr="009A664F">
        <w:rPr>
          <w:rStyle w:val="Literal"/>
        </w:rPr>
        <w:t>branch</w:t>
      </w:r>
      <w:r w:rsidR="009B49FF" w:rsidRPr="009A664F">
        <w:t xml:space="preserve"> goes out of scope and the strong count</w:t>
      </w:r>
      <w:r w:rsidR="00E22CA3" w:rsidRPr="009A664F">
        <w:t xml:space="preserve"> </w:t>
      </w:r>
      <w:r w:rsidR="009B49FF" w:rsidRPr="009A664F">
        <w:t xml:space="preserve">of the </w:t>
      </w:r>
      <w:r w:rsidR="009B49FF" w:rsidRPr="009A664F">
        <w:rPr>
          <w:rStyle w:val="Literal"/>
        </w:rPr>
        <w:t>Rc&lt;Node&gt;</w:t>
      </w:r>
      <w:r w:rsidR="009B49FF" w:rsidRPr="009A664F">
        <w:t xml:space="preserve"> decreases to 0, so its </w:t>
      </w:r>
      <w:r w:rsidR="009B49FF" w:rsidRPr="009A664F">
        <w:rPr>
          <w:rStyle w:val="Literal"/>
        </w:rPr>
        <w:t>Node</w:t>
      </w:r>
      <w:r w:rsidR="009B49FF" w:rsidRPr="009A664F">
        <w:t xml:space="preserve"> is dropped. The weak count of 1</w:t>
      </w:r>
      <w:r w:rsidR="00E22CA3" w:rsidRPr="009A664F">
        <w:t xml:space="preserve"> </w:t>
      </w:r>
      <w:r w:rsidR="009B49FF" w:rsidRPr="009A664F">
        <w:t xml:space="preserve">from </w:t>
      </w:r>
      <w:r w:rsidR="009B49FF" w:rsidRPr="009A664F">
        <w:rPr>
          <w:rStyle w:val="Literal"/>
        </w:rPr>
        <w:t>leaf.parent</w:t>
      </w:r>
      <w:r w:rsidR="009B49FF" w:rsidRPr="009A664F">
        <w:t xml:space="preserve"> has no bearing on whether or not </w:t>
      </w:r>
      <w:r w:rsidR="009B49FF" w:rsidRPr="009A664F">
        <w:rPr>
          <w:rStyle w:val="Literal"/>
        </w:rPr>
        <w:t>Node</w:t>
      </w:r>
      <w:r w:rsidR="009B49FF" w:rsidRPr="009B49FF">
        <w:rPr>
          <w:lang w:eastAsia="en-GB"/>
        </w:rPr>
        <w:t xml:space="preserve"> is dropped, so we</w:t>
      </w:r>
      <w:r w:rsidR="00E22CA3">
        <w:rPr>
          <w:lang w:eastAsia="en-GB"/>
        </w:rPr>
        <w:t xml:space="preserve"> </w:t>
      </w:r>
      <w:r w:rsidR="009B49FF" w:rsidRPr="009B49FF">
        <w:rPr>
          <w:lang w:eastAsia="en-GB"/>
        </w:rPr>
        <w:t>don’t get any memory leaks!</w:t>
      </w:r>
    </w:p>
    <w:p w14:paraId="596FCDE1" w14:textId="09CFFBF4" w:rsidR="009B49FF" w:rsidRPr="009B49FF" w:rsidRDefault="009B49FF" w:rsidP="009A664F">
      <w:pPr>
        <w:pStyle w:val="Body"/>
        <w:rPr>
          <w:lang w:eastAsia="en-GB"/>
        </w:rPr>
      </w:pPr>
      <w:r w:rsidRPr="009B49FF">
        <w:rPr>
          <w:lang w:eastAsia="en-GB"/>
        </w:rPr>
        <w:t xml:space="preserve">If we try to access the parent of </w:t>
      </w:r>
      <w:r w:rsidRPr="009A664F">
        <w:rPr>
          <w:rStyle w:val="Literal"/>
        </w:rPr>
        <w:t>leaf</w:t>
      </w:r>
      <w:r w:rsidRPr="009A664F">
        <w:t xml:space="preserve"> after the end of the scope, we’ll get</w:t>
      </w:r>
      <w:r w:rsidR="00E22CA3" w:rsidRPr="009A664F">
        <w:t xml:space="preserve"> </w:t>
      </w:r>
      <w:r w:rsidRPr="009A664F">
        <w:rPr>
          <w:rStyle w:val="Literal"/>
        </w:rPr>
        <w:t>None</w:t>
      </w:r>
      <w:r w:rsidRPr="009A664F">
        <w:t xml:space="preserve"> again </w:t>
      </w:r>
      <w:r w:rsidR="00535998" w:rsidRPr="00535998">
        <w:rPr>
          <w:rStyle w:val="CodeAnnotation"/>
        </w:rPr>
        <w:t>6</w:t>
      </w:r>
      <w:r w:rsidRPr="009A664F">
        <w:t xml:space="preserve">. At the end of the program </w:t>
      </w:r>
      <w:r w:rsidR="00535998" w:rsidRPr="00535998">
        <w:rPr>
          <w:rStyle w:val="CodeAnnotation"/>
        </w:rPr>
        <w:t>7</w:t>
      </w:r>
      <w:r w:rsidRPr="009A664F">
        <w:t xml:space="preserve">, the </w:t>
      </w:r>
      <w:r w:rsidRPr="009A664F">
        <w:rPr>
          <w:rStyle w:val="Literal"/>
        </w:rPr>
        <w:t>Rc&lt;Node&gt;</w:t>
      </w:r>
      <w:r w:rsidRPr="009A664F">
        <w:t xml:space="preserve"> in </w:t>
      </w:r>
      <w:r w:rsidRPr="009A664F">
        <w:rPr>
          <w:rStyle w:val="Literal"/>
        </w:rPr>
        <w:t>leaf</w:t>
      </w:r>
      <w:r w:rsidRPr="009A664F">
        <w:t xml:space="preserve"> has a</w:t>
      </w:r>
      <w:r w:rsidR="00E22CA3" w:rsidRPr="009A664F">
        <w:t xml:space="preserve"> </w:t>
      </w:r>
      <w:r w:rsidRPr="009A664F">
        <w:t>strong count of 1 and a weak count of 0</w:t>
      </w:r>
      <w:del w:id="831" w:author="Audrey Doyle" w:date="2022-08-04T15:30:00Z">
        <w:r w:rsidRPr="009A664F" w:rsidDel="00D83B22">
          <w:delText>,</w:delText>
        </w:r>
      </w:del>
      <w:r w:rsidRPr="009A664F">
        <w:t xml:space="preserve"> because the variable </w:t>
      </w:r>
      <w:r w:rsidRPr="009A664F">
        <w:rPr>
          <w:rStyle w:val="Literal"/>
        </w:rPr>
        <w:t>leaf</w:t>
      </w:r>
      <w:r w:rsidRPr="009A664F">
        <w:t xml:space="preserve"> is now the</w:t>
      </w:r>
      <w:r w:rsidR="00E22CA3" w:rsidRPr="009A664F">
        <w:t xml:space="preserve"> </w:t>
      </w:r>
      <w:r w:rsidRPr="009A664F">
        <w:t xml:space="preserve">only reference to the </w:t>
      </w:r>
      <w:r w:rsidRPr="009A664F">
        <w:rPr>
          <w:rStyle w:val="Literal"/>
        </w:rPr>
        <w:t>Rc&lt;Node&gt;</w:t>
      </w:r>
      <w:r w:rsidRPr="009B49FF">
        <w:rPr>
          <w:lang w:eastAsia="en-GB"/>
        </w:rPr>
        <w:t xml:space="preserve"> again.</w:t>
      </w:r>
    </w:p>
    <w:p w14:paraId="313A2806" w14:textId="61DEC6E1" w:rsidR="009B49FF" w:rsidRPr="009B49FF" w:rsidRDefault="009B49FF" w:rsidP="009A664F">
      <w:pPr>
        <w:pStyle w:val="Body"/>
        <w:rPr>
          <w:lang w:eastAsia="en-GB"/>
        </w:rPr>
      </w:pPr>
      <w:r w:rsidRPr="009B49FF">
        <w:rPr>
          <w:lang w:eastAsia="en-GB"/>
        </w:rPr>
        <w:t>All of the logic that manages the counts and value dropping is built into</w:t>
      </w:r>
      <w:r w:rsidR="00E22CA3">
        <w:rPr>
          <w:lang w:eastAsia="en-GB"/>
        </w:rPr>
        <w:t xml:space="preserve"> </w:t>
      </w:r>
      <w:r w:rsidRPr="009A664F">
        <w:rPr>
          <w:rStyle w:val="Literal"/>
        </w:rPr>
        <w:t>Rc&lt;T&gt;</w:t>
      </w:r>
      <w:r w:rsidRPr="009A664F">
        <w:t xml:space="preserve"> and </w:t>
      </w:r>
      <w:r w:rsidRPr="009A664F">
        <w:rPr>
          <w:rStyle w:val="Literal"/>
        </w:rPr>
        <w:t>Weak&lt;T&gt;</w:t>
      </w:r>
      <w:r w:rsidRPr="009A664F">
        <w:t xml:space="preserve"> and their implementations of the </w:t>
      </w:r>
      <w:r w:rsidRPr="009A664F">
        <w:rPr>
          <w:rStyle w:val="Literal"/>
        </w:rPr>
        <w:t>Drop</w:t>
      </w:r>
      <w:r w:rsidRPr="009A664F">
        <w:t xml:space="preserve"> trait. By</w:t>
      </w:r>
      <w:r w:rsidR="00E22CA3" w:rsidRPr="009A664F">
        <w:t xml:space="preserve"> </w:t>
      </w:r>
      <w:r w:rsidRPr="009A664F">
        <w:t>specifying that the relationship from a child to its parent should be a</w:t>
      </w:r>
      <w:r w:rsidR="00E22CA3" w:rsidRPr="009A664F">
        <w:t xml:space="preserve"> </w:t>
      </w:r>
      <w:r w:rsidRPr="009A664F">
        <w:rPr>
          <w:rStyle w:val="Literal"/>
        </w:rPr>
        <w:t>Weak&lt;T&gt;</w:t>
      </w:r>
      <w:r w:rsidRPr="009A664F">
        <w:t xml:space="preserve"> reference in the definition of </w:t>
      </w:r>
      <w:r w:rsidRPr="009A664F">
        <w:rPr>
          <w:rStyle w:val="Literal"/>
        </w:rPr>
        <w:t>Node</w:t>
      </w:r>
      <w:r w:rsidRPr="009B49FF">
        <w:rPr>
          <w:lang w:eastAsia="en-GB"/>
        </w:rPr>
        <w:t>, you’re able to have parent</w:t>
      </w:r>
      <w:r w:rsidR="00E22CA3">
        <w:rPr>
          <w:lang w:eastAsia="en-GB"/>
        </w:rPr>
        <w:t xml:space="preserve"> </w:t>
      </w:r>
      <w:r w:rsidRPr="009B49FF">
        <w:rPr>
          <w:lang w:eastAsia="en-GB"/>
        </w:rPr>
        <w:t>nodes point to child nodes and vice versa without creating a reference cycle</w:t>
      </w:r>
      <w:r w:rsidR="00E22CA3">
        <w:rPr>
          <w:lang w:eastAsia="en-GB"/>
        </w:rPr>
        <w:t xml:space="preserve"> </w:t>
      </w:r>
      <w:r w:rsidRPr="009B49FF">
        <w:rPr>
          <w:lang w:eastAsia="en-GB"/>
        </w:rPr>
        <w:t>and memory leaks.</w:t>
      </w:r>
      <w:ins w:id="832" w:author="Carol Nichols" w:date="2022-08-25T22:02:00Z">
        <w:r w:rsidR="00F92B96">
          <w:rPr>
            <w:lang w:eastAsia="en-GB"/>
          </w:rPr>
          <w:fldChar w:fldCharType="begin"/>
        </w:r>
        <w:r w:rsidR="00F92B96">
          <w:instrText xml:space="preserve"> XE "Weak&lt;T&gt; type end</w:instrText>
        </w:r>
        <w:r w:rsidR="00F92B96" w:rsidRPr="00BE574B">
          <w:instrText>Range</w:instrText>
        </w:r>
        <w:r w:rsidR="00F92B96">
          <w:instrText xml:space="preserve">" </w:instrText>
        </w:r>
        <w:r w:rsidR="00F92B96">
          <w:rPr>
            <w:lang w:eastAsia="en-GB"/>
          </w:rPr>
          <w:fldChar w:fldCharType="end"/>
        </w:r>
      </w:ins>
      <w:ins w:id="833" w:author="Carol Nichols" w:date="2022-08-25T22:01:00Z">
        <w:r w:rsidR="005A24EF">
          <w:rPr>
            <w:lang w:eastAsia="en-GB"/>
          </w:rPr>
          <w:fldChar w:fldCharType="begin"/>
        </w:r>
        <w:r w:rsidR="005A24EF">
          <w:instrText xml:space="preserve"> XE "reference cycles </w:instrText>
        </w:r>
        <w:r w:rsidR="00FB31FF">
          <w:instrText>end</w:instrText>
        </w:r>
        <w:r w:rsidR="005A24EF" w:rsidRPr="00BE574B">
          <w:instrText>Range</w:instrText>
        </w:r>
        <w:r w:rsidR="005A24EF">
          <w:instrText xml:space="preserve">" </w:instrText>
        </w:r>
        <w:r w:rsidR="005A24EF">
          <w:rPr>
            <w:lang w:eastAsia="en-GB"/>
          </w:rPr>
          <w:fldChar w:fldCharType="end"/>
        </w:r>
      </w:ins>
      <w:ins w:id="834" w:author="Carol Nichols" w:date="2022-08-25T22:00:00Z">
        <w:r w:rsidR="008314C0">
          <w:rPr>
            <w:lang w:eastAsia="en-GB"/>
          </w:rPr>
          <w:fldChar w:fldCharType="begin"/>
        </w:r>
        <w:r w:rsidR="008314C0">
          <w:instrText xml:space="preserve"> XE "memory leak end</w:instrText>
        </w:r>
        <w:r w:rsidR="008314C0" w:rsidRPr="00BE574B">
          <w:instrText>Range</w:instrText>
        </w:r>
        <w:r w:rsidR="008314C0">
          <w:instrText xml:space="preserve">" </w:instrText>
        </w:r>
        <w:r w:rsidR="008314C0">
          <w:rPr>
            <w:lang w:eastAsia="en-GB"/>
          </w:rPr>
          <w:fldChar w:fldCharType="end"/>
        </w:r>
      </w:ins>
      <w:ins w:id="835" w:author="Carol Nichols" w:date="2022-08-25T21:58:00Z">
        <w:r w:rsidR="00D76782">
          <w:rPr>
            <w:lang w:eastAsia="en-GB"/>
          </w:rPr>
          <w:fldChar w:fldCharType="begin"/>
        </w:r>
        <w:r w:rsidR="00D76782">
          <w:instrText xml:space="preserve"> XE "Rc&lt;T&gt; type end</w:instrText>
        </w:r>
        <w:r w:rsidR="00D76782" w:rsidRPr="00BE574B">
          <w:instrText>Range</w:instrText>
        </w:r>
        <w:r w:rsidR="00D76782">
          <w:instrText xml:space="preserve">" </w:instrText>
        </w:r>
        <w:r w:rsidR="00D76782">
          <w:rPr>
            <w:lang w:eastAsia="en-GB"/>
          </w:rPr>
          <w:fldChar w:fldCharType="end"/>
        </w:r>
      </w:ins>
      <w:ins w:id="836" w:author="Carol Nichols" w:date="2022-08-25T21:53:00Z">
        <w:r w:rsidR="00336266">
          <w:rPr>
            <w:lang w:eastAsia="en-GB"/>
          </w:rPr>
          <w:fldChar w:fldCharType="begin"/>
        </w:r>
        <w:r w:rsidR="00336266">
          <w:instrText xml:space="preserve"> XE "RefCell&lt;T&gt; type end</w:instrText>
        </w:r>
        <w:r w:rsidR="00336266" w:rsidRPr="00BE574B">
          <w:instrText>Range</w:instrText>
        </w:r>
        <w:r w:rsidR="00336266">
          <w:instrText xml:space="preserve">" </w:instrText>
        </w:r>
        <w:r w:rsidR="00336266">
          <w:rPr>
            <w:lang w:eastAsia="en-GB"/>
          </w:rPr>
          <w:fldChar w:fldCharType="end"/>
        </w:r>
      </w:ins>
    </w:p>
    <w:p w14:paraId="1F1E4E9D" w14:textId="77777777" w:rsidR="009B49FF" w:rsidRPr="009B49FF" w:rsidRDefault="009B49FF" w:rsidP="009A664F">
      <w:pPr>
        <w:pStyle w:val="HeadA"/>
        <w:rPr>
          <w:lang w:eastAsia="en-GB"/>
        </w:rPr>
      </w:pPr>
      <w:bookmarkStart w:id="837" w:name="summary"/>
      <w:bookmarkStart w:id="838" w:name="_Toc106892329"/>
      <w:bookmarkEnd w:id="837"/>
      <w:r w:rsidRPr="009B49FF">
        <w:rPr>
          <w:lang w:eastAsia="en-GB"/>
        </w:rPr>
        <w:t>Summary</w:t>
      </w:r>
      <w:bookmarkEnd w:id="838"/>
    </w:p>
    <w:p w14:paraId="68BAAE1B" w14:textId="2DCEF3B3" w:rsidR="009B49FF" w:rsidRPr="009B49FF" w:rsidRDefault="009B49FF" w:rsidP="009A664F">
      <w:pPr>
        <w:pStyle w:val="Body"/>
        <w:rPr>
          <w:lang w:eastAsia="en-GB"/>
        </w:rPr>
      </w:pPr>
      <w:r w:rsidRPr="009A664F">
        <w:t>This chapter covered how to use smart pointers to make different guarantees and</w:t>
      </w:r>
      <w:r w:rsidR="00E22CA3" w:rsidRPr="009A664F">
        <w:t xml:space="preserve"> </w:t>
      </w:r>
      <w:r w:rsidRPr="009A664F">
        <w:t>trade-offs from those Rust makes by default with regular references. The</w:t>
      </w:r>
      <w:r w:rsidR="00E22CA3" w:rsidRPr="009A664F">
        <w:t xml:space="preserve"> </w:t>
      </w:r>
      <w:r w:rsidRPr="009A664F">
        <w:rPr>
          <w:rStyle w:val="Literal"/>
        </w:rPr>
        <w:t>Box&lt;T&gt;</w:t>
      </w:r>
      <w:r w:rsidRPr="009A664F">
        <w:t xml:space="preserve"> type has a known size and points to data allocated on the heap. The</w:t>
      </w:r>
      <w:r w:rsidR="00E22CA3" w:rsidRPr="009A664F">
        <w:t xml:space="preserve"> </w:t>
      </w:r>
      <w:r w:rsidRPr="009A664F">
        <w:rPr>
          <w:rStyle w:val="Literal"/>
        </w:rPr>
        <w:t>Rc&lt;T&gt;</w:t>
      </w:r>
      <w:r w:rsidRPr="009A664F">
        <w:t xml:space="preserve"> type keeps track of the number of references to data on the heap so</w:t>
      </w:r>
      <w:r w:rsidR="00E22CA3" w:rsidRPr="009A664F">
        <w:t xml:space="preserve"> </w:t>
      </w:r>
      <w:r w:rsidRPr="009A664F">
        <w:t xml:space="preserve">that data can have multiple owners. The </w:t>
      </w:r>
      <w:r w:rsidRPr="009A664F">
        <w:rPr>
          <w:rStyle w:val="Literal"/>
        </w:rPr>
        <w:t>RefCell&lt;T&gt;</w:t>
      </w:r>
      <w:r w:rsidRPr="009B49FF">
        <w:rPr>
          <w:lang w:eastAsia="en-GB"/>
        </w:rPr>
        <w:t xml:space="preserve"> type with its interior</w:t>
      </w:r>
      <w:r w:rsidR="00E22CA3">
        <w:rPr>
          <w:lang w:eastAsia="en-GB"/>
        </w:rPr>
        <w:t xml:space="preserve"> </w:t>
      </w:r>
      <w:r w:rsidRPr="009B49FF">
        <w:rPr>
          <w:lang w:eastAsia="en-GB"/>
        </w:rPr>
        <w:t>mutability gives us a type that we can use when we need an immutable type but</w:t>
      </w:r>
      <w:r w:rsidR="00E22CA3">
        <w:rPr>
          <w:lang w:eastAsia="en-GB"/>
        </w:rPr>
        <w:t xml:space="preserve"> </w:t>
      </w:r>
      <w:r w:rsidRPr="009B49FF">
        <w:rPr>
          <w:lang w:eastAsia="en-GB"/>
        </w:rPr>
        <w:t>need to change an inner value of that type; it also enforces the borrowing</w:t>
      </w:r>
      <w:r w:rsidR="00E22CA3">
        <w:rPr>
          <w:lang w:eastAsia="en-GB"/>
        </w:rPr>
        <w:t xml:space="preserve"> </w:t>
      </w:r>
      <w:r w:rsidRPr="009B49FF">
        <w:rPr>
          <w:lang w:eastAsia="en-GB"/>
        </w:rPr>
        <w:t>rules at runtime instead of at compile time.</w:t>
      </w:r>
    </w:p>
    <w:p w14:paraId="5CB6302D" w14:textId="7EA4AAD7" w:rsidR="009B49FF" w:rsidRPr="009B49FF" w:rsidRDefault="009B49FF" w:rsidP="009A664F">
      <w:pPr>
        <w:pStyle w:val="Body"/>
        <w:rPr>
          <w:lang w:eastAsia="en-GB"/>
        </w:rPr>
      </w:pPr>
      <w:r w:rsidRPr="009B49FF">
        <w:rPr>
          <w:lang w:eastAsia="en-GB"/>
        </w:rPr>
        <w:t xml:space="preserve">Also discussed were the </w:t>
      </w:r>
      <w:r w:rsidRPr="009A664F">
        <w:rPr>
          <w:rStyle w:val="Literal"/>
        </w:rPr>
        <w:t>Deref</w:t>
      </w:r>
      <w:r w:rsidRPr="009A664F">
        <w:t xml:space="preserve"> and </w:t>
      </w:r>
      <w:r w:rsidRPr="009A664F">
        <w:rPr>
          <w:rStyle w:val="Literal"/>
        </w:rPr>
        <w:t>Drop</w:t>
      </w:r>
      <w:r w:rsidRPr="009A664F">
        <w:t xml:space="preserve"> traits, which enable a lot of the</w:t>
      </w:r>
      <w:r w:rsidR="00E22CA3" w:rsidRPr="009A664F">
        <w:t xml:space="preserve"> </w:t>
      </w:r>
      <w:r w:rsidRPr="009A664F">
        <w:t>functionality of smart pointers. We explored reference cycles that can cause</w:t>
      </w:r>
      <w:r w:rsidR="00E22CA3" w:rsidRPr="009A664F">
        <w:t xml:space="preserve"> </w:t>
      </w:r>
      <w:r w:rsidRPr="009A664F">
        <w:t xml:space="preserve">memory leaks and how to prevent them using </w:t>
      </w:r>
      <w:r w:rsidRPr="009A664F">
        <w:rPr>
          <w:rStyle w:val="Literal"/>
        </w:rPr>
        <w:t>Weak&lt;T&gt;</w:t>
      </w:r>
      <w:r w:rsidRPr="009B49FF">
        <w:rPr>
          <w:lang w:eastAsia="en-GB"/>
        </w:rPr>
        <w:t>.</w:t>
      </w:r>
    </w:p>
    <w:p w14:paraId="54631D8A" w14:textId="68E7A447" w:rsidR="009B49FF" w:rsidRPr="009B49FF" w:rsidRDefault="00B15291" w:rsidP="009A664F">
      <w:pPr>
        <w:pStyle w:val="Body"/>
        <w:rPr>
          <w:lang w:eastAsia="en-GB"/>
        </w:rPr>
      </w:pPr>
      <w:ins w:id="839" w:author="Carol Nichols" w:date="2022-08-25T22:02:00Z">
        <w:r>
          <w:rPr>
            <w:lang w:eastAsia="en-GB"/>
          </w:rPr>
          <w:fldChar w:fldCharType="begin"/>
        </w:r>
        <w:r>
          <w:instrText xml:space="preserve"> XE "Rustonomicon, The start</w:instrText>
        </w:r>
        <w:r w:rsidRPr="00BE574B">
          <w:instrText>Range</w:instrText>
        </w:r>
        <w:r>
          <w:instrText xml:space="preserve">" </w:instrText>
        </w:r>
        <w:r>
          <w:rPr>
            <w:lang w:eastAsia="en-GB"/>
          </w:rPr>
          <w:fldChar w:fldCharType="end"/>
        </w:r>
      </w:ins>
      <w:r w:rsidR="009B49FF" w:rsidRPr="009B49FF">
        <w:rPr>
          <w:lang w:eastAsia="en-GB"/>
        </w:rPr>
        <w:t>If this chapter has piqued your interest and you want to implement your own</w:t>
      </w:r>
      <w:r w:rsidR="00E22CA3">
        <w:rPr>
          <w:lang w:eastAsia="en-GB"/>
        </w:rPr>
        <w:t xml:space="preserve"> </w:t>
      </w:r>
      <w:r w:rsidR="009B49FF" w:rsidRPr="009B49FF">
        <w:rPr>
          <w:lang w:eastAsia="en-GB"/>
        </w:rPr>
        <w:t>smart pointers, check out “The Rustonomicon” at</w:t>
      </w:r>
      <w:r w:rsidR="00E22CA3">
        <w:rPr>
          <w:lang w:eastAsia="en-GB"/>
        </w:rPr>
        <w:t xml:space="preserve"> </w:t>
      </w:r>
      <w:hyperlink r:id="rId12" w:history="1">
        <w:r w:rsidR="009B49FF" w:rsidRPr="009B49FF">
          <w:rPr>
            <w:rStyle w:val="LinkURL"/>
            <w:rFonts w:eastAsiaTheme="majorEastAsia"/>
            <w:lang w:val="en-GB" w:eastAsia="en-GB"/>
          </w:rPr>
          <w:t>https://doc.rust-lang.org/stable/nomicon</w:t>
        </w:r>
      </w:hyperlink>
      <w:r w:rsidR="009B49FF" w:rsidRPr="009B49FF">
        <w:rPr>
          <w:lang w:eastAsia="en-GB"/>
        </w:rPr>
        <w:t xml:space="preserve"> for more useful information.</w:t>
      </w:r>
      <w:ins w:id="840" w:author="Carol Nichols" w:date="2022-08-25T22:02:00Z">
        <w:r>
          <w:rPr>
            <w:lang w:eastAsia="en-GB"/>
          </w:rPr>
          <w:fldChar w:fldCharType="begin"/>
        </w:r>
        <w:r>
          <w:instrText xml:space="preserve"> XE "Rustonomicon, The end</w:instrText>
        </w:r>
        <w:r w:rsidRPr="00BE574B">
          <w:instrText>Range</w:instrText>
        </w:r>
        <w:r>
          <w:instrText xml:space="preserve">" </w:instrText>
        </w:r>
        <w:r>
          <w:rPr>
            <w:lang w:eastAsia="en-GB"/>
          </w:rPr>
          <w:fldChar w:fldCharType="end"/>
        </w:r>
      </w:ins>
    </w:p>
    <w:p w14:paraId="79712640" w14:textId="5C15EC38" w:rsidR="009B49FF" w:rsidRPr="009B49FF" w:rsidRDefault="009B49FF" w:rsidP="009A664F">
      <w:pPr>
        <w:pStyle w:val="Body"/>
        <w:rPr>
          <w:lang w:eastAsia="en-GB"/>
        </w:rPr>
      </w:pPr>
      <w:r w:rsidRPr="009B49FF">
        <w:rPr>
          <w:lang w:eastAsia="en-GB"/>
        </w:rPr>
        <w:t>Next, we’ll talk about concurrency in Rust. You’ll even learn about a few new</w:t>
      </w:r>
      <w:r w:rsidR="00E22CA3">
        <w:rPr>
          <w:lang w:eastAsia="en-GB"/>
        </w:rPr>
        <w:t xml:space="preserve"> </w:t>
      </w:r>
      <w:r w:rsidRPr="009B49FF">
        <w:rPr>
          <w:lang w:eastAsia="en-GB"/>
        </w:rPr>
        <w:t>smart pointers.</w:t>
      </w:r>
      <w:ins w:id="841" w:author="Carol Nichols" w:date="2022-08-25T21:31:00Z">
        <w:r w:rsidR="00CF0B71">
          <w:rPr>
            <w:lang w:eastAsia="en-GB"/>
          </w:rPr>
          <w:fldChar w:fldCharType="begin"/>
        </w:r>
        <w:r w:rsidR="00CF0B71">
          <w:instrText xml:space="preserve"> XE "</w:instrText>
        </w:r>
        <w:r w:rsidR="00CF0B71" w:rsidRPr="00BE574B">
          <w:instrText xml:space="preserve">pointer:smart </w:instrText>
        </w:r>
        <w:r w:rsidR="00CF0B71">
          <w:instrText>end</w:instrText>
        </w:r>
        <w:r w:rsidR="00CF0B71" w:rsidRPr="00BE574B">
          <w:instrText>Range</w:instrText>
        </w:r>
        <w:r w:rsidR="00CF0B71">
          <w:instrText xml:space="preserve">" </w:instrText>
        </w:r>
        <w:r w:rsidR="00CF0B71">
          <w:rPr>
            <w:lang w:eastAsia="en-GB"/>
          </w:rPr>
          <w:fldChar w:fldCharType="end"/>
        </w:r>
        <w:r w:rsidR="00CF0B71">
          <w:rPr>
            <w:lang w:eastAsia="en-GB"/>
          </w:rPr>
          <w:fldChar w:fldCharType="begin"/>
        </w:r>
        <w:r w:rsidR="00CF0B71">
          <w:instrText xml:space="preserve"> XE "smart </w:instrText>
        </w:r>
        <w:r w:rsidR="00CF0B71" w:rsidRPr="00BE574B">
          <w:instrText xml:space="preserve">pointer </w:instrText>
        </w:r>
        <w:r w:rsidR="00CF0B71">
          <w:instrText>end</w:instrText>
        </w:r>
        <w:r w:rsidR="00CF0B71" w:rsidRPr="00BE574B">
          <w:instrText>Range</w:instrText>
        </w:r>
        <w:r w:rsidR="00CF0B71">
          <w:instrText xml:space="preserve">" </w:instrText>
        </w:r>
        <w:r w:rsidR="00CF0B71">
          <w:rPr>
            <w:lang w:eastAsia="en-GB"/>
          </w:rPr>
          <w:fldChar w:fldCharType="end"/>
        </w:r>
      </w:ins>
    </w:p>
    <w:sectPr w:rsidR="009B49FF" w:rsidRPr="009B49FF">
      <w:endnotePr>
        <w:numFmt w:val="decimal"/>
      </w:endnotePr>
      <w:pgSz w:w="10080" w:h="13320"/>
      <w:pgMar w:top="900" w:right="960" w:bottom="900" w:left="1020" w:header="720" w:footer="720"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11" w:author="Audrey Doyle" w:date="2022-08-04T15:46:00Z" w:initials="A">
    <w:p w14:paraId="6FB6CFB5" w14:textId="0D50C497" w:rsidR="00D664DB" w:rsidRDefault="00D664DB">
      <w:pPr>
        <w:pStyle w:val="CommentText"/>
      </w:pPr>
      <w:r>
        <w:rPr>
          <w:rStyle w:val="CommentReference"/>
        </w:rPr>
        <w:annotationRef/>
      </w:r>
      <w:r>
        <w:t xml:space="preserve">AU: Should this say </w:t>
      </w:r>
      <w:r w:rsidRPr="009A664F">
        <w:rPr>
          <w:rStyle w:val="Literal"/>
        </w:rPr>
        <w:t>MyBox</w:t>
      </w:r>
      <w:r>
        <w:rPr>
          <w:rStyle w:val="Literal"/>
        </w:rPr>
        <w:t>&lt;T&gt;</w:t>
      </w:r>
      <w:r>
        <w:t>?</w:t>
      </w:r>
    </w:p>
  </w:comment>
  <w:comment w:id="212" w:author="Carol Nichols" w:date="2022-08-23T22:02:00Z" w:initials="CN">
    <w:p w14:paraId="115A364F" w14:textId="77777777" w:rsidR="000900EA" w:rsidRDefault="000900EA" w:rsidP="00EE3263">
      <w:r>
        <w:rPr>
          <w:rStyle w:val="CommentReference"/>
        </w:rPr>
        <w:annotationRef/>
      </w:r>
      <w:r>
        <w:rPr>
          <w:sz w:val="20"/>
          <w:szCs w:val="20"/>
        </w:rPr>
        <w:t>Yup, great catch!</w:t>
      </w:r>
    </w:p>
  </w:comment>
  <w:comment w:id="515" w:author="Katrina Taylor" w:date="2022-08-02T14:14:00Z" w:initials="KT">
    <w:p w14:paraId="17D803B1" w14:textId="00A45C07" w:rsidR="00E55299" w:rsidRDefault="00E55299">
      <w:pPr>
        <w:pStyle w:val="CommentText"/>
      </w:pPr>
      <w:r>
        <w:rPr>
          <w:rStyle w:val="CommentReference"/>
        </w:rPr>
        <w:annotationRef/>
      </w:r>
      <w:r>
        <w:t>AU: Should this listing have any LiteralGray?</w:t>
      </w:r>
    </w:p>
  </w:comment>
  <w:comment w:id="516" w:author="Carol Nichols" w:date="2022-08-25T20:39:00Z" w:initials="CN">
    <w:p w14:paraId="1B9E0B1F" w14:textId="77777777" w:rsidR="00F2043A" w:rsidRDefault="00F2043A" w:rsidP="004D7656">
      <w:r>
        <w:rPr>
          <w:rStyle w:val="CommentReference"/>
        </w:rPr>
        <w:annotationRef/>
      </w:r>
      <w:r>
        <w:rPr>
          <w:sz w:val="20"/>
          <w:szCs w:val="20"/>
        </w:rPr>
        <w:t>Yup, done!</w:t>
      </w:r>
    </w:p>
  </w:comment>
  <w:comment w:id="560" w:author="Audrey Doyle" w:date="2022-08-04T15:12:00Z" w:initials="A">
    <w:p w14:paraId="0552E710" w14:textId="01749768" w:rsidR="008E315F" w:rsidRDefault="008E315F">
      <w:pPr>
        <w:pStyle w:val="CommentText"/>
      </w:pPr>
      <w:r>
        <w:rPr>
          <w:rStyle w:val="CommentReference"/>
        </w:rPr>
        <w:annotationRef/>
      </w:r>
      <w:r>
        <w:t>AU: Indent OK?</w:t>
      </w:r>
    </w:p>
  </w:comment>
  <w:comment w:id="561" w:author="Carol Nichols" w:date="2022-08-23T22:03:00Z" w:initials="CN">
    <w:p w14:paraId="0CE176D0" w14:textId="77777777" w:rsidR="000900EA" w:rsidRDefault="000900EA" w:rsidP="00361B68">
      <w:r>
        <w:rPr>
          <w:rStyle w:val="CommentReference"/>
        </w:rPr>
        <w:annotationRef/>
      </w:r>
      <w:r>
        <w:rPr>
          <w:sz w:val="20"/>
          <w:szCs w:val="20"/>
        </w:rPr>
        <w:t>Yup!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FB6CFB5" w15:done="0"/>
  <w15:commentEx w15:paraId="115A364F" w15:paraIdParent="6FB6CFB5" w15:done="0"/>
  <w15:commentEx w15:paraId="17D803B1" w15:done="0"/>
  <w15:commentEx w15:paraId="1B9E0B1F" w15:paraIdParent="17D803B1" w15:done="0"/>
  <w15:commentEx w15:paraId="0552E710" w15:done="0"/>
  <w15:commentEx w15:paraId="0CE176D0" w15:paraIdParent="0552E7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6686A" w16cex:dateUtc="2022-08-04T19:46:00Z"/>
  <w16cex:commentExtensible w16cex:durableId="26AFCD07" w16cex:dateUtc="2022-08-24T02:02:00Z"/>
  <w16cex:commentExtensible w16cex:durableId="2693AFCF" w16cex:dateUtc="2022-08-02T21:14:00Z"/>
  <w16cex:commentExtensible w16cex:durableId="26B25C79" w16cex:dateUtc="2022-08-26T00:39:00Z"/>
  <w16cex:commentExtensible w16cex:durableId="26966041" w16cex:dateUtc="2022-08-04T19:12:00Z"/>
  <w16cex:commentExtensible w16cex:durableId="26AFCD14" w16cex:dateUtc="2022-08-24T02: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B6CFB5" w16cid:durableId="2696686A"/>
  <w16cid:commentId w16cid:paraId="115A364F" w16cid:durableId="26AFCD07"/>
  <w16cid:commentId w16cid:paraId="17D803B1" w16cid:durableId="2693AFCF"/>
  <w16cid:commentId w16cid:paraId="1B9E0B1F" w16cid:durableId="26B25C79"/>
  <w16cid:commentId w16cid:paraId="0552E710" w16cid:durableId="26966041"/>
  <w16cid:commentId w16cid:paraId="0CE176D0" w16cid:durableId="26AFCD1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10E82" w14:textId="77777777" w:rsidR="00827828" w:rsidRDefault="00827828" w:rsidP="009E51C3">
      <w:pPr>
        <w:spacing w:after="0" w:line="240" w:lineRule="auto"/>
      </w:pPr>
      <w:r>
        <w:separator/>
      </w:r>
    </w:p>
  </w:endnote>
  <w:endnote w:type="continuationSeparator" w:id="0">
    <w:p w14:paraId="77E1D749" w14:textId="77777777" w:rsidR="00827828" w:rsidRDefault="00827828" w:rsidP="009E5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 w:name="TimesNewRomanPSMT">
    <w:altName w:val="HGPMinchoE"/>
    <w:panose1 w:val="020B0604020202020204"/>
    <w:charset w:val="4D"/>
    <w:family w:val="auto"/>
    <w:notTrueType/>
    <w:pitch w:val="default"/>
    <w:sig w:usb0="00000003" w:usb1="00000000" w:usb2="00000000" w:usb3="00000000" w:csb0="00000001" w:csb1="00000000"/>
  </w:font>
  <w:font w:name="Times Roman">
    <w:altName w:val="Times New Roman"/>
    <w:panose1 w:val="00000500000000020000"/>
    <w:charset w:val="00"/>
    <w:family w:val="auto"/>
    <w:pitch w:val="variable"/>
    <w:sig w:usb0="E00002FF" w:usb1="5000205A" w:usb2="00000000" w:usb3="00000000" w:csb0="0000019F" w:csb1="00000000"/>
  </w:font>
  <w:font w:name="NewBaskervilleStd-Roman">
    <w:altName w:val="Calibri"/>
    <w:panose1 w:val="020B0604020202020204"/>
    <w:charset w:val="00"/>
    <w:family w:val="roman"/>
    <w:notTrueType/>
    <w:pitch w:val="variable"/>
    <w:sig w:usb0="800000AF" w:usb1="5000204A" w:usb2="00000000" w:usb3="00000000" w:csb0="00000001" w:csb1="00000000"/>
  </w:font>
  <w:font w:name="NewBaskervilleEF-Bold">
    <w:panose1 w:val="020B0604020202020204"/>
    <w:charset w:val="00"/>
    <w:family w:val="auto"/>
    <w:pitch w:val="variable"/>
    <w:sig w:usb0="8000002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FuturaPT-BookObl">
    <w:altName w:val="Century Gothic"/>
    <w:panose1 w:val="020B0604020202020204"/>
    <w:charset w:val="4D"/>
    <w:family w:val="auto"/>
    <w:notTrueType/>
    <w:pitch w:val="default"/>
    <w:sig w:usb0="00000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TheSansMonoCondensed-Plain">
    <w:altName w:val="Calibri"/>
    <w:panose1 w:val="020B0604020202020204"/>
    <w:charset w:val="4D"/>
    <w:family w:val="auto"/>
    <w:notTrueType/>
    <w:pitch w:val="default"/>
    <w:sig w:usb0="00000003" w:usb1="00000000" w:usb2="00000000" w:usb3="00000000" w:csb0="00000001" w:csb1="00000000"/>
  </w:font>
  <w:font w:name="NewBaskervilleStd-Italic">
    <w:altName w:val="Calibri"/>
    <w:panose1 w:val="020B0604020202020204"/>
    <w:charset w:val="4D"/>
    <w:family w:val="auto"/>
    <w:notTrueType/>
    <w:pitch w:val="default"/>
    <w:sig w:usb0="00000003" w:usb1="00000000" w:usb2="00000000" w:usb3="00000000" w:csb0="00000001" w:csb1="00000000"/>
  </w:font>
  <w:font w:name="TheSansMonoCondensed-Bold">
    <w:altName w:val="Calibri"/>
    <w:panose1 w:val="020B0604020202020204"/>
    <w:charset w:val="00"/>
    <w:family w:val="swiss"/>
    <w:notTrueType/>
    <w:pitch w:val="variable"/>
    <w:sig w:usb0="00000003" w:usb1="00000000" w:usb2="00000000" w:usb3="00000000" w:csb0="00000009" w:csb1="00000000"/>
  </w:font>
  <w:font w:name="TheSansMonoCondensed-Italic">
    <w:altName w:val="Calibri"/>
    <w:panose1 w:val="020B0604020202020204"/>
    <w:charset w:val="4D"/>
    <w:family w:val="auto"/>
    <w:notTrueType/>
    <w:pitch w:val="default"/>
    <w:sig w:usb0="00000003" w:usb1="00000000" w:usb2="00000000" w:usb3="00000000" w:csb0="00000001" w:csb1="00000000"/>
  </w:font>
  <w:font w:name="FuturaPT-Bold">
    <w:altName w:val="Century Gothic"/>
    <w:panose1 w:val="020B0604020202020204"/>
    <w:charset w:val="4D"/>
    <w:family w:val="auto"/>
    <w:notTrueType/>
    <w:pitch w:val="default"/>
    <w:sig w:usb0="00000003" w:usb1="00000000" w:usb2="00000000" w:usb3="00000000" w:csb0="00000001" w:csb1="00000000"/>
  </w:font>
  <w:font w:name="FuturaPT-Book">
    <w:altName w:val="Century Gothic"/>
    <w:panose1 w:val="020B0604020202020204"/>
    <w:charset w:val="4D"/>
    <w:family w:val="auto"/>
    <w:notTrueType/>
    <w:pitch w:val="default"/>
    <w:sig w:usb0="00000003" w:usb1="00000000" w:usb2="00000000" w:usb3="00000000" w:csb0="00000001" w:csb1="00000000"/>
  </w:font>
  <w:font w:name="DogmaOT-Bold">
    <w:altName w:val="Calibri"/>
    <w:panose1 w:val="020B0604020202020204"/>
    <w:charset w:val="4D"/>
    <w:family w:val="auto"/>
    <w:notTrueType/>
    <w:pitch w:val="default"/>
    <w:sig w:usb0="00000003" w:usb1="00000000" w:usb2="00000000" w:usb3="00000000" w:csb0="00000001" w:csb1="00000000"/>
  </w:font>
  <w:font w:name="FuturaPT-Heavy">
    <w:altName w:val="Century Gothic"/>
    <w:panose1 w:val="020B0604020202020204"/>
    <w:charset w:val="4D"/>
    <w:family w:val="auto"/>
    <w:notTrueType/>
    <w:pitch w:val="default"/>
    <w:sig w:usb0="00000003" w:usb1="00000000" w:usb2="00000000" w:usb3="00000000" w:csb0="00000001" w:csb1="00000000"/>
  </w:font>
  <w:font w:name="Wingdings2">
    <w:altName w:val="Arial"/>
    <w:panose1 w:val="020B0604020202020204"/>
    <w:charset w:val="02"/>
    <w:family w:val="auto"/>
    <w:notTrueType/>
    <w:pitch w:val="default"/>
  </w:font>
  <w:font w:name="NewBaskervilleStd-Bold">
    <w:altName w:val="Calibri"/>
    <w:panose1 w:val="020B0604020202020204"/>
    <w:charset w:val="4D"/>
    <w:family w:val="auto"/>
    <w:notTrueType/>
    <w:pitch w:val="default"/>
    <w:sig w:usb0="00000003" w:usb1="00000000" w:usb2="00000000" w:usb3="00000000" w:csb0="00000001" w:csb1="00000000"/>
  </w:font>
  <w:font w:name="FuturaPTCond-Bold">
    <w:altName w:val="Century Gothic"/>
    <w:panose1 w:val="020B0604020202020204"/>
    <w:charset w:val="4D"/>
    <w:family w:val="auto"/>
    <w:notTrueType/>
    <w:pitch w:val="default"/>
    <w:sig w:usb0="00000003" w:usb1="00000000" w:usb2="00000000" w:usb3="00000000" w:csb0="00000001" w:csb1="00000000"/>
  </w:font>
  <w:font w:name="FuturaPTCond-BoldObl">
    <w:altName w:val="Century Gothic"/>
    <w:panose1 w:val="020B0604020202020204"/>
    <w:charset w:val="4D"/>
    <w:family w:val="auto"/>
    <w:notTrueType/>
    <w:pitch w:val="default"/>
    <w:sig w:usb0="00000003" w:usb1="00000000" w:usb2="00000000" w:usb3="00000000" w:csb0="00000001" w:csb1="00000000"/>
  </w:font>
  <w:font w:name="Webdings">
    <w:panose1 w:val="05030102010509060703"/>
    <w:charset w:val="4D"/>
    <w:family w:val="decorative"/>
    <w:pitch w:val="variable"/>
    <w:sig w:usb0="00000003" w:usb1="00000000" w:usb2="00000000" w:usb3="00000000" w:csb0="80000001" w:csb1="00000000"/>
  </w:font>
  <w:font w:name="NewBaskerville">
    <w:altName w:val="Calibri"/>
    <w:panose1 w:val="020B0604020202020204"/>
    <w:charset w:val="01"/>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B7D12" w14:textId="77777777" w:rsidR="00827828" w:rsidRDefault="00827828" w:rsidP="009E51C3">
      <w:pPr>
        <w:spacing w:after="0" w:line="240" w:lineRule="auto"/>
      </w:pPr>
      <w:r>
        <w:separator/>
      </w:r>
    </w:p>
  </w:footnote>
  <w:footnote w:type="continuationSeparator" w:id="0">
    <w:p w14:paraId="777A2526" w14:textId="77777777" w:rsidR="00827828" w:rsidRDefault="00827828" w:rsidP="009E51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64E2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FC809C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782832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C1B8356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4C36047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35AE21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2808DC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C08CAB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8E0C78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D638A25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9C40CD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82ED0"/>
    <w:multiLevelType w:val="multilevel"/>
    <w:tmpl w:val="706E9F88"/>
    <w:numStyleLink w:val="ChapterNumbering"/>
  </w:abstractNum>
  <w:abstractNum w:abstractNumId="12" w15:restartNumberingAfterBreak="0">
    <w:nsid w:val="119379D0"/>
    <w:multiLevelType w:val="multilevel"/>
    <w:tmpl w:val="09182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9D1E0A"/>
    <w:multiLevelType w:val="hybridMultilevel"/>
    <w:tmpl w:val="BED6969E"/>
    <w:lvl w:ilvl="0" w:tplc="B96CDC94">
      <w:start w:val="1"/>
      <w:numFmt w:val="decimal"/>
      <w:pStyle w:val="ListNumber"/>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14" w15:restartNumberingAfterBreak="0">
    <w:nsid w:val="1C1E523A"/>
    <w:multiLevelType w:val="multilevel"/>
    <w:tmpl w:val="706E9F88"/>
    <w:numStyleLink w:val="ChapterNumbering"/>
  </w:abstractNum>
  <w:abstractNum w:abstractNumId="15" w15:restartNumberingAfterBreak="0">
    <w:nsid w:val="1CFB6E03"/>
    <w:multiLevelType w:val="multilevel"/>
    <w:tmpl w:val="706E9F88"/>
    <w:styleLink w:val="ChapterNumbering"/>
    <w:lvl w:ilvl="0">
      <w:start w:val="15"/>
      <w:numFmt w:val="decimal"/>
      <w:pStyle w:val="ChapterNumber"/>
      <w:suff w:val="nothing"/>
      <w:lvlText w:val="%1"/>
      <w:lvlJc w:val="left"/>
      <w:pPr>
        <w:ind w:left="432" w:hanging="432"/>
      </w:pPr>
      <w:rPr>
        <w:rFonts w:hint="default"/>
      </w:rPr>
    </w:lvl>
    <w:lvl w:ilvl="1">
      <w:start w:val="1"/>
      <w:numFmt w:val="decimal"/>
      <w:lvlRestart w:val="0"/>
      <w:pStyle w:val="HeadANumber"/>
      <w:lvlText w:val="%1.%2"/>
      <w:lvlJc w:val="left"/>
      <w:pPr>
        <w:ind w:left="576" w:hanging="576"/>
      </w:pPr>
      <w:rPr>
        <w:rFonts w:hint="default"/>
      </w:rPr>
    </w:lvl>
    <w:lvl w:ilvl="2">
      <w:start w:val="1"/>
      <w:numFmt w:val="decimal"/>
      <w:pStyle w:val="HeadBNumber"/>
      <w:lvlText w:val="%1.%2.%3"/>
      <w:lvlJc w:val="left"/>
      <w:pPr>
        <w:ind w:left="720" w:hanging="720"/>
      </w:pPr>
      <w:rPr>
        <w:rFonts w:hint="default"/>
      </w:rPr>
    </w:lvl>
    <w:lvl w:ilvl="3">
      <w:start w:val="1"/>
      <w:numFmt w:val="decimal"/>
      <w:pStyle w:val="HeadCNumber"/>
      <w:lvlText w:val="%1.%2.%3.%4"/>
      <w:lvlJc w:val="left"/>
      <w:pPr>
        <w:tabs>
          <w:tab w:val="num" w:pos="864"/>
        </w:tabs>
        <w:ind w:left="864" w:hanging="864"/>
      </w:pPr>
      <w:rPr>
        <w:rFonts w:hint="default"/>
      </w:rPr>
    </w:lvl>
    <w:lvl w:ilvl="4">
      <w:start w:val="1"/>
      <w:numFmt w:val="decimal"/>
      <w:lvlRestart w:val="1"/>
      <w:pStyle w:val="CaptionLine"/>
      <w:lvlText w:val="Figure %1-%5"/>
      <w:lvlJc w:val="left"/>
      <w:pPr>
        <w:tabs>
          <w:tab w:val="num" w:pos="1440"/>
        </w:tabs>
        <w:ind w:left="1440" w:hanging="1440"/>
      </w:pPr>
      <w:rPr>
        <w:rFonts w:hint="default"/>
      </w:rPr>
    </w:lvl>
    <w:lvl w:ilvl="5">
      <w:start w:val="1"/>
      <w:numFmt w:val="decimal"/>
      <w:lvlRestart w:val="1"/>
      <w:pStyle w:val="TableTitle"/>
      <w:lvlText w:val="Table %1-%6"/>
      <w:lvlJc w:val="left"/>
      <w:pPr>
        <w:tabs>
          <w:tab w:val="num" w:pos="1440"/>
        </w:tabs>
        <w:ind w:left="1440" w:hanging="1440"/>
      </w:pPr>
      <w:rPr>
        <w:rFonts w:hint="default"/>
      </w:rPr>
    </w:lvl>
    <w:lvl w:ilvl="6">
      <w:start w:val="1"/>
      <w:numFmt w:val="decimal"/>
      <w:lvlRestart w:val="1"/>
      <w:pStyle w:val="CodeListingCaption"/>
      <w:lvlText w:val="Listing %1-%7"/>
      <w:lvlJc w:val="left"/>
      <w:pPr>
        <w:ind w:left="1440" w:hanging="1440"/>
      </w:pPr>
      <w:rPr>
        <w:rFonts w:hint="default"/>
      </w:rPr>
    </w:lvl>
    <w:lvl w:ilvl="7">
      <w:start w:val="1"/>
      <w:numFmt w:val="decimal"/>
      <w:lvlRestart w:val="0"/>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6292768"/>
    <w:multiLevelType w:val="multilevel"/>
    <w:tmpl w:val="706E9F88"/>
    <w:numStyleLink w:val="ChapterNumbering"/>
  </w:abstractNum>
  <w:abstractNum w:abstractNumId="17" w15:restartNumberingAfterBreak="0">
    <w:nsid w:val="267E6518"/>
    <w:multiLevelType w:val="hybridMultilevel"/>
    <w:tmpl w:val="6E92550E"/>
    <w:lvl w:ilvl="0" w:tplc="5C5EDB50">
      <w:start w:val="1"/>
      <w:numFmt w:val="decimal"/>
      <w:pStyle w:val="BoxListNumb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2A2A3DFF"/>
    <w:multiLevelType w:val="multilevel"/>
    <w:tmpl w:val="24F89ACE"/>
    <w:lvl w:ilvl="0">
      <w:start w:val="1"/>
      <w:numFmt w:val="upperRoman"/>
      <w:lvlText w:val="%1."/>
      <w:lvlJc w:val="left"/>
      <w:pPr>
        <w:ind w:left="1440" w:firstLine="0"/>
      </w:pPr>
      <w:rPr>
        <w:rFonts w:hint="default"/>
      </w:rPr>
    </w:lvl>
    <w:lvl w:ilvl="1">
      <w:start w:val="1"/>
      <w:numFmt w:val="upperLetter"/>
      <w:pStyle w:val="Heading2"/>
      <w:lvlText w:val="%2."/>
      <w:lvlJc w:val="left"/>
      <w:pPr>
        <w:ind w:left="2160" w:firstLine="0"/>
      </w:pPr>
    </w:lvl>
    <w:lvl w:ilvl="2">
      <w:start w:val="1"/>
      <w:numFmt w:val="decimal"/>
      <w:pStyle w:val="Heading3"/>
      <w:lvlText w:val="%3."/>
      <w:lvlJc w:val="left"/>
      <w:pPr>
        <w:ind w:left="2880" w:firstLine="0"/>
      </w:pPr>
    </w:lvl>
    <w:lvl w:ilvl="3">
      <w:start w:val="1"/>
      <w:numFmt w:val="lowerLetter"/>
      <w:pStyle w:val="Heading4"/>
      <w:lvlText w:val="%4)"/>
      <w:lvlJc w:val="left"/>
      <w:pPr>
        <w:ind w:left="3600" w:firstLine="0"/>
      </w:pPr>
    </w:lvl>
    <w:lvl w:ilvl="4">
      <w:start w:val="1"/>
      <w:numFmt w:val="decimal"/>
      <w:pStyle w:val="Heading5"/>
      <w:lvlText w:val="(%5)"/>
      <w:lvlJc w:val="left"/>
      <w:pPr>
        <w:ind w:left="4320" w:firstLine="0"/>
      </w:pPr>
    </w:lvl>
    <w:lvl w:ilvl="5">
      <w:start w:val="1"/>
      <w:numFmt w:val="lowerLetter"/>
      <w:pStyle w:val="Heading6"/>
      <w:lvlText w:val="(%6)"/>
      <w:lvlJc w:val="left"/>
      <w:pPr>
        <w:ind w:left="5040" w:firstLine="0"/>
      </w:pPr>
    </w:lvl>
    <w:lvl w:ilvl="6">
      <w:start w:val="1"/>
      <w:numFmt w:val="lowerRoman"/>
      <w:pStyle w:val="Heading7"/>
      <w:lvlText w:val="(%7)"/>
      <w:lvlJc w:val="left"/>
      <w:pPr>
        <w:ind w:left="5760" w:firstLine="0"/>
      </w:pPr>
    </w:lvl>
    <w:lvl w:ilvl="7">
      <w:start w:val="1"/>
      <w:numFmt w:val="lowerLetter"/>
      <w:pStyle w:val="Heading8"/>
      <w:lvlText w:val="(%8)"/>
      <w:lvlJc w:val="left"/>
      <w:pPr>
        <w:ind w:left="6480" w:firstLine="0"/>
      </w:pPr>
    </w:lvl>
    <w:lvl w:ilvl="8">
      <w:start w:val="1"/>
      <w:numFmt w:val="lowerRoman"/>
      <w:pStyle w:val="Heading9"/>
      <w:lvlText w:val="(%9)"/>
      <w:lvlJc w:val="left"/>
      <w:pPr>
        <w:ind w:left="7200" w:firstLine="0"/>
      </w:pPr>
    </w:lvl>
  </w:abstractNum>
  <w:abstractNum w:abstractNumId="19" w15:restartNumberingAfterBreak="0">
    <w:nsid w:val="2DDF0233"/>
    <w:multiLevelType w:val="multilevel"/>
    <w:tmpl w:val="069629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2456B9"/>
    <w:multiLevelType w:val="multilevel"/>
    <w:tmpl w:val="54F6F0E0"/>
    <w:lvl w:ilvl="0">
      <w:start w:val="1"/>
      <w:numFmt w:val="decimal"/>
      <w:suff w:val="nothing"/>
      <w:lvlText w:val="%1"/>
      <w:lvlJc w:val="left"/>
      <w:pPr>
        <w:ind w:left="360" w:hanging="360"/>
      </w:pPr>
      <w:rPr>
        <w:rFonts w:hint="default"/>
      </w:rPr>
    </w:lvl>
    <w:lvl w:ilvl="1">
      <w:start w:val="1"/>
      <w:numFmt w:val="decimal"/>
      <w:lvlText w:val="Figure %1-%2"/>
      <w:lvlJc w:val="left"/>
      <w:pPr>
        <w:ind w:left="792" w:hanging="432"/>
      </w:pPr>
      <w:rPr>
        <w:rFonts w:hint="default"/>
      </w:rPr>
    </w:lvl>
    <w:lvl w:ilvl="2">
      <w:start w:val="1"/>
      <w:numFmt w:val="decimal"/>
      <w:lvlRestart w:val="1"/>
      <w:lvlText w:val="Figure %1-%2"/>
      <w:lvlJc w:val="left"/>
      <w:pPr>
        <w:ind w:left="1224" w:hanging="504"/>
      </w:pPr>
      <w:rPr>
        <w:rFonts w:hint="default"/>
      </w:rPr>
    </w:lvl>
    <w:lvl w:ilvl="3">
      <w:start w:val="1"/>
      <w:numFmt w:val="decimal"/>
      <w:lvlRestart w:val="1"/>
      <w:lvlText w:val="Table %1-%1"/>
      <w:lvlJc w:val="left"/>
      <w:pPr>
        <w:ind w:left="1728" w:hanging="648"/>
      </w:pPr>
      <w:rPr>
        <w:rFonts w:hint="default"/>
      </w:rPr>
    </w:lvl>
    <w:lvl w:ilvl="4">
      <w:start w:val="1"/>
      <w:numFmt w:val="decimal"/>
      <w:lvlRestart w:val="2"/>
      <w:lvlText w:val="Listing %1-%2"/>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3AD05AE"/>
    <w:multiLevelType w:val="hybridMultilevel"/>
    <w:tmpl w:val="FB407340"/>
    <w:lvl w:ilvl="0" w:tplc="A7305A98">
      <w:start w:val="1"/>
      <w:numFmt w:val="bullet"/>
      <w:pStyle w:val="TableListBulleted"/>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F829CF"/>
    <w:multiLevelType w:val="multilevel"/>
    <w:tmpl w:val="706E9F88"/>
    <w:numStyleLink w:val="ChapterNumbering"/>
  </w:abstractNum>
  <w:abstractNum w:abstractNumId="23" w15:restartNumberingAfterBreak="0">
    <w:nsid w:val="556E2F1D"/>
    <w:multiLevelType w:val="hybridMultilevel"/>
    <w:tmpl w:val="D1A41C5A"/>
    <w:lvl w:ilvl="0" w:tplc="0F5CAF4E">
      <w:start w:val="1"/>
      <w:numFmt w:val="lowerLetter"/>
      <w:pStyle w:val="ListNumberSub"/>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24" w15:restartNumberingAfterBreak="0">
    <w:nsid w:val="57A179C3"/>
    <w:multiLevelType w:val="multilevel"/>
    <w:tmpl w:val="DE447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813FAD"/>
    <w:multiLevelType w:val="multilevel"/>
    <w:tmpl w:val="06788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A46494"/>
    <w:multiLevelType w:val="hybridMultilevel"/>
    <w:tmpl w:val="49665D2C"/>
    <w:lvl w:ilvl="0" w:tplc="C1C661C0">
      <w:start w:val="1"/>
      <w:numFmt w:val="bullet"/>
      <w:pStyle w:val="BoxList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71017330"/>
    <w:multiLevelType w:val="hybridMultilevel"/>
    <w:tmpl w:val="4AB0B80C"/>
    <w:lvl w:ilvl="0" w:tplc="4618622C">
      <w:start w:val="1"/>
      <w:numFmt w:val="bullet"/>
      <w:pStyle w:val="List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8" w15:restartNumberingAfterBreak="0">
    <w:nsid w:val="725203AD"/>
    <w:multiLevelType w:val="hybridMultilevel"/>
    <w:tmpl w:val="88C8E6E2"/>
    <w:lvl w:ilvl="0" w:tplc="79CC0074">
      <w:start w:val="1"/>
      <w:numFmt w:val="decimal"/>
      <w:pStyle w:val="TableListNumb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F34700"/>
    <w:multiLevelType w:val="multilevel"/>
    <w:tmpl w:val="10CCC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A295794"/>
    <w:multiLevelType w:val="multilevel"/>
    <w:tmpl w:val="706E9F88"/>
    <w:numStyleLink w:val="ChapterNumbering"/>
  </w:abstractNum>
  <w:abstractNum w:abstractNumId="31" w15:restartNumberingAfterBreak="0">
    <w:nsid w:val="7AAA1CC3"/>
    <w:multiLevelType w:val="multilevel"/>
    <w:tmpl w:val="5BCC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3671816">
    <w:abstractNumId w:val="13"/>
  </w:num>
  <w:num w:numId="2" w16cid:durableId="385304103">
    <w:abstractNumId w:val="23"/>
  </w:num>
  <w:num w:numId="3" w16cid:durableId="1701390650">
    <w:abstractNumId w:val="27"/>
  </w:num>
  <w:num w:numId="4" w16cid:durableId="563373197">
    <w:abstractNumId w:val="18"/>
  </w:num>
  <w:num w:numId="5" w16cid:durableId="44761907">
    <w:abstractNumId w:val="26"/>
  </w:num>
  <w:num w:numId="6" w16cid:durableId="1101072290">
    <w:abstractNumId w:val="17"/>
  </w:num>
  <w:num w:numId="7" w16cid:durableId="1629897676">
    <w:abstractNumId w:val="21"/>
  </w:num>
  <w:num w:numId="8" w16cid:durableId="650138380">
    <w:abstractNumId w:val="28"/>
  </w:num>
  <w:num w:numId="9" w16cid:durableId="2021807744">
    <w:abstractNumId w:val="20"/>
  </w:num>
  <w:num w:numId="10" w16cid:durableId="716858717">
    <w:abstractNumId w:val="15"/>
  </w:num>
  <w:num w:numId="11" w16cid:durableId="344014094">
    <w:abstractNumId w:val="11"/>
  </w:num>
  <w:num w:numId="12" w16cid:durableId="1995179777">
    <w:abstractNumId w:val="16"/>
  </w:num>
  <w:num w:numId="13" w16cid:durableId="2136212814">
    <w:abstractNumId w:val="30"/>
  </w:num>
  <w:num w:numId="14" w16cid:durableId="1485704533">
    <w:abstractNumId w:val="0"/>
  </w:num>
  <w:num w:numId="15" w16cid:durableId="1716389067">
    <w:abstractNumId w:val="22"/>
  </w:num>
  <w:num w:numId="16" w16cid:durableId="566263033">
    <w:abstractNumId w:val="10"/>
  </w:num>
  <w:num w:numId="17" w16cid:durableId="895163799">
    <w:abstractNumId w:val="8"/>
  </w:num>
  <w:num w:numId="18" w16cid:durableId="1281304051">
    <w:abstractNumId w:val="7"/>
  </w:num>
  <w:num w:numId="19" w16cid:durableId="1635715538">
    <w:abstractNumId w:val="6"/>
  </w:num>
  <w:num w:numId="20" w16cid:durableId="1401095990">
    <w:abstractNumId w:val="5"/>
  </w:num>
  <w:num w:numId="21" w16cid:durableId="151726438">
    <w:abstractNumId w:val="9"/>
  </w:num>
  <w:num w:numId="22" w16cid:durableId="1728605680">
    <w:abstractNumId w:val="4"/>
  </w:num>
  <w:num w:numId="23" w16cid:durableId="5598526">
    <w:abstractNumId w:val="3"/>
  </w:num>
  <w:num w:numId="24" w16cid:durableId="1196694459">
    <w:abstractNumId w:val="2"/>
  </w:num>
  <w:num w:numId="25" w16cid:durableId="799031320">
    <w:abstractNumId w:val="1"/>
  </w:num>
  <w:num w:numId="26" w16cid:durableId="100608349">
    <w:abstractNumId w:val="19"/>
  </w:num>
  <w:num w:numId="27" w16cid:durableId="28647366">
    <w:abstractNumId w:val="31"/>
  </w:num>
  <w:num w:numId="28" w16cid:durableId="859702176">
    <w:abstractNumId w:val="25"/>
  </w:num>
  <w:num w:numId="29" w16cid:durableId="1369913364">
    <w:abstractNumId w:val="24"/>
  </w:num>
  <w:num w:numId="30" w16cid:durableId="689339980">
    <w:abstractNumId w:val="29"/>
  </w:num>
  <w:num w:numId="31" w16cid:durableId="160583130">
    <w:abstractNumId w:val="12"/>
  </w:num>
  <w:num w:numId="32" w16cid:durableId="14629909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97960562">
    <w:abstractNumId w:val="1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ol Nichols">
    <w15:presenceInfo w15:providerId="Windows Live" w15:userId="e9e82a3b7022bb4e"/>
  </w15:person>
  <w15:person w15:author="Audrey Doyle">
    <w15:presenceInfo w15:providerId="None" w15:userId="Audrey Doyle"/>
  </w15:person>
  <w15:person w15:author="NSP">
    <w15:presenceInfo w15:providerId="None" w15:userId="NSP"/>
  </w15:person>
  <w15:person w15:author="Katrina Taylor">
    <w15:presenceInfo w15:providerId="Windows Live" w15:userId="f9647eaaaf7f0e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hideSpellingErrors/>
  <w:hideGrammaticalErrors/>
  <w:attachedTemplate r:id="rId1"/>
  <w:linkStyle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9FF"/>
    <w:rsid w:val="00000AA7"/>
    <w:rsid w:val="00006ACD"/>
    <w:rsid w:val="0000702C"/>
    <w:rsid w:val="0001390B"/>
    <w:rsid w:val="00013A0F"/>
    <w:rsid w:val="00015785"/>
    <w:rsid w:val="000251C2"/>
    <w:rsid w:val="00026A3C"/>
    <w:rsid w:val="00027719"/>
    <w:rsid w:val="00032AFB"/>
    <w:rsid w:val="00035713"/>
    <w:rsid w:val="00035C7D"/>
    <w:rsid w:val="000404C1"/>
    <w:rsid w:val="0004158C"/>
    <w:rsid w:val="00044C60"/>
    <w:rsid w:val="0005012C"/>
    <w:rsid w:val="00052436"/>
    <w:rsid w:val="00053E72"/>
    <w:rsid w:val="00057F86"/>
    <w:rsid w:val="0006127C"/>
    <w:rsid w:val="000667BA"/>
    <w:rsid w:val="000711B8"/>
    <w:rsid w:val="00071727"/>
    <w:rsid w:val="00072A56"/>
    <w:rsid w:val="0007352C"/>
    <w:rsid w:val="000775C2"/>
    <w:rsid w:val="000779CF"/>
    <w:rsid w:val="00077AD8"/>
    <w:rsid w:val="00080824"/>
    <w:rsid w:val="000900EA"/>
    <w:rsid w:val="0009194C"/>
    <w:rsid w:val="000934C9"/>
    <w:rsid w:val="00093911"/>
    <w:rsid w:val="00094EDE"/>
    <w:rsid w:val="00097684"/>
    <w:rsid w:val="000B0A4A"/>
    <w:rsid w:val="000B2A7C"/>
    <w:rsid w:val="000B2A91"/>
    <w:rsid w:val="000B6D77"/>
    <w:rsid w:val="000C187B"/>
    <w:rsid w:val="000C3488"/>
    <w:rsid w:val="000C4DBF"/>
    <w:rsid w:val="000E23FE"/>
    <w:rsid w:val="000E291C"/>
    <w:rsid w:val="000E7CB5"/>
    <w:rsid w:val="000F14AB"/>
    <w:rsid w:val="000F70F5"/>
    <w:rsid w:val="000F719F"/>
    <w:rsid w:val="00103EAD"/>
    <w:rsid w:val="00107966"/>
    <w:rsid w:val="00110424"/>
    <w:rsid w:val="00112E75"/>
    <w:rsid w:val="00113E0A"/>
    <w:rsid w:val="00116F7A"/>
    <w:rsid w:val="00122DE8"/>
    <w:rsid w:val="001232D3"/>
    <w:rsid w:val="00123638"/>
    <w:rsid w:val="00131BCD"/>
    <w:rsid w:val="00133123"/>
    <w:rsid w:val="001435B6"/>
    <w:rsid w:val="00143C11"/>
    <w:rsid w:val="00147C28"/>
    <w:rsid w:val="001549E3"/>
    <w:rsid w:val="0015547D"/>
    <w:rsid w:val="0015557B"/>
    <w:rsid w:val="00160A94"/>
    <w:rsid w:val="00163AB9"/>
    <w:rsid w:val="00165690"/>
    <w:rsid w:val="001664E4"/>
    <w:rsid w:val="0017571A"/>
    <w:rsid w:val="00176833"/>
    <w:rsid w:val="00176BE2"/>
    <w:rsid w:val="001862DB"/>
    <w:rsid w:val="00190B9C"/>
    <w:rsid w:val="00196CDD"/>
    <w:rsid w:val="001A00A3"/>
    <w:rsid w:val="001A12D4"/>
    <w:rsid w:val="001B52BC"/>
    <w:rsid w:val="001B64F2"/>
    <w:rsid w:val="001B66C5"/>
    <w:rsid w:val="001C4304"/>
    <w:rsid w:val="001C4D76"/>
    <w:rsid w:val="001C72D3"/>
    <w:rsid w:val="001D0557"/>
    <w:rsid w:val="001D1FC4"/>
    <w:rsid w:val="001E0123"/>
    <w:rsid w:val="001E211C"/>
    <w:rsid w:val="001E24F0"/>
    <w:rsid w:val="001E4986"/>
    <w:rsid w:val="001F00C3"/>
    <w:rsid w:val="001F720A"/>
    <w:rsid w:val="001F79DD"/>
    <w:rsid w:val="0020456C"/>
    <w:rsid w:val="0020599A"/>
    <w:rsid w:val="0020674F"/>
    <w:rsid w:val="00210DF7"/>
    <w:rsid w:val="0021177D"/>
    <w:rsid w:val="002122B5"/>
    <w:rsid w:val="002144B4"/>
    <w:rsid w:val="002147BC"/>
    <w:rsid w:val="00217DAE"/>
    <w:rsid w:val="0022057D"/>
    <w:rsid w:val="00227396"/>
    <w:rsid w:val="002334CD"/>
    <w:rsid w:val="002344F6"/>
    <w:rsid w:val="0023524F"/>
    <w:rsid w:val="00241E83"/>
    <w:rsid w:val="00242BEC"/>
    <w:rsid w:val="00243174"/>
    <w:rsid w:val="00245D60"/>
    <w:rsid w:val="00246E16"/>
    <w:rsid w:val="00251FE6"/>
    <w:rsid w:val="002526D6"/>
    <w:rsid w:val="002550CC"/>
    <w:rsid w:val="002566A8"/>
    <w:rsid w:val="0025720B"/>
    <w:rsid w:val="00262C4B"/>
    <w:rsid w:val="0027011C"/>
    <w:rsid w:val="00280C47"/>
    <w:rsid w:val="002859D4"/>
    <w:rsid w:val="00293706"/>
    <w:rsid w:val="002A3BF5"/>
    <w:rsid w:val="002A5CBE"/>
    <w:rsid w:val="002A6483"/>
    <w:rsid w:val="002A6D62"/>
    <w:rsid w:val="002B0301"/>
    <w:rsid w:val="002B1A69"/>
    <w:rsid w:val="002B4897"/>
    <w:rsid w:val="002C0783"/>
    <w:rsid w:val="002C0D80"/>
    <w:rsid w:val="002C52AD"/>
    <w:rsid w:val="002C6237"/>
    <w:rsid w:val="002C7F1F"/>
    <w:rsid w:val="002D14AD"/>
    <w:rsid w:val="002D1A1E"/>
    <w:rsid w:val="002D3CB9"/>
    <w:rsid w:val="002D6F46"/>
    <w:rsid w:val="002D7706"/>
    <w:rsid w:val="002E02AE"/>
    <w:rsid w:val="002E5B13"/>
    <w:rsid w:val="002F5749"/>
    <w:rsid w:val="002F5F9C"/>
    <w:rsid w:val="002F734B"/>
    <w:rsid w:val="0030255A"/>
    <w:rsid w:val="003057EB"/>
    <w:rsid w:val="00305E4C"/>
    <w:rsid w:val="00311803"/>
    <w:rsid w:val="00313673"/>
    <w:rsid w:val="0031369A"/>
    <w:rsid w:val="00315822"/>
    <w:rsid w:val="003203B1"/>
    <w:rsid w:val="00327BBA"/>
    <w:rsid w:val="00332C96"/>
    <w:rsid w:val="003345E1"/>
    <w:rsid w:val="00336266"/>
    <w:rsid w:val="00336D08"/>
    <w:rsid w:val="0034529B"/>
    <w:rsid w:val="00346FA5"/>
    <w:rsid w:val="00350D3B"/>
    <w:rsid w:val="003562F5"/>
    <w:rsid w:val="00357329"/>
    <w:rsid w:val="00361247"/>
    <w:rsid w:val="00361659"/>
    <w:rsid w:val="00363101"/>
    <w:rsid w:val="0036522B"/>
    <w:rsid w:val="00365337"/>
    <w:rsid w:val="003658CD"/>
    <w:rsid w:val="00365995"/>
    <w:rsid w:val="00365E20"/>
    <w:rsid w:val="003669A4"/>
    <w:rsid w:val="00366FA4"/>
    <w:rsid w:val="00367B4B"/>
    <w:rsid w:val="00372150"/>
    <w:rsid w:val="00373DA7"/>
    <w:rsid w:val="00374498"/>
    <w:rsid w:val="00374719"/>
    <w:rsid w:val="00375BC0"/>
    <w:rsid w:val="00387C3B"/>
    <w:rsid w:val="00390955"/>
    <w:rsid w:val="003A064A"/>
    <w:rsid w:val="003A3EF8"/>
    <w:rsid w:val="003A50D7"/>
    <w:rsid w:val="003B5A44"/>
    <w:rsid w:val="003B5D4D"/>
    <w:rsid w:val="003C2061"/>
    <w:rsid w:val="003C28C8"/>
    <w:rsid w:val="003C42A4"/>
    <w:rsid w:val="003D488F"/>
    <w:rsid w:val="003D5202"/>
    <w:rsid w:val="003D6DE4"/>
    <w:rsid w:val="003D747E"/>
    <w:rsid w:val="003E0F89"/>
    <w:rsid w:val="003E1373"/>
    <w:rsid w:val="003E14B9"/>
    <w:rsid w:val="003E3322"/>
    <w:rsid w:val="003E599B"/>
    <w:rsid w:val="003E5AD6"/>
    <w:rsid w:val="003F1208"/>
    <w:rsid w:val="003F1CE6"/>
    <w:rsid w:val="003F251A"/>
    <w:rsid w:val="00400E94"/>
    <w:rsid w:val="004058D0"/>
    <w:rsid w:val="004071DB"/>
    <w:rsid w:val="0041691E"/>
    <w:rsid w:val="00417DD9"/>
    <w:rsid w:val="004206BB"/>
    <w:rsid w:val="004229EB"/>
    <w:rsid w:val="00440082"/>
    <w:rsid w:val="004402EF"/>
    <w:rsid w:val="0044067E"/>
    <w:rsid w:val="0044116A"/>
    <w:rsid w:val="0044402D"/>
    <w:rsid w:val="004447CD"/>
    <w:rsid w:val="00447693"/>
    <w:rsid w:val="004517BC"/>
    <w:rsid w:val="004538CA"/>
    <w:rsid w:val="00463BEA"/>
    <w:rsid w:val="00463E65"/>
    <w:rsid w:val="00467FAB"/>
    <w:rsid w:val="00470D3B"/>
    <w:rsid w:val="00472501"/>
    <w:rsid w:val="0047597D"/>
    <w:rsid w:val="00476611"/>
    <w:rsid w:val="00481256"/>
    <w:rsid w:val="00481771"/>
    <w:rsid w:val="00481D42"/>
    <w:rsid w:val="00482052"/>
    <w:rsid w:val="00482144"/>
    <w:rsid w:val="00486016"/>
    <w:rsid w:val="00487DA8"/>
    <w:rsid w:val="00490895"/>
    <w:rsid w:val="00491C80"/>
    <w:rsid w:val="004970AD"/>
    <w:rsid w:val="004A0FEF"/>
    <w:rsid w:val="004A111C"/>
    <w:rsid w:val="004A2FCD"/>
    <w:rsid w:val="004A4C8E"/>
    <w:rsid w:val="004B0722"/>
    <w:rsid w:val="004B1D1D"/>
    <w:rsid w:val="004B2A94"/>
    <w:rsid w:val="004B455C"/>
    <w:rsid w:val="004B6F2A"/>
    <w:rsid w:val="004C2396"/>
    <w:rsid w:val="004C7002"/>
    <w:rsid w:val="004C7657"/>
    <w:rsid w:val="004D463A"/>
    <w:rsid w:val="004D4BB9"/>
    <w:rsid w:val="004F3FC9"/>
    <w:rsid w:val="0050058C"/>
    <w:rsid w:val="005056A5"/>
    <w:rsid w:val="00506CE0"/>
    <w:rsid w:val="0051294E"/>
    <w:rsid w:val="005249B2"/>
    <w:rsid w:val="0052787B"/>
    <w:rsid w:val="0053177C"/>
    <w:rsid w:val="00535998"/>
    <w:rsid w:val="00537277"/>
    <w:rsid w:val="00537F3B"/>
    <w:rsid w:val="00540B50"/>
    <w:rsid w:val="00540FAC"/>
    <w:rsid w:val="00542141"/>
    <w:rsid w:val="005425C3"/>
    <w:rsid w:val="00543506"/>
    <w:rsid w:val="00564355"/>
    <w:rsid w:val="005645B4"/>
    <w:rsid w:val="005653F8"/>
    <w:rsid w:val="005660E4"/>
    <w:rsid w:val="005672E1"/>
    <w:rsid w:val="005775DD"/>
    <w:rsid w:val="005812F5"/>
    <w:rsid w:val="005815A2"/>
    <w:rsid w:val="00582EB7"/>
    <w:rsid w:val="005832DB"/>
    <w:rsid w:val="0058742D"/>
    <w:rsid w:val="005921CC"/>
    <w:rsid w:val="005A0589"/>
    <w:rsid w:val="005A24EF"/>
    <w:rsid w:val="005A540F"/>
    <w:rsid w:val="005B0DE0"/>
    <w:rsid w:val="005B3B2F"/>
    <w:rsid w:val="005B4208"/>
    <w:rsid w:val="005B6575"/>
    <w:rsid w:val="005C0697"/>
    <w:rsid w:val="005C235D"/>
    <w:rsid w:val="005C34F3"/>
    <w:rsid w:val="005C6B82"/>
    <w:rsid w:val="005C7488"/>
    <w:rsid w:val="005D6021"/>
    <w:rsid w:val="005D7B00"/>
    <w:rsid w:val="005E29A1"/>
    <w:rsid w:val="005E2D6A"/>
    <w:rsid w:val="005E6C7C"/>
    <w:rsid w:val="005F0095"/>
    <w:rsid w:val="005F14C9"/>
    <w:rsid w:val="005F723C"/>
    <w:rsid w:val="006016B6"/>
    <w:rsid w:val="0060703D"/>
    <w:rsid w:val="006113E9"/>
    <w:rsid w:val="00612294"/>
    <w:rsid w:val="00613CDB"/>
    <w:rsid w:val="0061736D"/>
    <w:rsid w:val="00617CC3"/>
    <w:rsid w:val="00622ECD"/>
    <w:rsid w:val="00626EFB"/>
    <w:rsid w:val="00633C92"/>
    <w:rsid w:val="00636BF1"/>
    <w:rsid w:val="00637DA3"/>
    <w:rsid w:val="0064266A"/>
    <w:rsid w:val="00643DED"/>
    <w:rsid w:val="006544D9"/>
    <w:rsid w:val="006571F4"/>
    <w:rsid w:val="00657AC8"/>
    <w:rsid w:val="00657ED5"/>
    <w:rsid w:val="0066266A"/>
    <w:rsid w:val="0066531C"/>
    <w:rsid w:val="00671281"/>
    <w:rsid w:val="00673822"/>
    <w:rsid w:val="0067441B"/>
    <w:rsid w:val="00675170"/>
    <w:rsid w:val="00676E67"/>
    <w:rsid w:val="00682266"/>
    <w:rsid w:val="00682513"/>
    <w:rsid w:val="006944F2"/>
    <w:rsid w:val="006A08DE"/>
    <w:rsid w:val="006A0D4C"/>
    <w:rsid w:val="006B7B30"/>
    <w:rsid w:val="006C0469"/>
    <w:rsid w:val="006C0B9C"/>
    <w:rsid w:val="006C4191"/>
    <w:rsid w:val="006C5716"/>
    <w:rsid w:val="006C5960"/>
    <w:rsid w:val="006C6D24"/>
    <w:rsid w:val="006C78BE"/>
    <w:rsid w:val="006C7E1D"/>
    <w:rsid w:val="006D0233"/>
    <w:rsid w:val="006D50A5"/>
    <w:rsid w:val="006E19DE"/>
    <w:rsid w:val="006E2076"/>
    <w:rsid w:val="006E4E4F"/>
    <w:rsid w:val="006E7E5E"/>
    <w:rsid w:val="006E7F81"/>
    <w:rsid w:val="006F4E31"/>
    <w:rsid w:val="006F4E9F"/>
    <w:rsid w:val="0070020A"/>
    <w:rsid w:val="0070241D"/>
    <w:rsid w:val="0070439E"/>
    <w:rsid w:val="0071206E"/>
    <w:rsid w:val="007138D0"/>
    <w:rsid w:val="00715B75"/>
    <w:rsid w:val="00716BA2"/>
    <w:rsid w:val="00717DFA"/>
    <w:rsid w:val="00717F35"/>
    <w:rsid w:val="007238EB"/>
    <w:rsid w:val="00725C40"/>
    <w:rsid w:val="00730B5D"/>
    <w:rsid w:val="00730B77"/>
    <w:rsid w:val="00733799"/>
    <w:rsid w:val="0073414B"/>
    <w:rsid w:val="0073437F"/>
    <w:rsid w:val="007355AA"/>
    <w:rsid w:val="0074268A"/>
    <w:rsid w:val="00742939"/>
    <w:rsid w:val="00742C60"/>
    <w:rsid w:val="00743850"/>
    <w:rsid w:val="007450FA"/>
    <w:rsid w:val="00745C17"/>
    <w:rsid w:val="00750B65"/>
    <w:rsid w:val="0075103F"/>
    <w:rsid w:val="00752F7F"/>
    <w:rsid w:val="00756D07"/>
    <w:rsid w:val="0075708C"/>
    <w:rsid w:val="00762C75"/>
    <w:rsid w:val="00764367"/>
    <w:rsid w:val="00770076"/>
    <w:rsid w:val="007743B3"/>
    <w:rsid w:val="00783976"/>
    <w:rsid w:val="00785E73"/>
    <w:rsid w:val="00793124"/>
    <w:rsid w:val="007A02E7"/>
    <w:rsid w:val="007A43B9"/>
    <w:rsid w:val="007A4E19"/>
    <w:rsid w:val="007C14A2"/>
    <w:rsid w:val="007C4313"/>
    <w:rsid w:val="007C4A01"/>
    <w:rsid w:val="007D2CFA"/>
    <w:rsid w:val="007D72AB"/>
    <w:rsid w:val="007E29A6"/>
    <w:rsid w:val="007E645A"/>
    <w:rsid w:val="007F0435"/>
    <w:rsid w:val="007F0869"/>
    <w:rsid w:val="007F2153"/>
    <w:rsid w:val="007F70C9"/>
    <w:rsid w:val="00804A89"/>
    <w:rsid w:val="008052EE"/>
    <w:rsid w:val="00806332"/>
    <w:rsid w:val="00820E35"/>
    <w:rsid w:val="0082136E"/>
    <w:rsid w:val="008216C9"/>
    <w:rsid w:val="00823EEC"/>
    <w:rsid w:val="0082602F"/>
    <w:rsid w:val="00827828"/>
    <w:rsid w:val="00830E4B"/>
    <w:rsid w:val="008314C0"/>
    <w:rsid w:val="00833DD2"/>
    <w:rsid w:val="00840099"/>
    <w:rsid w:val="00840668"/>
    <w:rsid w:val="00841DE8"/>
    <w:rsid w:val="00843258"/>
    <w:rsid w:val="0084557D"/>
    <w:rsid w:val="00855038"/>
    <w:rsid w:val="0085646C"/>
    <w:rsid w:val="00856967"/>
    <w:rsid w:val="0085795C"/>
    <w:rsid w:val="00862650"/>
    <w:rsid w:val="00863802"/>
    <w:rsid w:val="00864068"/>
    <w:rsid w:val="00870319"/>
    <w:rsid w:val="008707C4"/>
    <w:rsid w:val="008756F7"/>
    <w:rsid w:val="00880E46"/>
    <w:rsid w:val="0088465E"/>
    <w:rsid w:val="00887377"/>
    <w:rsid w:val="00897027"/>
    <w:rsid w:val="008A6550"/>
    <w:rsid w:val="008A6644"/>
    <w:rsid w:val="008B0201"/>
    <w:rsid w:val="008B7FAB"/>
    <w:rsid w:val="008C40D2"/>
    <w:rsid w:val="008C4402"/>
    <w:rsid w:val="008D25A2"/>
    <w:rsid w:val="008D429A"/>
    <w:rsid w:val="008D5794"/>
    <w:rsid w:val="008D733E"/>
    <w:rsid w:val="008E14B1"/>
    <w:rsid w:val="008E315F"/>
    <w:rsid w:val="008E3314"/>
    <w:rsid w:val="008E46E8"/>
    <w:rsid w:val="008E535B"/>
    <w:rsid w:val="008F2055"/>
    <w:rsid w:val="008F39BA"/>
    <w:rsid w:val="008F3B3D"/>
    <w:rsid w:val="008F408C"/>
    <w:rsid w:val="008F47F3"/>
    <w:rsid w:val="008F5D0D"/>
    <w:rsid w:val="008F6006"/>
    <w:rsid w:val="008F740F"/>
    <w:rsid w:val="009001D3"/>
    <w:rsid w:val="00904342"/>
    <w:rsid w:val="0090456C"/>
    <w:rsid w:val="00904D9B"/>
    <w:rsid w:val="009109BE"/>
    <w:rsid w:val="0091153A"/>
    <w:rsid w:val="00911A89"/>
    <w:rsid w:val="00916D35"/>
    <w:rsid w:val="00924579"/>
    <w:rsid w:val="00925C5B"/>
    <w:rsid w:val="0094200F"/>
    <w:rsid w:val="00942449"/>
    <w:rsid w:val="0094246A"/>
    <w:rsid w:val="00944D4F"/>
    <w:rsid w:val="00945D9B"/>
    <w:rsid w:val="0094655E"/>
    <w:rsid w:val="009564B5"/>
    <w:rsid w:val="009567D8"/>
    <w:rsid w:val="00956DBD"/>
    <w:rsid w:val="009603A7"/>
    <w:rsid w:val="0096212C"/>
    <w:rsid w:val="009641CC"/>
    <w:rsid w:val="00965C70"/>
    <w:rsid w:val="00967DE5"/>
    <w:rsid w:val="009701B8"/>
    <w:rsid w:val="0097167B"/>
    <w:rsid w:val="00974F08"/>
    <w:rsid w:val="009814AC"/>
    <w:rsid w:val="00982443"/>
    <w:rsid w:val="0098334B"/>
    <w:rsid w:val="00984C3D"/>
    <w:rsid w:val="00984E23"/>
    <w:rsid w:val="009901D8"/>
    <w:rsid w:val="00990DA2"/>
    <w:rsid w:val="009916AB"/>
    <w:rsid w:val="009923A2"/>
    <w:rsid w:val="009A19EF"/>
    <w:rsid w:val="009A3B37"/>
    <w:rsid w:val="009A51A0"/>
    <w:rsid w:val="009A664F"/>
    <w:rsid w:val="009B1EF8"/>
    <w:rsid w:val="009B2041"/>
    <w:rsid w:val="009B49FF"/>
    <w:rsid w:val="009B531B"/>
    <w:rsid w:val="009C6925"/>
    <w:rsid w:val="009D1761"/>
    <w:rsid w:val="009D45B8"/>
    <w:rsid w:val="009E0777"/>
    <w:rsid w:val="009E27BB"/>
    <w:rsid w:val="009E42F9"/>
    <w:rsid w:val="009E4B52"/>
    <w:rsid w:val="009E51C3"/>
    <w:rsid w:val="009F16EB"/>
    <w:rsid w:val="009F1B4C"/>
    <w:rsid w:val="009F2923"/>
    <w:rsid w:val="00A01D6E"/>
    <w:rsid w:val="00A02E74"/>
    <w:rsid w:val="00A0695F"/>
    <w:rsid w:val="00A14A3B"/>
    <w:rsid w:val="00A21298"/>
    <w:rsid w:val="00A22A11"/>
    <w:rsid w:val="00A23CA6"/>
    <w:rsid w:val="00A23EC8"/>
    <w:rsid w:val="00A24082"/>
    <w:rsid w:val="00A35550"/>
    <w:rsid w:val="00A35F53"/>
    <w:rsid w:val="00A406BF"/>
    <w:rsid w:val="00A40AB8"/>
    <w:rsid w:val="00A4751F"/>
    <w:rsid w:val="00A5075B"/>
    <w:rsid w:val="00A57A54"/>
    <w:rsid w:val="00A620E4"/>
    <w:rsid w:val="00A65E5D"/>
    <w:rsid w:val="00A672A1"/>
    <w:rsid w:val="00A70814"/>
    <w:rsid w:val="00A74546"/>
    <w:rsid w:val="00A7500C"/>
    <w:rsid w:val="00A775E4"/>
    <w:rsid w:val="00A77747"/>
    <w:rsid w:val="00A77E10"/>
    <w:rsid w:val="00A818AB"/>
    <w:rsid w:val="00A818B7"/>
    <w:rsid w:val="00A818F1"/>
    <w:rsid w:val="00A82095"/>
    <w:rsid w:val="00A82261"/>
    <w:rsid w:val="00A82E6D"/>
    <w:rsid w:val="00A83EAC"/>
    <w:rsid w:val="00A83F88"/>
    <w:rsid w:val="00A84032"/>
    <w:rsid w:val="00A87FF1"/>
    <w:rsid w:val="00A91A89"/>
    <w:rsid w:val="00A92356"/>
    <w:rsid w:val="00A95582"/>
    <w:rsid w:val="00AB165C"/>
    <w:rsid w:val="00AB19E1"/>
    <w:rsid w:val="00AB29D7"/>
    <w:rsid w:val="00AB6123"/>
    <w:rsid w:val="00AC67B5"/>
    <w:rsid w:val="00AD0472"/>
    <w:rsid w:val="00AE3B2B"/>
    <w:rsid w:val="00AF2BFA"/>
    <w:rsid w:val="00AF7569"/>
    <w:rsid w:val="00B0113E"/>
    <w:rsid w:val="00B01F5F"/>
    <w:rsid w:val="00B118BA"/>
    <w:rsid w:val="00B14DBB"/>
    <w:rsid w:val="00B15291"/>
    <w:rsid w:val="00B157C6"/>
    <w:rsid w:val="00B161CA"/>
    <w:rsid w:val="00B23CB3"/>
    <w:rsid w:val="00B251E5"/>
    <w:rsid w:val="00B259E3"/>
    <w:rsid w:val="00B25E4D"/>
    <w:rsid w:val="00B274E2"/>
    <w:rsid w:val="00B30CF5"/>
    <w:rsid w:val="00B30EB7"/>
    <w:rsid w:val="00B31E41"/>
    <w:rsid w:val="00B3321B"/>
    <w:rsid w:val="00B335CC"/>
    <w:rsid w:val="00B36EDF"/>
    <w:rsid w:val="00B37E12"/>
    <w:rsid w:val="00B442B3"/>
    <w:rsid w:val="00B45496"/>
    <w:rsid w:val="00B4684D"/>
    <w:rsid w:val="00B46F4D"/>
    <w:rsid w:val="00B52F47"/>
    <w:rsid w:val="00B5352A"/>
    <w:rsid w:val="00B5535B"/>
    <w:rsid w:val="00B56E66"/>
    <w:rsid w:val="00B65488"/>
    <w:rsid w:val="00B74E83"/>
    <w:rsid w:val="00B762C5"/>
    <w:rsid w:val="00B76348"/>
    <w:rsid w:val="00B77B57"/>
    <w:rsid w:val="00B77D63"/>
    <w:rsid w:val="00B925C9"/>
    <w:rsid w:val="00B92BF5"/>
    <w:rsid w:val="00B92F52"/>
    <w:rsid w:val="00B930D7"/>
    <w:rsid w:val="00B96D51"/>
    <w:rsid w:val="00B97083"/>
    <w:rsid w:val="00B974C0"/>
    <w:rsid w:val="00BA0483"/>
    <w:rsid w:val="00BA3B7C"/>
    <w:rsid w:val="00BA5FAF"/>
    <w:rsid w:val="00BB00BB"/>
    <w:rsid w:val="00BB3999"/>
    <w:rsid w:val="00BB66C5"/>
    <w:rsid w:val="00BB692D"/>
    <w:rsid w:val="00BC030B"/>
    <w:rsid w:val="00BC1F31"/>
    <w:rsid w:val="00BE493A"/>
    <w:rsid w:val="00BE4C55"/>
    <w:rsid w:val="00BF0CBA"/>
    <w:rsid w:val="00C032D3"/>
    <w:rsid w:val="00C03EFE"/>
    <w:rsid w:val="00C03F26"/>
    <w:rsid w:val="00C050C7"/>
    <w:rsid w:val="00C065C7"/>
    <w:rsid w:val="00C11C5B"/>
    <w:rsid w:val="00C1252B"/>
    <w:rsid w:val="00C12E1F"/>
    <w:rsid w:val="00C13DFC"/>
    <w:rsid w:val="00C1543F"/>
    <w:rsid w:val="00C15827"/>
    <w:rsid w:val="00C24F13"/>
    <w:rsid w:val="00C2608E"/>
    <w:rsid w:val="00C2624C"/>
    <w:rsid w:val="00C34375"/>
    <w:rsid w:val="00C3481B"/>
    <w:rsid w:val="00C34DD8"/>
    <w:rsid w:val="00C407E3"/>
    <w:rsid w:val="00C41485"/>
    <w:rsid w:val="00C41558"/>
    <w:rsid w:val="00C41620"/>
    <w:rsid w:val="00C476ED"/>
    <w:rsid w:val="00C50801"/>
    <w:rsid w:val="00C6066C"/>
    <w:rsid w:val="00C6086F"/>
    <w:rsid w:val="00C61D2D"/>
    <w:rsid w:val="00C62B55"/>
    <w:rsid w:val="00C70494"/>
    <w:rsid w:val="00C72332"/>
    <w:rsid w:val="00C7299D"/>
    <w:rsid w:val="00C741AB"/>
    <w:rsid w:val="00C772AA"/>
    <w:rsid w:val="00C8113A"/>
    <w:rsid w:val="00C82A73"/>
    <w:rsid w:val="00C85F9F"/>
    <w:rsid w:val="00CA2AD1"/>
    <w:rsid w:val="00CA4F4D"/>
    <w:rsid w:val="00CA69C7"/>
    <w:rsid w:val="00CA6B99"/>
    <w:rsid w:val="00CB0816"/>
    <w:rsid w:val="00CB463D"/>
    <w:rsid w:val="00CC23DA"/>
    <w:rsid w:val="00CC58BE"/>
    <w:rsid w:val="00CC73C0"/>
    <w:rsid w:val="00CD1F8C"/>
    <w:rsid w:val="00CD6051"/>
    <w:rsid w:val="00CD6BEF"/>
    <w:rsid w:val="00CE4881"/>
    <w:rsid w:val="00CE52D1"/>
    <w:rsid w:val="00CE6609"/>
    <w:rsid w:val="00CE69F4"/>
    <w:rsid w:val="00CF0B71"/>
    <w:rsid w:val="00CF1C65"/>
    <w:rsid w:val="00CF30A5"/>
    <w:rsid w:val="00CF3F4A"/>
    <w:rsid w:val="00D06BFE"/>
    <w:rsid w:val="00D07795"/>
    <w:rsid w:val="00D12293"/>
    <w:rsid w:val="00D12AF8"/>
    <w:rsid w:val="00D14A5E"/>
    <w:rsid w:val="00D161AA"/>
    <w:rsid w:val="00D16FC2"/>
    <w:rsid w:val="00D17AE5"/>
    <w:rsid w:val="00D2035D"/>
    <w:rsid w:val="00D2320E"/>
    <w:rsid w:val="00D23967"/>
    <w:rsid w:val="00D30D53"/>
    <w:rsid w:val="00D310FF"/>
    <w:rsid w:val="00D32E34"/>
    <w:rsid w:val="00D379EA"/>
    <w:rsid w:val="00D42C6A"/>
    <w:rsid w:val="00D43395"/>
    <w:rsid w:val="00D51099"/>
    <w:rsid w:val="00D522EC"/>
    <w:rsid w:val="00D52794"/>
    <w:rsid w:val="00D535B5"/>
    <w:rsid w:val="00D5656A"/>
    <w:rsid w:val="00D57AB3"/>
    <w:rsid w:val="00D60E9B"/>
    <w:rsid w:val="00D62983"/>
    <w:rsid w:val="00D658F8"/>
    <w:rsid w:val="00D664DB"/>
    <w:rsid w:val="00D6667B"/>
    <w:rsid w:val="00D66D93"/>
    <w:rsid w:val="00D70E9C"/>
    <w:rsid w:val="00D71969"/>
    <w:rsid w:val="00D73F8C"/>
    <w:rsid w:val="00D76782"/>
    <w:rsid w:val="00D8261A"/>
    <w:rsid w:val="00D83B22"/>
    <w:rsid w:val="00D85FDB"/>
    <w:rsid w:val="00D86BF0"/>
    <w:rsid w:val="00D87D3A"/>
    <w:rsid w:val="00D97084"/>
    <w:rsid w:val="00D97472"/>
    <w:rsid w:val="00DA0069"/>
    <w:rsid w:val="00DA04A9"/>
    <w:rsid w:val="00DA535F"/>
    <w:rsid w:val="00DA5D80"/>
    <w:rsid w:val="00DA7F2B"/>
    <w:rsid w:val="00DB0D49"/>
    <w:rsid w:val="00DB68B2"/>
    <w:rsid w:val="00DC3496"/>
    <w:rsid w:val="00DC4720"/>
    <w:rsid w:val="00DC5E41"/>
    <w:rsid w:val="00DC6DAA"/>
    <w:rsid w:val="00DC7ABF"/>
    <w:rsid w:val="00DD07D5"/>
    <w:rsid w:val="00DE0447"/>
    <w:rsid w:val="00DE1057"/>
    <w:rsid w:val="00DE163C"/>
    <w:rsid w:val="00DE7C77"/>
    <w:rsid w:val="00DF0BEB"/>
    <w:rsid w:val="00DF1A51"/>
    <w:rsid w:val="00DF377E"/>
    <w:rsid w:val="00DF5416"/>
    <w:rsid w:val="00DF65F0"/>
    <w:rsid w:val="00DF7836"/>
    <w:rsid w:val="00E01B42"/>
    <w:rsid w:val="00E03D3D"/>
    <w:rsid w:val="00E0449C"/>
    <w:rsid w:val="00E056C8"/>
    <w:rsid w:val="00E05993"/>
    <w:rsid w:val="00E064DD"/>
    <w:rsid w:val="00E06F5A"/>
    <w:rsid w:val="00E1153F"/>
    <w:rsid w:val="00E22CA3"/>
    <w:rsid w:val="00E334C3"/>
    <w:rsid w:val="00E34FDA"/>
    <w:rsid w:val="00E37BF4"/>
    <w:rsid w:val="00E429DC"/>
    <w:rsid w:val="00E44F4A"/>
    <w:rsid w:val="00E45D9A"/>
    <w:rsid w:val="00E5518A"/>
    <w:rsid w:val="00E55299"/>
    <w:rsid w:val="00E60999"/>
    <w:rsid w:val="00E61240"/>
    <w:rsid w:val="00E62067"/>
    <w:rsid w:val="00E6249F"/>
    <w:rsid w:val="00E67EB7"/>
    <w:rsid w:val="00E72FF5"/>
    <w:rsid w:val="00E74571"/>
    <w:rsid w:val="00E77F4D"/>
    <w:rsid w:val="00E81C53"/>
    <w:rsid w:val="00E82299"/>
    <w:rsid w:val="00E85570"/>
    <w:rsid w:val="00E9120D"/>
    <w:rsid w:val="00E94888"/>
    <w:rsid w:val="00E94D17"/>
    <w:rsid w:val="00EA09F1"/>
    <w:rsid w:val="00EA27FC"/>
    <w:rsid w:val="00EB023F"/>
    <w:rsid w:val="00EB0D6D"/>
    <w:rsid w:val="00EB1044"/>
    <w:rsid w:val="00EB36E6"/>
    <w:rsid w:val="00EB402C"/>
    <w:rsid w:val="00EB4498"/>
    <w:rsid w:val="00EB6DFA"/>
    <w:rsid w:val="00EB78B9"/>
    <w:rsid w:val="00EB7FD4"/>
    <w:rsid w:val="00EC0C53"/>
    <w:rsid w:val="00EC285A"/>
    <w:rsid w:val="00EC4AB9"/>
    <w:rsid w:val="00ED2ED4"/>
    <w:rsid w:val="00ED7E0E"/>
    <w:rsid w:val="00EE5568"/>
    <w:rsid w:val="00EF3B10"/>
    <w:rsid w:val="00EF43FD"/>
    <w:rsid w:val="00EF5BD8"/>
    <w:rsid w:val="00EF6C2B"/>
    <w:rsid w:val="00F00ABC"/>
    <w:rsid w:val="00F0320D"/>
    <w:rsid w:val="00F03A8D"/>
    <w:rsid w:val="00F050CD"/>
    <w:rsid w:val="00F0701B"/>
    <w:rsid w:val="00F10992"/>
    <w:rsid w:val="00F17410"/>
    <w:rsid w:val="00F2043A"/>
    <w:rsid w:val="00F21AA2"/>
    <w:rsid w:val="00F22315"/>
    <w:rsid w:val="00F22363"/>
    <w:rsid w:val="00F25C31"/>
    <w:rsid w:val="00F26840"/>
    <w:rsid w:val="00F26D50"/>
    <w:rsid w:val="00F3323C"/>
    <w:rsid w:val="00F33313"/>
    <w:rsid w:val="00F33B2E"/>
    <w:rsid w:val="00F35538"/>
    <w:rsid w:val="00F414D0"/>
    <w:rsid w:val="00F45D07"/>
    <w:rsid w:val="00F461ED"/>
    <w:rsid w:val="00F57DCE"/>
    <w:rsid w:val="00F668A2"/>
    <w:rsid w:val="00F71AD2"/>
    <w:rsid w:val="00F71F2A"/>
    <w:rsid w:val="00F7366F"/>
    <w:rsid w:val="00F73A7F"/>
    <w:rsid w:val="00F74BA1"/>
    <w:rsid w:val="00F766EA"/>
    <w:rsid w:val="00F8036A"/>
    <w:rsid w:val="00F825B5"/>
    <w:rsid w:val="00F83C1F"/>
    <w:rsid w:val="00F871D4"/>
    <w:rsid w:val="00F9022C"/>
    <w:rsid w:val="00F906BC"/>
    <w:rsid w:val="00F90E03"/>
    <w:rsid w:val="00F92B96"/>
    <w:rsid w:val="00FA0EC9"/>
    <w:rsid w:val="00FA29B4"/>
    <w:rsid w:val="00FA31CD"/>
    <w:rsid w:val="00FA36FB"/>
    <w:rsid w:val="00FA3C0A"/>
    <w:rsid w:val="00FA50A8"/>
    <w:rsid w:val="00FB0DA0"/>
    <w:rsid w:val="00FB31FF"/>
    <w:rsid w:val="00FC17F6"/>
    <w:rsid w:val="00FC18D9"/>
    <w:rsid w:val="00FC669D"/>
    <w:rsid w:val="00FD0391"/>
    <w:rsid w:val="00FD3FC0"/>
    <w:rsid w:val="00FE59AB"/>
    <w:rsid w:val="00FE5EC5"/>
    <w:rsid w:val="00FE5F30"/>
    <w:rsid w:val="00FF1C63"/>
    <w:rsid w:val="00FF2DE3"/>
    <w:rsid w:val="00FF3086"/>
    <w:rsid w:val="00FF37B5"/>
    <w:rsid w:val="00FF454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AA7CC1"/>
  <w14:defaultImageDpi w14:val="300"/>
  <w15:docId w15:val="{17D443ED-EC02-44A1-B9CD-D12B4CBB2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2315"/>
    <w:pPr>
      <w:spacing w:after="200" w:line="276" w:lineRule="auto"/>
    </w:pPr>
    <w:rPr>
      <w:rFonts w:ascii="Times New Roman" w:hAnsi="Times New Roman"/>
      <w:sz w:val="22"/>
      <w:szCs w:val="22"/>
      <w:lang w:val="en-CA" w:eastAsia="en-CA"/>
    </w:rPr>
  </w:style>
  <w:style w:type="paragraph" w:styleId="Heading1">
    <w:name w:val="heading 1"/>
    <w:basedOn w:val="Normal"/>
    <w:link w:val="Heading1Char"/>
    <w:uiPriority w:val="9"/>
    <w:qFormat/>
    <w:rsid w:val="009B49FF"/>
    <w:pPr>
      <w:spacing w:before="100" w:beforeAutospacing="1" w:after="100" w:afterAutospacing="1" w:line="240" w:lineRule="auto"/>
      <w:outlineLvl w:val="0"/>
    </w:pPr>
    <w:rPr>
      <w:b/>
      <w:bCs/>
      <w:kern w:val="36"/>
      <w:sz w:val="48"/>
      <w:szCs w:val="48"/>
      <w:lang w:val="en-GB" w:eastAsia="en-GB"/>
    </w:rPr>
  </w:style>
  <w:style w:type="paragraph" w:styleId="Heading2">
    <w:name w:val="heading 2"/>
    <w:basedOn w:val="Normal"/>
    <w:next w:val="Normal"/>
    <w:link w:val="Heading2Char"/>
    <w:uiPriority w:val="9"/>
    <w:unhideWhenUsed/>
    <w:qFormat/>
    <w:rsid w:val="00F22315"/>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22315"/>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22315"/>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22315"/>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22315"/>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22315"/>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22315"/>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22315"/>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22315"/>
    <w:rPr>
      <w:rFonts w:asciiTheme="majorHAnsi" w:eastAsiaTheme="majorEastAsia" w:hAnsiTheme="majorHAnsi" w:cstheme="majorBidi"/>
      <w:b/>
      <w:bCs/>
      <w:color w:val="4F81BD" w:themeColor="accent1"/>
      <w:sz w:val="26"/>
      <w:szCs w:val="26"/>
      <w:lang w:val="en-CA" w:eastAsia="en-CA"/>
    </w:rPr>
  </w:style>
  <w:style w:type="character" w:customStyle="1" w:styleId="Heading3Char">
    <w:name w:val="Heading 3 Char"/>
    <w:basedOn w:val="DefaultParagraphFont"/>
    <w:link w:val="Heading3"/>
    <w:uiPriority w:val="9"/>
    <w:rsid w:val="00F22315"/>
    <w:rPr>
      <w:rFonts w:asciiTheme="majorHAnsi" w:eastAsiaTheme="majorEastAsia" w:hAnsiTheme="majorHAnsi" w:cstheme="majorBidi"/>
      <w:b/>
      <w:bCs/>
      <w:color w:val="4F81BD" w:themeColor="accent1"/>
      <w:sz w:val="22"/>
      <w:szCs w:val="22"/>
      <w:lang w:val="en-CA" w:eastAsia="en-CA"/>
    </w:rPr>
  </w:style>
  <w:style w:type="character" w:customStyle="1" w:styleId="Heading4Char">
    <w:name w:val="Heading 4 Char"/>
    <w:basedOn w:val="DefaultParagraphFont"/>
    <w:link w:val="Heading4"/>
    <w:uiPriority w:val="9"/>
    <w:rsid w:val="00F22315"/>
    <w:rPr>
      <w:rFonts w:asciiTheme="majorHAnsi" w:eastAsiaTheme="majorEastAsia" w:hAnsiTheme="majorHAnsi" w:cstheme="majorBidi"/>
      <w:b/>
      <w:bCs/>
      <w:i/>
      <w:iCs/>
      <w:color w:val="4F81BD" w:themeColor="accent1"/>
      <w:sz w:val="22"/>
      <w:szCs w:val="22"/>
      <w:lang w:val="en-CA" w:eastAsia="en-CA"/>
    </w:rPr>
  </w:style>
  <w:style w:type="character" w:customStyle="1" w:styleId="Heading5Char">
    <w:name w:val="Heading 5 Char"/>
    <w:basedOn w:val="DefaultParagraphFont"/>
    <w:link w:val="Heading5"/>
    <w:uiPriority w:val="9"/>
    <w:semiHidden/>
    <w:rsid w:val="00F22315"/>
    <w:rPr>
      <w:rFonts w:asciiTheme="majorHAnsi" w:eastAsiaTheme="majorEastAsia" w:hAnsiTheme="majorHAnsi" w:cstheme="majorBidi"/>
      <w:color w:val="243F60" w:themeColor="accent1" w:themeShade="7F"/>
      <w:sz w:val="22"/>
      <w:szCs w:val="22"/>
      <w:lang w:val="en-CA" w:eastAsia="en-CA"/>
    </w:rPr>
  </w:style>
  <w:style w:type="character" w:customStyle="1" w:styleId="Heading6Char">
    <w:name w:val="Heading 6 Char"/>
    <w:basedOn w:val="DefaultParagraphFont"/>
    <w:link w:val="Heading6"/>
    <w:uiPriority w:val="9"/>
    <w:semiHidden/>
    <w:rsid w:val="00F22315"/>
    <w:rPr>
      <w:rFonts w:asciiTheme="majorHAnsi" w:eastAsiaTheme="majorEastAsia" w:hAnsiTheme="majorHAnsi" w:cstheme="majorBidi"/>
      <w:i/>
      <w:iCs/>
      <w:color w:val="243F60" w:themeColor="accent1" w:themeShade="7F"/>
      <w:sz w:val="22"/>
      <w:szCs w:val="22"/>
      <w:lang w:val="en-CA" w:eastAsia="en-CA"/>
    </w:rPr>
  </w:style>
  <w:style w:type="character" w:customStyle="1" w:styleId="Heading7Char">
    <w:name w:val="Heading 7 Char"/>
    <w:basedOn w:val="DefaultParagraphFont"/>
    <w:link w:val="Heading7"/>
    <w:uiPriority w:val="9"/>
    <w:semiHidden/>
    <w:rsid w:val="00F22315"/>
    <w:rPr>
      <w:rFonts w:asciiTheme="majorHAnsi" w:eastAsiaTheme="majorEastAsia" w:hAnsiTheme="majorHAnsi" w:cstheme="majorBidi"/>
      <w:i/>
      <w:iCs/>
      <w:color w:val="404040" w:themeColor="text1" w:themeTint="BF"/>
      <w:sz w:val="22"/>
      <w:szCs w:val="22"/>
      <w:lang w:val="en-CA" w:eastAsia="en-CA"/>
    </w:rPr>
  </w:style>
  <w:style w:type="character" w:customStyle="1" w:styleId="Heading8Char">
    <w:name w:val="Heading 8 Char"/>
    <w:basedOn w:val="DefaultParagraphFont"/>
    <w:link w:val="Heading8"/>
    <w:uiPriority w:val="9"/>
    <w:semiHidden/>
    <w:rsid w:val="00F22315"/>
    <w:rPr>
      <w:rFonts w:asciiTheme="majorHAnsi" w:eastAsiaTheme="majorEastAsia" w:hAnsiTheme="majorHAnsi" w:cstheme="majorBidi"/>
      <w:color w:val="404040" w:themeColor="text1" w:themeTint="BF"/>
      <w:lang w:val="en-CA" w:eastAsia="en-CA"/>
    </w:rPr>
  </w:style>
  <w:style w:type="character" w:customStyle="1" w:styleId="Heading9Char">
    <w:name w:val="Heading 9 Char"/>
    <w:basedOn w:val="DefaultParagraphFont"/>
    <w:link w:val="Heading9"/>
    <w:uiPriority w:val="9"/>
    <w:semiHidden/>
    <w:rsid w:val="00F22315"/>
    <w:rPr>
      <w:rFonts w:asciiTheme="majorHAnsi" w:eastAsiaTheme="majorEastAsia" w:hAnsiTheme="majorHAnsi" w:cstheme="majorBidi"/>
      <w:i/>
      <w:iCs/>
      <w:color w:val="404040" w:themeColor="text1" w:themeTint="BF"/>
      <w:lang w:val="en-CA" w:eastAsia="en-CA"/>
    </w:rPr>
  </w:style>
  <w:style w:type="paragraph" w:customStyle="1" w:styleId="NoParagraphStyle">
    <w:name w:val="[No Paragraph Style]"/>
    <w:rsid w:val="00F22315"/>
    <w:pPr>
      <w:widowControl w:val="0"/>
      <w:autoSpaceDE w:val="0"/>
      <w:autoSpaceDN w:val="0"/>
      <w:adjustRightInd w:val="0"/>
      <w:spacing w:line="288" w:lineRule="auto"/>
      <w:textAlignment w:val="center"/>
    </w:pPr>
    <w:rPr>
      <w:rFonts w:ascii="Times New Roman" w:hAnsi="Times New Roman" w:cs="TimesNewRomanPSMT"/>
      <w:color w:val="000000"/>
      <w:sz w:val="24"/>
      <w:szCs w:val="24"/>
      <w:lang w:eastAsia="en-CA"/>
    </w:rPr>
  </w:style>
  <w:style w:type="paragraph" w:customStyle="1" w:styleId="IndexBody">
    <w:name w:val="IndexBody"/>
    <w:qFormat/>
    <w:rsid w:val="00F22315"/>
    <w:pPr>
      <w:spacing w:line="220" w:lineRule="atLeast"/>
    </w:pPr>
    <w:rPr>
      <w:rFonts w:ascii="Times Roman" w:hAnsi="Times Roman" w:cs="NewBaskervilleStd-Roman"/>
      <w:color w:val="000000"/>
      <w:sz w:val="18"/>
      <w:szCs w:val="18"/>
      <w:lang w:eastAsia="en-CA"/>
    </w:rPr>
  </w:style>
  <w:style w:type="character" w:customStyle="1" w:styleId="BoldItalic">
    <w:name w:val="BoldItalic"/>
    <w:uiPriority w:val="1"/>
    <w:qFormat/>
    <w:rsid w:val="00F22315"/>
    <w:rPr>
      <w:rFonts w:cs="NewBaskervilleEF-Bold"/>
      <w:b/>
      <w:bCs/>
      <w:i/>
      <w:iCs/>
      <w:color w:val="3366FF"/>
      <w:w w:val="100"/>
      <w:position w:val="0"/>
      <w:u w:val="none"/>
      <w:vertAlign w:val="baseline"/>
      <w:lang w:val="en-US"/>
    </w:rPr>
  </w:style>
  <w:style w:type="paragraph" w:customStyle="1" w:styleId="BodyCustom">
    <w:name w:val="BodyCustom"/>
    <w:qFormat/>
    <w:rsid w:val="00F22315"/>
    <w:pPr>
      <w:widowControl w:val="0"/>
      <w:autoSpaceDE w:val="0"/>
      <w:autoSpaceDN w:val="0"/>
      <w:adjustRightInd w:val="0"/>
      <w:spacing w:before="120" w:after="120" w:line="240" w:lineRule="atLeast"/>
      <w:ind w:left="1440"/>
      <w:textAlignment w:val="baseline"/>
    </w:pPr>
    <w:rPr>
      <w:rFonts w:ascii="Times Roman" w:hAnsi="Times Roman" w:cs="NewBaskervilleStd-Roman"/>
      <w:color w:val="008000"/>
      <w:lang w:eastAsia="en-CA"/>
    </w:rPr>
  </w:style>
  <w:style w:type="paragraph" w:customStyle="1" w:styleId="IndexHead">
    <w:name w:val="IndexHead"/>
    <w:qFormat/>
    <w:rsid w:val="00F22315"/>
    <w:pPr>
      <w:spacing w:before="320" w:after="80"/>
    </w:pPr>
    <w:rPr>
      <w:rFonts w:ascii="Arial" w:hAnsi="Arial" w:cs="NewBaskervilleStd-Roman"/>
      <w:color w:val="000000"/>
      <w:sz w:val="22"/>
      <w:szCs w:val="22"/>
      <w:lang w:eastAsia="en-CA"/>
    </w:rPr>
  </w:style>
  <w:style w:type="paragraph" w:customStyle="1" w:styleId="IndexLevel1">
    <w:name w:val="IndexLevel1"/>
    <w:qFormat/>
    <w:rsid w:val="00F22315"/>
    <w:pPr>
      <w:spacing w:line="220" w:lineRule="atLeast"/>
    </w:pPr>
    <w:rPr>
      <w:rFonts w:ascii="Times Roman" w:hAnsi="Times Roman" w:cs="NewBaskervilleStd-Roman"/>
      <w:color w:val="000000"/>
      <w:sz w:val="18"/>
      <w:szCs w:val="18"/>
      <w:lang w:eastAsia="en-CA"/>
    </w:rPr>
  </w:style>
  <w:style w:type="paragraph" w:customStyle="1" w:styleId="CodeListingCaption">
    <w:name w:val="CodeListingCaption"/>
    <w:next w:val="Code"/>
    <w:qFormat/>
    <w:rsid w:val="00F22315"/>
    <w:pPr>
      <w:numPr>
        <w:ilvl w:val="6"/>
        <w:numId w:val="33"/>
      </w:numPr>
      <w:spacing w:before="240" w:after="120"/>
    </w:pPr>
    <w:rPr>
      <w:rFonts w:ascii="Times Roman" w:hAnsi="Times Roman" w:cs="FuturaPT-BookObl"/>
      <w:color w:val="000000"/>
      <w:sz w:val="17"/>
      <w:szCs w:val="17"/>
      <w:lang w:eastAsia="en-CA"/>
    </w:rPr>
  </w:style>
  <w:style w:type="paragraph" w:customStyle="1" w:styleId="Code">
    <w:name w:val="Code"/>
    <w:qFormat/>
    <w:rsid w:val="00F22315"/>
    <w:pPr>
      <w:pBdr>
        <w:left w:val="single" w:sz="4" w:space="14" w:color="auto"/>
      </w:pBdr>
      <w:suppressAutoHyphens/>
      <w:spacing w:line="210" w:lineRule="atLeast"/>
      <w:ind w:left="1440"/>
      <w:contextualSpacing/>
      <w:textAlignment w:val="top"/>
    </w:pPr>
    <w:rPr>
      <w:rFonts w:ascii="Courier" w:hAnsi="Courier" w:cs="TheSansMonoCondensed-Plain"/>
      <w:color w:val="000000"/>
      <w:sz w:val="17"/>
      <w:szCs w:val="17"/>
      <w:lang w:eastAsia="en-CA"/>
    </w:rPr>
  </w:style>
  <w:style w:type="paragraph" w:customStyle="1" w:styleId="Epigraph">
    <w:name w:val="Epigraph"/>
    <w:qFormat/>
    <w:rsid w:val="00F22315"/>
    <w:pPr>
      <w:keepLines/>
      <w:widowControl w:val="0"/>
      <w:suppressAutoHyphens/>
      <w:autoSpaceDE w:val="0"/>
      <w:autoSpaceDN w:val="0"/>
      <w:adjustRightInd w:val="0"/>
      <w:spacing w:after="120" w:line="240" w:lineRule="atLeast"/>
      <w:ind w:left="1440"/>
      <w:jc w:val="center"/>
      <w:textAlignment w:val="baseline"/>
    </w:pPr>
    <w:rPr>
      <w:rFonts w:ascii="Times Roman" w:hAnsi="Times Roman" w:cs="NewBaskervilleStd-Italic"/>
      <w:i/>
      <w:iCs/>
      <w:color w:val="000000"/>
      <w:sz w:val="18"/>
      <w:szCs w:val="18"/>
      <w:lang w:eastAsia="en-CA"/>
    </w:rPr>
  </w:style>
  <w:style w:type="character" w:customStyle="1" w:styleId="Literal">
    <w:name w:val="Literal"/>
    <w:uiPriority w:val="1"/>
    <w:qFormat/>
    <w:rsid w:val="00F22315"/>
    <w:rPr>
      <w:rFonts w:ascii="Courier" w:hAnsi="Courier" w:cs="TheSansMonoCondensed-Plain"/>
      <w:color w:val="3366FF"/>
      <w:spacing w:val="0"/>
      <w:w w:val="100"/>
      <w:position w:val="0"/>
      <w:u w:val="none"/>
      <w:vertAlign w:val="baseline"/>
      <w:lang w:val="en-US"/>
    </w:rPr>
  </w:style>
  <w:style w:type="paragraph" w:customStyle="1" w:styleId="ProductionDirective">
    <w:name w:val="ProductionDirective"/>
    <w:qFormat/>
    <w:rsid w:val="00F22315"/>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FF0000"/>
      <w:sz w:val="18"/>
      <w:szCs w:val="18"/>
      <w:lang w:eastAsia="en-CA"/>
    </w:rPr>
  </w:style>
  <w:style w:type="character" w:customStyle="1" w:styleId="LiteralBold">
    <w:name w:val="LiteralBold"/>
    <w:uiPriority w:val="1"/>
    <w:qFormat/>
    <w:rsid w:val="00F22315"/>
    <w:rPr>
      <w:rFonts w:ascii="Courier" w:hAnsi="Courier" w:cs="TheSansMonoCondensed-Bold"/>
      <w:b/>
      <w:bCs/>
      <w:i w:val="0"/>
      <w:iCs w:val="0"/>
      <w:color w:val="3366FF"/>
      <w:spacing w:val="0"/>
      <w:w w:val="100"/>
      <w:position w:val="0"/>
      <w:u w:val="none"/>
      <w:vertAlign w:val="baseline"/>
      <w:lang w:val="en-US"/>
    </w:rPr>
  </w:style>
  <w:style w:type="character" w:customStyle="1" w:styleId="LiteralItalic">
    <w:name w:val="LiteralItalic"/>
    <w:uiPriority w:val="1"/>
    <w:qFormat/>
    <w:rsid w:val="00F22315"/>
    <w:rPr>
      <w:rFonts w:ascii="Courier" w:hAnsi="Courier" w:cs="TheSansMonoCondensed-Italic"/>
      <w:i/>
      <w:iCs/>
      <w:color w:val="3366FF"/>
      <w:spacing w:val="0"/>
      <w:w w:val="100"/>
      <w:position w:val="0"/>
      <w:sz w:val="17"/>
      <w:szCs w:val="17"/>
      <w:u w:val="none"/>
      <w:vertAlign w:val="baseline"/>
      <w:lang w:val="en-US"/>
    </w:rPr>
  </w:style>
  <w:style w:type="character" w:customStyle="1" w:styleId="LiteralBoldItalic">
    <w:name w:val="LiteralBoldItalic"/>
    <w:uiPriority w:val="1"/>
    <w:qFormat/>
    <w:rsid w:val="00F22315"/>
    <w:rPr>
      <w:rFonts w:ascii="Courier" w:hAnsi="Courier" w:cs="TheSansMonoCondensed-Bold"/>
      <w:b w:val="0"/>
      <w:bCs w:val="0"/>
      <w:i/>
      <w:iCs/>
      <w:color w:val="3366FF"/>
      <w:spacing w:val="0"/>
      <w:w w:val="100"/>
      <w:position w:val="0"/>
      <w:u w:val="none"/>
      <w:vertAlign w:val="baseline"/>
      <w:lang w:val="en-US"/>
    </w:rPr>
  </w:style>
  <w:style w:type="paragraph" w:customStyle="1" w:styleId="CodeLabel">
    <w:name w:val="CodeLabel"/>
    <w:next w:val="Code"/>
    <w:qFormat/>
    <w:rsid w:val="00F22315"/>
    <w:pPr>
      <w:widowControl w:val="0"/>
      <w:suppressAutoHyphens/>
      <w:autoSpaceDE w:val="0"/>
      <w:autoSpaceDN w:val="0"/>
      <w:adjustRightInd w:val="0"/>
      <w:spacing w:before="240" w:line="210" w:lineRule="atLeast"/>
      <w:ind w:left="1800" w:hanging="1800"/>
      <w:contextualSpacing/>
      <w:textAlignment w:val="top"/>
    </w:pPr>
    <w:rPr>
      <w:rFonts w:ascii="Arial" w:hAnsi="Arial" w:cs="TheSansMonoCondensed-Plain"/>
      <w:i/>
      <w:color w:val="000000"/>
      <w:sz w:val="17"/>
      <w:szCs w:val="17"/>
      <w:lang w:eastAsia="en-CA"/>
    </w:rPr>
  </w:style>
  <w:style w:type="numbering" w:customStyle="1" w:styleId="ChapterNumbering">
    <w:name w:val="ChapterNumbering"/>
    <w:uiPriority w:val="99"/>
    <w:rsid w:val="00F22315"/>
    <w:pPr>
      <w:numPr>
        <w:numId w:val="10"/>
      </w:numPr>
    </w:pPr>
  </w:style>
  <w:style w:type="paragraph" w:customStyle="1" w:styleId="HeadA">
    <w:name w:val="HeadA"/>
    <w:qFormat/>
    <w:rsid w:val="00F22315"/>
    <w:pPr>
      <w:keepNext/>
      <w:keepLines/>
      <w:widowControl w:val="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000000"/>
      <w:sz w:val="24"/>
      <w:szCs w:val="24"/>
      <w:lang w:eastAsia="en-CA"/>
    </w:rPr>
  </w:style>
  <w:style w:type="paragraph" w:customStyle="1" w:styleId="Blockquote">
    <w:name w:val="Blockquote"/>
    <w:next w:val="Normal"/>
    <w:qFormat/>
    <w:rsid w:val="00F22315"/>
    <w:pPr>
      <w:widowControl w:val="0"/>
      <w:autoSpaceDE w:val="0"/>
      <w:autoSpaceDN w:val="0"/>
      <w:adjustRightInd w:val="0"/>
      <w:spacing w:before="120" w:after="120" w:line="240" w:lineRule="atLeast"/>
      <w:ind w:left="2160" w:right="720"/>
      <w:textAlignment w:val="baseline"/>
    </w:pPr>
    <w:rPr>
      <w:rFonts w:ascii="Arial" w:hAnsi="Arial" w:cs="NewBaskervilleStd-Roman"/>
      <w:color w:val="000000"/>
      <w:sz w:val="18"/>
      <w:szCs w:val="18"/>
      <w:lang w:eastAsia="en-CA"/>
    </w:rPr>
  </w:style>
  <w:style w:type="paragraph" w:customStyle="1" w:styleId="CodeWide">
    <w:name w:val="CodeWide"/>
    <w:qFormat/>
    <w:rsid w:val="00F22315"/>
    <w:pPr>
      <w:widowControl w:val="0"/>
      <w:pBdr>
        <w:left w:val="single" w:sz="4" w:space="4" w:color="auto"/>
      </w:pBdr>
      <w:suppressAutoHyphens/>
      <w:autoSpaceDE w:val="0"/>
      <w:autoSpaceDN w:val="0"/>
      <w:adjustRightInd w:val="0"/>
      <w:spacing w:line="210" w:lineRule="atLeast"/>
      <w:contextualSpacing/>
      <w:textAlignment w:val="baseline"/>
    </w:pPr>
    <w:rPr>
      <w:rFonts w:ascii="Courier" w:hAnsi="Courier" w:cs="TheSansMonoCondensed-Plain"/>
      <w:color w:val="000000"/>
      <w:sz w:val="17"/>
      <w:szCs w:val="17"/>
      <w:lang w:eastAsia="en-CA"/>
    </w:rPr>
  </w:style>
  <w:style w:type="paragraph" w:customStyle="1" w:styleId="CaptionLine">
    <w:name w:val="CaptionLine"/>
    <w:next w:val="Body"/>
    <w:qFormat/>
    <w:rsid w:val="00F22315"/>
    <w:pPr>
      <w:numPr>
        <w:ilvl w:val="4"/>
        <w:numId w:val="33"/>
      </w:numPr>
      <w:spacing w:after="240"/>
    </w:pPr>
    <w:rPr>
      <w:rFonts w:ascii="Times Roman" w:hAnsi="Times Roman" w:cs="FuturaPT-BookObl"/>
      <w:color w:val="000000"/>
      <w:sz w:val="17"/>
      <w:szCs w:val="17"/>
      <w:lang w:eastAsia="en-CA"/>
    </w:rPr>
  </w:style>
  <w:style w:type="character" w:customStyle="1" w:styleId="Regular">
    <w:name w:val="Regular"/>
    <w:uiPriority w:val="1"/>
    <w:qFormat/>
    <w:rsid w:val="00F22315"/>
    <w:rPr>
      <w:rFonts w:cs="FuturaPT-Book"/>
      <w:b w:val="0"/>
      <w:bCs w:val="0"/>
      <w:i w:val="0"/>
      <w:iCs w:val="0"/>
      <w:color w:val="3366FF"/>
      <w:w w:val="100"/>
      <w:position w:val="0"/>
      <w:u w:val="none"/>
      <w:vertAlign w:val="baseline"/>
      <w:lang w:val="en-US"/>
    </w:rPr>
  </w:style>
  <w:style w:type="character" w:customStyle="1" w:styleId="NoteHead">
    <w:name w:val="NoteHead"/>
    <w:uiPriority w:val="1"/>
    <w:qFormat/>
    <w:rsid w:val="00F22315"/>
    <w:rPr>
      <w:rFonts w:ascii="DogmaOT-Bold" w:hAnsi="DogmaOT-Bold" w:cs="DogmaOT-Bold"/>
      <w:b/>
      <w:bCs/>
      <w:caps/>
      <w:color w:val="FFFFFF"/>
      <w:spacing w:val="30"/>
      <w:sz w:val="15"/>
      <w:szCs w:val="15"/>
      <w:u w:val="none"/>
      <w:bdr w:val="none" w:sz="0" w:space="0" w:color="auto"/>
      <w:shd w:val="solid" w:color="auto" w:fill="auto"/>
      <w:vertAlign w:val="baseline"/>
    </w:rPr>
  </w:style>
  <w:style w:type="paragraph" w:customStyle="1" w:styleId="TableHeader">
    <w:name w:val="TableHeader"/>
    <w:qFormat/>
    <w:rsid w:val="00F22315"/>
    <w:pPr>
      <w:keepLines/>
      <w:widowControl w:val="0"/>
      <w:suppressAutoHyphens/>
      <w:autoSpaceDE w:val="0"/>
      <w:autoSpaceDN w:val="0"/>
      <w:adjustRightInd w:val="0"/>
      <w:spacing w:line="240" w:lineRule="atLeast"/>
      <w:textAlignment w:val="baseline"/>
    </w:pPr>
    <w:rPr>
      <w:rFonts w:ascii="Arial" w:hAnsi="Arial" w:cs="FuturaPT-Heavy"/>
      <w:b/>
      <w:bCs/>
      <w:color w:val="000000"/>
      <w:sz w:val="18"/>
      <w:szCs w:val="18"/>
      <w:lang w:eastAsia="en-CA"/>
    </w:rPr>
  </w:style>
  <w:style w:type="paragraph" w:customStyle="1" w:styleId="TableBody">
    <w:name w:val="TableBody"/>
    <w:qFormat/>
    <w:rsid w:val="00F22315"/>
    <w:pPr>
      <w:keepLines/>
      <w:widowControl w:val="0"/>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IndexLevel2">
    <w:name w:val="IndexLevel2"/>
    <w:qFormat/>
    <w:rsid w:val="00F22315"/>
    <w:pPr>
      <w:spacing w:line="220" w:lineRule="atLeast"/>
      <w:ind w:left="360"/>
    </w:pPr>
    <w:rPr>
      <w:rFonts w:ascii="Times Roman" w:hAnsi="Times Roman" w:cs="NewBaskervilleStd-Roman"/>
      <w:color w:val="000000"/>
      <w:sz w:val="18"/>
      <w:szCs w:val="18"/>
      <w:lang w:eastAsia="en-CA"/>
    </w:rPr>
  </w:style>
  <w:style w:type="paragraph" w:customStyle="1" w:styleId="IndexLevel3">
    <w:name w:val="IndexLevel3"/>
    <w:qFormat/>
    <w:rsid w:val="00F22315"/>
    <w:pPr>
      <w:spacing w:line="220" w:lineRule="atLeast"/>
      <w:ind w:left="720"/>
    </w:pPr>
    <w:rPr>
      <w:rFonts w:ascii="Times Roman" w:hAnsi="Times Roman" w:cs="NewBaskervilleStd-Roman"/>
      <w:color w:val="000000"/>
      <w:sz w:val="18"/>
      <w:szCs w:val="18"/>
      <w:lang w:eastAsia="en-CA"/>
    </w:rPr>
  </w:style>
  <w:style w:type="paragraph" w:customStyle="1" w:styleId="IndexTitle">
    <w:name w:val="IndexTitle"/>
    <w:qFormat/>
    <w:rsid w:val="00F22315"/>
    <w:pPr>
      <w:spacing w:before="600" w:after="960" w:line="360" w:lineRule="atLeast"/>
      <w:jc w:val="center"/>
    </w:pPr>
    <w:rPr>
      <w:rFonts w:ascii="DogmaOT-Bold" w:hAnsi="DogmaOT-Bold" w:cs="DogmaOT-Bold"/>
      <w:b/>
      <w:bCs/>
      <w:caps/>
      <w:color w:val="000000"/>
      <w:sz w:val="32"/>
      <w:szCs w:val="32"/>
      <w:lang w:eastAsia="en-CA"/>
    </w:rPr>
  </w:style>
  <w:style w:type="paragraph" w:customStyle="1" w:styleId="ChapterIntro">
    <w:name w:val="ChapterIntro"/>
    <w:qFormat/>
    <w:rsid w:val="00F22315"/>
    <w:pPr>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BoxCaption">
    <w:name w:val="BoxCaption"/>
    <w:next w:val="BoxBody"/>
    <w:qFormat/>
    <w:rsid w:val="00F22315"/>
    <w:pPr>
      <w:spacing w:line="180" w:lineRule="atLeast"/>
    </w:pPr>
    <w:rPr>
      <w:rFonts w:ascii="FuturaPT-BookObl" w:hAnsi="FuturaPT-BookObl" w:cs="FuturaPT-BookObl"/>
      <w:i/>
      <w:iCs/>
      <w:color w:val="000000"/>
      <w:sz w:val="15"/>
      <w:szCs w:val="15"/>
      <w:lang w:eastAsia="en-CA"/>
    </w:rPr>
  </w:style>
  <w:style w:type="paragraph" w:customStyle="1" w:styleId="BoxBody">
    <w:name w:val="BoxBody"/>
    <w:qFormat/>
    <w:rsid w:val="00F22315"/>
    <w:pPr>
      <w:widowControl w:val="0"/>
      <w:pBdr>
        <w:left w:val="single" w:sz="18" w:space="4" w:color="008000"/>
      </w:pBdr>
      <w:autoSpaceDE w:val="0"/>
      <w:autoSpaceDN w:val="0"/>
      <w:adjustRightInd w:val="0"/>
      <w:spacing w:before="120" w:after="120" w:line="240" w:lineRule="atLeast"/>
      <w:ind w:firstLine="360"/>
      <w:contextualSpacing/>
      <w:textAlignment w:val="center"/>
    </w:pPr>
    <w:rPr>
      <w:rFonts w:ascii="Arial" w:hAnsi="Arial" w:cs="FuturaPT-Book"/>
      <w:color w:val="000000"/>
      <w:sz w:val="17"/>
      <w:szCs w:val="17"/>
      <w:lang w:eastAsia="en-CA"/>
    </w:rPr>
  </w:style>
  <w:style w:type="paragraph" w:customStyle="1" w:styleId="BoxBodyFirst">
    <w:name w:val="BoxBodyFirst"/>
    <w:qFormat/>
    <w:rsid w:val="00F22315"/>
    <w:pPr>
      <w:widowControl w:val="0"/>
      <w:pBdr>
        <w:left w:val="single" w:sz="18" w:space="4" w:color="008000"/>
      </w:pBdr>
      <w:autoSpaceDE w:val="0"/>
      <w:autoSpaceDN w:val="0"/>
      <w:adjustRightInd w:val="0"/>
      <w:spacing w:line="240" w:lineRule="atLeast"/>
      <w:textAlignment w:val="center"/>
    </w:pPr>
    <w:rPr>
      <w:rFonts w:ascii="FuturaPT-Book" w:hAnsi="FuturaPT-Book" w:cs="FuturaPT-Book"/>
      <w:color w:val="000000"/>
      <w:sz w:val="17"/>
      <w:szCs w:val="17"/>
      <w:lang w:eastAsia="en-CA"/>
    </w:rPr>
  </w:style>
  <w:style w:type="paragraph" w:customStyle="1" w:styleId="ChapterTitle">
    <w:name w:val="ChapterTitle"/>
    <w:qFormat/>
    <w:rsid w:val="00F22315"/>
    <w:pPr>
      <w:keepLines/>
      <w:suppressAutoHyphens/>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oxListBullet">
    <w:name w:val="BoxListBullet"/>
    <w:qFormat/>
    <w:rsid w:val="00F22315"/>
    <w:pPr>
      <w:widowControl w:val="0"/>
      <w:numPr>
        <w:numId w:val="5"/>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Code">
    <w:name w:val="BoxCode"/>
    <w:qFormat/>
    <w:rsid w:val="00F22315"/>
    <w:pPr>
      <w:widowControl w:val="0"/>
      <w:pBdr>
        <w:left w:val="single" w:sz="18" w:space="4" w:color="008000"/>
      </w:pBdr>
      <w:suppressAutoHyphens/>
      <w:autoSpaceDE w:val="0"/>
      <w:autoSpaceDN w:val="0"/>
      <w:adjustRightInd w:val="0"/>
      <w:spacing w:line="200" w:lineRule="atLeast"/>
      <w:contextualSpacing/>
      <w:textAlignment w:val="top"/>
    </w:pPr>
    <w:rPr>
      <w:rFonts w:ascii="Courier" w:hAnsi="Courier" w:cs="TheSansMonoCondensed-Plain"/>
      <w:color w:val="000000"/>
      <w:sz w:val="16"/>
      <w:szCs w:val="16"/>
      <w:lang w:eastAsia="en-CA"/>
    </w:rPr>
  </w:style>
  <w:style w:type="paragraph" w:customStyle="1" w:styleId="BoxListBody">
    <w:name w:val="BoxListBody"/>
    <w:qFormat/>
    <w:rsid w:val="00F22315"/>
    <w:pPr>
      <w:widowControl w:val="0"/>
      <w:pBdr>
        <w:left w:val="single" w:sz="18" w:space="22" w:color="008000"/>
      </w:pBdr>
      <w:autoSpaceDE w:val="0"/>
      <w:autoSpaceDN w:val="0"/>
      <w:adjustRightInd w:val="0"/>
      <w:spacing w:after="120" w:line="240" w:lineRule="atLeast"/>
      <w:ind w:left="359"/>
      <w:textAlignment w:val="center"/>
    </w:pPr>
    <w:rPr>
      <w:rFonts w:ascii="Arial" w:hAnsi="Arial" w:cs="FuturaPT-Book"/>
      <w:color w:val="000000"/>
      <w:sz w:val="17"/>
      <w:szCs w:val="17"/>
      <w:lang w:eastAsia="en-CA"/>
    </w:rPr>
  </w:style>
  <w:style w:type="paragraph" w:customStyle="1" w:styleId="BoxListHead">
    <w:name w:val="BoxListHead"/>
    <w:qFormat/>
    <w:rsid w:val="00F22315"/>
    <w:pPr>
      <w:keepNext/>
      <w:keepLines/>
      <w:widowControl w:val="0"/>
      <w:pBdr>
        <w:left w:val="single" w:sz="18" w:space="4" w:color="008000"/>
      </w:pBdr>
      <w:autoSpaceDE w:val="0"/>
      <w:autoSpaceDN w:val="0"/>
      <w:adjustRightInd w:val="0"/>
      <w:spacing w:before="120" w:line="240" w:lineRule="atLeast"/>
      <w:textAlignment w:val="center"/>
    </w:pPr>
    <w:rPr>
      <w:rFonts w:ascii="Arial" w:hAnsi="Arial" w:cs="FuturaPT-Heavy"/>
      <w:b/>
      <w:color w:val="000000"/>
      <w:spacing w:val="1"/>
      <w:sz w:val="17"/>
      <w:szCs w:val="17"/>
      <w:lang w:eastAsia="en-CA"/>
    </w:rPr>
  </w:style>
  <w:style w:type="character" w:customStyle="1" w:styleId="KeyCaps">
    <w:name w:val="KeyCaps"/>
    <w:uiPriority w:val="1"/>
    <w:qFormat/>
    <w:rsid w:val="00F22315"/>
    <w:rPr>
      <w:rFonts w:cs="NewBaskervilleStd-Roman"/>
      <w:caps w:val="0"/>
      <w:smallCaps/>
      <w:color w:val="3366FF"/>
      <w:w w:val="100"/>
      <w:position w:val="0"/>
      <w:u w:val="none"/>
      <w:vertAlign w:val="baseline"/>
      <w:lang w:val="en-US"/>
    </w:rPr>
  </w:style>
  <w:style w:type="character" w:customStyle="1" w:styleId="wingdings">
    <w:name w:val="wingdings"/>
    <w:uiPriority w:val="1"/>
    <w:qFormat/>
    <w:rsid w:val="00F22315"/>
    <w:rPr>
      <w:rFonts w:ascii="Wingdings2" w:hAnsi="Wingdings2" w:cs="Wingdings2"/>
      <w:color w:val="000000"/>
      <w:w w:val="100"/>
      <w:position w:val="0"/>
      <w:u w:val="none"/>
      <w:vertAlign w:val="baseline"/>
      <w:lang w:val="en-US"/>
    </w:rPr>
  </w:style>
  <w:style w:type="paragraph" w:customStyle="1" w:styleId="ListBody">
    <w:name w:val="ListBody"/>
    <w:qFormat/>
    <w:rsid w:val="00F22315"/>
    <w:pPr>
      <w:widowControl w:val="0"/>
      <w:autoSpaceDE w:val="0"/>
      <w:autoSpaceDN w:val="0"/>
      <w:adjustRightInd w:val="0"/>
      <w:spacing w:before="80" w:after="120" w:line="240" w:lineRule="atLeast"/>
      <w:ind w:left="1800" w:firstLine="360"/>
      <w:textAlignment w:val="baseline"/>
    </w:pPr>
    <w:rPr>
      <w:rFonts w:ascii="Times Roman" w:hAnsi="Times Roman" w:cs="NewBaskervilleStd-Roman"/>
      <w:color w:val="000000"/>
      <w:lang w:eastAsia="en-CA"/>
    </w:rPr>
  </w:style>
  <w:style w:type="character" w:customStyle="1" w:styleId="LinkURL">
    <w:name w:val="LinkURL"/>
    <w:uiPriority w:val="1"/>
    <w:qFormat/>
    <w:rsid w:val="00F22315"/>
    <w:rPr>
      <w:rFonts w:cs="NewBaskervilleStd-Italic"/>
      <w:i/>
      <w:iCs/>
      <w:color w:val="3366FF"/>
      <w:w w:val="100"/>
      <w:position w:val="0"/>
      <w:u w:val="none"/>
      <w:vertAlign w:val="baseline"/>
      <w:lang w:val="en-US"/>
    </w:rPr>
  </w:style>
  <w:style w:type="paragraph" w:customStyle="1" w:styleId="Note">
    <w:name w:val="Note"/>
    <w:qFormat/>
    <w:rsid w:val="00F22315"/>
    <w:pPr>
      <w:widowControl w:val="0"/>
      <w:autoSpaceDE w:val="0"/>
      <w:autoSpaceDN w:val="0"/>
      <w:adjustRightInd w:val="0"/>
      <w:spacing w:before="240" w:after="240" w:line="240" w:lineRule="atLeast"/>
      <w:ind w:left="1152" w:hanging="1152"/>
      <w:textAlignment w:val="baseline"/>
    </w:pPr>
    <w:rPr>
      <w:rFonts w:ascii="Times Roman" w:hAnsi="Times Roman" w:cs="NewBaskervilleStd-Italic"/>
      <w:iCs/>
      <w:color w:val="000000"/>
      <w:lang w:eastAsia="en-CA"/>
    </w:rPr>
  </w:style>
  <w:style w:type="character" w:customStyle="1" w:styleId="bulletcharacter">
    <w:name w:val="bullet_character"/>
    <w:uiPriority w:val="99"/>
    <w:rsid w:val="00F22315"/>
    <w:rPr>
      <w:rFonts w:ascii="Symbol" w:hAnsi="Symbol" w:cs="Symbol"/>
      <w:color w:val="000000"/>
    </w:rPr>
  </w:style>
  <w:style w:type="character" w:customStyle="1" w:styleId="Superscript">
    <w:name w:val="Superscript"/>
    <w:uiPriority w:val="1"/>
    <w:qFormat/>
    <w:rsid w:val="00F22315"/>
    <w:rPr>
      <w:color w:val="3366FF"/>
      <w:vertAlign w:val="superscript"/>
    </w:rPr>
  </w:style>
  <w:style w:type="character" w:customStyle="1" w:styleId="SuperscriptItalic">
    <w:name w:val="SuperscriptItalic"/>
    <w:uiPriority w:val="1"/>
    <w:qFormat/>
    <w:rsid w:val="00F22315"/>
    <w:rPr>
      <w:i/>
      <w:color w:val="3366FF"/>
      <w:vertAlign w:val="superscript"/>
    </w:rPr>
  </w:style>
  <w:style w:type="character" w:customStyle="1" w:styleId="Subscript">
    <w:name w:val="Subscript"/>
    <w:uiPriority w:val="1"/>
    <w:qFormat/>
    <w:rsid w:val="00F22315"/>
    <w:rPr>
      <w:color w:val="3366FF"/>
      <w:vertAlign w:val="subscript"/>
    </w:rPr>
  </w:style>
  <w:style w:type="character" w:customStyle="1" w:styleId="SubscriptItalic">
    <w:name w:val="SubscriptItalic"/>
    <w:uiPriority w:val="1"/>
    <w:qFormat/>
    <w:rsid w:val="00F22315"/>
    <w:rPr>
      <w:i/>
      <w:color w:val="3366FF"/>
      <w:vertAlign w:val="subscript"/>
    </w:rPr>
  </w:style>
  <w:style w:type="character" w:customStyle="1" w:styleId="Symbol">
    <w:name w:val="Symbol"/>
    <w:uiPriority w:val="1"/>
    <w:qFormat/>
    <w:rsid w:val="00F22315"/>
    <w:rPr>
      <w:rFonts w:ascii="Symbol" w:hAnsi="Symbol"/>
    </w:rPr>
  </w:style>
  <w:style w:type="character" w:customStyle="1" w:styleId="Italic">
    <w:name w:val="Italic"/>
    <w:uiPriority w:val="1"/>
    <w:qFormat/>
    <w:rsid w:val="00F22315"/>
    <w:rPr>
      <w:rFonts w:cs="NewBaskervilleStd-Italic"/>
      <w:i/>
      <w:iCs/>
      <w:color w:val="0000FF"/>
      <w:w w:val="100"/>
      <w:position w:val="0"/>
      <w:u w:val="none"/>
      <w:vertAlign w:val="baseline"/>
      <w:lang w:val="en-US"/>
    </w:rPr>
  </w:style>
  <w:style w:type="paragraph" w:customStyle="1" w:styleId="ListBullet">
    <w:name w:val="ListBullet"/>
    <w:qFormat/>
    <w:rsid w:val="00F22315"/>
    <w:pPr>
      <w:widowControl w:val="0"/>
      <w:numPr>
        <w:numId w:val="3"/>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Code">
    <w:name w:val="ListCode"/>
    <w:qFormat/>
    <w:rsid w:val="00F22315"/>
    <w:pPr>
      <w:widowControl w:val="0"/>
      <w:pBdr>
        <w:left w:val="single" w:sz="4" w:space="4" w:color="auto"/>
      </w:pBdr>
      <w:suppressAutoHyphens/>
      <w:autoSpaceDE w:val="0"/>
      <w:autoSpaceDN w:val="0"/>
      <w:adjustRightInd w:val="0"/>
      <w:spacing w:line="210" w:lineRule="atLeast"/>
      <w:ind w:left="1800"/>
      <w:contextualSpacing/>
      <w:textAlignment w:val="baseline"/>
    </w:pPr>
    <w:rPr>
      <w:rFonts w:ascii="Courier" w:hAnsi="Courier" w:cs="TheSansMonoCondensed-Plain"/>
      <w:color w:val="000000"/>
      <w:sz w:val="17"/>
      <w:szCs w:val="17"/>
      <w:lang w:eastAsia="en-CA"/>
    </w:rPr>
  </w:style>
  <w:style w:type="paragraph" w:customStyle="1" w:styleId="ListHead">
    <w:name w:val="ListHead"/>
    <w:qFormat/>
    <w:rsid w:val="00F22315"/>
    <w:pPr>
      <w:keepNext/>
      <w:keepLines/>
      <w:widowControl w:val="0"/>
      <w:suppressAutoHyphens/>
      <w:autoSpaceDE w:val="0"/>
      <w:autoSpaceDN w:val="0"/>
      <w:adjustRightInd w:val="0"/>
      <w:spacing w:before="120" w:line="240" w:lineRule="atLeast"/>
      <w:ind w:left="1440"/>
      <w:textAlignment w:val="baseline"/>
    </w:pPr>
    <w:rPr>
      <w:rFonts w:ascii="Times Roman" w:hAnsi="Times Roman" w:cs="NewBaskervilleStd-Bold"/>
      <w:b/>
      <w:bCs/>
      <w:color w:val="000000"/>
      <w:lang w:eastAsia="en-CA"/>
    </w:rPr>
  </w:style>
  <w:style w:type="paragraph" w:customStyle="1" w:styleId="ListNumber">
    <w:name w:val="ListNumber"/>
    <w:qFormat/>
    <w:rsid w:val="00F22315"/>
    <w:pPr>
      <w:widowControl w:val="0"/>
      <w:numPr>
        <w:numId w:val="1"/>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NumberSub">
    <w:name w:val="ListNumberSub"/>
    <w:qFormat/>
    <w:rsid w:val="00F22315"/>
    <w:pPr>
      <w:widowControl w:val="0"/>
      <w:numPr>
        <w:numId w:val="2"/>
      </w:numPr>
      <w:tabs>
        <w:tab w:val="left" w:pos="1800"/>
      </w:tabs>
      <w:autoSpaceDE w:val="0"/>
      <w:autoSpaceDN w:val="0"/>
      <w:adjustRightInd w:val="0"/>
      <w:spacing w:before="60" w:line="240" w:lineRule="atLeast"/>
      <w:textAlignment w:val="top"/>
    </w:pPr>
    <w:rPr>
      <w:rFonts w:ascii="Times Roman" w:hAnsi="Times Roman" w:cs="NewBaskervilleStd-Roman"/>
      <w:color w:val="000000"/>
      <w:lang w:eastAsia="en-CA"/>
    </w:rPr>
  </w:style>
  <w:style w:type="paragraph" w:customStyle="1" w:styleId="GraphicSlug">
    <w:name w:val="GraphicSlug"/>
    <w:qFormat/>
    <w:rsid w:val="00F22315"/>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A50F1E"/>
      <w:sz w:val="18"/>
      <w:szCs w:val="18"/>
      <w:lang w:eastAsia="en-CA"/>
    </w:rPr>
  </w:style>
  <w:style w:type="character" w:customStyle="1" w:styleId="AltText">
    <w:name w:val="AltText"/>
    <w:uiPriority w:val="1"/>
    <w:qFormat/>
    <w:rsid w:val="00F22315"/>
    <w:rPr>
      <w:color w:val="008000"/>
    </w:rPr>
  </w:style>
  <w:style w:type="paragraph" w:customStyle="1" w:styleId="PartNumber">
    <w:name w:val="PartNumber"/>
    <w:qFormat/>
    <w:rsid w:val="00F22315"/>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PartTitle">
    <w:name w:val="PartTitle"/>
    <w:qFormat/>
    <w:rsid w:val="00F22315"/>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PartIntro">
    <w:name w:val="PartIntro"/>
    <w:qFormat/>
    <w:rsid w:val="00F22315"/>
    <w:pPr>
      <w:widowControl w:val="0"/>
      <w:autoSpaceDE w:val="0"/>
      <w:autoSpaceDN w:val="0"/>
      <w:adjustRightInd w:val="0"/>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PartList">
    <w:name w:val="PartList"/>
    <w:qFormat/>
    <w:rsid w:val="00F22315"/>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IntroList">
    <w:name w:val="ChapterIntroList"/>
    <w:qFormat/>
    <w:rsid w:val="00F22315"/>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Subtitle">
    <w:name w:val="ChapterSubtitle"/>
    <w:rsid w:val="00F22315"/>
    <w:pPr>
      <w:keepLines/>
      <w:widowControl w:val="0"/>
      <w:suppressAutoHyphens/>
      <w:autoSpaceDE w:val="0"/>
      <w:autoSpaceDN w:val="0"/>
      <w:adjustRightInd w:val="0"/>
      <w:spacing w:after="360" w:line="360" w:lineRule="atLeast"/>
      <w:ind w:left="1440"/>
      <w:jc w:val="center"/>
      <w:textAlignment w:val="baseline"/>
    </w:pPr>
    <w:rPr>
      <w:rFonts w:ascii="Arial" w:hAnsi="Arial" w:cs="DogmaOT-Bold"/>
      <w:b/>
      <w:bCs/>
      <w:color w:val="000000"/>
      <w:spacing w:val="48"/>
      <w:sz w:val="28"/>
      <w:szCs w:val="28"/>
      <w:lang w:eastAsia="en-CA"/>
    </w:rPr>
  </w:style>
  <w:style w:type="paragraph" w:customStyle="1" w:styleId="BodyContinued">
    <w:name w:val="BodyContinued"/>
    <w:qFormat/>
    <w:rsid w:val="00F22315"/>
    <w:pPr>
      <w:widowControl w:val="0"/>
      <w:autoSpaceDE w:val="0"/>
      <w:autoSpaceDN w:val="0"/>
      <w:adjustRightInd w:val="0"/>
      <w:spacing w:before="120" w:after="120" w:line="240" w:lineRule="atLeast"/>
      <w:ind w:left="1440"/>
      <w:textAlignment w:val="baseline"/>
    </w:pPr>
    <w:rPr>
      <w:rFonts w:ascii="Times Roman" w:hAnsi="Times Roman" w:cs="NewBaskervilleStd-Roman"/>
      <w:color w:val="000000"/>
      <w:lang w:eastAsia="en-CA"/>
    </w:rPr>
  </w:style>
  <w:style w:type="paragraph" w:customStyle="1" w:styleId="BoxHeadA">
    <w:name w:val="BoxHeadA"/>
    <w:qFormat/>
    <w:rsid w:val="00F22315"/>
    <w:pPr>
      <w:keepNext/>
      <w:keepLines/>
      <w:widowControl w:val="0"/>
      <w:pBdr>
        <w:left w:val="single" w:sz="18" w:space="4" w:color="008000"/>
      </w:pBdr>
      <w:suppressAutoHyphens/>
      <w:autoSpaceDE w:val="0"/>
      <w:autoSpaceDN w:val="0"/>
      <w:adjustRightInd w:val="0"/>
      <w:spacing w:before="80" w:after="80" w:line="300" w:lineRule="atLeast"/>
      <w:textAlignment w:val="baseline"/>
    </w:pPr>
    <w:rPr>
      <w:rFonts w:ascii="Arial" w:hAnsi="Arial" w:cs="DogmaOT-Bold"/>
      <w:b/>
      <w:bCs/>
      <w:caps/>
      <w:color w:val="000000"/>
      <w:spacing w:val="13"/>
      <w:sz w:val="18"/>
      <w:szCs w:val="18"/>
      <w:lang w:eastAsia="en-CA"/>
    </w:rPr>
  </w:style>
  <w:style w:type="paragraph" w:customStyle="1" w:styleId="BoxHeadB">
    <w:name w:val="BoxHeadB"/>
    <w:basedOn w:val="BoxHeadA"/>
    <w:qFormat/>
    <w:rsid w:val="00F22315"/>
    <w:pPr>
      <w:spacing w:before="120"/>
    </w:pPr>
    <w:rPr>
      <w:i/>
      <w:iCs/>
      <w:caps w:val="0"/>
    </w:rPr>
  </w:style>
  <w:style w:type="paragraph" w:customStyle="1" w:styleId="BoxBodyContinued">
    <w:name w:val="BoxBodyContinued"/>
    <w:qFormat/>
    <w:rsid w:val="00F22315"/>
    <w:pPr>
      <w:widowControl w:val="0"/>
      <w:pBdr>
        <w:left w:val="single" w:sz="18" w:space="4" w:color="008000"/>
      </w:pBdr>
      <w:autoSpaceDE w:val="0"/>
      <w:autoSpaceDN w:val="0"/>
      <w:adjustRightInd w:val="0"/>
      <w:spacing w:before="120" w:after="120" w:line="240" w:lineRule="atLeast"/>
      <w:textAlignment w:val="center"/>
    </w:pPr>
    <w:rPr>
      <w:rFonts w:ascii="Arial" w:hAnsi="Arial" w:cs="FuturaPT-Book"/>
      <w:color w:val="000000"/>
      <w:sz w:val="17"/>
      <w:szCs w:val="17"/>
      <w:lang w:eastAsia="en-CA"/>
    </w:rPr>
  </w:style>
  <w:style w:type="character" w:customStyle="1" w:styleId="Bold">
    <w:name w:val="Bold"/>
    <w:uiPriority w:val="1"/>
    <w:rsid w:val="00F22315"/>
    <w:rPr>
      <w:b/>
      <w:bCs/>
      <w:color w:val="3366FF"/>
    </w:rPr>
  </w:style>
  <w:style w:type="paragraph" w:customStyle="1" w:styleId="RunInHead">
    <w:name w:val="RunInHead"/>
    <w:rsid w:val="00F22315"/>
    <w:pPr>
      <w:widowControl w:val="0"/>
      <w:autoSpaceDE w:val="0"/>
      <w:autoSpaceDN w:val="0"/>
      <w:adjustRightInd w:val="0"/>
      <w:spacing w:before="120" w:line="240" w:lineRule="atLeast"/>
      <w:ind w:left="1440"/>
      <w:textAlignment w:val="baseline"/>
    </w:pPr>
    <w:rPr>
      <w:rFonts w:ascii="Times Roman" w:hAnsi="Times Roman" w:cs="NewBaskervilleStd-Roman"/>
      <w:b/>
      <w:color w:val="000000"/>
      <w:lang w:eastAsia="en-CA"/>
    </w:rPr>
  </w:style>
  <w:style w:type="paragraph" w:customStyle="1" w:styleId="RunInPara">
    <w:name w:val="RunInPara"/>
    <w:qFormat/>
    <w:rsid w:val="00F22315"/>
    <w:pPr>
      <w:widowControl w:val="0"/>
      <w:autoSpaceDE w:val="0"/>
      <w:autoSpaceDN w:val="0"/>
      <w:adjustRightInd w:val="0"/>
      <w:spacing w:after="120" w:line="240" w:lineRule="atLeast"/>
      <w:ind w:left="1440"/>
      <w:textAlignment w:val="baseline"/>
    </w:pPr>
    <w:rPr>
      <w:rFonts w:ascii="Times Roman" w:hAnsi="Times Roman" w:cs="NewBaskervilleStd-Roman"/>
      <w:color w:val="000000"/>
      <w:lang w:eastAsia="en-CA"/>
    </w:rPr>
  </w:style>
  <w:style w:type="paragraph" w:customStyle="1" w:styleId="BoxRunInHead">
    <w:name w:val="BoxRunInHead"/>
    <w:rsid w:val="00F22315"/>
    <w:pPr>
      <w:widowControl w:val="0"/>
      <w:pBdr>
        <w:left w:val="single" w:sz="18" w:space="4" w:color="008000"/>
      </w:pBdr>
      <w:autoSpaceDE w:val="0"/>
      <w:autoSpaceDN w:val="0"/>
      <w:adjustRightInd w:val="0"/>
      <w:spacing w:before="120" w:line="240" w:lineRule="atLeast"/>
      <w:textAlignment w:val="center"/>
    </w:pPr>
    <w:rPr>
      <w:rFonts w:ascii="Arial" w:hAnsi="Arial" w:cs="FuturaPT-Book"/>
      <w:b/>
      <w:color w:val="000000"/>
      <w:sz w:val="17"/>
      <w:szCs w:val="17"/>
      <w:lang w:eastAsia="en-CA"/>
    </w:rPr>
  </w:style>
  <w:style w:type="paragraph" w:customStyle="1" w:styleId="BoxRunInPara">
    <w:name w:val="BoxRunInPara"/>
    <w:qFormat/>
    <w:rsid w:val="00F22315"/>
    <w:pPr>
      <w:widowControl w:val="0"/>
      <w:pBdr>
        <w:left w:val="single" w:sz="18" w:space="4" w:color="008000"/>
      </w:pBdr>
      <w:autoSpaceDE w:val="0"/>
      <w:autoSpaceDN w:val="0"/>
      <w:adjustRightInd w:val="0"/>
      <w:spacing w:after="120" w:line="240" w:lineRule="atLeast"/>
      <w:textAlignment w:val="center"/>
    </w:pPr>
    <w:rPr>
      <w:rFonts w:ascii="Arial" w:hAnsi="Arial" w:cs="FuturaPT-Book"/>
      <w:color w:val="000000"/>
      <w:sz w:val="17"/>
      <w:szCs w:val="17"/>
      <w:lang w:eastAsia="en-CA"/>
    </w:rPr>
  </w:style>
  <w:style w:type="paragraph" w:customStyle="1" w:styleId="BoxExtractPara">
    <w:name w:val="BoxExtractPara"/>
    <w:qFormat/>
    <w:rsid w:val="00F22315"/>
    <w:pPr>
      <w:widowControl w:val="0"/>
      <w:pBdr>
        <w:left w:val="single" w:sz="18" w:space="31" w:color="008000"/>
      </w:pBdr>
      <w:autoSpaceDE w:val="0"/>
      <w:autoSpaceDN w:val="0"/>
      <w:adjustRightInd w:val="0"/>
      <w:spacing w:before="120" w:after="120" w:line="240" w:lineRule="atLeast"/>
      <w:ind w:left="547"/>
      <w:textAlignment w:val="center"/>
    </w:pPr>
    <w:rPr>
      <w:rFonts w:ascii="Arial" w:hAnsi="Arial" w:cs="FuturaPT-Book"/>
      <w:color w:val="000000"/>
      <w:sz w:val="17"/>
      <w:szCs w:val="17"/>
      <w:lang w:eastAsia="en-CA"/>
    </w:rPr>
  </w:style>
  <w:style w:type="character" w:customStyle="1" w:styleId="GraphicInline">
    <w:name w:val="GraphicInline"/>
    <w:uiPriority w:val="1"/>
    <w:qFormat/>
    <w:rsid w:val="00F22315"/>
    <w:rPr>
      <w:color w:val="3366FF"/>
      <w:bdr w:val="none" w:sz="0" w:space="0" w:color="auto"/>
      <w:shd w:val="clear" w:color="auto" w:fill="99CC00"/>
    </w:rPr>
  </w:style>
  <w:style w:type="character" w:customStyle="1" w:styleId="KeyTerm">
    <w:name w:val="KeyTerm"/>
    <w:uiPriority w:val="1"/>
    <w:qFormat/>
    <w:rsid w:val="00F22315"/>
    <w:rPr>
      <w:i/>
      <w:color w:val="3366FF"/>
      <w:bdr w:val="none" w:sz="0" w:space="0" w:color="auto"/>
      <w:shd w:val="clear" w:color="auto" w:fill="D9D9D9"/>
    </w:rPr>
  </w:style>
  <w:style w:type="character" w:customStyle="1" w:styleId="DigitalOnly">
    <w:name w:val="DigitalOnly"/>
    <w:uiPriority w:val="1"/>
    <w:qFormat/>
    <w:rsid w:val="00F22315"/>
    <w:rPr>
      <w:color w:val="3366FF"/>
      <w:bdr w:val="single" w:sz="4" w:space="0" w:color="3366FF"/>
    </w:rPr>
  </w:style>
  <w:style w:type="character" w:customStyle="1" w:styleId="PrintOnly">
    <w:name w:val="PrintOnly"/>
    <w:uiPriority w:val="1"/>
    <w:qFormat/>
    <w:rsid w:val="00F22315"/>
    <w:rPr>
      <w:color w:val="3366FF"/>
      <w:bdr w:val="single" w:sz="4" w:space="0" w:color="FF0000"/>
    </w:rPr>
  </w:style>
  <w:style w:type="character" w:customStyle="1" w:styleId="LinkEmail">
    <w:name w:val="LinkEmail"/>
    <w:basedOn w:val="LinkURL"/>
    <w:uiPriority w:val="1"/>
    <w:qFormat/>
    <w:rsid w:val="00F22315"/>
    <w:rPr>
      <w:rFonts w:cs="NewBaskervilleStd-Italic"/>
      <w:b w:val="0"/>
      <w:bCs w:val="0"/>
      <w:i/>
      <w:iCs w:val="0"/>
      <w:color w:val="3366FF"/>
      <w:w w:val="100"/>
      <w:position w:val="0"/>
      <w:u w:val="none"/>
      <w:vertAlign w:val="baseline"/>
      <w:lang w:val="en-US"/>
    </w:rPr>
  </w:style>
  <w:style w:type="character" w:customStyle="1" w:styleId="LinkTwitter">
    <w:name w:val="LinkTwitter"/>
    <w:basedOn w:val="LinkEmail"/>
    <w:uiPriority w:val="1"/>
    <w:qFormat/>
    <w:rsid w:val="00F22315"/>
    <w:rPr>
      <w:rFonts w:cs="NewBaskervilleStd-Italic"/>
      <w:b w:val="0"/>
      <w:bCs w:val="0"/>
      <w:i w:val="0"/>
      <w:iCs w:val="0"/>
      <w:color w:val="3366FF"/>
      <w:w w:val="100"/>
      <w:position w:val="0"/>
      <w:u w:val="none"/>
      <w:vertAlign w:val="baseline"/>
      <w:lang w:val="en-US"/>
    </w:rPr>
  </w:style>
  <w:style w:type="character" w:customStyle="1" w:styleId="Highlight">
    <w:name w:val="Highlight"/>
    <w:uiPriority w:val="1"/>
    <w:qFormat/>
    <w:rsid w:val="00F22315"/>
    <w:rPr>
      <w:color w:val="3366FF"/>
      <w:bdr w:val="none" w:sz="0" w:space="0" w:color="auto"/>
      <w:shd w:val="clear" w:color="auto" w:fill="FFFF00"/>
    </w:rPr>
  </w:style>
  <w:style w:type="character" w:customStyle="1" w:styleId="FootnoteReference">
    <w:name w:val="FootnoteReference"/>
    <w:uiPriority w:val="1"/>
    <w:qFormat/>
    <w:rsid w:val="00F22315"/>
    <w:rPr>
      <w:color w:val="3366FF"/>
      <w:vertAlign w:val="superscript"/>
    </w:rPr>
  </w:style>
  <w:style w:type="paragraph" w:customStyle="1" w:styleId="Footnote">
    <w:name w:val="Footnote"/>
    <w:qFormat/>
    <w:rsid w:val="00F22315"/>
    <w:pPr>
      <w:widowControl w:val="0"/>
      <w:pBdr>
        <w:top w:val="single" w:sz="4" w:space="1" w:color="000000" w:themeColor="text1"/>
        <w:bottom w:val="single" w:sz="4" w:space="1" w:color="000000" w:themeColor="text1"/>
      </w:pBdr>
      <w:autoSpaceDE w:val="0"/>
      <w:autoSpaceDN w:val="0"/>
      <w:adjustRightInd w:val="0"/>
      <w:spacing w:before="120" w:after="120" w:line="240" w:lineRule="atLeast"/>
      <w:ind w:left="1440"/>
      <w:textAlignment w:val="baseline"/>
    </w:pPr>
    <w:rPr>
      <w:rFonts w:ascii="Arial" w:hAnsi="Arial" w:cs="NewBaskervilleStd-Roman"/>
      <w:color w:val="000000"/>
      <w:sz w:val="16"/>
      <w:lang w:eastAsia="en-CA"/>
    </w:rPr>
  </w:style>
  <w:style w:type="character" w:customStyle="1" w:styleId="FootnoteRef">
    <w:name w:val="FootnoteRef"/>
    <w:basedOn w:val="FootnoteReference"/>
    <w:uiPriority w:val="1"/>
    <w:qFormat/>
    <w:rsid w:val="00F22315"/>
    <w:rPr>
      <w:color w:val="3366FF"/>
      <w:vertAlign w:val="superscript"/>
    </w:rPr>
  </w:style>
  <w:style w:type="character" w:customStyle="1" w:styleId="EndnoteReference">
    <w:name w:val="EndnoteReference"/>
    <w:basedOn w:val="FootnoteReference"/>
    <w:uiPriority w:val="1"/>
    <w:qFormat/>
    <w:rsid w:val="00F22315"/>
    <w:rPr>
      <w:color w:val="3366FF"/>
      <w:vertAlign w:val="superscript"/>
    </w:rPr>
  </w:style>
  <w:style w:type="paragraph" w:customStyle="1" w:styleId="QuotePara">
    <w:name w:val="QuotePara"/>
    <w:qFormat/>
    <w:rsid w:val="00F22315"/>
    <w:pPr>
      <w:widowControl w:val="0"/>
      <w:autoSpaceDE w:val="0"/>
      <w:autoSpaceDN w:val="0"/>
      <w:adjustRightInd w:val="0"/>
      <w:spacing w:before="120" w:after="120" w:line="240" w:lineRule="atLeast"/>
      <w:ind w:left="2160"/>
      <w:textAlignment w:val="baseline"/>
    </w:pPr>
    <w:rPr>
      <w:rFonts w:ascii="Times Roman" w:hAnsi="Times Roman" w:cs="NewBaskervilleStd-Roman"/>
      <w:color w:val="000000"/>
      <w:lang w:eastAsia="en-CA"/>
    </w:rPr>
  </w:style>
  <w:style w:type="paragraph" w:customStyle="1" w:styleId="QuoteSource">
    <w:name w:val="QuoteSource"/>
    <w:basedOn w:val="QuotePara"/>
    <w:qFormat/>
    <w:rsid w:val="00F22315"/>
    <w:pPr>
      <w:spacing w:after="240"/>
      <w:jc w:val="right"/>
    </w:pPr>
  </w:style>
  <w:style w:type="character" w:customStyle="1" w:styleId="Caps">
    <w:name w:val="Caps"/>
    <w:uiPriority w:val="1"/>
    <w:qFormat/>
    <w:rsid w:val="00F22315"/>
    <w:rPr>
      <w:caps/>
      <w:smallCaps w:val="0"/>
      <w:color w:val="3366FF"/>
    </w:rPr>
  </w:style>
  <w:style w:type="character" w:customStyle="1" w:styleId="SmallCaps">
    <w:name w:val="SmallCaps"/>
    <w:uiPriority w:val="1"/>
    <w:qFormat/>
    <w:rsid w:val="00F22315"/>
    <w:rPr>
      <w:caps w:val="0"/>
      <w:smallCaps/>
      <w:color w:val="3366FF"/>
    </w:rPr>
  </w:style>
  <w:style w:type="character" w:customStyle="1" w:styleId="SmallCapsBold">
    <w:name w:val="SmallCapsBold"/>
    <w:basedOn w:val="SmallCaps"/>
    <w:uiPriority w:val="1"/>
    <w:qFormat/>
    <w:rsid w:val="00F22315"/>
    <w:rPr>
      <w:b/>
      <w:bCs/>
      <w:caps w:val="0"/>
      <w:smallCaps/>
      <w:color w:val="3366FF"/>
    </w:rPr>
  </w:style>
  <w:style w:type="character" w:customStyle="1" w:styleId="SmallCapsBoldItalic">
    <w:name w:val="SmallCapsBoldItalic"/>
    <w:basedOn w:val="SmallCapsBold"/>
    <w:uiPriority w:val="1"/>
    <w:qFormat/>
    <w:rsid w:val="00F22315"/>
    <w:rPr>
      <w:b/>
      <w:bCs/>
      <w:i/>
      <w:iCs/>
      <w:caps w:val="0"/>
      <w:smallCaps/>
      <w:color w:val="3366FF"/>
    </w:rPr>
  </w:style>
  <w:style w:type="character" w:customStyle="1" w:styleId="SmallCapsItalic">
    <w:name w:val="SmallCapsItalic"/>
    <w:basedOn w:val="SmallCaps"/>
    <w:uiPriority w:val="1"/>
    <w:qFormat/>
    <w:rsid w:val="00F22315"/>
    <w:rPr>
      <w:i/>
      <w:iCs/>
      <w:caps w:val="0"/>
      <w:smallCaps/>
      <w:color w:val="3366FF"/>
    </w:rPr>
  </w:style>
  <w:style w:type="character" w:customStyle="1" w:styleId="NSSymbol">
    <w:name w:val="NSSymbol"/>
    <w:uiPriority w:val="1"/>
    <w:qFormat/>
    <w:rsid w:val="00F22315"/>
    <w:rPr>
      <w:color w:val="3366FF"/>
    </w:rPr>
  </w:style>
  <w:style w:type="table" w:styleId="TableGrid">
    <w:name w:val="Table Grid"/>
    <w:basedOn w:val="TableNormal"/>
    <w:uiPriority w:val="59"/>
    <w:rsid w:val="00F22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Sub">
    <w:name w:val="TableHeaderSub"/>
    <w:qFormat/>
    <w:rsid w:val="00F22315"/>
    <w:pPr>
      <w:keepLines/>
      <w:widowControl w:val="0"/>
      <w:suppressAutoHyphens/>
      <w:autoSpaceDE w:val="0"/>
      <w:autoSpaceDN w:val="0"/>
      <w:adjustRightInd w:val="0"/>
      <w:spacing w:line="240" w:lineRule="atLeast"/>
      <w:textAlignment w:val="baseline"/>
    </w:pPr>
    <w:rPr>
      <w:rFonts w:ascii="Arial" w:hAnsi="Arial" w:cs="FuturaPT-Heavy"/>
      <w:color w:val="000000"/>
      <w:sz w:val="18"/>
      <w:szCs w:val="18"/>
      <w:lang w:eastAsia="en-CA"/>
    </w:rPr>
  </w:style>
  <w:style w:type="paragraph" w:customStyle="1" w:styleId="TableFootnote">
    <w:name w:val="TableFootnote"/>
    <w:qFormat/>
    <w:rsid w:val="00F22315"/>
    <w:pPr>
      <w:keepLines/>
      <w:widowControl w:val="0"/>
      <w:autoSpaceDE w:val="0"/>
      <w:autoSpaceDN w:val="0"/>
      <w:adjustRightInd w:val="0"/>
      <w:spacing w:line="190" w:lineRule="atLeast"/>
      <w:textAlignment w:val="baseline"/>
    </w:pPr>
    <w:rPr>
      <w:rFonts w:ascii="Arial" w:hAnsi="Arial" w:cs="FuturaPT-Book"/>
      <w:color w:val="000000"/>
      <w:sz w:val="16"/>
      <w:szCs w:val="17"/>
      <w:lang w:eastAsia="en-CA"/>
    </w:rPr>
  </w:style>
  <w:style w:type="paragraph" w:customStyle="1" w:styleId="TableListBulleted">
    <w:name w:val="TableListBulleted"/>
    <w:qFormat/>
    <w:rsid w:val="00F22315"/>
    <w:pPr>
      <w:keepLines/>
      <w:widowControl w:val="0"/>
      <w:numPr>
        <w:numId w:val="7"/>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Numbered">
    <w:name w:val="TableListNumbered"/>
    <w:qFormat/>
    <w:rsid w:val="00F22315"/>
    <w:pPr>
      <w:keepLines/>
      <w:widowControl w:val="0"/>
      <w:numPr>
        <w:numId w:val="8"/>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Plain">
    <w:name w:val="TableListPlain"/>
    <w:qFormat/>
    <w:rsid w:val="00F22315"/>
    <w:pPr>
      <w:keepLines/>
      <w:widowControl w:val="0"/>
      <w:autoSpaceDE w:val="0"/>
      <w:autoSpaceDN w:val="0"/>
      <w:adjustRightInd w:val="0"/>
      <w:spacing w:line="190" w:lineRule="atLeast"/>
      <w:ind w:left="360"/>
      <w:textAlignment w:val="baseline"/>
    </w:pPr>
    <w:rPr>
      <w:rFonts w:ascii="Arial" w:hAnsi="Arial" w:cs="FuturaPT-Book"/>
      <w:color w:val="000000"/>
      <w:sz w:val="17"/>
      <w:szCs w:val="17"/>
      <w:lang w:eastAsia="en-CA"/>
    </w:rPr>
  </w:style>
  <w:style w:type="paragraph" w:customStyle="1" w:styleId="ExtractPara">
    <w:name w:val="ExtractPara"/>
    <w:basedOn w:val="QuotePara"/>
    <w:qFormat/>
    <w:rsid w:val="00F22315"/>
    <w:rPr>
      <w:sz w:val="18"/>
      <w:szCs w:val="18"/>
    </w:rPr>
  </w:style>
  <w:style w:type="paragraph" w:customStyle="1" w:styleId="ExtractSource">
    <w:name w:val="ExtractSource"/>
    <w:basedOn w:val="ExtractPara"/>
    <w:qFormat/>
    <w:rsid w:val="00F22315"/>
    <w:pPr>
      <w:jc w:val="right"/>
    </w:pPr>
  </w:style>
  <w:style w:type="paragraph" w:customStyle="1" w:styleId="ExtractParaContinued">
    <w:name w:val="ExtractParaContinued"/>
    <w:basedOn w:val="ExtractPara"/>
    <w:qFormat/>
    <w:rsid w:val="00F22315"/>
    <w:pPr>
      <w:spacing w:before="0"/>
      <w:ind w:firstLine="360"/>
    </w:pPr>
  </w:style>
  <w:style w:type="paragraph" w:customStyle="1" w:styleId="AppendixNumber">
    <w:name w:val="AppendixNumber"/>
    <w:qFormat/>
    <w:rsid w:val="00F22315"/>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AppendixTitle">
    <w:name w:val="AppendixTitle"/>
    <w:qFormat/>
    <w:rsid w:val="00F22315"/>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ackmatterTitle">
    <w:name w:val="BackmatterTitle"/>
    <w:qFormat/>
    <w:rsid w:val="00F22315"/>
    <w:pPr>
      <w:keepLines/>
      <w:widowControl w:val="0"/>
      <w:suppressAutoHyphens/>
      <w:autoSpaceDE w:val="0"/>
      <w:autoSpaceDN w:val="0"/>
      <w:adjustRightInd w:val="0"/>
      <w:spacing w:before="600" w:after="600" w:line="360" w:lineRule="atLeast"/>
      <w:ind w:left="360"/>
      <w:textAlignment w:val="baseline"/>
    </w:pPr>
    <w:rPr>
      <w:rFonts w:ascii="Arial" w:hAnsi="Arial" w:cs="DogmaOT-Bold"/>
      <w:b/>
      <w:bCs/>
      <w:caps/>
      <w:color w:val="000000"/>
      <w:spacing w:val="48"/>
      <w:sz w:val="32"/>
      <w:szCs w:val="32"/>
      <w:lang w:eastAsia="en-CA"/>
    </w:rPr>
  </w:style>
  <w:style w:type="paragraph" w:customStyle="1" w:styleId="GlossaryTerm">
    <w:name w:val="GlossaryTerm"/>
    <w:qFormat/>
    <w:rsid w:val="00F22315"/>
    <w:pPr>
      <w:widowControl w:val="0"/>
      <w:autoSpaceDE w:val="0"/>
      <w:autoSpaceDN w:val="0"/>
      <w:adjustRightInd w:val="0"/>
      <w:spacing w:line="240" w:lineRule="atLeast"/>
      <w:ind w:left="360"/>
      <w:textAlignment w:val="baseline"/>
    </w:pPr>
    <w:rPr>
      <w:rFonts w:ascii="Times Roman" w:hAnsi="Times Roman" w:cs="NewBaskervilleStd-Roman"/>
      <w:b/>
      <w:bCs/>
      <w:color w:val="000000"/>
      <w:u w:val="single"/>
      <w:lang w:eastAsia="en-CA"/>
    </w:rPr>
  </w:style>
  <w:style w:type="paragraph" w:customStyle="1" w:styleId="GlossaryDefinition">
    <w:name w:val="GlossaryDefinition"/>
    <w:qFormat/>
    <w:rsid w:val="00F22315"/>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paragraph" w:customStyle="1" w:styleId="EndnoteEntry">
    <w:name w:val="EndnoteEntry"/>
    <w:qFormat/>
    <w:rsid w:val="00F22315"/>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character" w:customStyle="1" w:styleId="EndnoteRef">
    <w:name w:val="EndnoteRef"/>
    <w:basedOn w:val="EndnoteReference"/>
    <w:uiPriority w:val="1"/>
    <w:qFormat/>
    <w:rsid w:val="00F22315"/>
    <w:rPr>
      <w:color w:val="3366FF"/>
      <w:vertAlign w:val="superscript"/>
    </w:rPr>
  </w:style>
  <w:style w:type="paragraph" w:customStyle="1" w:styleId="Reference">
    <w:name w:val="Reference"/>
    <w:qFormat/>
    <w:rsid w:val="00F22315"/>
    <w:pPr>
      <w:widowControl w:val="0"/>
      <w:autoSpaceDE w:val="0"/>
      <w:autoSpaceDN w:val="0"/>
      <w:adjustRightInd w:val="0"/>
      <w:spacing w:after="120" w:line="240" w:lineRule="atLeast"/>
      <w:ind w:left="360" w:hanging="360"/>
      <w:textAlignment w:val="baseline"/>
    </w:pPr>
    <w:rPr>
      <w:rFonts w:ascii="Times Roman" w:hAnsi="Times Roman" w:cs="NewBaskervilleStd-Roman"/>
      <w:color w:val="000000"/>
      <w:lang w:eastAsia="en-CA"/>
    </w:rPr>
  </w:style>
  <w:style w:type="paragraph" w:customStyle="1" w:styleId="HeadProject">
    <w:name w:val="HeadProject"/>
    <w:qFormat/>
    <w:rsid w:val="00F22315"/>
    <w:pPr>
      <w:keepNext/>
      <w:keepLines/>
      <w:widowControl w:val="0"/>
      <w:shd w:val="clear" w:color="auto" w:fill="00000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FFFFFF" w:themeColor="background1"/>
      <w:sz w:val="24"/>
      <w:szCs w:val="24"/>
      <w:lang w:eastAsia="en-CA"/>
    </w:rPr>
  </w:style>
  <w:style w:type="character" w:customStyle="1" w:styleId="LiteralGray">
    <w:name w:val="LiteralGray"/>
    <w:uiPriority w:val="1"/>
    <w:qFormat/>
    <w:rsid w:val="00F22315"/>
    <w:rPr>
      <w:rFonts w:ascii="Courier" w:hAnsi="Courier"/>
      <w:color w:val="A6A6A6" w:themeColor="background1" w:themeShade="A6"/>
    </w:rPr>
  </w:style>
  <w:style w:type="character" w:customStyle="1" w:styleId="PyBracket">
    <w:name w:val="PyBracket"/>
    <w:uiPriority w:val="1"/>
    <w:qFormat/>
    <w:rsid w:val="00F22315"/>
    <w:rPr>
      <w:rFonts w:ascii="Courier" w:hAnsi="Courier" w:cs="TheSansMonoCondensed-Plain"/>
      <w:color w:val="B12735"/>
      <w:spacing w:val="0"/>
      <w:w w:val="100"/>
      <w:position w:val="0"/>
      <w:sz w:val="17"/>
      <w:szCs w:val="17"/>
      <w:u w:val="none"/>
      <w:vertAlign w:val="baseline"/>
      <w:lang w:val="en-US"/>
    </w:rPr>
  </w:style>
  <w:style w:type="character" w:customStyle="1" w:styleId="PyFunction">
    <w:name w:val="PyFunction"/>
    <w:basedOn w:val="PyBracket"/>
    <w:uiPriority w:val="1"/>
    <w:qFormat/>
    <w:rsid w:val="00F22315"/>
    <w:rPr>
      <w:rFonts w:ascii="Courier" w:hAnsi="Courier" w:cs="TheSansMonoCondensed-Plain"/>
      <w:color w:val="5F497A" w:themeColor="accent4" w:themeShade="BF"/>
      <w:spacing w:val="0"/>
      <w:w w:val="100"/>
      <w:position w:val="0"/>
      <w:sz w:val="17"/>
      <w:szCs w:val="17"/>
      <w:u w:val="none"/>
      <w:vertAlign w:val="baseline"/>
      <w:lang w:val="en-US"/>
    </w:rPr>
  </w:style>
  <w:style w:type="character" w:customStyle="1" w:styleId="PyVariable">
    <w:name w:val="PyVariable"/>
    <w:basedOn w:val="PyBracket"/>
    <w:uiPriority w:val="1"/>
    <w:qFormat/>
    <w:rsid w:val="00F22315"/>
    <w:rPr>
      <w:rFonts w:ascii="Courier" w:hAnsi="Courier" w:cs="TheSansMonoCondensed-Plain"/>
      <w:color w:val="008000"/>
      <w:spacing w:val="0"/>
      <w:w w:val="100"/>
      <w:position w:val="0"/>
      <w:sz w:val="17"/>
      <w:szCs w:val="17"/>
      <w:u w:val="none"/>
      <w:vertAlign w:val="baseline"/>
      <w:lang w:val="en-US"/>
    </w:rPr>
  </w:style>
  <w:style w:type="paragraph" w:customStyle="1" w:styleId="BookHalfTitle">
    <w:name w:val="BookHalfTitle"/>
    <w:basedOn w:val="BackmatterTitle"/>
    <w:qFormat/>
    <w:rsid w:val="00F22315"/>
  </w:style>
  <w:style w:type="character" w:styleId="BookTitle">
    <w:name w:val="Book Title"/>
    <w:basedOn w:val="DefaultParagraphFont"/>
    <w:uiPriority w:val="33"/>
    <w:qFormat/>
    <w:rsid w:val="00F22315"/>
    <w:rPr>
      <w:b/>
      <w:bCs/>
      <w:smallCaps/>
      <w:spacing w:val="5"/>
    </w:rPr>
  </w:style>
  <w:style w:type="paragraph" w:customStyle="1" w:styleId="BookTitle0">
    <w:name w:val="BookTitle"/>
    <w:qFormat/>
    <w:rsid w:val="00F22315"/>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120"/>
      <w:szCs w:val="240"/>
      <w:lang w:eastAsia="en-CA"/>
    </w:rPr>
  </w:style>
  <w:style w:type="paragraph" w:customStyle="1" w:styleId="BookSubtitle">
    <w:name w:val="BookSubtitle"/>
    <w:basedOn w:val="ChapterSubtitle"/>
    <w:qFormat/>
    <w:rsid w:val="00F22315"/>
  </w:style>
  <w:style w:type="paragraph" w:customStyle="1" w:styleId="BookEdition">
    <w:name w:val="BookEdition"/>
    <w:basedOn w:val="BookSubtitle"/>
    <w:qFormat/>
    <w:rsid w:val="00F22315"/>
    <w:rPr>
      <w:b w:val="0"/>
      <w:bCs w:val="0"/>
      <w:i/>
      <w:iCs/>
      <w:sz w:val="24"/>
      <w:szCs w:val="24"/>
    </w:rPr>
  </w:style>
  <w:style w:type="paragraph" w:customStyle="1" w:styleId="BookAuthor">
    <w:name w:val="BookAuthor"/>
    <w:basedOn w:val="BookEdition"/>
    <w:qFormat/>
    <w:rsid w:val="00F22315"/>
    <w:rPr>
      <w:i w:val="0"/>
      <w:iCs w:val="0"/>
      <w:smallCaps/>
    </w:rPr>
  </w:style>
  <w:style w:type="paragraph" w:customStyle="1" w:styleId="BookPublisher">
    <w:name w:val="BookPublisher"/>
    <w:basedOn w:val="BookAuthor"/>
    <w:qFormat/>
    <w:rsid w:val="00F22315"/>
    <w:rPr>
      <w:i/>
      <w:iCs/>
      <w:smallCaps w:val="0"/>
      <w:sz w:val="20"/>
      <w:szCs w:val="20"/>
    </w:rPr>
  </w:style>
  <w:style w:type="paragraph" w:customStyle="1" w:styleId="Copyright">
    <w:name w:val="Copyright"/>
    <w:qFormat/>
    <w:rsid w:val="00F22315"/>
    <w:pPr>
      <w:widowControl w:val="0"/>
      <w:autoSpaceDE w:val="0"/>
      <w:autoSpaceDN w:val="0"/>
      <w:adjustRightInd w:val="0"/>
      <w:spacing w:line="240" w:lineRule="atLeast"/>
      <w:textAlignment w:val="baseline"/>
    </w:pPr>
    <w:rPr>
      <w:rFonts w:ascii="NewBaskervilleStd-Roman" w:hAnsi="NewBaskervilleStd-Roman" w:cs="NewBaskervilleStd-Roman"/>
      <w:color w:val="000000"/>
      <w:sz w:val="16"/>
      <w:szCs w:val="18"/>
      <w:lang w:eastAsia="en-CA"/>
    </w:rPr>
  </w:style>
  <w:style w:type="paragraph" w:customStyle="1" w:styleId="CopyrightLOC">
    <w:name w:val="CopyrightLOC"/>
    <w:basedOn w:val="Copyright"/>
    <w:qFormat/>
    <w:rsid w:val="00F22315"/>
  </w:style>
  <w:style w:type="paragraph" w:customStyle="1" w:styleId="CopyrightHead">
    <w:name w:val="CopyrightHead"/>
    <w:basedOn w:val="CopyrightLOC"/>
    <w:qFormat/>
    <w:rsid w:val="00F22315"/>
    <w:pPr>
      <w:jc w:val="center"/>
    </w:pPr>
    <w:rPr>
      <w:b/>
    </w:rPr>
  </w:style>
  <w:style w:type="paragraph" w:customStyle="1" w:styleId="Dedication">
    <w:name w:val="Dedication"/>
    <w:basedOn w:val="BookPublisher"/>
    <w:qFormat/>
    <w:rsid w:val="00F22315"/>
  </w:style>
  <w:style w:type="paragraph" w:customStyle="1" w:styleId="FrontmatterTitle">
    <w:name w:val="FrontmatterTitle"/>
    <w:basedOn w:val="BackmatterTitle"/>
    <w:qFormat/>
    <w:rsid w:val="00F22315"/>
  </w:style>
  <w:style w:type="paragraph" w:customStyle="1" w:styleId="TOCFM">
    <w:name w:val="TOCFM"/>
    <w:basedOn w:val="Normal"/>
    <w:qFormat/>
    <w:rsid w:val="00F22315"/>
    <w:pPr>
      <w:widowControl w:val="0"/>
      <w:autoSpaceDE w:val="0"/>
      <w:autoSpaceDN w:val="0"/>
      <w:adjustRightInd w:val="0"/>
      <w:spacing w:after="120" w:line="240" w:lineRule="atLeast"/>
      <w:textAlignment w:val="baseline"/>
    </w:pPr>
    <w:rPr>
      <w:rFonts w:ascii="NewBaskervilleStd-Roman" w:hAnsi="NewBaskervilleStd-Roman" w:cs="NewBaskervilleStd-Roman"/>
      <w:color w:val="000000"/>
      <w:sz w:val="20"/>
      <w:szCs w:val="20"/>
      <w:lang w:val="en-US"/>
    </w:rPr>
  </w:style>
  <w:style w:type="paragraph" w:customStyle="1" w:styleId="TOCH1">
    <w:name w:val="TOCH1"/>
    <w:basedOn w:val="TOCFM"/>
    <w:qFormat/>
    <w:rsid w:val="00F22315"/>
    <w:pPr>
      <w:ind w:left="720"/>
    </w:pPr>
    <w:rPr>
      <w:b/>
    </w:rPr>
  </w:style>
  <w:style w:type="paragraph" w:customStyle="1" w:styleId="TOCPart">
    <w:name w:val="TOCPart"/>
    <w:basedOn w:val="TOCH1"/>
    <w:qFormat/>
    <w:rsid w:val="00F22315"/>
    <w:pPr>
      <w:spacing w:before="120"/>
      <w:ind w:left="0"/>
      <w:jc w:val="center"/>
    </w:pPr>
    <w:rPr>
      <w:b w:val="0"/>
      <w:sz w:val="28"/>
      <w:szCs w:val="24"/>
    </w:rPr>
  </w:style>
  <w:style w:type="paragraph" w:customStyle="1" w:styleId="TOCChapter">
    <w:name w:val="TOCChapter"/>
    <w:basedOn w:val="TOCH1"/>
    <w:qFormat/>
    <w:rsid w:val="00F22315"/>
    <w:pPr>
      <w:ind w:left="360"/>
    </w:pPr>
    <w:rPr>
      <w:b w:val="0"/>
      <w:sz w:val="24"/>
    </w:rPr>
  </w:style>
  <w:style w:type="paragraph" w:customStyle="1" w:styleId="TOCH2">
    <w:name w:val="TOCH2"/>
    <w:basedOn w:val="TOCH1"/>
    <w:qFormat/>
    <w:rsid w:val="00F22315"/>
    <w:pPr>
      <w:ind w:left="1080"/>
    </w:pPr>
    <w:rPr>
      <w:i/>
    </w:rPr>
  </w:style>
  <w:style w:type="paragraph" w:customStyle="1" w:styleId="TOCH3">
    <w:name w:val="TOCH3"/>
    <w:basedOn w:val="TOCH1"/>
    <w:qFormat/>
    <w:rsid w:val="00F22315"/>
    <w:pPr>
      <w:ind w:left="1440"/>
    </w:pPr>
    <w:rPr>
      <w:b w:val="0"/>
      <w:i/>
    </w:rPr>
  </w:style>
  <w:style w:type="paragraph" w:customStyle="1" w:styleId="BoxType">
    <w:name w:val="BoxType"/>
    <w:qFormat/>
    <w:rsid w:val="00F22315"/>
    <w:pPr>
      <w:keepLines/>
      <w:widowControl w:val="0"/>
      <w:pBdr>
        <w:top w:val="single" w:sz="18" w:space="1" w:color="008000"/>
      </w:pBdr>
      <w:suppressAutoHyphens/>
      <w:autoSpaceDE w:val="0"/>
      <w:autoSpaceDN w:val="0"/>
      <w:adjustRightInd w:val="0"/>
      <w:spacing w:before="240" w:line="240" w:lineRule="atLeast"/>
      <w:jc w:val="center"/>
      <w:textAlignment w:val="baseline"/>
    </w:pPr>
    <w:rPr>
      <w:rFonts w:ascii="Arial" w:hAnsi="Arial" w:cs="TimesNewRomanPSMT"/>
      <w:color w:val="008000"/>
      <w:sz w:val="18"/>
      <w:szCs w:val="18"/>
      <w:lang w:eastAsia="en-CA"/>
    </w:rPr>
  </w:style>
  <w:style w:type="character" w:customStyle="1" w:styleId="CustomCharStyle">
    <w:name w:val="CustomCharStyle"/>
    <w:uiPriority w:val="1"/>
    <w:qFormat/>
    <w:rsid w:val="00F22315"/>
    <w:rPr>
      <w:b w:val="0"/>
      <w:bCs w:val="0"/>
      <w:i w:val="0"/>
      <w:iCs w:val="0"/>
      <w:color w:val="3366FF"/>
      <w:bdr w:val="none" w:sz="0" w:space="0" w:color="auto"/>
      <w:shd w:val="clear" w:color="auto" w:fill="CCFFCC"/>
    </w:rPr>
  </w:style>
  <w:style w:type="character" w:customStyle="1" w:styleId="CodeAnnotation">
    <w:name w:val="CodeAnnotation"/>
    <w:uiPriority w:val="1"/>
    <w:qFormat/>
    <w:rsid w:val="00F22315"/>
    <w:rPr>
      <w:rFonts w:ascii="Courier" w:hAnsi="Courier" w:cs="TheSansMonoCondensed-Plain"/>
      <w:color w:val="FFFFFF" w:themeColor="background1"/>
      <w:spacing w:val="0"/>
      <w:w w:val="100"/>
      <w:position w:val="0"/>
      <w:sz w:val="17"/>
      <w:szCs w:val="17"/>
      <w:u w:val="none"/>
      <w:bdr w:val="none" w:sz="0" w:space="0" w:color="auto"/>
      <w:shd w:val="clear" w:color="auto" w:fill="000000"/>
      <w:vertAlign w:val="baseline"/>
      <w:lang w:val="en-US"/>
    </w:rPr>
  </w:style>
  <w:style w:type="paragraph" w:customStyle="1" w:styleId="HeadANumber">
    <w:name w:val="HeadANumber"/>
    <w:qFormat/>
    <w:rsid w:val="00F22315"/>
    <w:pPr>
      <w:keepNext/>
      <w:keepLines/>
      <w:widowControl w:val="0"/>
      <w:numPr>
        <w:ilvl w:val="1"/>
        <w:numId w:val="33"/>
      </w:numPr>
      <w:tabs>
        <w:tab w:val="right" w:pos="1200"/>
        <w:tab w:val="left" w:pos="1440"/>
      </w:tabs>
      <w:suppressAutoHyphens/>
      <w:autoSpaceDE w:val="0"/>
      <w:autoSpaceDN w:val="0"/>
      <w:adjustRightInd w:val="0"/>
      <w:spacing w:before="420" w:after="120" w:line="300" w:lineRule="atLeast"/>
      <w:textAlignment w:val="baseline"/>
    </w:pPr>
    <w:rPr>
      <w:rFonts w:ascii="Arial" w:hAnsi="Arial" w:cs="FuturaPT-Bold"/>
      <w:b/>
      <w:bCs/>
      <w:color w:val="000000"/>
      <w:sz w:val="24"/>
      <w:szCs w:val="24"/>
      <w:lang w:eastAsia="en-CA"/>
    </w:rPr>
  </w:style>
  <w:style w:type="paragraph" w:customStyle="1" w:styleId="HeadB">
    <w:name w:val="HeadB"/>
    <w:qFormat/>
    <w:rsid w:val="00F22315"/>
    <w:pPr>
      <w:keepNext/>
      <w:keepLines/>
      <w:widowControl w:val="0"/>
      <w:tabs>
        <w:tab w:val="right" w:pos="1200"/>
        <w:tab w:val="left" w:pos="1440"/>
      </w:tabs>
      <w:suppressAutoHyphens/>
      <w:autoSpaceDE w:val="0"/>
      <w:autoSpaceDN w:val="0"/>
      <w:adjustRightInd w:val="0"/>
      <w:spacing w:before="240" w:after="80" w:line="300" w:lineRule="atLeast"/>
      <w:ind w:left="1440"/>
      <w:textAlignment w:val="baseline"/>
    </w:pPr>
    <w:rPr>
      <w:rFonts w:ascii="Arial" w:hAnsi="Arial" w:cs="FuturaPTCond-BoldObl"/>
      <w:b/>
      <w:bCs/>
      <w:i/>
      <w:iCs/>
      <w:color w:val="000000"/>
      <w:sz w:val="24"/>
      <w:szCs w:val="24"/>
      <w:lang w:eastAsia="en-CA"/>
    </w:rPr>
  </w:style>
  <w:style w:type="paragraph" w:customStyle="1" w:styleId="HeadBNumber">
    <w:name w:val="HeadBNumber"/>
    <w:qFormat/>
    <w:rsid w:val="00F22315"/>
    <w:pPr>
      <w:keepNext/>
      <w:keepLines/>
      <w:widowControl w:val="0"/>
      <w:numPr>
        <w:ilvl w:val="2"/>
        <w:numId w:val="33"/>
      </w:numPr>
      <w:tabs>
        <w:tab w:val="right" w:pos="1980"/>
        <w:tab w:val="left" w:pos="2160"/>
      </w:tabs>
      <w:suppressAutoHyphens/>
      <w:autoSpaceDE w:val="0"/>
      <w:autoSpaceDN w:val="0"/>
      <w:adjustRightInd w:val="0"/>
      <w:spacing w:before="240" w:after="80" w:line="300" w:lineRule="atLeast"/>
      <w:textAlignment w:val="baseline"/>
    </w:pPr>
    <w:rPr>
      <w:rFonts w:ascii="Arial" w:hAnsi="Arial" w:cs="FuturaPTCond-BoldObl"/>
      <w:b/>
      <w:bCs/>
      <w:i/>
      <w:iCs/>
      <w:color w:val="000000"/>
      <w:sz w:val="24"/>
      <w:szCs w:val="24"/>
      <w:lang w:eastAsia="en-CA"/>
    </w:rPr>
  </w:style>
  <w:style w:type="paragraph" w:customStyle="1" w:styleId="HeadC">
    <w:name w:val="HeadC"/>
    <w:qFormat/>
    <w:rsid w:val="00F22315"/>
    <w:pPr>
      <w:keepNext/>
      <w:keepLines/>
      <w:widowControl w:val="0"/>
      <w:suppressAutoHyphens/>
      <w:autoSpaceDE w:val="0"/>
      <w:autoSpaceDN w:val="0"/>
      <w:adjustRightInd w:val="0"/>
      <w:spacing w:before="240" w:after="80" w:line="300" w:lineRule="atLeast"/>
      <w:ind w:left="1440"/>
      <w:textAlignment w:val="baseline"/>
    </w:pPr>
    <w:rPr>
      <w:rFonts w:ascii="Arial" w:hAnsi="Arial" w:cs="FuturaPTCond-Bold"/>
      <w:b/>
      <w:bCs/>
      <w:color w:val="000000"/>
      <w:lang w:eastAsia="en-CA"/>
    </w:rPr>
  </w:style>
  <w:style w:type="paragraph" w:customStyle="1" w:styleId="HeadCNumber">
    <w:name w:val="HeadCNumber"/>
    <w:qFormat/>
    <w:rsid w:val="00F22315"/>
    <w:pPr>
      <w:keepNext/>
      <w:keepLines/>
      <w:widowControl w:val="0"/>
      <w:numPr>
        <w:ilvl w:val="3"/>
        <w:numId w:val="33"/>
      </w:numPr>
      <w:tabs>
        <w:tab w:val="left" w:pos="1980"/>
      </w:tabs>
      <w:suppressAutoHyphens/>
      <w:autoSpaceDE w:val="0"/>
      <w:autoSpaceDN w:val="0"/>
      <w:adjustRightInd w:val="0"/>
      <w:spacing w:before="240" w:after="80" w:line="300" w:lineRule="atLeast"/>
      <w:textAlignment w:val="baseline"/>
    </w:pPr>
    <w:rPr>
      <w:rFonts w:ascii="Arial" w:hAnsi="Arial" w:cs="FuturaPTCond-Bold"/>
      <w:b/>
      <w:bCs/>
      <w:color w:val="000000"/>
      <w:lang w:eastAsia="en-CA"/>
    </w:rPr>
  </w:style>
  <w:style w:type="paragraph" w:customStyle="1" w:styleId="ListPlain">
    <w:name w:val="ListPlain"/>
    <w:qFormat/>
    <w:rsid w:val="00F22315"/>
    <w:pPr>
      <w:widowControl w:val="0"/>
      <w:autoSpaceDE w:val="0"/>
      <w:autoSpaceDN w:val="0"/>
      <w:adjustRightInd w:val="0"/>
      <w:spacing w:before="120" w:line="240" w:lineRule="atLeast"/>
      <w:ind w:left="1800"/>
      <w:textAlignment w:val="baseline"/>
    </w:pPr>
    <w:rPr>
      <w:rFonts w:ascii="Times Roman" w:hAnsi="Times Roman" w:cs="NewBaskervilleStd-Roman"/>
      <w:color w:val="000000"/>
      <w:lang w:eastAsia="en-CA"/>
    </w:rPr>
  </w:style>
  <w:style w:type="paragraph" w:customStyle="1" w:styleId="CodeAnnotated">
    <w:name w:val="CodeAnnotated"/>
    <w:qFormat/>
    <w:rsid w:val="00F22315"/>
    <w:pPr>
      <w:widowControl w:val="0"/>
      <w:pBdr>
        <w:left w:val="single" w:sz="4" w:space="4" w:color="auto"/>
      </w:pBdr>
      <w:suppressAutoHyphens/>
      <w:autoSpaceDE w:val="0"/>
      <w:autoSpaceDN w:val="0"/>
      <w:adjustRightInd w:val="0"/>
      <w:spacing w:line="210" w:lineRule="atLeast"/>
      <w:ind w:left="1440" w:hanging="216"/>
      <w:contextualSpacing/>
      <w:textAlignment w:val="top"/>
    </w:pPr>
    <w:rPr>
      <w:rFonts w:ascii="Courier" w:hAnsi="Courier" w:cs="TheSansMonoCondensed-Plain"/>
      <w:color w:val="000000"/>
      <w:sz w:val="17"/>
      <w:szCs w:val="17"/>
      <w:lang w:eastAsia="en-CA"/>
    </w:rPr>
  </w:style>
  <w:style w:type="paragraph" w:customStyle="1" w:styleId="BoxListNumber">
    <w:name w:val="BoxListNumber"/>
    <w:qFormat/>
    <w:rsid w:val="00F22315"/>
    <w:pPr>
      <w:widowControl w:val="0"/>
      <w:numPr>
        <w:numId w:val="6"/>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ListPlain">
    <w:name w:val="BoxListPlain"/>
    <w:qFormat/>
    <w:rsid w:val="00F22315"/>
    <w:pPr>
      <w:widowControl w:val="0"/>
      <w:pBdr>
        <w:left w:val="single" w:sz="18" w:space="4" w:color="008000"/>
      </w:pBdr>
      <w:autoSpaceDE w:val="0"/>
      <w:autoSpaceDN w:val="0"/>
      <w:adjustRightInd w:val="0"/>
      <w:spacing w:before="120" w:line="240" w:lineRule="atLeast"/>
      <w:textAlignment w:val="baseline"/>
    </w:pPr>
    <w:rPr>
      <w:rFonts w:ascii="Arial" w:hAnsi="Arial" w:cs="FuturaPT-Book"/>
      <w:color w:val="000000"/>
      <w:sz w:val="17"/>
      <w:szCs w:val="17"/>
      <w:lang w:eastAsia="en-CA"/>
    </w:rPr>
  </w:style>
  <w:style w:type="paragraph" w:customStyle="1" w:styleId="BoxTitle">
    <w:name w:val="BoxTitle"/>
    <w:qFormat/>
    <w:rsid w:val="00F22315"/>
    <w:pPr>
      <w:keepNext/>
      <w:keepLines/>
      <w:pBdr>
        <w:left w:val="single" w:sz="18" w:space="4" w:color="008000"/>
      </w:pBdr>
      <w:suppressAutoHyphens/>
      <w:spacing w:after="120" w:line="300" w:lineRule="atLeast"/>
      <w:jc w:val="center"/>
      <w:textAlignment w:val="baseline"/>
    </w:pPr>
    <w:rPr>
      <w:rFonts w:ascii="Arial" w:hAnsi="Arial" w:cs="DogmaOT-Bold"/>
      <w:b/>
      <w:bCs/>
      <w:caps/>
      <w:color w:val="000000"/>
      <w:spacing w:val="13"/>
      <w:sz w:val="18"/>
      <w:szCs w:val="18"/>
      <w:lang w:eastAsia="en-CA"/>
    </w:rPr>
  </w:style>
  <w:style w:type="character" w:customStyle="1" w:styleId="MenuArrow">
    <w:name w:val="MenuArrow"/>
    <w:uiPriority w:val="1"/>
    <w:qFormat/>
    <w:rsid w:val="00F22315"/>
    <w:rPr>
      <w:rFonts w:ascii="Webdings" w:hAnsi="Webdings" w:cs="Webdings"/>
      <w:color w:val="3366FF"/>
      <w:w w:val="100"/>
      <w:position w:val="0"/>
      <w:u w:val="none"/>
      <w:vertAlign w:val="baseline"/>
      <w:lang w:val="en-US"/>
    </w:rPr>
  </w:style>
  <w:style w:type="paragraph" w:customStyle="1" w:styleId="TableTitle">
    <w:name w:val="TableTitle"/>
    <w:qFormat/>
    <w:rsid w:val="00F22315"/>
    <w:pPr>
      <w:keepNext/>
      <w:keepLines/>
      <w:widowControl w:val="0"/>
      <w:numPr>
        <w:ilvl w:val="5"/>
        <w:numId w:val="33"/>
      </w:numPr>
      <w:suppressAutoHyphens/>
      <w:autoSpaceDE w:val="0"/>
      <w:autoSpaceDN w:val="0"/>
      <w:adjustRightInd w:val="0"/>
      <w:spacing w:before="240" w:after="120" w:line="240" w:lineRule="atLeast"/>
      <w:textAlignment w:val="baseline"/>
    </w:pPr>
    <w:rPr>
      <w:rFonts w:ascii="Arial" w:hAnsi="Arial" w:cs="FuturaPT-Book"/>
      <w:color w:val="000000"/>
      <w:sz w:val="18"/>
      <w:szCs w:val="18"/>
      <w:lang w:eastAsia="en-CA"/>
    </w:rPr>
  </w:style>
  <w:style w:type="paragraph" w:customStyle="1" w:styleId="EpigraphSource">
    <w:name w:val="EpigraphSource"/>
    <w:basedOn w:val="Epigraph"/>
    <w:qFormat/>
    <w:rsid w:val="00F22315"/>
    <w:pPr>
      <w:jc w:val="right"/>
    </w:pPr>
  </w:style>
  <w:style w:type="paragraph" w:customStyle="1" w:styleId="Body">
    <w:name w:val="Body"/>
    <w:uiPriority w:val="99"/>
    <w:qFormat/>
    <w:rsid w:val="00F22315"/>
    <w:pPr>
      <w:widowControl w:val="0"/>
      <w:autoSpaceDE w:val="0"/>
      <w:autoSpaceDN w:val="0"/>
      <w:adjustRightInd w:val="0"/>
      <w:spacing w:before="120" w:after="120" w:line="240" w:lineRule="atLeast"/>
      <w:ind w:left="1440" w:firstLine="360"/>
      <w:textAlignment w:val="baseline"/>
    </w:pPr>
    <w:rPr>
      <w:rFonts w:ascii="Times Roman" w:hAnsi="Times Roman" w:cs="NewBaskervilleStd-Roman"/>
      <w:color w:val="000000"/>
      <w:lang w:eastAsia="en-CA"/>
    </w:rPr>
  </w:style>
  <w:style w:type="paragraph" w:customStyle="1" w:styleId="ChapterNumber">
    <w:name w:val="ChapterNumber"/>
    <w:next w:val="Normal"/>
    <w:qFormat/>
    <w:rsid w:val="00F22315"/>
    <w:pPr>
      <w:numPr>
        <w:numId w:val="33"/>
      </w:numPr>
      <w:suppressAutoHyphens/>
      <w:spacing w:before="1200" w:line="2400" w:lineRule="atLeast"/>
      <w:jc w:val="center"/>
      <w:textAlignment w:val="baseline"/>
    </w:pPr>
    <w:rPr>
      <w:rFonts w:ascii="Arial" w:hAnsi="Arial" w:cs="FuturaPTCond-Bold"/>
      <w:b/>
      <w:bCs/>
      <w:color w:val="000000"/>
      <w:sz w:val="240"/>
      <w:szCs w:val="240"/>
      <w:lang w:eastAsia="en-CA"/>
    </w:rPr>
  </w:style>
  <w:style w:type="character" w:customStyle="1" w:styleId="Xref">
    <w:name w:val="Xref"/>
    <w:uiPriority w:val="1"/>
    <w:rsid w:val="00F22315"/>
    <w:rPr>
      <w:color w:val="FF0000"/>
      <w:lang w:val="fr-FR"/>
    </w:rPr>
  </w:style>
  <w:style w:type="paragraph" w:customStyle="1" w:styleId="Default">
    <w:name w:val="Default"/>
    <w:rsid w:val="00F22315"/>
    <w:pPr>
      <w:autoSpaceDE w:val="0"/>
      <w:autoSpaceDN w:val="0"/>
      <w:adjustRightInd w:val="0"/>
    </w:pPr>
    <w:rPr>
      <w:rFonts w:ascii="NewBaskerville" w:hAnsi="NewBaskerville" w:cs="NewBaskerville"/>
      <w:color w:val="000000"/>
      <w:sz w:val="24"/>
      <w:szCs w:val="24"/>
      <w:lang w:bidi="hi-IN"/>
    </w:rPr>
  </w:style>
  <w:style w:type="paragraph" w:customStyle="1" w:styleId="SourceForeword">
    <w:name w:val="SourceForeword"/>
    <w:basedOn w:val="ReviewSource"/>
    <w:qFormat/>
    <w:rsid w:val="00F22315"/>
  </w:style>
  <w:style w:type="paragraph" w:customStyle="1" w:styleId="ReviewHead">
    <w:name w:val="ReviewHead"/>
    <w:basedOn w:val="FrontmatterTitle"/>
    <w:qFormat/>
    <w:rsid w:val="00F22315"/>
  </w:style>
  <w:style w:type="paragraph" w:customStyle="1" w:styleId="ReviewQuote">
    <w:name w:val="ReviewQuote"/>
    <w:basedOn w:val="QuotePara"/>
    <w:qFormat/>
    <w:rsid w:val="00F22315"/>
  </w:style>
  <w:style w:type="paragraph" w:customStyle="1" w:styleId="ReviewSource">
    <w:name w:val="ReviewSource"/>
    <w:basedOn w:val="QuoteSource"/>
    <w:qFormat/>
    <w:rsid w:val="00F22315"/>
  </w:style>
  <w:style w:type="paragraph" w:customStyle="1" w:styleId="ListGraphic">
    <w:name w:val="ListGraphic"/>
    <w:basedOn w:val="GraphicSlug"/>
    <w:qFormat/>
    <w:rsid w:val="00F22315"/>
    <w:pPr>
      <w:ind w:left="0"/>
    </w:pPr>
  </w:style>
  <w:style w:type="paragraph" w:customStyle="1" w:styleId="ListCaption">
    <w:name w:val="ListCaption"/>
    <w:basedOn w:val="CaptionLine"/>
    <w:qFormat/>
    <w:rsid w:val="00F22315"/>
    <w:pPr>
      <w:ind w:left="3600"/>
    </w:pPr>
  </w:style>
  <w:style w:type="paragraph" w:customStyle="1" w:styleId="NoteContinued">
    <w:name w:val="NoteContinued"/>
    <w:basedOn w:val="Note"/>
    <w:qFormat/>
    <w:rsid w:val="00F22315"/>
    <w:pPr>
      <w:spacing w:before="0"/>
      <w:ind w:firstLine="0"/>
    </w:pPr>
  </w:style>
  <w:style w:type="paragraph" w:customStyle="1" w:styleId="NoteCode">
    <w:name w:val="NoteCode"/>
    <w:basedOn w:val="Code"/>
    <w:qFormat/>
    <w:rsid w:val="00F22315"/>
    <w:pPr>
      <w:spacing w:after="240"/>
    </w:pPr>
  </w:style>
  <w:style w:type="paragraph" w:customStyle="1" w:styleId="ListBulletSub">
    <w:name w:val="ListBulletSub"/>
    <w:basedOn w:val="ListBullet"/>
    <w:qFormat/>
    <w:rsid w:val="00F22315"/>
    <w:pPr>
      <w:ind w:left="2520"/>
    </w:pPr>
  </w:style>
  <w:style w:type="paragraph" w:customStyle="1" w:styleId="CodeCustom1">
    <w:name w:val="CodeCustom1"/>
    <w:basedOn w:val="Code"/>
    <w:qFormat/>
    <w:rsid w:val="00F22315"/>
    <w:rPr>
      <w:color w:val="00B0F0"/>
    </w:rPr>
  </w:style>
  <w:style w:type="paragraph" w:customStyle="1" w:styleId="CodeCustom2">
    <w:name w:val="CodeCustom2"/>
    <w:basedOn w:val="Normal"/>
    <w:qFormat/>
    <w:rsid w:val="00F22315"/>
    <w:pPr>
      <w:pBdr>
        <w:left w:val="single" w:sz="4" w:space="14" w:color="auto"/>
      </w:pBdr>
      <w:suppressAutoHyphens/>
      <w:spacing w:after="0" w:line="210" w:lineRule="atLeast"/>
      <w:ind w:left="1440"/>
      <w:contextualSpacing/>
      <w:textAlignment w:val="top"/>
    </w:pPr>
    <w:rPr>
      <w:rFonts w:ascii="Courier" w:hAnsi="Courier" w:cs="TheSansMonoCondensed-Plain"/>
      <w:color w:val="7030A0"/>
      <w:sz w:val="17"/>
      <w:szCs w:val="17"/>
      <w:lang w:val="en-US"/>
    </w:rPr>
  </w:style>
  <w:style w:type="paragraph" w:customStyle="1" w:styleId="BoxGraphic">
    <w:name w:val="BoxGraphic"/>
    <w:basedOn w:val="BoxBodyFirst"/>
    <w:qFormat/>
    <w:rsid w:val="00F22315"/>
    <w:rPr>
      <w:bCs/>
      <w:color w:val="A12126"/>
    </w:rPr>
  </w:style>
  <w:style w:type="paragraph" w:customStyle="1" w:styleId="Equation">
    <w:name w:val="Equation"/>
    <w:basedOn w:val="ListPlain"/>
    <w:qFormat/>
    <w:rsid w:val="00F22315"/>
  </w:style>
  <w:style w:type="character" w:customStyle="1" w:styleId="Heading1Char">
    <w:name w:val="Heading 1 Char"/>
    <w:basedOn w:val="DefaultParagraphFont"/>
    <w:link w:val="Heading1"/>
    <w:uiPriority w:val="9"/>
    <w:rsid w:val="009B49FF"/>
    <w:rPr>
      <w:rFonts w:ascii="Times New Roman" w:hAnsi="Times New Roman"/>
      <w:b/>
      <w:bCs/>
      <w:kern w:val="36"/>
      <w:sz w:val="48"/>
      <w:szCs w:val="48"/>
      <w:lang w:val="en-GB" w:eastAsia="en-GB"/>
    </w:rPr>
  </w:style>
  <w:style w:type="paragraph" w:customStyle="1" w:styleId="msonormal0">
    <w:name w:val="msonormal"/>
    <w:basedOn w:val="Normal"/>
    <w:rsid w:val="009B49FF"/>
    <w:pPr>
      <w:spacing w:before="100" w:beforeAutospacing="1" w:after="100" w:afterAutospacing="1" w:line="240" w:lineRule="auto"/>
    </w:pPr>
    <w:rPr>
      <w:sz w:val="24"/>
      <w:szCs w:val="24"/>
      <w:lang w:val="en-GB" w:eastAsia="en-GB"/>
    </w:rPr>
  </w:style>
  <w:style w:type="paragraph" w:customStyle="1" w:styleId="toc">
    <w:name w:val="toc"/>
    <w:basedOn w:val="Normal"/>
    <w:rsid w:val="009B49FF"/>
    <w:pPr>
      <w:spacing w:before="100" w:beforeAutospacing="1" w:after="100" w:afterAutospacing="1" w:line="240" w:lineRule="auto"/>
    </w:pPr>
    <w:rPr>
      <w:sz w:val="24"/>
      <w:szCs w:val="24"/>
      <w:lang w:val="en-GB" w:eastAsia="en-GB"/>
    </w:rPr>
  </w:style>
  <w:style w:type="character" w:customStyle="1" w:styleId="Title1">
    <w:name w:val="Title1"/>
    <w:basedOn w:val="DefaultParagraphFont"/>
    <w:rsid w:val="009B49FF"/>
  </w:style>
  <w:style w:type="character" w:styleId="Hyperlink">
    <w:name w:val="Hyperlink"/>
    <w:basedOn w:val="DefaultParagraphFont"/>
    <w:uiPriority w:val="99"/>
    <w:unhideWhenUsed/>
    <w:rsid w:val="009B49FF"/>
    <w:rPr>
      <w:color w:val="0000FF"/>
      <w:u w:val="single"/>
    </w:rPr>
  </w:style>
  <w:style w:type="character" w:styleId="FollowedHyperlink">
    <w:name w:val="FollowedHyperlink"/>
    <w:basedOn w:val="DefaultParagraphFont"/>
    <w:uiPriority w:val="99"/>
    <w:semiHidden/>
    <w:unhideWhenUsed/>
    <w:rsid w:val="009B49FF"/>
    <w:rPr>
      <w:color w:val="800080"/>
      <w:u w:val="single"/>
    </w:rPr>
  </w:style>
  <w:style w:type="paragraph" w:styleId="NormalWeb">
    <w:name w:val="Normal (Web)"/>
    <w:basedOn w:val="Normal"/>
    <w:uiPriority w:val="99"/>
    <w:semiHidden/>
    <w:unhideWhenUsed/>
    <w:rsid w:val="009B49FF"/>
    <w:pPr>
      <w:spacing w:before="100" w:beforeAutospacing="1" w:after="100" w:afterAutospacing="1" w:line="240" w:lineRule="auto"/>
    </w:pPr>
    <w:rPr>
      <w:sz w:val="24"/>
      <w:szCs w:val="24"/>
      <w:lang w:val="en-GB" w:eastAsia="en-GB"/>
    </w:rPr>
  </w:style>
  <w:style w:type="character" w:styleId="Emphasis">
    <w:name w:val="Emphasis"/>
    <w:basedOn w:val="DefaultParagraphFont"/>
    <w:uiPriority w:val="20"/>
    <w:qFormat/>
    <w:rsid w:val="009B49FF"/>
    <w:rPr>
      <w:i/>
      <w:iCs/>
    </w:rPr>
  </w:style>
  <w:style w:type="character" w:styleId="HTMLCode">
    <w:name w:val="HTML Code"/>
    <w:basedOn w:val="DefaultParagraphFont"/>
    <w:uiPriority w:val="99"/>
    <w:semiHidden/>
    <w:unhideWhenUsed/>
    <w:rsid w:val="009B49FF"/>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B49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9B49FF"/>
    <w:rPr>
      <w:rFonts w:ascii="Courier New" w:hAnsi="Courier New" w:cs="Courier New"/>
      <w:lang w:val="en-GB" w:eastAsia="en-GB"/>
    </w:rPr>
  </w:style>
  <w:style w:type="paragraph" w:styleId="NoteHeading">
    <w:name w:val="Note Heading"/>
    <w:basedOn w:val="Normal"/>
    <w:next w:val="Normal"/>
    <w:link w:val="NoteHeadingChar"/>
    <w:uiPriority w:val="99"/>
    <w:unhideWhenUsed/>
    <w:rsid w:val="00E22CA3"/>
    <w:pPr>
      <w:spacing w:after="0" w:line="240" w:lineRule="auto"/>
    </w:pPr>
  </w:style>
  <w:style w:type="character" w:customStyle="1" w:styleId="NoteHeadingChar">
    <w:name w:val="Note Heading Char"/>
    <w:basedOn w:val="DefaultParagraphFont"/>
    <w:link w:val="NoteHeading"/>
    <w:uiPriority w:val="99"/>
    <w:rsid w:val="00E22CA3"/>
    <w:rPr>
      <w:rFonts w:ascii="Times New Roman" w:hAnsi="Times New Roman"/>
      <w:sz w:val="22"/>
      <w:szCs w:val="22"/>
      <w:lang w:val="en-CA" w:eastAsia="en-CA"/>
    </w:rPr>
  </w:style>
  <w:style w:type="paragraph" w:styleId="Revision">
    <w:name w:val="Revision"/>
    <w:hidden/>
    <w:uiPriority w:val="71"/>
    <w:rsid w:val="005E29A1"/>
    <w:rPr>
      <w:rFonts w:ascii="Times New Roman" w:hAnsi="Times New Roman"/>
      <w:sz w:val="22"/>
      <w:szCs w:val="22"/>
      <w:lang w:val="en-CA" w:eastAsia="en-CA"/>
    </w:rPr>
  </w:style>
  <w:style w:type="character" w:styleId="CommentReference">
    <w:name w:val="annotation reference"/>
    <w:basedOn w:val="DefaultParagraphFont"/>
    <w:uiPriority w:val="99"/>
    <w:semiHidden/>
    <w:unhideWhenUsed/>
    <w:rsid w:val="00160A94"/>
    <w:rPr>
      <w:sz w:val="16"/>
      <w:szCs w:val="16"/>
    </w:rPr>
  </w:style>
  <w:style w:type="paragraph" w:styleId="CommentText">
    <w:name w:val="annotation text"/>
    <w:basedOn w:val="Normal"/>
    <w:link w:val="CommentTextChar"/>
    <w:uiPriority w:val="99"/>
    <w:unhideWhenUsed/>
    <w:rsid w:val="00160A94"/>
    <w:pPr>
      <w:spacing w:line="240" w:lineRule="auto"/>
    </w:pPr>
    <w:rPr>
      <w:sz w:val="20"/>
      <w:szCs w:val="20"/>
    </w:rPr>
  </w:style>
  <w:style w:type="character" w:customStyle="1" w:styleId="CommentTextChar">
    <w:name w:val="Comment Text Char"/>
    <w:basedOn w:val="DefaultParagraphFont"/>
    <w:link w:val="CommentText"/>
    <w:uiPriority w:val="99"/>
    <w:rsid w:val="00160A94"/>
    <w:rPr>
      <w:rFonts w:ascii="Times New Roman" w:hAnsi="Times New Roman"/>
      <w:lang w:val="en-CA" w:eastAsia="en-CA"/>
    </w:rPr>
  </w:style>
  <w:style w:type="paragraph" w:styleId="CommentSubject">
    <w:name w:val="annotation subject"/>
    <w:basedOn w:val="CommentText"/>
    <w:next w:val="CommentText"/>
    <w:link w:val="CommentSubjectChar"/>
    <w:uiPriority w:val="99"/>
    <w:semiHidden/>
    <w:unhideWhenUsed/>
    <w:rsid w:val="00160A94"/>
    <w:rPr>
      <w:b/>
      <w:bCs/>
    </w:rPr>
  </w:style>
  <w:style w:type="character" w:customStyle="1" w:styleId="CommentSubjectChar">
    <w:name w:val="Comment Subject Char"/>
    <w:basedOn w:val="CommentTextChar"/>
    <w:link w:val="CommentSubject"/>
    <w:uiPriority w:val="99"/>
    <w:semiHidden/>
    <w:rsid w:val="00160A94"/>
    <w:rPr>
      <w:rFonts w:ascii="Times New Roman" w:hAnsi="Times New Roman"/>
      <w:b/>
      <w:bCs/>
      <w:lang w:val="en-CA" w:eastAsia="en-CA"/>
    </w:rPr>
  </w:style>
  <w:style w:type="paragraph" w:styleId="TOC1">
    <w:name w:val="toc 1"/>
    <w:basedOn w:val="Normal"/>
    <w:next w:val="Normal"/>
    <w:autoRedefine/>
    <w:uiPriority w:val="39"/>
    <w:unhideWhenUsed/>
    <w:rsid w:val="00A91A89"/>
    <w:pPr>
      <w:tabs>
        <w:tab w:val="right" w:leader="dot" w:pos="8090"/>
      </w:tabs>
      <w:spacing w:after="100"/>
      <w:pPrChange w:id="0" w:author="Carol Nichols" w:date="2022-08-24T22:07:00Z">
        <w:pPr>
          <w:tabs>
            <w:tab w:val="right" w:leader="dot" w:pos="8090"/>
          </w:tabs>
          <w:spacing w:after="100" w:line="276" w:lineRule="auto"/>
        </w:pPr>
      </w:pPrChange>
    </w:pPr>
    <w:rPr>
      <w:rPrChange w:id="0" w:author="Carol Nichols" w:date="2022-08-24T22:07:00Z">
        <w:rPr>
          <w:sz w:val="22"/>
          <w:szCs w:val="22"/>
          <w:lang w:val="en-CA" w:eastAsia="en-CA" w:bidi="ar-SA"/>
        </w:rPr>
      </w:rPrChange>
    </w:rPr>
  </w:style>
  <w:style w:type="paragraph" w:styleId="TOC2">
    <w:name w:val="toc 2"/>
    <w:basedOn w:val="Normal"/>
    <w:next w:val="Normal"/>
    <w:autoRedefine/>
    <w:uiPriority w:val="39"/>
    <w:unhideWhenUsed/>
    <w:rsid w:val="00F22363"/>
    <w:pPr>
      <w:tabs>
        <w:tab w:val="right" w:leader="dot" w:pos="8090"/>
      </w:tabs>
      <w:spacing w:after="100"/>
      <w:ind w:left="220"/>
      <w:pPrChange w:id="1" w:author="Audrey Doyle" w:date="2022-08-04T14:07:00Z">
        <w:pPr>
          <w:spacing w:after="100" w:line="276" w:lineRule="auto"/>
          <w:ind w:left="220"/>
        </w:pPr>
      </w:pPrChange>
    </w:pPr>
    <w:rPr>
      <w:rPrChange w:id="1" w:author="Audrey Doyle" w:date="2022-08-04T14:07:00Z">
        <w:rPr>
          <w:sz w:val="22"/>
          <w:szCs w:val="22"/>
          <w:lang w:val="en-CA" w:eastAsia="en-CA" w:bidi="ar-SA"/>
        </w:rPr>
      </w:rPrChange>
    </w:rPr>
  </w:style>
  <w:style w:type="paragraph" w:styleId="TOC3">
    <w:name w:val="toc 3"/>
    <w:basedOn w:val="Normal"/>
    <w:next w:val="Normal"/>
    <w:autoRedefine/>
    <w:uiPriority w:val="39"/>
    <w:unhideWhenUsed/>
    <w:rsid w:val="000779CF"/>
    <w:pPr>
      <w:tabs>
        <w:tab w:val="right" w:leader="dot" w:pos="8090"/>
      </w:tabs>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329792">
      <w:bodyDiv w:val="1"/>
      <w:marLeft w:val="0"/>
      <w:marRight w:val="0"/>
      <w:marTop w:val="0"/>
      <w:marBottom w:val="0"/>
      <w:divBdr>
        <w:top w:val="none" w:sz="0" w:space="0" w:color="auto"/>
        <w:left w:val="none" w:sz="0" w:space="0" w:color="auto"/>
        <w:bottom w:val="none" w:sz="0" w:space="0" w:color="auto"/>
        <w:right w:val="none" w:sz="0" w:space="0" w:color="auto"/>
      </w:divBdr>
      <w:divsChild>
        <w:div w:id="537936655">
          <w:marLeft w:val="0"/>
          <w:marRight w:val="0"/>
          <w:marTop w:val="0"/>
          <w:marBottom w:val="0"/>
          <w:divBdr>
            <w:top w:val="none" w:sz="0" w:space="0" w:color="auto"/>
            <w:left w:val="none" w:sz="0" w:space="0" w:color="auto"/>
            <w:bottom w:val="none" w:sz="0" w:space="0" w:color="auto"/>
            <w:right w:val="none" w:sz="0" w:space="0" w:color="auto"/>
          </w:divBdr>
          <w:divsChild>
            <w:div w:id="653021928">
              <w:marLeft w:val="0"/>
              <w:marRight w:val="0"/>
              <w:marTop w:val="0"/>
              <w:marBottom w:val="0"/>
              <w:divBdr>
                <w:top w:val="none" w:sz="0" w:space="0" w:color="auto"/>
                <w:left w:val="none" w:sz="0" w:space="0" w:color="auto"/>
                <w:bottom w:val="none" w:sz="0" w:space="0" w:color="auto"/>
                <w:right w:val="none" w:sz="0" w:space="0" w:color="auto"/>
              </w:divBdr>
              <w:divsChild>
                <w:div w:id="211886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117368">
      <w:bodyDiv w:val="1"/>
      <w:marLeft w:val="0"/>
      <w:marRight w:val="0"/>
      <w:marTop w:val="0"/>
      <w:marBottom w:val="0"/>
      <w:divBdr>
        <w:top w:val="none" w:sz="0" w:space="0" w:color="auto"/>
        <w:left w:val="none" w:sz="0" w:space="0" w:color="auto"/>
        <w:bottom w:val="none" w:sz="0" w:space="0" w:color="auto"/>
        <w:right w:val="none" w:sz="0" w:space="0" w:color="auto"/>
      </w:divBdr>
      <w:divsChild>
        <w:div w:id="15231020">
          <w:blockQuote w:val="1"/>
          <w:marLeft w:val="720"/>
          <w:marRight w:val="720"/>
          <w:marTop w:val="100"/>
          <w:marBottom w:val="100"/>
          <w:divBdr>
            <w:top w:val="none" w:sz="0" w:space="0" w:color="auto"/>
            <w:left w:val="none" w:sz="0" w:space="0" w:color="auto"/>
            <w:bottom w:val="none" w:sz="0" w:space="0" w:color="auto"/>
            <w:right w:val="none" w:sz="0" w:space="0" w:color="auto"/>
          </w:divBdr>
        </w:div>
        <w:div w:id="20827544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3202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rust-lang.org/stable/nomic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Google%20Drive\Liz%20NSP\zz%20Production\Template\Word\NSPTemplate0217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C28CD-31F8-4838-BF54-56E6D0634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C:\Users\Liz\Google Drive\Liz NSP\zz Production\Template\Word\NSPTemplate02172021.dotm</Template>
  <TotalTime>218</TotalTime>
  <Pages>29</Pages>
  <Words>13070</Words>
  <Characters>74504</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NSP</dc:creator>
  <cp:keywords/>
  <cp:lastModifiedBy>Carol Nichols</cp:lastModifiedBy>
  <cp:revision>111</cp:revision>
  <dcterms:created xsi:type="dcterms:W3CDTF">2022-08-04T18:20:00Z</dcterms:created>
  <dcterms:modified xsi:type="dcterms:W3CDTF">2022-09-13T16:47:00Z</dcterms:modified>
</cp:coreProperties>
</file>